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8" w:type="dxa"/>
        <w:tblLayout w:type="fixed"/>
        <w:tblCellMar>
          <w:left w:w="115" w:type="dxa"/>
          <w:right w:w="115" w:type="dxa"/>
        </w:tblCellMar>
        <w:tblLook w:val="01E0" w:firstRow="1" w:lastRow="1" w:firstColumn="1" w:lastColumn="1" w:noHBand="0" w:noVBand="0"/>
      </w:tblPr>
      <w:tblGrid>
        <w:gridCol w:w="1791"/>
        <w:gridCol w:w="7137"/>
        <w:gridCol w:w="630"/>
        <w:gridCol w:w="1530"/>
      </w:tblGrid>
      <w:tr w:rsidR="00F53C90" w:rsidRPr="00124BBC" w14:paraId="6AD45526" w14:textId="77777777" w:rsidTr="005C5016">
        <w:trPr>
          <w:cantSplit/>
          <w:trHeight w:val="302"/>
        </w:trPr>
        <w:tc>
          <w:tcPr>
            <w:tcW w:w="1791" w:type="dxa"/>
            <w:vAlign w:val="center"/>
          </w:tcPr>
          <w:p w14:paraId="0E613706" w14:textId="77777777" w:rsidR="00F53C90" w:rsidRPr="00124BBC" w:rsidRDefault="00F53C90" w:rsidP="00A571ED">
            <w:pPr>
              <w:spacing w:before="60" w:line="240" w:lineRule="auto"/>
              <w:ind w:left="-108" w:right="-135"/>
              <w:rPr>
                <w:rFonts w:cs="Arial"/>
                <w:szCs w:val="18"/>
              </w:rPr>
            </w:pPr>
            <w:r w:rsidRPr="00124BBC">
              <w:rPr>
                <w:rFonts w:cs="Arial"/>
                <w:b/>
                <w:bCs/>
                <w:sz w:val="20"/>
                <w:szCs w:val="20"/>
              </w:rPr>
              <w:t>Operation Name:</w:t>
            </w:r>
          </w:p>
        </w:tc>
        <w:tc>
          <w:tcPr>
            <w:tcW w:w="7137" w:type="dxa"/>
            <w:tcBorders>
              <w:bottom w:val="single" w:sz="4" w:space="0" w:color="auto"/>
            </w:tcBorders>
            <w:vAlign w:val="center"/>
          </w:tcPr>
          <w:p w14:paraId="4288A152" w14:textId="77777777" w:rsidR="00F53C90" w:rsidRPr="000D4A3B" w:rsidRDefault="00F53C90" w:rsidP="00A571ED">
            <w:pPr>
              <w:spacing w:before="60" w:line="240" w:lineRule="auto"/>
              <w:ind w:left="-108" w:right="-36"/>
              <w:rPr>
                <w:rFonts w:cs="Arial"/>
                <w:b/>
                <w:color w:val="0070C0"/>
                <w:szCs w:val="18"/>
              </w:rPr>
            </w:pPr>
            <w:r w:rsidRPr="000D4A3B">
              <w:rPr>
                <w:rFonts w:cs="Arial"/>
                <w:b/>
                <w:color w:val="0070C0"/>
                <w:szCs w:val="18"/>
              </w:rPr>
              <w:fldChar w:fldCharType="begin">
                <w:ffData>
                  <w:name w:val="Text127"/>
                  <w:enabled/>
                  <w:calcOnExit w:val="0"/>
                  <w:textInput/>
                </w:ffData>
              </w:fldChar>
            </w:r>
            <w:bookmarkStart w:id="0" w:name="Text127"/>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001F46B3" w:rsidRPr="000D4A3B">
              <w:rPr>
                <w:rFonts w:cs="Arial"/>
                <w:b/>
                <w:color w:val="0070C0"/>
                <w:szCs w:val="18"/>
              </w:rPr>
              <w:t> </w:t>
            </w:r>
            <w:r w:rsidR="001F46B3" w:rsidRPr="000D4A3B">
              <w:rPr>
                <w:rFonts w:cs="Arial"/>
                <w:b/>
                <w:color w:val="0070C0"/>
                <w:szCs w:val="18"/>
              </w:rPr>
              <w:t> </w:t>
            </w:r>
            <w:r w:rsidR="001F46B3" w:rsidRPr="000D4A3B">
              <w:rPr>
                <w:rFonts w:cs="Arial"/>
                <w:b/>
                <w:color w:val="0070C0"/>
                <w:szCs w:val="18"/>
              </w:rPr>
              <w:t> </w:t>
            </w:r>
            <w:r w:rsidR="001F46B3" w:rsidRPr="000D4A3B">
              <w:rPr>
                <w:rFonts w:cs="Arial"/>
                <w:b/>
                <w:color w:val="0070C0"/>
                <w:szCs w:val="18"/>
              </w:rPr>
              <w:t> </w:t>
            </w:r>
            <w:r w:rsidR="001F46B3" w:rsidRPr="000D4A3B">
              <w:rPr>
                <w:rFonts w:cs="Arial"/>
                <w:b/>
                <w:color w:val="0070C0"/>
                <w:szCs w:val="18"/>
              </w:rPr>
              <w:t> </w:t>
            </w:r>
            <w:r w:rsidRPr="000D4A3B">
              <w:rPr>
                <w:rFonts w:cs="Arial"/>
                <w:b/>
                <w:color w:val="0070C0"/>
                <w:szCs w:val="18"/>
              </w:rPr>
              <w:fldChar w:fldCharType="end"/>
            </w:r>
            <w:bookmarkEnd w:id="0"/>
          </w:p>
        </w:tc>
        <w:tc>
          <w:tcPr>
            <w:tcW w:w="630" w:type="dxa"/>
            <w:tcBorders>
              <w:left w:val="nil"/>
            </w:tcBorders>
            <w:vAlign w:val="center"/>
          </w:tcPr>
          <w:p w14:paraId="0EA18CDA" w14:textId="77777777" w:rsidR="00F53C90" w:rsidRPr="00124BBC" w:rsidRDefault="00F53C90" w:rsidP="00A571ED">
            <w:pPr>
              <w:spacing w:before="60" w:line="240" w:lineRule="auto"/>
              <w:ind w:left="-49" w:right="-146"/>
              <w:rPr>
                <w:rFonts w:cs="Arial"/>
                <w:b/>
                <w:sz w:val="20"/>
                <w:szCs w:val="18"/>
              </w:rPr>
            </w:pPr>
            <w:r w:rsidRPr="00124BBC">
              <w:rPr>
                <w:rFonts w:cs="Arial"/>
                <w:b/>
                <w:sz w:val="20"/>
                <w:szCs w:val="18"/>
              </w:rPr>
              <w:t>Date:</w:t>
            </w:r>
          </w:p>
        </w:tc>
        <w:tc>
          <w:tcPr>
            <w:tcW w:w="1530" w:type="dxa"/>
            <w:tcBorders>
              <w:bottom w:val="single" w:sz="4" w:space="0" w:color="auto"/>
            </w:tcBorders>
            <w:vAlign w:val="center"/>
          </w:tcPr>
          <w:p w14:paraId="66A5344D" w14:textId="77777777" w:rsidR="00F53C90" w:rsidRPr="000D4A3B" w:rsidRDefault="00242356" w:rsidP="00A571ED">
            <w:pPr>
              <w:spacing w:before="60" w:line="240" w:lineRule="auto"/>
              <w:ind w:left="-108" w:right="-36"/>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ED37136" w14:textId="77777777" w:rsidR="0038269D" w:rsidRDefault="0038269D" w:rsidP="00A571ED">
      <w:pPr>
        <w:pStyle w:val="Heading2"/>
        <w:numPr>
          <w:ilvl w:val="0"/>
          <w:numId w:val="44"/>
        </w:numPr>
        <w:spacing w:before="60"/>
        <w:ind w:right="-43"/>
        <w:rPr>
          <w:b w:val="0"/>
          <w:sz w:val="18"/>
          <w:szCs w:val="18"/>
        </w:rPr>
      </w:pPr>
      <w:r w:rsidRPr="0038269D">
        <w:rPr>
          <w:b w:val="0"/>
          <w:sz w:val="18"/>
          <w:szCs w:val="18"/>
        </w:rPr>
        <w:t xml:space="preserve">Complete this form if you take physical possession of </w:t>
      </w:r>
      <w:proofErr w:type="gramStart"/>
      <w:r w:rsidRPr="0038269D">
        <w:rPr>
          <w:b w:val="0"/>
          <w:sz w:val="18"/>
          <w:szCs w:val="18"/>
        </w:rPr>
        <w:t>products</w:t>
      </w:r>
      <w:proofErr w:type="gramEnd"/>
      <w:r w:rsidRPr="0038269D">
        <w:rPr>
          <w:b w:val="0"/>
          <w:sz w:val="18"/>
          <w:szCs w:val="18"/>
        </w:rPr>
        <w:t xml:space="preserve"> you sell or distribute, or run a </w:t>
      </w:r>
      <w:r w:rsidR="00C758B7">
        <w:rPr>
          <w:b w:val="0"/>
          <w:sz w:val="18"/>
          <w:szCs w:val="18"/>
        </w:rPr>
        <w:t>manufacturing</w:t>
      </w:r>
      <w:r w:rsidR="00C758B7" w:rsidRPr="0038269D">
        <w:rPr>
          <w:b w:val="0"/>
          <w:sz w:val="18"/>
          <w:szCs w:val="18"/>
        </w:rPr>
        <w:t xml:space="preserve"> </w:t>
      </w:r>
      <w:r w:rsidRPr="0038269D">
        <w:rPr>
          <w:b w:val="0"/>
          <w:sz w:val="18"/>
          <w:szCs w:val="18"/>
        </w:rPr>
        <w:t>or handling facility.</w:t>
      </w:r>
    </w:p>
    <w:p w14:paraId="40AB1FBA" w14:textId="77777777" w:rsidR="000E43DD" w:rsidRPr="000E43DD" w:rsidRDefault="000E43DD" w:rsidP="00A571ED">
      <w:pPr>
        <w:spacing w:before="60" w:line="240" w:lineRule="auto"/>
        <w:ind w:left="360"/>
      </w:pPr>
      <w:r w:rsidRPr="00124BBC">
        <w:rPr>
          <w:rFonts w:cs="Arial"/>
          <w:b/>
          <w:iCs/>
          <w:szCs w:val="18"/>
        </w:rPr>
        <w:t xml:space="preserve">Facility covered by this </w:t>
      </w:r>
      <w:r w:rsidR="00187ACE">
        <w:rPr>
          <w:rFonts w:cs="Arial"/>
          <w:b/>
          <w:iCs/>
          <w:szCs w:val="18"/>
        </w:rPr>
        <w:t>form</w:t>
      </w:r>
      <w:r w:rsidRPr="00124BBC">
        <w:rPr>
          <w:rFonts w:cs="Arial"/>
          <w:szCs w:val="18"/>
        </w:rPr>
        <w:t>:</w:t>
      </w:r>
    </w:p>
    <w:tbl>
      <w:tblPr>
        <w:tblW w:w="10728"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728"/>
      </w:tblGrid>
      <w:tr w:rsidR="000E43DD" w:rsidRPr="00124BBC" w14:paraId="3E603F10" w14:textId="77777777" w:rsidTr="005C5016">
        <w:trPr>
          <w:cantSplit/>
          <w:trHeight w:val="360"/>
        </w:trPr>
        <w:tc>
          <w:tcPr>
            <w:tcW w:w="10728" w:type="dxa"/>
            <w:vAlign w:val="center"/>
          </w:tcPr>
          <w:p w14:paraId="7FECE6D4" w14:textId="77777777" w:rsidR="000E43DD" w:rsidRPr="000D4A3B" w:rsidRDefault="000E43DD" w:rsidP="00A571ED">
            <w:pPr>
              <w:spacing w:before="60" w:line="240" w:lineRule="auto"/>
              <w:ind w:left="-108" w:right="-36"/>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D601FF5" w14:textId="77777777" w:rsidR="00E85DA6" w:rsidRPr="00124BBC" w:rsidRDefault="00E85DA6" w:rsidP="00A571ED">
      <w:pPr>
        <w:pStyle w:val="Heading2"/>
        <w:tabs>
          <w:tab w:val="clear" w:pos="360"/>
        </w:tabs>
        <w:ind w:left="360" w:right="-36" w:hanging="360"/>
      </w:pPr>
      <w:r w:rsidRPr="00124BBC">
        <w:t>H</w:t>
      </w:r>
      <w:r w:rsidR="004D32D1">
        <w:t>arvest</w:t>
      </w:r>
    </w:p>
    <w:p w14:paraId="3BB6B6FF" w14:textId="77777777" w:rsidR="00D15DE6" w:rsidRPr="00D15DE6" w:rsidRDefault="00040FF8" w:rsidP="00A571ED">
      <w:pPr>
        <w:keepNext/>
        <w:numPr>
          <w:ilvl w:val="0"/>
          <w:numId w:val="24"/>
        </w:numPr>
        <w:spacing w:before="60" w:line="240" w:lineRule="auto"/>
        <w:ind w:right="-43"/>
      </w:pPr>
      <w:r w:rsidRPr="00040FF8">
        <w:rPr>
          <w:rFonts w:cs="Arial"/>
          <w:szCs w:val="18"/>
        </w:rPr>
        <w:t xml:space="preserve">Do you harvest </w:t>
      </w:r>
      <w:r w:rsidR="00C758B7">
        <w:rPr>
          <w:rFonts w:cs="Arial"/>
          <w:szCs w:val="18"/>
        </w:rPr>
        <w:t>OCal</w:t>
      </w:r>
      <w:r w:rsidR="00C758B7" w:rsidRPr="00040FF8">
        <w:rPr>
          <w:rFonts w:cs="Arial"/>
          <w:szCs w:val="18"/>
        </w:rPr>
        <w:t xml:space="preserve"> </w:t>
      </w:r>
      <w:r w:rsidR="00C758B7">
        <w:rPr>
          <w:rFonts w:cs="Arial"/>
          <w:szCs w:val="18"/>
        </w:rPr>
        <w:t>cannabis</w:t>
      </w:r>
      <w:r w:rsidR="00C758B7" w:rsidRPr="00040FF8">
        <w:rPr>
          <w:rFonts w:cs="Arial"/>
          <w:szCs w:val="18"/>
        </w:rPr>
        <w:t xml:space="preserve"> </w:t>
      </w:r>
      <w:r w:rsidRPr="00040FF8">
        <w:rPr>
          <w:rFonts w:cs="Arial"/>
          <w:szCs w:val="18"/>
        </w:rPr>
        <w:t xml:space="preserve">and/or contract out harvest of </w:t>
      </w:r>
      <w:r w:rsidR="00C758B7">
        <w:rPr>
          <w:rFonts w:cs="Arial"/>
          <w:szCs w:val="18"/>
        </w:rPr>
        <w:t>OCal cannabis</w:t>
      </w:r>
      <w:r w:rsidRPr="00040FF8">
        <w:rPr>
          <w:rFonts w:cs="Arial"/>
          <w:szCs w:val="18"/>
        </w:rPr>
        <w:t>?</w:t>
      </w:r>
      <w:bookmarkStart w:id="1" w:name="_Hlk22199656"/>
      <w:r w:rsidR="0059595C">
        <w:rPr>
          <w:rFonts w:cs="Arial"/>
          <w:szCs w:val="18"/>
        </w:rPr>
        <w:t xml:space="preserve"> </w:t>
      </w:r>
    </w:p>
    <w:p w14:paraId="6B9728EE" w14:textId="77777777" w:rsidR="004D32D1" w:rsidRDefault="0059595C" w:rsidP="00D15DE6">
      <w:pPr>
        <w:keepNext/>
        <w:spacing w:before="60" w:line="240" w:lineRule="auto"/>
        <w:ind w:left="360" w:right="-43"/>
      </w:pPr>
      <w:r w:rsidRPr="004F35C6">
        <w:rPr>
          <w:rFonts w:cs="Arial"/>
          <w:i/>
          <w:iCs/>
          <w:szCs w:val="18"/>
        </w:rPr>
        <w:t xml:space="preserve">Records </w:t>
      </w:r>
      <w:r>
        <w:rPr>
          <w:rFonts w:cs="Arial"/>
          <w:i/>
          <w:iCs/>
          <w:szCs w:val="18"/>
        </w:rPr>
        <w:t xml:space="preserve">and </w:t>
      </w:r>
      <w:r w:rsidR="00C758B7">
        <w:rPr>
          <w:rFonts w:cs="Arial"/>
          <w:i/>
          <w:iCs/>
          <w:szCs w:val="18"/>
        </w:rPr>
        <w:t xml:space="preserve">OCal </w:t>
      </w:r>
      <w:r>
        <w:rPr>
          <w:rFonts w:cs="Arial"/>
          <w:i/>
          <w:iCs/>
          <w:szCs w:val="18"/>
        </w:rPr>
        <w:t xml:space="preserve">certificates </w:t>
      </w:r>
      <w:r w:rsidRPr="004F35C6">
        <w:rPr>
          <w:rFonts w:cs="Arial"/>
          <w:i/>
          <w:iCs/>
          <w:szCs w:val="18"/>
        </w:rPr>
        <w:t xml:space="preserve">must show that </w:t>
      </w:r>
      <w:r>
        <w:rPr>
          <w:rFonts w:cs="Arial"/>
          <w:i/>
          <w:iCs/>
          <w:szCs w:val="18"/>
        </w:rPr>
        <w:t>harvested</w:t>
      </w:r>
      <w:r w:rsidRPr="004F35C6">
        <w:rPr>
          <w:rFonts w:cs="Arial"/>
          <w:i/>
          <w:iCs/>
          <w:szCs w:val="18"/>
        </w:rPr>
        <w:t xml:space="preserve"> parcels are </w:t>
      </w:r>
      <w:proofErr w:type="gramStart"/>
      <w:r w:rsidRPr="004F35C6">
        <w:rPr>
          <w:rFonts w:cs="Arial"/>
          <w:i/>
          <w:iCs/>
          <w:szCs w:val="18"/>
        </w:rPr>
        <w:t>certified</w:t>
      </w:r>
      <w:proofErr w:type="gramEnd"/>
      <w:r w:rsidR="0020551D">
        <w:rPr>
          <w:rFonts w:cs="Arial"/>
          <w:i/>
          <w:iCs/>
          <w:szCs w:val="18"/>
        </w:rPr>
        <w:t xml:space="preserve"> and </w:t>
      </w:r>
      <w:r w:rsidR="00F5677A">
        <w:rPr>
          <w:rFonts w:cs="Arial"/>
          <w:i/>
          <w:iCs/>
          <w:szCs w:val="18"/>
        </w:rPr>
        <w:t xml:space="preserve">harvest </w:t>
      </w:r>
      <w:r w:rsidR="0020551D">
        <w:rPr>
          <w:rFonts w:cs="Arial"/>
          <w:i/>
          <w:iCs/>
          <w:szCs w:val="18"/>
        </w:rPr>
        <w:t>equipment is cleaned</w:t>
      </w:r>
      <w:r w:rsidR="00F5677A">
        <w:rPr>
          <w:rFonts w:cs="Arial"/>
          <w:i/>
          <w:iCs/>
          <w:szCs w:val="18"/>
        </w:rPr>
        <w:t xml:space="preserve"> or purged</w:t>
      </w:r>
      <w:r w:rsidRPr="004F35C6">
        <w:rPr>
          <w:rFonts w:cs="Arial"/>
          <w:i/>
          <w:iCs/>
          <w:szCs w:val="18"/>
        </w:rPr>
        <w:t>.</w:t>
      </w:r>
      <w:bookmarkEnd w:id="1"/>
      <w:r w:rsidR="00D96A36" w:rsidRPr="00124BBC">
        <w:rPr>
          <w:b/>
        </w:rPr>
        <w:tab/>
      </w:r>
    </w:p>
    <w:p w14:paraId="210A1991" w14:textId="77777777" w:rsidR="00D15DE6" w:rsidRDefault="00CE3928" w:rsidP="00D15DE6">
      <w:pPr>
        <w:spacing w:before="60" w:line="240" w:lineRule="auto"/>
        <w:ind w:right="-43" w:firstLine="360"/>
        <w:rPr>
          <w:b/>
        </w:rPr>
      </w:pPr>
      <w:r w:rsidRPr="004D32D1">
        <w:rPr>
          <w:b/>
        </w:rPr>
        <w:fldChar w:fldCharType="begin">
          <w:ffData>
            <w:name w:val="Check12"/>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rsidR="007316A7">
        <w:t xml:space="preserve"> No    </w:t>
      </w:r>
      <w:r w:rsidRPr="004D32D1">
        <w:rPr>
          <w:b/>
        </w:rPr>
        <w:fldChar w:fldCharType="begin">
          <w:ffData>
            <w:name w:val="Check11"/>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rsidRPr="004D32D1">
        <w:rPr>
          <w:b/>
        </w:rPr>
        <w:t xml:space="preserve"> </w:t>
      </w:r>
      <w:r w:rsidRPr="00124BBC">
        <w:t>Yes</w:t>
      </w:r>
      <w:r w:rsidR="007D0D0B">
        <w:t>.</w:t>
      </w:r>
      <w:r w:rsidR="00D96A36" w:rsidRPr="00124BBC">
        <w:t xml:space="preserve"> </w:t>
      </w:r>
      <w:r w:rsidR="007D0D0B">
        <w:t>C</w:t>
      </w:r>
      <w:r w:rsidR="007316A7">
        <w:t>omplete</w:t>
      </w:r>
      <w:r w:rsidR="0020551D">
        <w:t xml:space="preserve"> sections A &amp; B on</w:t>
      </w:r>
      <w:r w:rsidR="007316A7">
        <w:t xml:space="preserve"> </w:t>
      </w:r>
      <w:hyperlink r:id="rId12" w:history="1">
        <w:r w:rsidR="00C758B7">
          <w:rPr>
            <w:rStyle w:val="Hyperlink"/>
            <w:b/>
          </w:rPr>
          <w:t>OCa</w:t>
        </w:r>
        <w:r w:rsidR="00C758B7" w:rsidRPr="003C5A74">
          <w:rPr>
            <w:rStyle w:val="Hyperlink"/>
            <w:b/>
          </w:rPr>
          <w:t>l C</w:t>
        </w:r>
        <w:r w:rsidR="007316A7" w:rsidRPr="00DA60CB">
          <w:rPr>
            <w:rStyle w:val="Hyperlink"/>
            <w:b/>
          </w:rPr>
          <w:t>6.1</w:t>
        </w:r>
        <w:r w:rsidR="00CA6B8C" w:rsidRPr="00DA60CB">
          <w:rPr>
            <w:rStyle w:val="Hyperlink"/>
            <w:b/>
          </w:rPr>
          <w:t xml:space="preserve"> Harvest &amp; Transport</w:t>
        </w:r>
      </w:hyperlink>
    </w:p>
    <w:p w14:paraId="1B8380C2" w14:textId="77777777" w:rsidR="00801A59" w:rsidRPr="00124BBC" w:rsidRDefault="00801A59" w:rsidP="00A571ED">
      <w:pPr>
        <w:pStyle w:val="Heading2"/>
      </w:pPr>
      <w:r w:rsidRPr="00124BBC">
        <w:t>R</w:t>
      </w:r>
      <w:r w:rsidR="004D32D1">
        <w:t>eceiving</w:t>
      </w:r>
    </w:p>
    <w:p w14:paraId="1EEF44FB" w14:textId="77777777" w:rsidR="00DA60CB" w:rsidRDefault="00743524" w:rsidP="00207513">
      <w:pPr>
        <w:keepNext/>
        <w:numPr>
          <w:ilvl w:val="0"/>
          <w:numId w:val="25"/>
        </w:numPr>
        <w:spacing w:before="60" w:line="240" w:lineRule="auto"/>
        <w:ind w:right="-43"/>
        <w:rPr>
          <w:rFonts w:cs="Arial"/>
          <w:szCs w:val="18"/>
        </w:rPr>
      </w:pPr>
      <w:r w:rsidRPr="00124BBC">
        <w:rPr>
          <w:rFonts w:cs="Arial"/>
          <w:szCs w:val="18"/>
        </w:rPr>
        <w:t xml:space="preserve">Do any </w:t>
      </w:r>
      <w:r w:rsidR="0000401A" w:rsidRPr="0000401A">
        <w:rPr>
          <w:rFonts w:cs="Arial"/>
          <w:szCs w:val="18"/>
        </w:rPr>
        <w:t>organic ingredients, OCal cannabis, and/or or OCal cannabis products</w:t>
      </w:r>
      <w:r w:rsidRPr="00124BBC">
        <w:rPr>
          <w:rFonts w:cs="Arial"/>
          <w:szCs w:val="18"/>
        </w:rPr>
        <w:t xml:space="preserve"> arrive </w:t>
      </w:r>
      <w:r w:rsidRPr="00124BBC">
        <w:rPr>
          <w:rFonts w:cs="Arial"/>
          <w:b/>
          <w:szCs w:val="18"/>
        </w:rPr>
        <w:t>unsealed</w:t>
      </w:r>
      <w:r w:rsidRPr="00124BBC">
        <w:rPr>
          <w:rFonts w:cs="Arial"/>
          <w:szCs w:val="18"/>
        </w:rPr>
        <w:t xml:space="preserve"> or in </w:t>
      </w:r>
      <w:r w:rsidRPr="00124BBC">
        <w:rPr>
          <w:rFonts w:cs="Arial"/>
          <w:b/>
          <w:szCs w:val="18"/>
        </w:rPr>
        <w:t>permeable</w:t>
      </w:r>
      <w:r w:rsidRPr="00124BBC">
        <w:rPr>
          <w:rFonts w:cs="Arial"/>
          <w:szCs w:val="18"/>
        </w:rPr>
        <w:t xml:space="preserve"> </w:t>
      </w:r>
      <w:r w:rsidRPr="00124BBC">
        <w:rPr>
          <w:rFonts w:cs="Arial"/>
          <w:b/>
          <w:szCs w:val="18"/>
        </w:rPr>
        <w:t>packaging</w:t>
      </w:r>
      <w:r w:rsidRPr="00124BBC">
        <w:rPr>
          <w:rFonts w:cs="Arial"/>
          <w:szCs w:val="18"/>
        </w:rPr>
        <w:t xml:space="preserve"> (</w:t>
      </w:r>
      <w:r w:rsidR="00AB298E">
        <w:rPr>
          <w:rFonts w:cs="Arial"/>
          <w:szCs w:val="18"/>
        </w:rPr>
        <w:t>ex:</w:t>
      </w:r>
      <w:r w:rsidRPr="00124BBC">
        <w:rPr>
          <w:rFonts w:cs="Arial"/>
          <w:szCs w:val="18"/>
        </w:rPr>
        <w:t xml:space="preserve"> clamshells, open boxes, trucks)</w:t>
      </w:r>
      <w:r w:rsidR="005C19BD">
        <w:rPr>
          <w:rFonts w:cs="Arial"/>
          <w:szCs w:val="18"/>
        </w:rPr>
        <w:t xml:space="preserve"> or </w:t>
      </w:r>
      <w:r w:rsidR="00ED2943" w:rsidRPr="00124BBC">
        <w:rPr>
          <w:rFonts w:cs="Arial"/>
          <w:szCs w:val="18"/>
        </w:rPr>
        <w:t xml:space="preserve">in </w:t>
      </w:r>
      <w:r w:rsidR="00ED2943" w:rsidRPr="00124BBC">
        <w:rPr>
          <w:rFonts w:cs="Arial"/>
          <w:b/>
          <w:szCs w:val="18"/>
        </w:rPr>
        <w:t>reusable</w:t>
      </w:r>
      <w:r w:rsidR="00ED2943" w:rsidRPr="00124BBC">
        <w:rPr>
          <w:rFonts w:cs="Arial"/>
          <w:szCs w:val="18"/>
        </w:rPr>
        <w:t xml:space="preserve"> </w:t>
      </w:r>
      <w:r w:rsidR="00ED2943" w:rsidRPr="00124BBC">
        <w:rPr>
          <w:rFonts w:cs="Arial"/>
          <w:b/>
          <w:szCs w:val="18"/>
        </w:rPr>
        <w:t>containers</w:t>
      </w:r>
      <w:r w:rsidR="007C4395">
        <w:rPr>
          <w:rFonts w:cs="Arial"/>
          <w:b/>
          <w:szCs w:val="18"/>
        </w:rPr>
        <w:t xml:space="preserve"> or </w:t>
      </w:r>
      <w:r w:rsidR="00ED2943" w:rsidRPr="00124BBC">
        <w:rPr>
          <w:rFonts w:cs="Arial"/>
          <w:b/>
          <w:szCs w:val="18"/>
        </w:rPr>
        <w:t>vehicles</w:t>
      </w:r>
      <w:r w:rsidR="00ED2943" w:rsidRPr="00124BBC">
        <w:rPr>
          <w:rFonts w:cs="Arial"/>
          <w:szCs w:val="18"/>
        </w:rPr>
        <w:t xml:space="preserve"> (</w:t>
      </w:r>
      <w:r w:rsidR="00AB298E">
        <w:rPr>
          <w:rFonts w:cs="Arial"/>
          <w:szCs w:val="18"/>
        </w:rPr>
        <w:t>ex:</w:t>
      </w:r>
      <w:r w:rsidR="00ED2943" w:rsidRPr="00124BBC">
        <w:rPr>
          <w:rFonts w:cs="Arial"/>
          <w:szCs w:val="18"/>
        </w:rPr>
        <w:t xml:space="preserve"> RPCs</w:t>
      </w:r>
      <w:r w:rsidR="00FB3D3A">
        <w:rPr>
          <w:rFonts w:cs="Arial"/>
          <w:szCs w:val="18"/>
        </w:rPr>
        <w:t xml:space="preserve">, </w:t>
      </w:r>
      <w:r w:rsidR="00ED2943" w:rsidRPr="00124BBC">
        <w:rPr>
          <w:rFonts w:cs="Arial"/>
          <w:szCs w:val="18"/>
        </w:rPr>
        <w:t>tankers, railcars</w:t>
      </w:r>
      <w:r w:rsidR="00FB3D3A">
        <w:rPr>
          <w:rFonts w:cs="Arial"/>
          <w:szCs w:val="18"/>
        </w:rPr>
        <w:t>)</w:t>
      </w:r>
      <w:r w:rsidRPr="00124BBC">
        <w:rPr>
          <w:rFonts w:cs="Arial"/>
          <w:szCs w:val="18"/>
        </w:rPr>
        <w:t xml:space="preserve">? </w:t>
      </w:r>
    </w:p>
    <w:p w14:paraId="5C3614FE" w14:textId="77777777" w:rsidR="004D32D1" w:rsidRDefault="00464E5E" w:rsidP="00207513">
      <w:pPr>
        <w:keepNext/>
        <w:spacing w:before="60" w:line="240" w:lineRule="auto"/>
        <w:ind w:left="360" w:right="-43"/>
        <w:rPr>
          <w:rFonts w:cs="Arial"/>
          <w:szCs w:val="18"/>
        </w:rPr>
      </w:pPr>
      <w:r w:rsidRPr="004D32D1">
        <w:rPr>
          <w:rFonts w:cs="Arial"/>
          <w:i/>
          <w:szCs w:val="18"/>
        </w:rPr>
        <w:t>Tr</w:t>
      </w:r>
      <w:r w:rsidR="00D916D5" w:rsidRPr="004D32D1">
        <w:rPr>
          <w:rFonts w:cs="Arial"/>
          <w:i/>
          <w:szCs w:val="18"/>
        </w:rPr>
        <w:t>ansporter</w:t>
      </w:r>
      <w:r w:rsidRPr="004D32D1">
        <w:rPr>
          <w:rFonts w:cs="Arial"/>
          <w:i/>
          <w:szCs w:val="18"/>
        </w:rPr>
        <w:t>s that combine or split</w:t>
      </w:r>
      <w:r w:rsidR="00D916D5" w:rsidRPr="004D32D1">
        <w:rPr>
          <w:rFonts w:cs="Arial"/>
          <w:i/>
          <w:szCs w:val="18"/>
        </w:rPr>
        <w:t xml:space="preserve"> unpackaged loads must be </w:t>
      </w:r>
      <w:proofErr w:type="gramStart"/>
      <w:r w:rsidR="00D916D5" w:rsidRPr="004D32D1">
        <w:rPr>
          <w:rFonts w:cs="Arial"/>
          <w:i/>
          <w:szCs w:val="18"/>
        </w:rPr>
        <w:t>certified</w:t>
      </w:r>
      <w:proofErr w:type="gramEnd"/>
      <w:r w:rsidR="00D916D5" w:rsidRPr="004D32D1">
        <w:rPr>
          <w:rFonts w:cs="Arial"/>
          <w:i/>
          <w:szCs w:val="18"/>
        </w:rPr>
        <w:t xml:space="preserve"> organic</w:t>
      </w:r>
      <w:r w:rsidR="008D24A4">
        <w:rPr>
          <w:rFonts w:cs="Arial"/>
          <w:i/>
          <w:szCs w:val="18"/>
        </w:rPr>
        <w:t>.</w:t>
      </w:r>
    </w:p>
    <w:p w14:paraId="21D03CE0" w14:textId="77777777" w:rsidR="00743524" w:rsidRPr="004D32D1" w:rsidRDefault="00743524" w:rsidP="00207513">
      <w:pPr>
        <w:keepNext/>
        <w:spacing w:before="60" w:line="240" w:lineRule="auto"/>
        <w:ind w:right="-43" w:firstLine="360"/>
        <w:rPr>
          <w:rFonts w:cs="Arial"/>
          <w:szCs w:val="18"/>
        </w:rPr>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w:t>
      </w:r>
      <w:r w:rsidR="00A26F2F" w:rsidRPr="004D32D1">
        <w:rPr>
          <w:rFonts w:cs="Arial"/>
          <w:szCs w:val="18"/>
        </w:rPr>
        <w:t>s</w:t>
      </w:r>
      <w:r w:rsidR="007C384F" w:rsidRPr="004D32D1">
        <w:rPr>
          <w:rFonts w:cs="Arial"/>
          <w:szCs w:val="18"/>
        </w:rPr>
        <w:t xml:space="preserve">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p>
    <w:p w14:paraId="4CBC26BB" w14:textId="77777777" w:rsidR="00DA60CB" w:rsidRDefault="00743524" w:rsidP="00207513">
      <w:pPr>
        <w:keepNext/>
        <w:numPr>
          <w:ilvl w:val="1"/>
          <w:numId w:val="25"/>
        </w:numPr>
        <w:spacing w:before="60" w:line="240" w:lineRule="auto"/>
        <w:ind w:right="-43"/>
        <w:rPr>
          <w:rFonts w:cs="Arial"/>
          <w:szCs w:val="18"/>
        </w:rPr>
      </w:pPr>
      <w:r w:rsidRPr="00124BBC">
        <w:rPr>
          <w:rFonts w:cs="Arial"/>
          <w:szCs w:val="18"/>
        </w:rPr>
        <w:t xml:space="preserve">If yes, how do you ensure contamination </w:t>
      </w:r>
      <w:r w:rsidR="00ED2943">
        <w:rPr>
          <w:rFonts w:cs="Arial"/>
          <w:szCs w:val="18"/>
        </w:rPr>
        <w:t>and commingling were</w:t>
      </w:r>
      <w:r w:rsidRPr="00124BBC">
        <w:rPr>
          <w:rFonts w:cs="Arial"/>
          <w:szCs w:val="18"/>
        </w:rPr>
        <w:t xml:space="preserve"> prevented during transport (</w:t>
      </w:r>
      <w:r w:rsidR="00AB298E">
        <w:rPr>
          <w:rFonts w:cs="Arial"/>
          <w:szCs w:val="18"/>
        </w:rPr>
        <w:t>ex:</w:t>
      </w:r>
      <w:r w:rsidRPr="00124BBC">
        <w:rPr>
          <w:rFonts w:cs="Arial"/>
          <w:szCs w:val="18"/>
        </w:rPr>
        <w:t xml:space="preserve"> protection from </w:t>
      </w:r>
      <w:r w:rsidR="00ED2943">
        <w:rPr>
          <w:rFonts w:cs="Arial"/>
          <w:szCs w:val="18"/>
        </w:rPr>
        <w:t xml:space="preserve">sanitizer residue, </w:t>
      </w:r>
      <w:r w:rsidRPr="00124BBC">
        <w:rPr>
          <w:rFonts w:cs="Arial"/>
          <w:szCs w:val="18"/>
        </w:rPr>
        <w:t>gases, liquids)?</w:t>
      </w:r>
      <w:r w:rsidR="00ED2943">
        <w:rPr>
          <w:rFonts w:cs="Arial"/>
          <w:szCs w:val="18"/>
        </w:rPr>
        <w:t xml:space="preserve"> Check all that apply. </w:t>
      </w:r>
    </w:p>
    <w:p w14:paraId="6926A71A" w14:textId="77777777" w:rsidR="00743524" w:rsidRPr="00124BBC" w:rsidRDefault="00ED2943" w:rsidP="00207513">
      <w:pPr>
        <w:keepNext/>
        <w:spacing w:before="60" w:line="240" w:lineRule="auto"/>
        <w:ind w:left="720" w:right="-43"/>
        <w:rPr>
          <w:rFonts w:cs="Arial"/>
          <w:szCs w:val="18"/>
        </w:rPr>
      </w:pPr>
      <w:r w:rsidRPr="00AF28B2">
        <w:rPr>
          <w:rFonts w:cs="Arial"/>
          <w:i/>
          <w:szCs w:val="18"/>
        </w:rPr>
        <w:t>Transporter records must be available for review at inspection</w:t>
      </w:r>
      <w:r w:rsidR="00B23BC7">
        <w:rPr>
          <w:rFonts w:cs="Arial"/>
          <w:i/>
          <w:szCs w:val="18"/>
        </w:rPr>
        <w:t xml:space="preserve">, </w:t>
      </w:r>
      <w:r w:rsidR="00AB298E">
        <w:rPr>
          <w:rFonts w:cs="Arial"/>
          <w:i/>
          <w:szCs w:val="18"/>
        </w:rPr>
        <w:t>ex:</w:t>
      </w:r>
      <w:r w:rsidR="00B23BC7">
        <w:rPr>
          <w:rFonts w:cs="Arial"/>
          <w:i/>
          <w:szCs w:val="18"/>
        </w:rPr>
        <w:t xml:space="preserve"> bill of </w:t>
      </w:r>
      <w:proofErr w:type="gramStart"/>
      <w:r w:rsidR="00B23BC7">
        <w:rPr>
          <w:rFonts w:cs="Arial"/>
          <w:i/>
          <w:szCs w:val="18"/>
        </w:rPr>
        <w:t>lading</w:t>
      </w:r>
      <w:proofErr w:type="gramEnd"/>
      <w:r w:rsidR="00B23BC7">
        <w:rPr>
          <w:rFonts w:cs="Arial"/>
          <w:i/>
          <w:szCs w:val="18"/>
        </w:rPr>
        <w:t>, manifest, transaction certificate</w:t>
      </w:r>
      <w:r w:rsidR="007D0009">
        <w:rPr>
          <w:rFonts w:cs="Arial"/>
          <w:i/>
          <w:szCs w:val="18"/>
        </w:rPr>
        <w:t>, shipping and delivery records, invoices, chain of custody, truck and trailer numbers, lot number</w:t>
      </w:r>
      <w:r w:rsidRPr="00AF28B2">
        <w:rPr>
          <w:rFonts w:cs="Arial"/>
          <w:i/>
          <w:szCs w:val="18"/>
        </w:rPr>
        <w:t>.</w:t>
      </w:r>
    </w:p>
    <w:p w14:paraId="0AE5821D" w14:textId="77777777" w:rsidR="007C384F" w:rsidRDefault="00743524" w:rsidP="00207513">
      <w:pPr>
        <w:keepNext/>
        <w:spacing w:before="60" w:line="240" w:lineRule="auto"/>
        <w:ind w:right="-43" w:firstLine="72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sidR="00ED2943">
        <w:rPr>
          <w:rFonts w:cs="Arial"/>
          <w:szCs w:val="18"/>
        </w:rPr>
        <w:t>Clean truck affidavit</w:t>
      </w:r>
      <w:r w:rsidR="004D32D1">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sidR="00ED2943">
        <w:rPr>
          <w:rFonts w:cs="Arial"/>
          <w:szCs w:val="18"/>
        </w:rPr>
        <w:t>Cleaning and sanitizing material records</w:t>
      </w:r>
      <w:r w:rsidR="007C384F">
        <w:rPr>
          <w:rFonts w:cs="Arial"/>
          <w:szCs w:val="18"/>
        </w:rPr>
        <w:t xml:space="preserve">    </w:t>
      </w:r>
      <w:r w:rsidR="00ED2943" w:rsidRPr="00124BBC">
        <w:rPr>
          <w:rFonts w:cs="Arial"/>
          <w:szCs w:val="18"/>
        </w:rPr>
        <w:fldChar w:fldCharType="begin">
          <w:ffData>
            <w:name w:val="Check15"/>
            <w:enabled/>
            <w:calcOnExit w:val="0"/>
            <w:checkBox>
              <w:sizeAuto/>
              <w:default w:val="0"/>
            </w:checkBox>
          </w:ffData>
        </w:fldChar>
      </w:r>
      <w:r w:rsidR="00ED2943" w:rsidRPr="00124BBC">
        <w:rPr>
          <w:rFonts w:cs="Arial"/>
          <w:szCs w:val="18"/>
        </w:rPr>
        <w:instrText xml:space="preserve"> FORMCHECKBOX </w:instrText>
      </w:r>
      <w:r w:rsidR="00ED2943" w:rsidRPr="00124BBC">
        <w:rPr>
          <w:rFonts w:cs="Arial"/>
          <w:szCs w:val="18"/>
        </w:rPr>
      </w:r>
      <w:r w:rsidR="00ED2943" w:rsidRPr="00124BBC">
        <w:rPr>
          <w:rFonts w:cs="Arial"/>
          <w:szCs w:val="18"/>
        </w:rPr>
        <w:fldChar w:fldCharType="separate"/>
      </w:r>
      <w:r w:rsidR="00ED2943" w:rsidRPr="00124BBC">
        <w:rPr>
          <w:rFonts w:cs="Arial"/>
          <w:szCs w:val="18"/>
        </w:rPr>
        <w:fldChar w:fldCharType="end"/>
      </w:r>
      <w:r w:rsidR="00CD36E2">
        <w:rPr>
          <w:rFonts w:cs="Arial"/>
          <w:szCs w:val="18"/>
        </w:rPr>
        <w:t xml:space="preserve"> </w:t>
      </w:r>
      <w:r w:rsidRPr="00124BBC">
        <w:rPr>
          <w:rFonts w:cs="Arial"/>
          <w:szCs w:val="18"/>
        </w:rPr>
        <w:t xml:space="preserve">Certified </w:t>
      </w:r>
      <w:r w:rsidR="007C384F">
        <w:rPr>
          <w:rFonts w:cs="Arial"/>
          <w:szCs w:val="18"/>
        </w:rPr>
        <w:t xml:space="preserve">supplier provides documentation </w:t>
      </w:r>
    </w:p>
    <w:p w14:paraId="21BD5B11" w14:textId="77777777" w:rsidR="00743524" w:rsidRDefault="00ED2943" w:rsidP="00207513">
      <w:pPr>
        <w:keepNext/>
        <w:spacing w:before="60" w:line="240" w:lineRule="auto"/>
        <w:ind w:right="-43" w:firstLine="72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Truck cleaning procedures</w:t>
      </w:r>
      <w:r w:rsidR="007C384F">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7C384F">
        <w:rPr>
          <w:rFonts w:cs="Arial"/>
          <w:szCs w:val="18"/>
        </w:rPr>
        <w:t xml:space="preserve"> </w:t>
      </w:r>
      <w:r>
        <w:rPr>
          <w:rFonts w:cs="Arial"/>
          <w:szCs w:val="18"/>
        </w:rPr>
        <w:t>Wash tags</w:t>
      </w:r>
      <w:r w:rsidR="007C384F">
        <w:rPr>
          <w:rFonts w:cs="Arial"/>
          <w:szCs w:val="18"/>
        </w:rPr>
        <w:t xml:space="preserve">    </w:t>
      </w:r>
    </w:p>
    <w:tbl>
      <w:tblPr>
        <w:tblW w:w="10368" w:type="dxa"/>
        <w:tblInd w:w="720" w:type="dxa"/>
        <w:tblLayout w:type="fixed"/>
        <w:tblCellMar>
          <w:left w:w="115" w:type="dxa"/>
          <w:right w:w="115" w:type="dxa"/>
        </w:tblCellMar>
        <w:tblLook w:val="04A0" w:firstRow="1" w:lastRow="0" w:firstColumn="1" w:lastColumn="0" w:noHBand="0" w:noVBand="1"/>
      </w:tblPr>
      <w:tblGrid>
        <w:gridCol w:w="1825"/>
        <w:gridCol w:w="8543"/>
      </w:tblGrid>
      <w:tr w:rsidR="00DA60CB" w:rsidRPr="00124BBC" w14:paraId="54CEFAC9" w14:textId="77777777" w:rsidTr="005C5016">
        <w:trPr>
          <w:cantSplit/>
          <w:trHeight w:val="360"/>
        </w:trPr>
        <w:tc>
          <w:tcPr>
            <w:tcW w:w="1825" w:type="dxa"/>
            <w:vAlign w:val="center"/>
          </w:tcPr>
          <w:p w14:paraId="785B6E6B" w14:textId="77777777" w:rsidR="00DA60CB" w:rsidRPr="00124BBC" w:rsidRDefault="00DA60CB" w:rsidP="00207513">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543" w:type="dxa"/>
            <w:tcBorders>
              <w:bottom w:val="single" w:sz="4" w:space="0" w:color="auto"/>
            </w:tcBorders>
            <w:vAlign w:val="center"/>
          </w:tcPr>
          <w:p w14:paraId="66A7F781" w14:textId="77777777" w:rsidR="00DA60CB" w:rsidRPr="000D4A3B" w:rsidRDefault="00DA60CB" w:rsidP="00207513">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377D294" w14:textId="77777777" w:rsidR="00A571ED" w:rsidRDefault="00A214C6" w:rsidP="00207513">
      <w:pPr>
        <w:keepNext/>
        <w:numPr>
          <w:ilvl w:val="0"/>
          <w:numId w:val="25"/>
        </w:numPr>
        <w:spacing w:before="60" w:line="240" w:lineRule="auto"/>
        <w:ind w:right="-43"/>
        <w:rPr>
          <w:rFonts w:cs="Arial"/>
          <w:szCs w:val="18"/>
        </w:rPr>
      </w:pPr>
      <w:bookmarkStart w:id="2" w:name="_Hlk504123512"/>
      <w:r>
        <w:rPr>
          <w:rFonts w:cs="Arial"/>
          <w:szCs w:val="18"/>
        </w:rPr>
        <w:t>At receiving, h</w:t>
      </w:r>
      <w:r w:rsidR="00A42F12">
        <w:rPr>
          <w:rFonts w:cs="Arial"/>
          <w:szCs w:val="18"/>
        </w:rPr>
        <w:t xml:space="preserve">ow do you verify that incoming </w:t>
      </w:r>
      <w:bookmarkStart w:id="3" w:name="_Hlk82436237"/>
      <w:r w:rsidR="00B1428A" w:rsidRPr="00B1428A">
        <w:rPr>
          <w:rFonts w:cs="Arial"/>
          <w:szCs w:val="18"/>
        </w:rPr>
        <w:t xml:space="preserve">organic ingredients, OCal cannabis, </w:t>
      </w:r>
      <w:r w:rsidR="00B1428A">
        <w:rPr>
          <w:rFonts w:cs="Arial"/>
          <w:szCs w:val="18"/>
        </w:rPr>
        <w:t xml:space="preserve">and/or </w:t>
      </w:r>
      <w:r w:rsidR="00B1428A" w:rsidRPr="00B1428A">
        <w:rPr>
          <w:rFonts w:cs="Arial"/>
          <w:szCs w:val="18"/>
        </w:rPr>
        <w:t xml:space="preserve">or OCal cannabis products </w:t>
      </w:r>
      <w:bookmarkEnd w:id="3"/>
      <w:r w:rsidR="00A42F12">
        <w:rPr>
          <w:rFonts w:cs="Arial"/>
          <w:szCs w:val="18"/>
        </w:rPr>
        <w:t>are from approved suppliers</w:t>
      </w:r>
      <w:r>
        <w:rPr>
          <w:rFonts w:cs="Arial"/>
          <w:szCs w:val="18"/>
        </w:rPr>
        <w:t xml:space="preserve">, including shipments from uncertified </w:t>
      </w:r>
      <w:r w:rsidR="00F50128">
        <w:rPr>
          <w:rFonts w:cs="Arial"/>
          <w:szCs w:val="18"/>
        </w:rPr>
        <w:t>brokers, traders, wholesalers, or distributors</w:t>
      </w:r>
      <w:r w:rsidR="00A42F12">
        <w:rPr>
          <w:rFonts w:cs="Arial"/>
          <w:szCs w:val="18"/>
        </w:rPr>
        <w:t>? Check all that apply</w:t>
      </w:r>
      <w:r>
        <w:rPr>
          <w:rFonts w:cs="Arial"/>
          <w:szCs w:val="18"/>
        </w:rPr>
        <w:t xml:space="preserve"> or attach a description</w:t>
      </w:r>
      <w:r w:rsidR="00A42F12">
        <w:rPr>
          <w:rFonts w:cs="Arial"/>
          <w:szCs w:val="18"/>
        </w:rPr>
        <w:t>.</w:t>
      </w:r>
      <w:r>
        <w:rPr>
          <w:rFonts w:cs="Arial"/>
          <w:szCs w:val="18"/>
        </w:rPr>
        <w:t xml:space="preserve"> </w:t>
      </w:r>
    </w:p>
    <w:p w14:paraId="46D63E46" w14:textId="77777777" w:rsidR="00A42F12" w:rsidRDefault="00A214C6" w:rsidP="00207513">
      <w:pPr>
        <w:keepNext/>
        <w:spacing w:before="60" w:line="240" w:lineRule="auto"/>
        <w:ind w:left="360" w:right="-43"/>
        <w:rPr>
          <w:rFonts w:cs="Arial"/>
          <w:szCs w:val="18"/>
        </w:rPr>
      </w:pPr>
      <w:r>
        <w:rPr>
          <w:rFonts w:cs="Arial"/>
          <w:i/>
          <w:szCs w:val="18"/>
        </w:rPr>
        <w:t>Receiving</w:t>
      </w:r>
      <w:r w:rsidRPr="00AF28B2">
        <w:rPr>
          <w:rFonts w:cs="Arial"/>
          <w:i/>
          <w:szCs w:val="18"/>
        </w:rPr>
        <w:t xml:space="preserve"> records</w:t>
      </w:r>
      <w:r>
        <w:rPr>
          <w:rFonts w:cs="Arial"/>
          <w:i/>
          <w:szCs w:val="18"/>
        </w:rPr>
        <w:t xml:space="preserve"> must </w:t>
      </w:r>
      <w:r w:rsidR="00E54503">
        <w:rPr>
          <w:rFonts w:cs="Arial"/>
          <w:i/>
          <w:szCs w:val="18"/>
        </w:rPr>
        <w:t xml:space="preserve">document verification and </w:t>
      </w:r>
      <w:r>
        <w:rPr>
          <w:rFonts w:cs="Arial"/>
          <w:i/>
          <w:szCs w:val="18"/>
        </w:rPr>
        <w:t>be available for review at inspection.</w:t>
      </w:r>
    </w:p>
    <w:p w14:paraId="241FDA59" w14:textId="77777777" w:rsidR="00E54503" w:rsidRDefault="00A42F12" w:rsidP="00207513">
      <w:pPr>
        <w:keepNext/>
        <w:spacing w:before="60" w:line="240" w:lineRule="auto"/>
        <w:ind w:left="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Approved organic</w:t>
      </w:r>
      <w:r w:rsidR="00E03291">
        <w:rPr>
          <w:rFonts w:cs="Arial"/>
          <w:szCs w:val="18"/>
        </w:rPr>
        <w:t xml:space="preserve"> and/or OCal</w:t>
      </w:r>
      <w:r>
        <w:rPr>
          <w:rFonts w:cs="Arial"/>
          <w:szCs w:val="18"/>
        </w:rPr>
        <w:t xml:space="preserve"> supplier list </w:t>
      </w:r>
      <w:r w:rsidR="00E54503">
        <w:rPr>
          <w:rFonts w:cs="Arial"/>
          <w:szCs w:val="18"/>
        </w:rPr>
        <w:t>verified against BOL</w:t>
      </w:r>
      <w:r w:rsidR="00A214C6">
        <w:rPr>
          <w:rFonts w:cs="Arial"/>
          <w:szCs w:val="18"/>
        </w:rPr>
        <w:t xml:space="preserve"> </w:t>
      </w:r>
      <w:r w:rsidR="00E54503">
        <w:rPr>
          <w:rFonts w:cs="Arial"/>
          <w:szCs w:val="18"/>
        </w:rPr>
        <w:t xml:space="preserve">or </w:t>
      </w:r>
      <w:r w:rsidR="00F50128">
        <w:rPr>
          <w:rFonts w:cs="Arial"/>
          <w:szCs w:val="18"/>
        </w:rPr>
        <w:t>packaging/container labels</w:t>
      </w:r>
    </w:p>
    <w:p w14:paraId="750856C7" w14:textId="77777777" w:rsidR="00E54503" w:rsidRDefault="00E54503" w:rsidP="00871B38">
      <w:pPr>
        <w:keepNext/>
        <w:spacing w:before="60" w:line="240" w:lineRule="auto"/>
        <w:ind w:left="630" w:right="-36" w:hanging="27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Current </w:t>
      </w:r>
      <w:r w:rsidR="00E03291">
        <w:rPr>
          <w:rFonts w:cs="Arial"/>
          <w:szCs w:val="18"/>
        </w:rPr>
        <w:t xml:space="preserve">organic and/or OCal </w:t>
      </w:r>
      <w:r>
        <w:rPr>
          <w:rFonts w:cs="Arial"/>
          <w:szCs w:val="18"/>
        </w:rPr>
        <w:t xml:space="preserve">certificate required with </w:t>
      </w:r>
      <w:r w:rsidR="00F50128">
        <w:rPr>
          <w:rFonts w:cs="Arial"/>
          <w:szCs w:val="18"/>
        </w:rPr>
        <w:t xml:space="preserve">each </w:t>
      </w:r>
      <w:r>
        <w:rPr>
          <w:rFonts w:cs="Arial"/>
          <w:szCs w:val="18"/>
        </w:rPr>
        <w:t xml:space="preserve">shipment, supplier verified as approved, certificate verified to list product received </w:t>
      </w:r>
    </w:p>
    <w:p w14:paraId="5BF61750" w14:textId="77777777" w:rsidR="00E54503" w:rsidRDefault="00E54503" w:rsidP="00207513">
      <w:pPr>
        <w:keepNext/>
        <w:spacing w:before="60" w:line="240" w:lineRule="auto"/>
        <w:ind w:left="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For shipments from uncertified vendors, </w:t>
      </w:r>
      <w:r w:rsidR="000660D1">
        <w:rPr>
          <w:rFonts w:cs="Arial"/>
          <w:szCs w:val="18"/>
        </w:rPr>
        <w:t xml:space="preserve">record </w:t>
      </w:r>
      <w:r w:rsidR="00F50128">
        <w:rPr>
          <w:rFonts w:cs="Arial"/>
          <w:szCs w:val="18"/>
        </w:rPr>
        <w:t xml:space="preserve">uncertified </w:t>
      </w:r>
      <w:r w:rsidR="006E7909">
        <w:rPr>
          <w:rFonts w:cs="Arial"/>
          <w:szCs w:val="18"/>
        </w:rPr>
        <w:t>handler</w:t>
      </w:r>
      <w:r w:rsidR="00F50128">
        <w:rPr>
          <w:rFonts w:cs="Arial"/>
          <w:szCs w:val="18"/>
        </w:rPr>
        <w:t xml:space="preserve">, </w:t>
      </w:r>
      <w:r>
        <w:rPr>
          <w:rFonts w:cs="Arial"/>
          <w:szCs w:val="18"/>
        </w:rPr>
        <w:t>certified supplier</w:t>
      </w:r>
      <w:r w:rsidR="00F50128">
        <w:rPr>
          <w:rFonts w:cs="Arial"/>
          <w:szCs w:val="18"/>
        </w:rPr>
        <w:t xml:space="preserve">, and certified supplier lot # </w:t>
      </w:r>
      <w:r w:rsidR="000660D1">
        <w:rPr>
          <w:rFonts w:cs="Arial"/>
          <w:szCs w:val="18"/>
        </w:rPr>
        <w:t>on receiving log</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A42F12" w:rsidRPr="00124BBC" w14:paraId="74391C50" w14:textId="77777777" w:rsidTr="005C5016">
        <w:trPr>
          <w:cantSplit/>
          <w:trHeight w:val="360"/>
        </w:trPr>
        <w:tc>
          <w:tcPr>
            <w:tcW w:w="1825" w:type="dxa"/>
            <w:vAlign w:val="center"/>
          </w:tcPr>
          <w:p w14:paraId="0AE93E31" w14:textId="77777777" w:rsidR="00A42F12" w:rsidRPr="00124BBC" w:rsidRDefault="00A42F12" w:rsidP="00207513">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03" w:type="dxa"/>
            <w:tcBorders>
              <w:bottom w:val="single" w:sz="4" w:space="0" w:color="auto"/>
            </w:tcBorders>
            <w:vAlign w:val="center"/>
          </w:tcPr>
          <w:p w14:paraId="3103A762" w14:textId="77777777" w:rsidR="00A42F12" w:rsidRPr="000D4A3B" w:rsidRDefault="00A42F12" w:rsidP="00207513">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bookmarkEnd w:id="2"/>
    <w:p w14:paraId="4E000E5D" w14:textId="77777777" w:rsidR="00F53716" w:rsidRPr="00124BBC" w:rsidRDefault="00F53716" w:rsidP="00A571ED">
      <w:pPr>
        <w:pStyle w:val="Heading2"/>
      </w:pPr>
      <w:r w:rsidRPr="00124BBC">
        <w:t>S</w:t>
      </w:r>
      <w:r w:rsidR="004D32D1">
        <w:t>torage</w:t>
      </w:r>
    </w:p>
    <w:p w14:paraId="7333F5CD" w14:textId="77777777" w:rsidR="004D32D1" w:rsidRDefault="00730E5D" w:rsidP="00E14571">
      <w:pPr>
        <w:keepNext/>
        <w:numPr>
          <w:ilvl w:val="0"/>
          <w:numId w:val="27"/>
        </w:numPr>
        <w:spacing w:before="60" w:line="240" w:lineRule="auto"/>
        <w:ind w:right="-36"/>
      </w:pPr>
      <w:r w:rsidRPr="00124BBC">
        <w:rPr>
          <w:rFonts w:cs="Arial"/>
          <w:szCs w:val="18"/>
        </w:rPr>
        <w:t xml:space="preserve">How do you ensure </w:t>
      </w:r>
      <w:bookmarkStart w:id="4" w:name="_Hlk82438051"/>
      <w:r w:rsidR="00B1428A" w:rsidRPr="00B1428A">
        <w:rPr>
          <w:rFonts w:cs="Arial"/>
          <w:szCs w:val="18"/>
        </w:rPr>
        <w:t xml:space="preserve">organic ingredients, OCal cannabis, and/or or OCal cannabis products </w:t>
      </w:r>
      <w:bookmarkEnd w:id="4"/>
      <w:r w:rsidRPr="00124BBC">
        <w:rPr>
          <w:rFonts w:cs="Arial"/>
          <w:szCs w:val="18"/>
        </w:rPr>
        <w:t>are not commingled with nonorganic</w:t>
      </w:r>
      <w:r w:rsidR="00554C4D">
        <w:rPr>
          <w:rFonts w:cs="Arial"/>
          <w:szCs w:val="18"/>
        </w:rPr>
        <w:t xml:space="preserve"> and</w:t>
      </w:r>
      <w:r w:rsidR="00B1428A">
        <w:rPr>
          <w:rFonts w:cs="Arial"/>
          <w:szCs w:val="18"/>
        </w:rPr>
        <w:t>/or</w:t>
      </w:r>
      <w:r w:rsidR="00554C4D">
        <w:rPr>
          <w:rFonts w:cs="Arial"/>
          <w:szCs w:val="18"/>
        </w:rPr>
        <w:t xml:space="preserve"> non-OCal</w:t>
      </w:r>
      <w:r w:rsidRPr="00124BBC">
        <w:rPr>
          <w:rFonts w:cs="Arial"/>
          <w:szCs w:val="18"/>
        </w:rPr>
        <w:t xml:space="preserve"> products in storage?</w:t>
      </w:r>
    </w:p>
    <w:p w14:paraId="2B69A885" w14:textId="77777777" w:rsidR="00871B38" w:rsidRDefault="00730E5D" w:rsidP="00E14571">
      <w:pPr>
        <w:keepNext/>
        <w:spacing w:before="60" w:line="240" w:lineRule="auto"/>
        <w:ind w:right="-36"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sidR="004D32D1">
        <w:rPr>
          <w:rFonts w:cs="Arial"/>
          <w:szCs w:val="18"/>
        </w:rPr>
        <w:t>t applicable, all organic</w:t>
      </w:r>
      <w:r w:rsidR="00554C4D">
        <w:rPr>
          <w:rFonts w:cs="Arial"/>
          <w:szCs w:val="18"/>
        </w:rPr>
        <w:t>/OCal</w:t>
      </w:r>
      <w:r w:rsidR="004D32D1">
        <w:rPr>
          <w:rFonts w:cs="Arial"/>
          <w:szCs w:val="18"/>
        </w:rPr>
        <w:t xml:space="preserve">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4D32D1">
        <w:rPr>
          <w:rFonts w:cs="Arial"/>
          <w:szCs w:val="18"/>
        </w:rPr>
        <w:t xml:space="preserve">All products sealed and labeled    </w:t>
      </w:r>
    </w:p>
    <w:p w14:paraId="0F72B14A" w14:textId="77777777" w:rsidR="00730E5D" w:rsidRPr="004D32D1" w:rsidRDefault="00730E5D" w:rsidP="00E14571">
      <w:pPr>
        <w:keepNext/>
        <w:spacing w:before="60" w:line="240" w:lineRule="auto"/>
        <w:ind w:right="-36" w:firstLine="360"/>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Storage areas dedicated to, and identified as, organic</w:t>
      </w:r>
      <w:r w:rsidR="00554C4D">
        <w:rPr>
          <w:rFonts w:cs="Arial"/>
          <w:szCs w:val="18"/>
        </w:rPr>
        <w:t>/OCal</w:t>
      </w:r>
    </w:p>
    <w:tbl>
      <w:tblPr>
        <w:tblW w:w="10735" w:type="dxa"/>
        <w:tblInd w:w="360" w:type="dxa"/>
        <w:tblLayout w:type="fixed"/>
        <w:tblCellMar>
          <w:left w:w="115" w:type="dxa"/>
          <w:right w:w="115" w:type="dxa"/>
        </w:tblCellMar>
        <w:tblLook w:val="01E0" w:firstRow="1" w:lastRow="1" w:firstColumn="1" w:lastColumn="1" w:noHBand="0" w:noVBand="0"/>
      </w:tblPr>
      <w:tblGrid>
        <w:gridCol w:w="1825"/>
        <w:gridCol w:w="8910"/>
      </w:tblGrid>
      <w:tr w:rsidR="00E14571" w:rsidRPr="00124BBC" w14:paraId="783178D7" w14:textId="77777777" w:rsidTr="005C5016">
        <w:trPr>
          <w:cantSplit/>
          <w:trHeight w:val="360"/>
        </w:trPr>
        <w:tc>
          <w:tcPr>
            <w:tcW w:w="1825" w:type="dxa"/>
            <w:vAlign w:val="center"/>
          </w:tcPr>
          <w:p w14:paraId="3E08157C" w14:textId="77777777" w:rsidR="00E14571" w:rsidRPr="00124BBC" w:rsidRDefault="00E14571" w:rsidP="00A571ED">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10" w:type="dxa"/>
            <w:tcBorders>
              <w:bottom w:val="single" w:sz="4" w:space="0" w:color="auto"/>
            </w:tcBorders>
            <w:vAlign w:val="center"/>
          </w:tcPr>
          <w:p w14:paraId="572D1953" w14:textId="77777777" w:rsidR="00E14571" w:rsidRPr="000D4A3B" w:rsidRDefault="00E14571" w:rsidP="00A571ED">
            <w:pPr>
              <w:spacing w:before="60" w:line="240" w:lineRule="auto"/>
              <w:ind w:left="-115" w:right="-43"/>
              <w:rPr>
                <w:rFonts w:cs="Arial"/>
                <w:b/>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1CF5BB55" w14:textId="77777777" w:rsidR="00457CFF" w:rsidRPr="00124BBC" w:rsidRDefault="00457CFF" w:rsidP="00A571ED">
      <w:pPr>
        <w:pStyle w:val="Heading2"/>
      </w:pPr>
      <w:r w:rsidRPr="00124BBC">
        <w:t>P</w:t>
      </w:r>
      <w:r w:rsidR="004D32D1">
        <w:t xml:space="preserve">ackaging </w:t>
      </w:r>
      <w:r w:rsidR="00B10CF4" w:rsidRPr="00124BBC">
        <w:t>&amp;</w:t>
      </w:r>
      <w:r w:rsidRPr="00124BBC">
        <w:t xml:space="preserve"> S</w:t>
      </w:r>
      <w:r w:rsidR="004D32D1">
        <w:t>hipping</w:t>
      </w:r>
      <w:r w:rsidRPr="00124BBC">
        <w:t xml:space="preserve"> </w:t>
      </w:r>
      <w:r w:rsidRPr="00124BBC">
        <w:tab/>
      </w:r>
    </w:p>
    <w:p w14:paraId="1A205CA9" w14:textId="77777777" w:rsidR="004D32D1" w:rsidRDefault="00730E5D" w:rsidP="007E5983">
      <w:pPr>
        <w:numPr>
          <w:ilvl w:val="0"/>
          <w:numId w:val="38"/>
        </w:numPr>
        <w:spacing w:before="60" w:line="240" w:lineRule="auto"/>
        <w:ind w:right="-36"/>
      </w:pPr>
      <w:r w:rsidRPr="00124BBC">
        <w:rPr>
          <w:rFonts w:cs="Arial"/>
          <w:szCs w:val="18"/>
        </w:rPr>
        <w:t>Are all packaging materials free of prohibited materials (</w:t>
      </w:r>
      <w:r w:rsidR="00AB298E">
        <w:rPr>
          <w:rFonts w:cs="Arial"/>
          <w:szCs w:val="18"/>
        </w:rPr>
        <w:t>ex:</w:t>
      </w:r>
      <w:r w:rsidRPr="00124BBC">
        <w:rPr>
          <w:rFonts w:cs="Arial"/>
          <w:szCs w:val="18"/>
        </w:rPr>
        <w:t xml:space="preserve"> fungicides, preservatives, fumigants)?</w:t>
      </w:r>
      <w:r w:rsidR="00AC1E3F">
        <w:rPr>
          <w:rFonts w:cs="Arial"/>
          <w:szCs w:val="18"/>
        </w:rPr>
        <w:t xml:space="preserve"> Contact </w:t>
      </w:r>
      <w:proofErr w:type="gramStart"/>
      <w:r w:rsidR="00AC1E3F">
        <w:rPr>
          <w:rFonts w:cs="Arial"/>
          <w:szCs w:val="18"/>
        </w:rPr>
        <w:t>pack</w:t>
      </w:r>
      <w:r w:rsidR="0057042B">
        <w:rPr>
          <w:rFonts w:cs="Arial"/>
          <w:szCs w:val="18"/>
        </w:rPr>
        <w:t>ag</w:t>
      </w:r>
      <w:r w:rsidR="00AC1E3F">
        <w:rPr>
          <w:rFonts w:cs="Arial"/>
          <w:szCs w:val="18"/>
        </w:rPr>
        <w:t>ing</w:t>
      </w:r>
      <w:proofErr w:type="gramEnd"/>
      <w:r w:rsidR="00AC1E3F">
        <w:rPr>
          <w:rFonts w:cs="Arial"/>
          <w:szCs w:val="18"/>
        </w:rPr>
        <w:t xml:space="preserve"> manufacturer if you are unsure.</w:t>
      </w:r>
    </w:p>
    <w:p w14:paraId="668F7C62" w14:textId="77777777" w:rsidR="00730E5D" w:rsidRPr="004D32D1" w:rsidRDefault="00730E5D" w:rsidP="007E5983">
      <w:pPr>
        <w:spacing w:before="60" w:line="240" w:lineRule="auto"/>
        <w:ind w:right="-36" w:firstLine="360"/>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sidR="00C140C9">
        <w:rPr>
          <w:rFonts w:cs="Arial"/>
          <w:szCs w:val="18"/>
        </w:rPr>
        <w:t xml:space="preserve">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Not applicable, no packaging</w:t>
      </w:r>
    </w:p>
    <w:p w14:paraId="29A3B643" w14:textId="77777777" w:rsidR="004D32D1" w:rsidRDefault="00730E5D" w:rsidP="007E5983">
      <w:pPr>
        <w:numPr>
          <w:ilvl w:val="0"/>
          <w:numId w:val="38"/>
        </w:numPr>
        <w:spacing w:before="60" w:line="240" w:lineRule="auto"/>
      </w:pPr>
      <w:r w:rsidRPr="00124BBC">
        <w:rPr>
          <w:rFonts w:cs="Arial"/>
          <w:szCs w:val="18"/>
        </w:rPr>
        <w:t xml:space="preserve">How do you prevent commingling of outgoing </w:t>
      </w:r>
      <w:r w:rsidR="00554C4D">
        <w:rPr>
          <w:rFonts w:cs="Arial"/>
          <w:szCs w:val="18"/>
        </w:rPr>
        <w:t>OCal</w:t>
      </w:r>
      <w:r w:rsidR="00554C4D" w:rsidRPr="00124BBC">
        <w:rPr>
          <w:rFonts w:cs="Arial"/>
          <w:szCs w:val="18"/>
        </w:rPr>
        <w:t xml:space="preserve"> </w:t>
      </w:r>
      <w:r w:rsidRPr="00124BBC">
        <w:rPr>
          <w:rFonts w:cs="Arial"/>
          <w:szCs w:val="18"/>
        </w:rPr>
        <w:t xml:space="preserve">and </w:t>
      </w:r>
      <w:r w:rsidR="00554C4D">
        <w:rPr>
          <w:rFonts w:cs="Arial"/>
          <w:szCs w:val="18"/>
        </w:rPr>
        <w:t>non-OCal</w:t>
      </w:r>
      <w:r w:rsidR="00554C4D" w:rsidRPr="00124BBC">
        <w:rPr>
          <w:rFonts w:cs="Arial"/>
          <w:szCs w:val="18"/>
        </w:rPr>
        <w:t xml:space="preserve"> </w:t>
      </w:r>
      <w:r w:rsidR="0000401A">
        <w:rPr>
          <w:rFonts w:cs="Arial"/>
          <w:szCs w:val="18"/>
        </w:rPr>
        <w:t xml:space="preserve">cannabis </w:t>
      </w:r>
      <w:r w:rsidRPr="00124BBC">
        <w:rPr>
          <w:rFonts w:cs="Arial"/>
          <w:szCs w:val="18"/>
        </w:rPr>
        <w:t>products?</w:t>
      </w:r>
    </w:p>
    <w:p w14:paraId="0893E915" w14:textId="77777777" w:rsidR="00730E5D" w:rsidRPr="004D32D1" w:rsidRDefault="00730E5D" w:rsidP="007E5983">
      <w:pPr>
        <w:spacing w:before="60" w:line="240" w:lineRule="auto"/>
        <w:ind w:firstLine="360"/>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554C4D">
        <w:rPr>
          <w:rFonts w:cs="Arial"/>
          <w:szCs w:val="18"/>
        </w:rPr>
        <w:t xml:space="preserve">OCal </w:t>
      </w:r>
      <w:r w:rsidR="004D32D1">
        <w:rPr>
          <w:rFonts w:cs="Arial"/>
          <w:szCs w:val="18"/>
        </w:rPr>
        <w:t xml:space="preserve">never shipped with </w:t>
      </w:r>
      <w:r w:rsidR="00554C4D">
        <w:rPr>
          <w:rFonts w:cs="Arial"/>
          <w:szCs w:val="18"/>
        </w:rPr>
        <w:t xml:space="preserve">non-OCal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Clearly labeled packages/pallets</w:t>
      </w:r>
      <w:r w:rsidR="004D32D1">
        <w:rPr>
          <w:rFonts w:cs="Arial"/>
          <w:szCs w:val="18"/>
        </w:rPr>
        <w:t xml:space="preserve">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554C4D">
        <w:rPr>
          <w:rFonts w:cs="Arial"/>
          <w:szCs w:val="18"/>
        </w:rPr>
        <w:t>OCal</w:t>
      </w:r>
      <w:r w:rsidR="00554C4D" w:rsidRPr="004D32D1">
        <w:rPr>
          <w:rFonts w:cs="Arial"/>
          <w:szCs w:val="18"/>
        </w:rPr>
        <w:t xml:space="preserve"> </w:t>
      </w:r>
      <w:r w:rsidRPr="004D32D1">
        <w:rPr>
          <w:rFonts w:cs="Arial"/>
          <w:szCs w:val="18"/>
        </w:rPr>
        <w:t xml:space="preserve">product sealed or shrink wrapped    </w:t>
      </w:r>
    </w:p>
    <w:tbl>
      <w:tblPr>
        <w:tblW w:w="10728" w:type="dxa"/>
        <w:tblInd w:w="360" w:type="dxa"/>
        <w:tblLayout w:type="fixed"/>
        <w:tblCellMar>
          <w:left w:w="115" w:type="dxa"/>
          <w:right w:w="115" w:type="dxa"/>
        </w:tblCellMar>
        <w:tblLook w:val="04A0" w:firstRow="1" w:lastRow="0" w:firstColumn="1" w:lastColumn="0" w:noHBand="0" w:noVBand="1"/>
      </w:tblPr>
      <w:tblGrid>
        <w:gridCol w:w="4345"/>
        <w:gridCol w:w="6383"/>
      </w:tblGrid>
      <w:tr w:rsidR="00730E5D" w:rsidRPr="00124BBC" w14:paraId="45D24292" w14:textId="77777777" w:rsidTr="005C5016">
        <w:trPr>
          <w:cantSplit/>
          <w:trHeight w:val="360"/>
        </w:trPr>
        <w:tc>
          <w:tcPr>
            <w:tcW w:w="4345" w:type="dxa"/>
            <w:vAlign w:val="center"/>
          </w:tcPr>
          <w:p w14:paraId="2D617BB5" w14:textId="765D2636" w:rsidR="00FF4777" w:rsidRPr="00FF4777" w:rsidRDefault="004D32D1" w:rsidP="00887D44">
            <w:pPr>
              <w:spacing w:before="60" w:line="240" w:lineRule="auto"/>
              <w:ind w:left="-115"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Separate areas in vehicle </w:t>
            </w:r>
            <w:r>
              <w:rPr>
                <w:rFonts w:cs="Arial"/>
                <w:szCs w:val="18"/>
              </w:rPr>
              <w:t xml:space="preserve">   </w:t>
            </w:r>
            <w:r w:rsidR="00730E5D" w:rsidRPr="00124BBC">
              <w:rPr>
                <w:rFonts w:cs="Arial"/>
                <w:szCs w:val="18"/>
              </w:rPr>
              <w:fldChar w:fldCharType="begin">
                <w:ffData>
                  <w:name w:val="Check10"/>
                  <w:enabled/>
                  <w:calcOnExit w:val="0"/>
                  <w:checkBox>
                    <w:sizeAuto/>
                    <w:default w:val="0"/>
                  </w:checkBox>
                </w:ffData>
              </w:fldChar>
            </w:r>
            <w:r w:rsidR="00730E5D" w:rsidRPr="00124BBC">
              <w:rPr>
                <w:rFonts w:cs="Arial"/>
                <w:szCs w:val="18"/>
              </w:rPr>
              <w:instrText xml:space="preserve"> FORMCHECKBOX </w:instrText>
            </w:r>
            <w:r w:rsidR="00730E5D" w:rsidRPr="00124BBC">
              <w:rPr>
                <w:rFonts w:cs="Arial"/>
                <w:szCs w:val="18"/>
              </w:rPr>
            </w:r>
            <w:r w:rsidR="00730E5D" w:rsidRPr="00124BBC">
              <w:rPr>
                <w:rFonts w:cs="Arial"/>
                <w:szCs w:val="18"/>
              </w:rPr>
              <w:fldChar w:fldCharType="separate"/>
            </w:r>
            <w:r w:rsidR="00730E5D" w:rsidRPr="00124BBC">
              <w:rPr>
                <w:rFonts w:cs="Arial"/>
                <w:szCs w:val="18"/>
              </w:rPr>
              <w:fldChar w:fldCharType="end"/>
            </w:r>
            <w:r w:rsidR="00730E5D" w:rsidRPr="00124BBC">
              <w:rPr>
                <w:rFonts w:cs="Arial"/>
                <w:szCs w:val="18"/>
              </w:rPr>
              <w:t xml:space="preserve"> Other (describe):</w:t>
            </w:r>
          </w:p>
        </w:tc>
        <w:tc>
          <w:tcPr>
            <w:tcW w:w="6383" w:type="dxa"/>
            <w:tcBorders>
              <w:bottom w:val="single" w:sz="4" w:space="0" w:color="auto"/>
            </w:tcBorders>
            <w:vAlign w:val="center"/>
          </w:tcPr>
          <w:p w14:paraId="0FD3A79F" w14:textId="77777777" w:rsidR="00730E5D" w:rsidRPr="000D4A3B" w:rsidRDefault="00730E5D" w:rsidP="007E5983">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E50C3A4" w14:textId="77777777" w:rsidR="00DA60CB" w:rsidRDefault="00B23BC7" w:rsidP="007E5983">
      <w:pPr>
        <w:keepNext/>
        <w:numPr>
          <w:ilvl w:val="0"/>
          <w:numId w:val="38"/>
        </w:numPr>
        <w:spacing w:before="60" w:line="240" w:lineRule="auto"/>
        <w:ind w:right="-43"/>
        <w:rPr>
          <w:rFonts w:cs="Arial"/>
          <w:szCs w:val="18"/>
        </w:rPr>
      </w:pPr>
      <w:r>
        <w:rPr>
          <w:rFonts w:cs="Arial"/>
          <w:szCs w:val="18"/>
        </w:rPr>
        <w:lastRenderedPageBreak/>
        <w:t>Are any products shipped in</w:t>
      </w:r>
      <w:r w:rsidRPr="00124BBC">
        <w:rPr>
          <w:rFonts w:cs="Arial"/>
          <w:szCs w:val="18"/>
        </w:rPr>
        <w:t xml:space="preserve"> </w:t>
      </w:r>
      <w:r w:rsidRPr="00124BBC">
        <w:rPr>
          <w:rFonts w:cs="Arial"/>
          <w:b/>
          <w:szCs w:val="18"/>
        </w:rPr>
        <w:t>unsealed</w:t>
      </w:r>
      <w:r w:rsidRPr="00124BBC">
        <w:rPr>
          <w:rFonts w:cs="Arial"/>
          <w:szCs w:val="18"/>
        </w:rPr>
        <w:t xml:space="preserve"> or </w:t>
      </w:r>
      <w:r w:rsidRPr="00124BBC">
        <w:rPr>
          <w:rFonts w:cs="Arial"/>
          <w:b/>
          <w:szCs w:val="18"/>
        </w:rPr>
        <w:t>permeable</w:t>
      </w:r>
      <w:r w:rsidRPr="00124BBC">
        <w:rPr>
          <w:rFonts w:cs="Arial"/>
          <w:szCs w:val="18"/>
        </w:rPr>
        <w:t xml:space="preserve"> </w:t>
      </w:r>
      <w:r w:rsidRPr="00124BBC">
        <w:rPr>
          <w:rFonts w:cs="Arial"/>
          <w:b/>
          <w:szCs w:val="18"/>
        </w:rPr>
        <w:t>packaging</w:t>
      </w:r>
      <w:r w:rsidRPr="00124BBC">
        <w:rPr>
          <w:rFonts w:cs="Arial"/>
          <w:szCs w:val="18"/>
        </w:rPr>
        <w:t xml:space="preserve"> (</w:t>
      </w:r>
      <w:r w:rsidR="00AB298E">
        <w:rPr>
          <w:rFonts w:cs="Arial"/>
          <w:szCs w:val="18"/>
        </w:rPr>
        <w:t>ex:</w:t>
      </w:r>
      <w:r w:rsidRPr="00124BBC">
        <w:rPr>
          <w:rFonts w:cs="Arial"/>
          <w:szCs w:val="18"/>
        </w:rPr>
        <w:t xml:space="preserve"> open boxes, trucks)</w:t>
      </w:r>
      <w:r>
        <w:rPr>
          <w:rFonts w:cs="Arial"/>
          <w:szCs w:val="18"/>
        </w:rPr>
        <w:t xml:space="preserve"> or </w:t>
      </w:r>
      <w:r w:rsidRPr="00124BBC">
        <w:rPr>
          <w:rFonts w:cs="Arial"/>
          <w:szCs w:val="18"/>
        </w:rPr>
        <w:t xml:space="preserve">in </w:t>
      </w:r>
      <w:r w:rsidRPr="00124BBC">
        <w:rPr>
          <w:rFonts w:cs="Arial"/>
          <w:b/>
          <w:szCs w:val="18"/>
        </w:rPr>
        <w:t>reusable</w:t>
      </w:r>
      <w:r w:rsidRPr="00124BBC">
        <w:rPr>
          <w:rFonts w:cs="Arial"/>
          <w:szCs w:val="18"/>
        </w:rPr>
        <w:t xml:space="preserve"> </w:t>
      </w:r>
      <w:r w:rsidRPr="00124BBC">
        <w:rPr>
          <w:rFonts w:cs="Arial"/>
          <w:b/>
          <w:szCs w:val="18"/>
        </w:rPr>
        <w:t>containers/vehicles</w:t>
      </w:r>
      <w:r w:rsidRPr="00124BBC">
        <w:rPr>
          <w:rFonts w:cs="Arial"/>
          <w:szCs w:val="18"/>
        </w:rPr>
        <w:t xml:space="preserve"> (</w:t>
      </w:r>
      <w:r w:rsidR="00AB298E">
        <w:rPr>
          <w:rFonts w:cs="Arial"/>
          <w:szCs w:val="18"/>
        </w:rPr>
        <w:t>ex:</w:t>
      </w:r>
      <w:r w:rsidRPr="00124BBC">
        <w:rPr>
          <w:rFonts w:cs="Arial"/>
          <w:szCs w:val="18"/>
        </w:rPr>
        <w:t xml:space="preserve"> RPCs, tankers, railcars)? </w:t>
      </w:r>
    </w:p>
    <w:p w14:paraId="6B6E33EE" w14:textId="77777777" w:rsidR="004D32D1" w:rsidRDefault="00B23BC7" w:rsidP="007E5983">
      <w:pPr>
        <w:keepNext/>
        <w:spacing w:before="60" w:line="240" w:lineRule="auto"/>
        <w:ind w:left="360" w:right="-43"/>
        <w:rPr>
          <w:rFonts w:cs="Arial"/>
          <w:szCs w:val="18"/>
        </w:rPr>
      </w:pPr>
      <w:r>
        <w:rPr>
          <w:rFonts w:cs="Arial"/>
          <w:i/>
          <w:szCs w:val="18"/>
        </w:rPr>
        <w:t>Tr</w:t>
      </w:r>
      <w:r w:rsidRPr="00D916D5">
        <w:rPr>
          <w:rFonts w:cs="Arial"/>
          <w:i/>
          <w:szCs w:val="18"/>
        </w:rPr>
        <w:t>ansporter</w:t>
      </w:r>
      <w:r>
        <w:rPr>
          <w:rFonts w:cs="Arial"/>
          <w:i/>
          <w:szCs w:val="18"/>
        </w:rPr>
        <w:t>s that combine or split</w:t>
      </w:r>
      <w:r w:rsidRPr="00D916D5">
        <w:rPr>
          <w:rFonts w:cs="Arial"/>
          <w:i/>
          <w:szCs w:val="18"/>
        </w:rPr>
        <w:t xml:space="preserve"> </w:t>
      </w:r>
      <w:r>
        <w:rPr>
          <w:rFonts w:cs="Arial"/>
          <w:i/>
          <w:szCs w:val="18"/>
        </w:rPr>
        <w:t xml:space="preserve">unpackaged </w:t>
      </w:r>
      <w:r w:rsidRPr="00D916D5">
        <w:rPr>
          <w:rFonts w:cs="Arial"/>
          <w:i/>
          <w:szCs w:val="18"/>
        </w:rPr>
        <w:t>loads must be certified organic</w:t>
      </w:r>
      <w:r>
        <w:rPr>
          <w:rFonts w:cs="Arial"/>
          <w:i/>
          <w:szCs w:val="18"/>
        </w:rPr>
        <w:t>, except milk haulers</w:t>
      </w:r>
      <w:r w:rsidRPr="00D916D5">
        <w:rPr>
          <w:rFonts w:cs="Arial"/>
          <w:i/>
          <w:szCs w:val="18"/>
        </w:rPr>
        <w:t>.</w:t>
      </w:r>
      <w:r w:rsidR="007C384F">
        <w:rPr>
          <w:rFonts w:cs="Arial"/>
          <w:szCs w:val="18"/>
        </w:rPr>
        <w:t xml:space="preserve">    </w:t>
      </w:r>
    </w:p>
    <w:p w14:paraId="7DCB2AFE" w14:textId="77777777" w:rsidR="00B23BC7" w:rsidRPr="00124BBC" w:rsidRDefault="00B23BC7" w:rsidP="007E5983">
      <w:pPr>
        <w:keepNext/>
        <w:spacing w:before="60" w:line="240" w:lineRule="auto"/>
        <w:ind w:right="-43"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Yes</w:t>
      </w:r>
      <w:r w:rsidR="007C384F">
        <w:rPr>
          <w:rFonts w:cs="Arial"/>
          <w:szCs w:val="18"/>
        </w:rPr>
        <w:t xml:space="preserv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No</w:t>
      </w:r>
    </w:p>
    <w:p w14:paraId="763D4416" w14:textId="77777777" w:rsidR="00DA60CB" w:rsidRDefault="00B23BC7" w:rsidP="007E5983">
      <w:pPr>
        <w:keepNext/>
        <w:numPr>
          <w:ilvl w:val="1"/>
          <w:numId w:val="37"/>
        </w:numPr>
        <w:spacing w:before="60" w:line="240" w:lineRule="auto"/>
        <w:ind w:right="-43"/>
        <w:rPr>
          <w:rFonts w:cs="Arial"/>
          <w:szCs w:val="18"/>
        </w:rPr>
      </w:pPr>
      <w:r w:rsidRPr="00124BBC">
        <w:rPr>
          <w:rFonts w:cs="Arial"/>
          <w:szCs w:val="18"/>
        </w:rPr>
        <w:t xml:space="preserve">If yes, how do you ensure contamination </w:t>
      </w:r>
      <w:r>
        <w:rPr>
          <w:rFonts w:cs="Arial"/>
          <w:szCs w:val="18"/>
        </w:rPr>
        <w:t>and commingling will be</w:t>
      </w:r>
      <w:r w:rsidRPr="00124BBC">
        <w:rPr>
          <w:rFonts w:cs="Arial"/>
          <w:szCs w:val="18"/>
        </w:rPr>
        <w:t xml:space="preserve"> prevented during transport (</w:t>
      </w:r>
      <w:r w:rsidR="00AB298E">
        <w:rPr>
          <w:rFonts w:cs="Arial"/>
          <w:szCs w:val="18"/>
        </w:rPr>
        <w:t>ex:</w:t>
      </w:r>
      <w:r w:rsidRPr="00124BBC">
        <w:rPr>
          <w:rFonts w:cs="Arial"/>
          <w:szCs w:val="18"/>
        </w:rPr>
        <w:t xml:space="preserve"> protection from </w:t>
      </w:r>
      <w:r>
        <w:rPr>
          <w:rFonts w:cs="Arial"/>
          <w:szCs w:val="18"/>
        </w:rPr>
        <w:t xml:space="preserve">sanitizer residue, </w:t>
      </w:r>
      <w:r w:rsidRPr="00124BBC">
        <w:rPr>
          <w:rFonts w:cs="Arial"/>
          <w:szCs w:val="18"/>
        </w:rPr>
        <w:t>gases, liquids)?</w:t>
      </w:r>
      <w:r>
        <w:rPr>
          <w:rFonts w:cs="Arial"/>
          <w:szCs w:val="18"/>
        </w:rPr>
        <w:t xml:space="preserve"> Check all that apply. </w:t>
      </w:r>
    </w:p>
    <w:p w14:paraId="2769FCE6" w14:textId="77777777" w:rsidR="00B23BC7" w:rsidRPr="00124BBC" w:rsidRDefault="00B23BC7" w:rsidP="007E5983">
      <w:pPr>
        <w:keepNext/>
        <w:spacing w:before="60" w:line="240" w:lineRule="auto"/>
        <w:ind w:left="720" w:right="-43"/>
        <w:rPr>
          <w:rFonts w:cs="Arial"/>
          <w:szCs w:val="18"/>
        </w:rPr>
      </w:pPr>
      <w:r w:rsidRPr="00AF28B2">
        <w:rPr>
          <w:rFonts w:cs="Arial"/>
          <w:i/>
          <w:szCs w:val="18"/>
        </w:rPr>
        <w:t>Transporter records must be available for review at inspection</w:t>
      </w:r>
      <w:r>
        <w:rPr>
          <w:rFonts w:cs="Arial"/>
          <w:i/>
          <w:szCs w:val="18"/>
        </w:rPr>
        <w:t xml:space="preserve">, </w:t>
      </w:r>
      <w:r w:rsidR="00AB298E">
        <w:rPr>
          <w:rFonts w:cs="Arial"/>
          <w:i/>
          <w:szCs w:val="18"/>
        </w:rPr>
        <w:t>ex:</w:t>
      </w:r>
      <w:r>
        <w:rPr>
          <w:rFonts w:cs="Arial"/>
          <w:i/>
          <w:szCs w:val="18"/>
        </w:rPr>
        <w:t xml:space="preserve"> bill of </w:t>
      </w:r>
      <w:proofErr w:type="gramStart"/>
      <w:r>
        <w:rPr>
          <w:rFonts w:cs="Arial"/>
          <w:i/>
          <w:szCs w:val="18"/>
        </w:rPr>
        <w:t>lading</w:t>
      </w:r>
      <w:proofErr w:type="gramEnd"/>
      <w:r>
        <w:rPr>
          <w:rFonts w:cs="Arial"/>
          <w:i/>
          <w:szCs w:val="18"/>
        </w:rPr>
        <w:t>, manifest, transaction certificate, shipping and delivery records, invoices, chain of custody, truck and trailer numbers, lot number</w:t>
      </w:r>
      <w:r w:rsidRPr="00AF28B2">
        <w:rPr>
          <w:rFonts w:cs="Arial"/>
          <w:i/>
          <w:szCs w:val="18"/>
        </w:rPr>
        <w:t>.</w:t>
      </w:r>
    </w:p>
    <w:p w14:paraId="2817D59A" w14:textId="77777777" w:rsidR="007C384F" w:rsidRDefault="00B23BC7" w:rsidP="007E5983">
      <w:pPr>
        <w:keepNext/>
        <w:spacing w:before="60" w:line="240" w:lineRule="auto"/>
        <w:ind w:right="-43" w:firstLine="72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Clean truck affidavit</w:t>
      </w:r>
      <w:r w:rsidR="007C384F">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Cleaning and sanitizing material records</w:t>
      </w:r>
      <w:r w:rsidR="007C384F">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7C384F">
        <w:rPr>
          <w:rFonts w:cs="Arial"/>
          <w:szCs w:val="18"/>
        </w:rPr>
        <w:t xml:space="preserve"> </w:t>
      </w:r>
      <w:r w:rsidRPr="00124BBC">
        <w:rPr>
          <w:rFonts w:cs="Arial"/>
          <w:szCs w:val="18"/>
        </w:rPr>
        <w:t xml:space="preserve">Certified </w:t>
      </w:r>
      <w:r w:rsidR="007C384F">
        <w:rPr>
          <w:rFonts w:cs="Arial"/>
          <w:szCs w:val="18"/>
        </w:rPr>
        <w:t>supplier provides documentation</w:t>
      </w:r>
    </w:p>
    <w:p w14:paraId="356A4AD0" w14:textId="77777777" w:rsidR="00B23BC7" w:rsidRPr="00124BBC" w:rsidRDefault="00B23BC7" w:rsidP="007E5983">
      <w:pPr>
        <w:keepNext/>
        <w:spacing w:before="60" w:line="240" w:lineRule="auto"/>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7C384F">
        <w:rPr>
          <w:rFonts w:cs="Arial"/>
          <w:szCs w:val="18"/>
        </w:rPr>
        <w:t xml:space="preserve"> Truck cleaning procedures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7C384F">
        <w:rPr>
          <w:rFonts w:cs="Arial"/>
          <w:szCs w:val="18"/>
        </w:rPr>
        <w:t xml:space="preserve"> </w:t>
      </w:r>
      <w:r>
        <w:rPr>
          <w:rFonts w:cs="Arial"/>
          <w:szCs w:val="18"/>
        </w:rPr>
        <w:t>Wash tags</w:t>
      </w:r>
      <w:r w:rsidR="007C384F">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Tanker Seals</w:t>
      </w:r>
    </w:p>
    <w:tbl>
      <w:tblPr>
        <w:tblW w:w="10368" w:type="dxa"/>
        <w:tblInd w:w="720" w:type="dxa"/>
        <w:tblLayout w:type="fixed"/>
        <w:tblCellMar>
          <w:left w:w="115" w:type="dxa"/>
          <w:right w:w="115" w:type="dxa"/>
        </w:tblCellMar>
        <w:tblLook w:val="01E0" w:firstRow="1" w:lastRow="1" w:firstColumn="1" w:lastColumn="1" w:noHBand="0" w:noVBand="0"/>
      </w:tblPr>
      <w:tblGrid>
        <w:gridCol w:w="1825"/>
        <w:gridCol w:w="8543"/>
      </w:tblGrid>
      <w:tr w:rsidR="00A571ED" w:rsidRPr="00124BBC" w14:paraId="1BAC32C8" w14:textId="77777777" w:rsidTr="005C5016">
        <w:trPr>
          <w:cantSplit/>
          <w:trHeight w:val="360"/>
        </w:trPr>
        <w:tc>
          <w:tcPr>
            <w:tcW w:w="1825" w:type="dxa"/>
            <w:vAlign w:val="center"/>
          </w:tcPr>
          <w:p w14:paraId="49C4ED8C" w14:textId="77777777" w:rsidR="00A571ED" w:rsidRPr="00124BBC" w:rsidRDefault="00A571ED" w:rsidP="007E5983">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543" w:type="dxa"/>
            <w:tcBorders>
              <w:bottom w:val="single" w:sz="4" w:space="0" w:color="auto"/>
            </w:tcBorders>
            <w:vAlign w:val="center"/>
          </w:tcPr>
          <w:p w14:paraId="22D9E17D" w14:textId="77777777" w:rsidR="00A571ED" w:rsidRPr="000D4A3B" w:rsidRDefault="00A571ED" w:rsidP="007E5983">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3824E93D" w14:textId="77777777" w:rsidR="00C140C9" w:rsidRDefault="004D32D1" w:rsidP="00A571ED">
      <w:pPr>
        <w:pStyle w:val="Heading2"/>
      </w:pPr>
      <w:r>
        <w:t xml:space="preserve">Water and Water Additives </w:t>
      </w:r>
    </w:p>
    <w:p w14:paraId="7B14A70B" w14:textId="77777777" w:rsidR="002954A6" w:rsidRPr="00C140C9" w:rsidRDefault="002954A6" w:rsidP="004D6137">
      <w:pPr>
        <w:pStyle w:val="Heading2"/>
        <w:numPr>
          <w:ilvl w:val="0"/>
          <w:numId w:val="0"/>
        </w:numPr>
        <w:spacing w:before="60"/>
        <w:rPr>
          <w:b w:val="0"/>
          <w:sz w:val="18"/>
          <w:szCs w:val="18"/>
        </w:rPr>
      </w:pPr>
      <w:r w:rsidRPr="00C140C9">
        <w:rPr>
          <w:b w:val="0"/>
          <w:i/>
          <w:sz w:val="18"/>
          <w:szCs w:val="18"/>
        </w:rPr>
        <w:t xml:space="preserve">Water used in </w:t>
      </w:r>
      <w:r w:rsidR="004D462C">
        <w:rPr>
          <w:b w:val="0"/>
          <w:i/>
          <w:sz w:val="18"/>
          <w:szCs w:val="18"/>
        </w:rPr>
        <w:t>OCal</w:t>
      </w:r>
      <w:r w:rsidR="004D462C" w:rsidRPr="00C140C9">
        <w:rPr>
          <w:b w:val="0"/>
          <w:i/>
          <w:sz w:val="18"/>
          <w:szCs w:val="18"/>
        </w:rPr>
        <w:t xml:space="preserve"> </w:t>
      </w:r>
      <w:r w:rsidRPr="00C140C9">
        <w:rPr>
          <w:b w:val="0"/>
          <w:i/>
          <w:sz w:val="18"/>
          <w:szCs w:val="18"/>
        </w:rPr>
        <w:t xml:space="preserve">production must be potable and meet </w:t>
      </w:r>
      <w:proofErr w:type="gramStart"/>
      <w:r w:rsidRPr="00C140C9">
        <w:rPr>
          <w:b w:val="0"/>
          <w:i/>
          <w:sz w:val="18"/>
          <w:szCs w:val="18"/>
        </w:rPr>
        <w:t>Safe</w:t>
      </w:r>
      <w:proofErr w:type="gramEnd"/>
      <w:r w:rsidRPr="00C140C9">
        <w:rPr>
          <w:b w:val="0"/>
          <w:i/>
          <w:sz w:val="18"/>
          <w:szCs w:val="18"/>
        </w:rPr>
        <w:t xml:space="preserve"> Drinking Water Act (SDWA) standards.</w:t>
      </w:r>
    </w:p>
    <w:p w14:paraId="625941B0" w14:textId="77777777" w:rsidR="002954A6" w:rsidRPr="00267125" w:rsidRDefault="002954A6" w:rsidP="00207513">
      <w:pPr>
        <w:keepNext/>
        <w:numPr>
          <w:ilvl w:val="1"/>
          <w:numId w:val="12"/>
        </w:numPr>
        <w:tabs>
          <w:tab w:val="clear" w:pos="360"/>
        </w:tabs>
        <w:spacing w:before="60" w:line="240" w:lineRule="auto"/>
        <w:ind w:left="360" w:right="58" w:hanging="360"/>
        <w:rPr>
          <w:rFonts w:cs="Arial"/>
          <w:szCs w:val="18"/>
        </w:rPr>
      </w:pPr>
      <w:r w:rsidRPr="00267125">
        <w:rPr>
          <w:rFonts w:cs="Arial"/>
        </w:rPr>
        <w:t xml:space="preserve">Is water </w:t>
      </w:r>
      <w:r>
        <w:rPr>
          <w:rFonts w:cs="Arial"/>
        </w:rPr>
        <w:t>used as an ingredient in</w:t>
      </w:r>
      <w:r w:rsidRPr="00267125">
        <w:rPr>
          <w:rFonts w:cs="Arial"/>
        </w:rPr>
        <w:t xml:space="preserve"> </w:t>
      </w:r>
      <w:r w:rsidR="00E80CC9">
        <w:rPr>
          <w:rFonts w:cs="Arial"/>
        </w:rPr>
        <w:t>OCal</w:t>
      </w:r>
      <w:r w:rsidR="00E80CC9" w:rsidRPr="00267125">
        <w:rPr>
          <w:rFonts w:cs="Arial"/>
        </w:rPr>
        <w:t xml:space="preserve"> </w:t>
      </w:r>
      <w:r w:rsidRPr="00267125">
        <w:rPr>
          <w:rFonts w:cs="Arial"/>
        </w:rPr>
        <w:t>products</w:t>
      </w:r>
      <w:r>
        <w:rPr>
          <w:rFonts w:cs="Arial"/>
        </w:rPr>
        <w:t xml:space="preserve"> or used in direct contact with </w:t>
      </w:r>
      <w:r w:rsidR="004D462C" w:rsidRPr="0000401A">
        <w:rPr>
          <w:rFonts w:cs="Arial"/>
          <w:szCs w:val="18"/>
        </w:rPr>
        <w:t>organic ingredients, OCal cannabis, and/or or OCal cannabis products</w:t>
      </w:r>
      <w:r>
        <w:rPr>
          <w:rFonts w:cs="Arial"/>
        </w:rPr>
        <w:t xml:space="preserve">, </w:t>
      </w:r>
      <w:r w:rsidR="00AB298E">
        <w:rPr>
          <w:rFonts w:cs="Arial"/>
        </w:rPr>
        <w:t>ex:</w:t>
      </w:r>
      <w:r>
        <w:rPr>
          <w:rFonts w:cs="Arial"/>
        </w:rPr>
        <w:t xml:space="preserve"> wash </w:t>
      </w:r>
      <w:r w:rsidR="00CD74C5">
        <w:rPr>
          <w:rFonts w:cs="Arial"/>
        </w:rPr>
        <w:t>w</w:t>
      </w:r>
      <w:r>
        <w:rPr>
          <w:rFonts w:cs="Arial"/>
        </w:rPr>
        <w:t>ater or crops washed in the field</w:t>
      </w:r>
      <w:r w:rsidRPr="00267125">
        <w:rPr>
          <w:rFonts w:cs="Arial"/>
        </w:rPr>
        <w:t>?</w:t>
      </w:r>
    </w:p>
    <w:p w14:paraId="1539DDF9" w14:textId="77777777" w:rsidR="002954A6" w:rsidRDefault="002954A6" w:rsidP="00207513">
      <w:pPr>
        <w:spacing w:before="60" w:line="240" w:lineRule="auto"/>
        <w:ind w:firstLine="360"/>
        <w:rPr>
          <w:rFonts w:cs="Arial"/>
          <w:szCs w:val="18"/>
        </w:rPr>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sidR="00AB298E">
        <w:rPr>
          <w:rFonts w:cs="Arial"/>
          <w:szCs w:val="18"/>
        </w:rPr>
        <w:t xml:space="preserve"> No.</w:t>
      </w:r>
      <w:r>
        <w:rPr>
          <w:rFonts w:cs="Arial"/>
          <w:szCs w:val="18"/>
        </w:rPr>
        <w:t xml:space="preserve"> </w:t>
      </w:r>
      <w:r w:rsidR="00AB298E">
        <w:rPr>
          <w:rFonts w:cs="Arial"/>
          <w:szCs w:val="18"/>
        </w:rPr>
        <w:t>Skip</w:t>
      </w:r>
      <w:r>
        <w:rPr>
          <w:rFonts w:cs="Arial"/>
          <w:szCs w:val="18"/>
        </w:rPr>
        <w:t xml:space="preserve"> to </w:t>
      </w:r>
      <w:r w:rsidR="00DB6EF4">
        <w:rPr>
          <w:rFonts w:cs="Arial"/>
          <w:szCs w:val="18"/>
        </w:rPr>
        <w:t xml:space="preserve">question </w:t>
      </w:r>
      <w:r w:rsidR="00A571ED">
        <w:rPr>
          <w:rFonts w:cs="Arial"/>
          <w:szCs w:val="18"/>
        </w:rPr>
        <w:t>E</w:t>
      </w:r>
      <w:r>
        <w:rPr>
          <w:rFonts w:cs="Arial"/>
          <w:szCs w:val="18"/>
        </w:rPr>
        <w:t>4</w:t>
      </w:r>
      <w:r w:rsidR="00CA6B8C">
        <w:rPr>
          <w:rFonts w:cs="Arial"/>
          <w:szCs w:val="18"/>
        </w:rPr>
        <w:t>.</w:t>
      </w:r>
      <w:r w:rsidR="00764BFE">
        <w:rPr>
          <w:rFonts w:cs="Arial"/>
          <w:szCs w:val="18"/>
        </w:rPr>
        <w:t xml:space="preserve">    </w:t>
      </w:r>
      <w:r w:rsidRPr="00267125">
        <w:rPr>
          <w:rFonts w:cs="Arial"/>
          <w:szCs w:val="18"/>
        </w:rPr>
        <w:fldChar w:fldCharType="begin">
          <w:ffData>
            <w:name w:val="Check11"/>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sidRPr="00267125">
        <w:rPr>
          <w:rFonts w:cs="Arial"/>
          <w:szCs w:val="18"/>
        </w:rPr>
        <w:t xml:space="preserve"> Yes</w:t>
      </w:r>
      <w:r w:rsidR="00A571ED">
        <w:rPr>
          <w:rFonts w:cs="Arial"/>
          <w:szCs w:val="18"/>
        </w:rPr>
        <w:t>. Complete this section.</w:t>
      </w:r>
    </w:p>
    <w:p w14:paraId="6805558C" w14:textId="77777777" w:rsidR="00994313" w:rsidRDefault="00994313" w:rsidP="00994313">
      <w:pPr>
        <w:keepNext/>
        <w:numPr>
          <w:ilvl w:val="0"/>
          <w:numId w:val="40"/>
        </w:numPr>
        <w:spacing w:before="60" w:line="240" w:lineRule="auto"/>
        <w:ind w:right="-126"/>
        <w:rPr>
          <w:i/>
        </w:rPr>
      </w:pPr>
      <w:r>
        <w:rPr>
          <w:rFonts w:cs="Arial"/>
          <w:szCs w:val="18"/>
        </w:rPr>
        <w:t>If yes, d</w:t>
      </w:r>
      <w:r w:rsidRPr="00124BBC">
        <w:rPr>
          <w:rFonts w:cs="Arial"/>
          <w:szCs w:val="18"/>
        </w:rPr>
        <w:t xml:space="preserve">o you add </w:t>
      </w:r>
      <w:r>
        <w:rPr>
          <w:rFonts w:cs="Arial"/>
          <w:szCs w:val="18"/>
        </w:rPr>
        <w:t xml:space="preserve">any substances to water that contacts </w:t>
      </w:r>
      <w:r w:rsidRPr="0000401A">
        <w:rPr>
          <w:rFonts w:cs="Arial"/>
          <w:szCs w:val="18"/>
        </w:rPr>
        <w:t>organic ingredients, OCal cannabis, and/or or OCal cannabis products</w:t>
      </w:r>
      <w:r>
        <w:rPr>
          <w:rFonts w:cs="Arial"/>
          <w:szCs w:val="18"/>
        </w:rPr>
        <w:t xml:space="preserve">, ex: peracetic acid, hydrogen peroxide, chlorine? </w:t>
      </w:r>
    </w:p>
    <w:p w14:paraId="2FAFCFA0" w14:textId="77777777" w:rsidR="00994313" w:rsidRDefault="00994313" w:rsidP="00994313">
      <w:pPr>
        <w:keepNext/>
        <w:spacing w:before="60" w:line="240" w:lineRule="auto"/>
        <w:ind w:left="990" w:right="-126" w:hanging="270"/>
        <w:rPr>
          <w:rFonts w:cs="Arial"/>
          <w:szCs w:val="18"/>
        </w:rPr>
      </w:pPr>
      <w:r w:rsidRPr="00764BFE">
        <w:rPr>
          <w:rFonts w:cs="Arial"/>
          <w:szCs w:val="18"/>
        </w:rPr>
        <w:fldChar w:fldCharType="begin">
          <w:ffData>
            <w:name w:val="Check12"/>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No</w:t>
      </w:r>
    </w:p>
    <w:p w14:paraId="06BCF8F5" w14:textId="77777777" w:rsidR="00994313" w:rsidRPr="007D0D0B" w:rsidRDefault="00994313" w:rsidP="00994313">
      <w:pPr>
        <w:keepNext/>
        <w:spacing w:before="60" w:line="240" w:lineRule="auto"/>
        <w:ind w:left="990" w:right="-126" w:hanging="270"/>
        <w:rPr>
          <w:rFonts w:cs="Arial"/>
          <w:szCs w:val="18"/>
        </w:rPr>
      </w:pPr>
      <w:r w:rsidRPr="00DE25B4">
        <w:rPr>
          <w:rFonts w:cs="Arial"/>
          <w:szCs w:val="18"/>
        </w:rPr>
        <w:fldChar w:fldCharType="begin">
          <w:ffData>
            <w:name w:val="Check11"/>
            <w:enabled/>
            <w:calcOnExit w:val="0"/>
            <w:checkBox>
              <w:sizeAuto/>
              <w:default w:val="0"/>
            </w:checkBox>
          </w:ffData>
        </w:fldChar>
      </w:r>
      <w:r w:rsidRPr="00DE25B4">
        <w:rPr>
          <w:rFonts w:cs="Arial"/>
          <w:szCs w:val="18"/>
        </w:rPr>
        <w:instrText xml:space="preserve"> FORMCHECKBOX </w:instrText>
      </w:r>
      <w:r w:rsidRPr="00DE25B4">
        <w:rPr>
          <w:rFonts w:cs="Arial"/>
          <w:szCs w:val="18"/>
        </w:rPr>
      </w:r>
      <w:r w:rsidRPr="00DE25B4">
        <w:rPr>
          <w:rFonts w:cs="Arial"/>
          <w:szCs w:val="18"/>
        </w:rPr>
        <w:fldChar w:fldCharType="separate"/>
      </w:r>
      <w:r w:rsidRPr="00DE25B4">
        <w:rPr>
          <w:rFonts w:cs="Arial"/>
          <w:szCs w:val="18"/>
        </w:rPr>
        <w:fldChar w:fldCharType="end"/>
      </w:r>
      <w:r w:rsidRPr="00DE25B4">
        <w:rPr>
          <w:rFonts w:cs="Arial"/>
          <w:szCs w:val="18"/>
        </w:rPr>
        <w:t xml:space="preserve"> Yes. List materials on your </w:t>
      </w:r>
      <w:hyperlink r:id="rId13"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Pr="00DE25B4">
        <w:rPr>
          <w:rFonts w:cs="Arial"/>
          <w:szCs w:val="18"/>
        </w:rPr>
        <w:t>.</w:t>
      </w:r>
      <w:r>
        <w:rPr>
          <w:rFonts w:cs="Arial"/>
          <w:szCs w:val="18"/>
        </w:rPr>
        <w:t xml:space="preserve"> </w:t>
      </w:r>
    </w:p>
    <w:p w14:paraId="1AA77B97" w14:textId="77777777" w:rsidR="00994313" w:rsidRDefault="00994313" w:rsidP="00994313">
      <w:pPr>
        <w:keepNext/>
        <w:numPr>
          <w:ilvl w:val="0"/>
          <w:numId w:val="40"/>
        </w:numPr>
        <w:spacing w:before="60" w:line="240" w:lineRule="auto"/>
      </w:pPr>
      <w:r w:rsidRPr="003C6896">
        <w:rPr>
          <w:rFonts w:cs="Arial"/>
          <w:szCs w:val="18"/>
        </w:rPr>
        <w:t>Do you add</w:t>
      </w:r>
      <w:r>
        <w:rPr>
          <w:rFonts w:cs="Arial"/>
          <w:b/>
          <w:szCs w:val="18"/>
        </w:rPr>
        <w:t xml:space="preserve"> </w:t>
      </w:r>
      <w:r w:rsidRPr="00124BBC">
        <w:rPr>
          <w:rFonts w:cs="Arial"/>
          <w:b/>
          <w:szCs w:val="18"/>
        </w:rPr>
        <w:t>chlorine</w:t>
      </w:r>
      <w:r w:rsidRPr="00124BBC">
        <w:rPr>
          <w:rFonts w:cs="Arial"/>
          <w:szCs w:val="18"/>
        </w:rPr>
        <w:t xml:space="preserve"> to water that directly contacts </w:t>
      </w:r>
      <w:r w:rsidRPr="0000401A">
        <w:rPr>
          <w:rFonts w:cs="Arial"/>
          <w:szCs w:val="18"/>
        </w:rPr>
        <w:t>organic ingredients, OCal cannabis, and/or or OCal cannabis products</w:t>
      </w:r>
      <w:r w:rsidRPr="00124BBC">
        <w:rPr>
          <w:rFonts w:cs="Arial"/>
          <w:szCs w:val="18"/>
        </w:rPr>
        <w:t>?</w:t>
      </w:r>
    </w:p>
    <w:p w14:paraId="263D0641" w14:textId="77777777" w:rsidR="00994313" w:rsidRDefault="00994313" w:rsidP="00994313">
      <w:pPr>
        <w:keepNext/>
        <w:spacing w:before="60" w:line="240" w:lineRule="auto"/>
        <w:ind w:firstLine="720"/>
      </w:pP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Pr>
          <w:rFonts w:cs="Arial"/>
          <w:szCs w:val="18"/>
        </w:rPr>
        <w:t xml:space="preserve">    </w:t>
      </w: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w:t>
      </w:r>
      <w:r w:rsidRPr="004D32D1">
        <w:rPr>
          <w:rFonts w:cs="Arial"/>
          <w:szCs w:val="18"/>
        </w:rPr>
        <w:t xml:space="preserve"> </w:t>
      </w:r>
      <w:r>
        <w:rPr>
          <w:rFonts w:cs="Arial"/>
          <w:szCs w:val="18"/>
        </w:rPr>
        <w:t>A</w:t>
      </w:r>
      <w:r w:rsidRPr="004D32D1">
        <w:rPr>
          <w:rFonts w:cs="Arial"/>
          <w:szCs w:val="18"/>
        </w:rPr>
        <w:t xml:space="preserve">ttach records or SOP used for monitoring chlorine. Records or SOP will be verified by your inspector.     </w:t>
      </w:r>
    </w:p>
    <w:p w14:paraId="0E25C083" w14:textId="77777777" w:rsidR="00994313" w:rsidRPr="00A571ED" w:rsidRDefault="00994313" w:rsidP="00994313">
      <w:pPr>
        <w:keepNext/>
        <w:numPr>
          <w:ilvl w:val="0"/>
          <w:numId w:val="45"/>
        </w:numPr>
        <w:spacing w:before="60" w:line="240" w:lineRule="auto"/>
        <w:ind w:right="-36"/>
      </w:pPr>
      <w:r w:rsidRPr="004D32D1">
        <w:rPr>
          <w:rFonts w:cs="Arial"/>
          <w:szCs w:val="18"/>
        </w:rPr>
        <w:t xml:space="preserve">If yes, do products undergo a final </w:t>
      </w:r>
      <w:proofErr w:type="gramStart"/>
      <w:r w:rsidRPr="004D32D1">
        <w:rPr>
          <w:rFonts w:cs="Arial"/>
          <w:szCs w:val="18"/>
        </w:rPr>
        <w:t>fresh water</w:t>
      </w:r>
      <w:proofErr w:type="gramEnd"/>
      <w:r w:rsidRPr="004D32D1">
        <w:rPr>
          <w:rFonts w:cs="Arial"/>
          <w:szCs w:val="18"/>
        </w:rPr>
        <w:t xml:space="preserve"> </w:t>
      </w:r>
      <w:proofErr w:type="gramStart"/>
      <w:r w:rsidRPr="004D32D1">
        <w:rPr>
          <w:rFonts w:cs="Arial"/>
          <w:szCs w:val="18"/>
        </w:rPr>
        <w:t>rinse</w:t>
      </w:r>
      <w:proofErr w:type="gramEnd"/>
      <w:r w:rsidRPr="004D32D1">
        <w:rPr>
          <w:rFonts w:cs="Arial"/>
          <w:szCs w:val="18"/>
        </w:rPr>
        <w:t>?</w:t>
      </w:r>
    </w:p>
    <w:p w14:paraId="59570D59" w14:textId="77777777" w:rsidR="00994313" w:rsidRDefault="00994313" w:rsidP="00994313">
      <w:pPr>
        <w:keepNext/>
        <w:spacing w:before="60" w:line="240" w:lineRule="auto"/>
        <w:ind w:left="1080" w:right="-36"/>
      </w:pPr>
      <w:r w:rsidRPr="004D32D1">
        <w:rPr>
          <w:rFonts w:cs="Arial"/>
          <w:i/>
          <w:szCs w:val="18"/>
        </w:rPr>
        <w:t>Residual chlorine levels in water at last point of contact must not exceed the maximum residual disinfectant limit under the Safe Drinking Water Act</w:t>
      </w:r>
      <w:r>
        <w:rPr>
          <w:rFonts w:cs="Arial"/>
          <w:i/>
          <w:szCs w:val="18"/>
        </w:rPr>
        <w:t>.</w:t>
      </w:r>
    </w:p>
    <w:p w14:paraId="7BA7EC2A" w14:textId="77777777" w:rsidR="00994313" w:rsidRPr="00267125" w:rsidRDefault="00994313" w:rsidP="00012A71">
      <w:pPr>
        <w:spacing w:before="60" w:line="240" w:lineRule="auto"/>
        <w:ind w:left="360" w:right="-36" w:firstLine="720"/>
        <w:rPr>
          <w:rFonts w:cs="Arial"/>
          <w:szCs w:val="18"/>
        </w:rPr>
      </w:pPr>
      <w:r w:rsidRPr="00764BFE">
        <w:rPr>
          <w:rFonts w:cs="Arial"/>
          <w:szCs w:val="18"/>
        </w:rPr>
        <w:fldChar w:fldCharType="begin">
          <w:ffData>
            <w:name w:val="Check11"/>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Yes</w:t>
      </w:r>
      <w:r>
        <w:rPr>
          <w:rFonts w:cs="Arial"/>
          <w:szCs w:val="18"/>
        </w:rPr>
        <w:t xml:space="preserve">    </w:t>
      </w:r>
      <w:r w:rsidRPr="00764BFE">
        <w:rPr>
          <w:rFonts w:cs="Arial"/>
          <w:szCs w:val="18"/>
        </w:rPr>
        <w:fldChar w:fldCharType="begin">
          <w:ffData>
            <w:name w:val="Check12"/>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No, chlorine never added to water above SDWA limits</w:t>
      </w:r>
    </w:p>
    <w:p w14:paraId="741C097B" w14:textId="77777777" w:rsidR="002954A6" w:rsidRDefault="002954A6" w:rsidP="00207513">
      <w:pPr>
        <w:keepNext/>
        <w:numPr>
          <w:ilvl w:val="1"/>
          <w:numId w:val="12"/>
        </w:numPr>
        <w:tabs>
          <w:tab w:val="clear" w:pos="360"/>
        </w:tabs>
        <w:spacing w:before="60" w:line="240" w:lineRule="auto"/>
        <w:ind w:left="360" w:right="-36" w:hanging="360"/>
      </w:pPr>
      <w:r>
        <w:t>If you treat water on-site (</w:t>
      </w:r>
      <w:r w:rsidR="00AB298E">
        <w:t>ex:</w:t>
      </w:r>
      <w:r>
        <w:t xml:space="preserve"> RO, UV, carbon filtration, water softeners, pH adjustment), does treated water meet Safe Drinking Water Act Standards? </w:t>
      </w:r>
      <w:r>
        <w:rPr>
          <w:rFonts w:cs="Arial"/>
          <w:szCs w:val="18"/>
        </w:rPr>
        <w:t>Contact treatment manufacturer if you are unsure.</w:t>
      </w:r>
      <w:r>
        <w:t xml:space="preserve">  </w:t>
      </w:r>
    </w:p>
    <w:p w14:paraId="72A4A832" w14:textId="77777777" w:rsidR="002954A6" w:rsidRDefault="002954A6" w:rsidP="00207513">
      <w:pPr>
        <w:keepNext/>
        <w:spacing w:before="60" w:line="240" w:lineRule="auto"/>
        <w:ind w:right="-36" w:firstLine="360"/>
        <w:rPr>
          <w:rFonts w:cs="Arial"/>
          <w:szCs w:val="18"/>
        </w:rPr>
      </w:pPr>
      <w:r w:rsidRPr="00907BF6">
        <w:rPr>
          <w:rFonts w:cs="Arial"/>
          <w:szCs w:val="18"/>
        </w:rPr>
        <w:fldChar w:fldCharType="begin">
          <w:ffData>
            <w:name w:val="Check12"/>
            <w:enabled/>
            <w:calcOnExit w:val="0"/>
            <w:checkBox>
              <w:sizeAuto/>
              <w:default w:val="0"/>
            </w:checkBox>
          </w:ffData>
        </w:fldChar>
      </w:r>
      <w:r w:rsidRPr="00907BF6">
        <w:rPr>
          <w:rFonts w:cs="Arial"/>
          <w:szCs w:val="18"/>
        </w:rPr>
        <w:instrText xml:space="preserve"> FORMCHECKBOX </w:instrText>
      </w:r>
      <w:r w:rsidRPr="00907BF6">
        <w:rPr>
          <w:rFonts w:cs="Arial"/>
          <w:szCs w:val="18"/>
        </w:rPr>
      </w:r>
      <w:r w:rsidRPr="00907BF6">
        <w:rPr>
          <w:rFonts w:cs="Arial"/>
          <w:szCs w:val="18"/>
        </w:rPr>
        <w:fldChar w:fldCharType="separate"/>
      </w:r>
      <w:r w:rsidRPr="00907BF6">
        <w:rPr>
          <w:rFonts w:cs="Arial"/>
          <w:szCs w:val="18"/>
        </w:rPr>
        <w:fldChar w:fldCharType="end"/>
      </w:r>
      <w:r w:rsidRPr="00907BF6">
        <w:rPr>
          <w:rFonts w:cs="Arial"/>
          <w:szCs w:val="18"/>
        </w:rPr>
        <w:t xml:space="preserve"> Yes</w:t>
      </w:r>
      <w:r w:rsidR="00764BFE">
        <w:rPr>
          <w:rFonts w:cs="Arial"/>
          <w:szCs w:val="18"/>
        </w:rPr>
        <w:t>.</w:t>
      </w:r>
      <w:r w:rsidRPr="00907BF6">
        <w:rPr>
          <w:rFonts w:cs="Arial"/>
          <w:szCs w:val="18"/>
        </w:rPr>
        <w:t xml:space="preserve"> </w:t>
      </w:r>
      <w:r w:rsidRPr="00A571ED">
        <w:rPr>
          <w:rFonts w:cs="Arial"/>
          <w:i/>
          <w:szCs w:val="18"/>
        </w:rPr>
        <w:t>CCOF may request documentation that treated water meets Safe Drinking Water Act standards</w:t>
      </w:r>
      <w:r w:rsidRPr="00907BF6">
        <w:rPr>
          <w:rFonts w:cs="Arial"/>
          <w:i/>
          <w:szCs w:val="18"/>
        </w:rPr>
        <w:t>.</w:t>
      </w:r>
      <w:r w:rsidRPr="00907BF6">
        <w:rPr>
          <w:rFonts w:cs="Arial"/>
          <w:szCs w:val="18"/>
        </w:rPr>
        <w:t xml:space="preserve">     </w:t>
      </w:r>
    </w:p>
    <w:p w14:paraId="31D57163" w14:textId="77777777" w:rsidR="0083213E" w:rsidRPr="00907BF6" w:rsidRDefault="0083213E" w:rsidP="00207513">
      <w:pPr>
        <w:spacing w:before="60" w:line="240" w:lineRule="auto"/>
        <w:ind w:right="-36" w:firstLine="360"/>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Pr>
          <w:rFonts w:cs="Arial"/>
          <w:szCs w:val="18"/>
        </w:rPr>
        <w:t xml:space="preserve"> N</w:t>
      </w:r>
      <w:r w:rsidR="00A571ED">
        <w:rPr>
          <w:rFonts w:cs="Arial"/>
          <w:szCs w:val="18"/>
        </w:rPr>
        <w:t>/A</w:t>
      </w:r>
      <w:r>
        <w:rPr>
          <w:rFonts w:cs="Arial"/>
          <w:szCs w:val="18"/>
        </w:rPr>
        <w:t xml:space="preserve">, </w:t>
      </w:r>
      <w:r w:rsidR="00A571ED">
        <w:rPr>
          <w:rFonts w:cs="Arial"/>
          <w:szCs w:val="18"/>
        </w:rPr>
        <w:t>w</w:t>
      </w:r>
      <w:r>
        <w:rPr>
          <w:rFonts w:cs="Arial"/>
          <w:szCs w:val="18"/>
        </w:rPr>
        <w:t>ater not treated</w:t>
      </w:r>
    </w:p>
    <w:p w14:paraId="646BBA1B" w14:textId="77777777" w:rsidR="00C070BC" w:rsidRPr="00C070BC" w:rsidRDefault="002954A6" w:rsidP="00207513">
      <w:pPr>
        <w:keepNext/>
        <w:numPr>
          <w:ilvl w:val="1"/>
          <w:numId w:val="12"/>
        </w:numPr>
        <w:spacing w:before="60" w:line="240" w:lineRule="auto"/>
      </w:pPr>
      <w:r w:rsidRPr="00124BBC">
        <w:rPr>
          <w:rFonts w:cs="Arial"/>
          <w:szCs w:val="18"/>
        </w:rPr>
        <w:t xml:space="preserve">Does steam contact </w:t>
      </w:r>
      <w:r w:rsidR="0000401A" w:rsidRPr="0000401A">
        <w:rPr>
          <w:rFonts w:cs="Arial"/>
          <w:szCs w:val="18"/>
        </w:rPr>
        <w:t xml:space="preserve">organic ingredients, OCal cannabis, and/or or OCal cannabis products </w:t>
      </w:r>
      <w:r w:rsidRPr="00124BBC">
        <w:rPr>
          <w:rFonts w:cs="Arial"/>
          <w:szCs w:val="18"/>
        </w:rPr>
        <w:t>or packaging?</w:t>
      </w:r>
      <w:r>
        <w:rPr>
          <w:rFonts w:cs="Arial"/>
          <w:szCs w:val="18"/>
        </w:rPr>
        <w:t xml:space="preserve">    </w:t>
      </w:r>
    </w:p>
    <w:p w14:paraId="13CF812B" w14:textId="77777777" w:rsidR="002954A6" w:rsidRPr="00124BBC" w:rsidRDefault="00A571ED" w:rsidP="00207513">
      <w:pPr>
        <w:keepNext/>
        <w:spacing w:before="60" w:line="240" w:lineRule="auto"/>
        <w:ind w:firstLine="360"/>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 Skip</w:t>
      </w:r>
      <w:r w:rsidRPr="00124BBC">
        <w:rPr>
          <w:rFonts w:cs="Arial"/>
          <w:szCs w:val="18"/>
        </w:rPr>
        <w:t xml:space="preserve"> to section F</w:t>
      </w:r>
      <w:r>
        <w:rPr>
          <w:rFonts w:cs="Arial"/>
          <w:szCs w:val="18"/>
        </w:rPr>
        <w:t xml:space="preserve">.    </w:t>
      </w:r>
      <w:r w:rsidR="002954A6" w:rsidRPr="00124BBC">
        <w:rPr>
          <w:rFonts w:cs="Arial"/>
          <w:szCs w:val="18"/>
        </w:rPr>
        <w:fldChar w:fldCharType="begin">
          <w:ffData>
            <w:name w:val="Check11"/>
            <w:enabled/>
            <w:calcOnExit w:val="0"/>
            <w:checkBox>
              <w:sizeAuto/>
              <w:default w:val="0"/>
            </w:checkBox>
          </w:ffData>
        </w:fldChar>
      </w:r>
      <w:r w:rsidR="002954A6" w:rsidRPr="00124BBC">
        <w:rPr>
          <w:rFonts w:cs="Arial"/>
          <w:szCs w:val="18"/>
        </w:rPr>
        <w:instrText xml:space="preserve"> FORMCHECKBOX </w:instrText>
      </w:r>
      <w:r w:rsidR="002954A6" w:rsidRPr="00124BBC">
        <w:rPr>
          <w:rFonts w:cs="Arial"/>
          <w:szCs w:val="18"/>
        </w:rPr>
      </w:r>
      <w:r w:rsidR="002954A6" w:rsidRPr="00124BBC">
        <w:rPr>
          <w:rFonts w:cs="Arial"/>
          <w:szCs w:val="18"/>
        </w:rPr>
        <w:fldChar w:fldCharType="separate"/>
      </w:r>
      <w:r w:rsidR="002954A6" w:rsidRPr="00124BBC">
        <w:rPr>
          <w:rFonts w:cs="Arial"/>
          <w:szCs w:val="18"/>
        </w:rPr>
        <w:fldChar w:fldCharType="end"/>
      </w:r>
      <w:r w:rsidR="002954A6" w:rsidRPr="00124BBC">
        <w:rPr>
          <w:rFonts w:cs="Arial"/>
          <w:szCs w:val="18"/>
        </w:rPr>
        <w:t xml:space="preserve"> Yes</w:t>
      </w:r>
      <w:r>
        <w:rPr>
          <w:rFonts w:cs="Arial"/>
          <w:szCs w:val="18"/>
        </w:rPr>
        <w:t>. Complete this section.</w:t>
      </w:r>
    </w:p>
    <w:p w14:paraId="1A9AFC8E" w14:textId="77777777" w:rsidR="00A571ED" w:rsidRPr="00DE25B4" w:rsidRDefault="002954A6" w:rsidP="00207513">
      <w:pPr>
        <w:keepNext/>
        <w:numPr>
          <w:ilvl w:val="0"/>
          <w:numId w:val="21"/>
        </w:numPr>
        <w:spacing w:before="60" w:line="240" w:lineRule="auto"/>
        <w:ind w:right="-36"/>
      </w:pPr>
      <w:r w:rsidRPr="00DE25B4">
        <w:rPr>
          <w:rFonts w:cs="Arial"/>
          <w:szCs w:val="18"/>
        </w:rPr>
        <w:t xml:space="preserve">If yes, and boiler </w:t>
      </w:r>
      <w:r w:rsidR="005233AA" w:rsidRPr="00DE25B4">
        <w:rPr>
          <w:rFonts w:cs="Arial"/>
          <w:szCs w:val="18"/>
        </w:rPr>
        <w:t xml:space="preserve">chemicals are </w:t>
      </w:r>
      <w:r w:rsidRPr="00DE25B4">
        <w:rPr>
          <w:rFonts w:cs="Arial"/>
          <w:szCs w:val="18"/>
        </w:rPr>
        <w:t>used,</w:t>
      </w:r>
      <w:r w:rsidR="00160708" w:rsidRPr="00DE25B4">
        <w:rPr>
          <w:rFonts w:cs="Arial"/>
        </w:rPr>
        <w:t xml:space="preserve"> attach an ingredient statement for each</w:t>
      </w:r>
      <w:r w:rsidR="006A05B0" w:rsidRPr="00DE25B4">
        <w:rPr>
          <w:rFonts w:cs="Arial"/>
          <w:szCs w:val="18"/>
        </w:rPr>
        <w:t>.</w:t>
      </w:r>
      <w:r w:rsidR="005233AA" w:rsidRPr="00DE25B4">
        <w:rPr>
          <w:rFonts w:cs="Arial"/>
          <w:szCs w:val="18"/>
        </w:rPr>
        <w:t xml:space="preserve"> List materials on your </w:t>
      </w:r>
      <w:hyperlink r:id="rId14"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007E5983">
        <w:rPr>
          <w:rStyle w:val="Hyperlink"/>
          <w:rFonts w:cs="Arial"/>
          <w:b/>
          <w:szCs w:val="18"/>
        </w:rPr>
        <w:t>.</w:t>
      </w:r>
    </w:p>
    <w:p w14:paraId="46D79453" w14:textId="77777777" w:rsidR="002954A6" w:rsidRPr="00124BBC" w:rsidRDefault="002954A6" w:rsidP="00207513">
      <w:pPr>
        <w:keepNext/>
        <w:spacing w:before="60" w:line="240" w:lineRule="auto"/>
        <w:ind w:left="720" w:right="-36"/>
      </w:pP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Pr="00124BBC">
        <w:rPr>
          <w:rFonts w:cs="Arial"/>
        </w:rPr>
      </w:r>
      <w:r w:rsidRPr="00124BBC">
        <w:rPr>
          <w:rFonts w:cs="Arial"/>
        </w:rPr>
        <w:fldChar w:fldCharType="separate"/>
      </w:r>
      <w:r w:rsidRPr="00124BBC">
        <w:rPr>
          <w:rFonts w:cs="Arial"/>
        </w:rPr>
        <w:fldChar w:fldCharType="end"/>
      </w:r>
      <w:r w:rsidRPr="00124BBC">
        <w:rPr>
          <w:rFonts w:cs="Arial"/>
        </w:rPr>
        <w:t xml:space="preserve"> Attached</w:t>
      </w:r>
      <w:r>
        <w:rPr>
          <w:rFonts w:cs="Arial"/>
        </w:rPr>
        <w:t xml:space="preserve">    </w:t>
      </w: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Pr="00124BBC">
        <w:rPr>
          <w:rFonts w:cs="Arial"/>
        </w:rPr>
      </w:r>
      <w:r w:rsidRPr="00124BBC">
        <w:rPr>
          <w:rFonts w:cs="Arial"/>
        </w:rPr>
        <w:fldChar w:fldCharType="separate"/>
      </w:r>
      <w:r w:rsidRPr="00124BBC">
        <w:rPr>
          <w:rFonts w:cs="Arial"/>
        </w:rPr>
        <w:fldChar w:fldCharType="end"/>
      </w:r>
      <w:r>
        <w:rPr>
          <w:rFonts w:cs="Arial"/>
        </w:rPr>
        <w:t xml:space="preserve"> N/A, no boiler used</w:t>
      </w:r>
    </w:p>
    <w:p w14:paraId="57620B98" w14:textId="77777777" w:rsidR="002954A6" w:rsidRPr="0027432F" w:rsidRDefault="002954A6" w:rsidP="00207513">
      <w:pPr>
        <w:keepNext/>
        <w:numPr>
          <w:ilvl w:val="0"/>
          <w:numId w:val="21"/>
        </w:numPr>
        <w:spacing w:before="60" w:line="240" w:lineRule="auto"/>
        <w:ind w:right="-43"/>
      </w:pPr>
      <w:r w:rsidRPr="008B123C">
        <w:rPr>
          <w:rFonts w:cs="Arial"/>
        </w:rPr>
        <w:t xml:space="preserve">If </w:t>
      </w:r>
      <w:r w:rsidR="00AC66EF" w:rsidRPr="008B123C">
        <w:rPr>
          <w:rFonts w:cs="Arial"/>
        </w:rPr>
        <w:t xml:space="preserve">volatile </w:t>
      </w:r>
      <w:r w:rsidRPr="00D84A6E">
        <w:rPr>
          <w:rFonts w:cs="Arial"/>
        </w:rPr>
        <w:t>boiler chemicals are used</w:t>
      </w:r>
      <w:r w:rsidR="00AC66EF" w:rsidRPr="00D84A6E">
        <w:rPr>
          <w:rFonts w:cs="Arial"/>
        </w:rPr>
        <w:t>,</w:t>
      </w:r>
      <w:r w:rsidR="00AC66EF" w:rsidRPr="002D68B7">
        <w:rPr>
          <w:rFonts w:cs="Arial"/>
        </w:rPr>
        <w:t xml:space="preserve"> describe how you prevent </w:t>
      </w:r>
      <w:r w:rsidR="0000401A" w:rsidRPr="0000401A">
        <w:rPr>
          <w:rFonts w:cs="Arial"/>
        </w:rPr>
        <w:t xml:space="preserve">organic ingredients, OCal cannabis, and/or or OCal cannabis products </w:t>
      </w:r>
      <w:r w:rsidR="008B123C" w:rsidRPr="002D68B7">
        <w:rPr>
          <w:rFonts w:cs="Arial"/>
        </w:rPr>
        <w:t xml:space="preserve">from </w:t>
      </w:r>
      <w:r w:rsidR="00AC66EF" w:rsidRPr="002D68B7">
        <w:rPr>
          <w:rFonts w:cs="Arial"/>
        </w:rPr>
        <w:t>contact</w:t>
      </w:r>
      <w:r w:rsidR="008B123C" w:rsidRPr="002D68B7">
        <w:rPr>
          <w:rFonts w:cs="Arial"/>
        </w:rPr>
        <w:t>ing</w:t>
      </w:r>
      <w:r w:rsidR="00AC66EF" w:rsidRPr="002D68B7">
        <w:rPr>
          <w:rFonts w:cs="Arial"/>
        </w:rPr>
        <w:t xml:space="preserve"> </w:t>
      </w:r>
      <w:r w:rsidR="00AC66EF" w:rsidRPr="00C144FE">
        <w:rPr>
          <w:rFonts w:cs="Arial"/>
        </w:rPr>
        <w:t>volatile boiler chemicals</w:t>
      </w:r>
      <w:r w:rsidR="008B123C" w:rsidRPr="00C144FE">
        <w:rPr>
          <w:rFonts w:cs="Arial"/>
        </w:rPr>
        <w:t xml:space="preserve">, </w:t>
      </w:r>
      <w:r w:rsidR="00204E3A" w:rsidRPr="00C144FE">
        <w:rPr>
          <w:rFonts w:cs="Arial"/>
        </w:rPr>
        <w:t xml:space="preserve">e.g. by shutting </w:t>
      </w:r>
      <w:r w:rsidR="00AC66EF" w:rsidRPr="00C144FE">
        <w:rPr>
          <w:rFonts w:cs="Arial"/>
        </w:rPr>
        <w:t xml:space="preserve">off </w:t>
      </w:r>
      <w:r w:rsidR="008B123C">
        <w:rPr>
          <w:rFonts w:cs="Arial"/>
        </w:rPr>
        <w:t xml:space="preserve">boiler </w:t>
      </w:r>
      <w:r w:rsidR="00AC66EF" w:rsidRPr="008B123C">
        <w:rPr>
          <w:rFonts w:cs="Arial"/>
        </w:rPr>
        <w:t xml:space="preserve">chemical feed </w:t>
      </w:r>
      <w:r w:rsidR="00AC66EF" w:rsidRPr="002D68B7">
        <w:rPr>
          <w:rFonts w:cs="Arial"/>
        </w:rPr>
        <w:t xml:space="preserve">prior to </w:t>
      </w:r>
      <w:r w:rsidR="0000401A">
        <w:rPr>
          <w:rFonts w:cs="Arial"/>
        </w:rPr>
        <w:t>OCal</w:t>
      </w:r>
      <w:r w:rsidR="0000401A" w:rsidRPr="002D68B7">
        <w:rPr>
          <w:rFonts w:cs="Arial"/>
        </w:rPr>
        <w:t xml:space="preserve"> </w:t>
      </w:r>
      <w:r w:rsidR="00AC66EF" w:rsidRPr="002D68B7">
        <w:rPr>
          <w:rFonts w:cs="Arial"/>
        </w:rPr>
        <w:t xml:space="preserve">runs </w:t>
      </w:r>
      <w:r w:rsidR="008B123C" w:rsidRPr="00C144FE">
        <w:rPr>
          <w:rFonts w:cs="Arial"/>
        </w:rPr>
        <w:t>(specify # of hours)</w:t>
      </w:r>
      <w:r w:rsidR="008B123C">
        <w:rPr>
          <w:rFonts w:cs="Arial"/>
        </w:rPr>
        <w:t xml:space="preserve"> </w:t>
      </w:r>
      <w:r w:rsidR="00AC66EF" w:rsidRPr="008B123C">
        <w:rPr>
          <w:rFonts w:cs="Arial"/>
        </w:rPr>
        <w:t>and conduct</w:t>
      </w:r>
      <w:r w:rsidR="008B123C">
        <w:rPr>
          <w:rFonts w:cs="Arial"/>
        </w:rPr>
        <w:t>ing</w:t>
      </w:r>
      <w:r w:rsidR="00AC66EF" w:rsidRPr="008B123C">
        <w:rPr>
          <w:rFonts w:cs="Arial"/>
        </w:rPr>
        <w:t xml:space="preserve"> condensate tests</w:t>
      </w:r>
      <w:r w:rsidR="00AC66EF" w:rsidRPr="002D68B7">
        <w:rPr>
          <w:rFonts w:cs="Arial"/>
        </w:rPr>
        <w:t>:</w:t>
      </w:r>
      <w:r w:rsidRPr="002D68B7">
        <w:rPr>
          <w:rFonts w:cs="Arial"/>
        </w:rPr>
        <w:t xml:space="preserve">    </w:t>
      </w:r>
      <w:r w:rsidRPr="00C144FE">
        <w:rPr>
          <w:rFonts w:cs="Arial"/>
        </w:rPr>
        <w:fldChar w:fldCharType="begin">
          <w:ffData>
            <w:name w:val="Check11"/>
            <w:enabled/>
            <w:calcOnExit w:val="0"/>
            <w:checkBox>
              <w:sizeAuto/>
              <w:default w:val="0"/>
            </w:checkBox>
          </w:ffData>
        </w:fldChar>
      </w:r>
      <w:r w:rsidRPr="00C144FE">
        <w:rPr>
          <w:rFonts w:cs="Arial"/>
        </w:rPr>
        <w:instrText xml:space="preserve"> FORMCHECKBOX </w:instrText>
      </w:r>
      <w:r w:rsidRPr="00C144FE">
        <w:rPr>
          <w:rFonts w:cs="Arial"/>
        </w:rPr>
      </w:r>
      <w:r w:rsidRPr="00C144FE">
        <w:rPr>
          <w:rFonts w:cs="Arial"/>
        </w:rPr>
        <w:fldChar w:fldCharType="separate"/>
      </w:r>
      <w:r w:rsidRPr="00C144FE">
        <w:rPr>
          <w:rFonts w:cs="Arial"/>
        </w:rPr>
        <w:fldChar w:fldCharType="end"/>
      </w:r>
      <w:r w:rsidRPr="008B123C">
        <w:rPr>
          <w:rFonts w:cs="Arial"/>
        </w:rPr>
        <w:t xml:space="preserve"> Attached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tblGrid>
      <w:tr w:rsidR="002954A6" w14:paraId="73DAD2CD" w14:textId="77777777" w:rsidTr="005C5016">
        <w:trPr>
          <w:trHeight w:val="360"/>
        </w:trPr>
        <w:tc>
          <w:tcPr>
            <w:tcW w:w="10224" w:type="dxa"/>
            <w:tcBorders>
              <w:top w:val="nil"/>
              <w:left w:val="nil"/>
              <w:bottom w:val="single" w:sz="4" w:space="0" w:color="auto"/>
              <w:right w:val="nil"/>
            </w:tcBorders>
            <w:shd w:val="clear" w:color="auto" w:fill="auto"/>
            <w:vAlign w:val="center"/>
          </w:tcPr>
          <w:p w14:paraId="67639F15" w14:textId="77777777" w:rsidR="002954A6" w:rsidRDefault="002954A6" w:rsidP="00207513">
            <w:pPr>
              <w:spacing w:before="60" w:line="240" w:lineRule="auto"/>
              <w:ind w:left="-115" w:right="-43"/>
            </w:pPr>
            <w:r w:rsidRPr="00E47B0E">
              <w:rPr>
                <w:rFonts w:cs="Arial"/>
                <w:b/>
                <w:color w:val="0070C0"/>
                <w:szCs w:val="18"/>
              </w:rPr>
              <w:fldChar w:fldCharType="begin">
                <w:ffData>
                  <w:name w:val="Text127"/>
                  <w:enabled/>
                  <w:calcOnExit w:val="0"/>
                  <w:textInput/>
                </w:ffData>
              </w:fldChar>
            </w:r>
            <w:r w:rsidRPr="00E47B0E">
              <w:rPr>
                <w:rFonts w:cs="Arial"/>
                <w:b/>
                <w:color w:val="0070C0"/>
                <w:szCs w:val="18"/>
              </w:rPr>
              <w:instrText xml:space="preserve"> FORMTEXT </w:instrText>
            </w:r>
            <w:r w:rsidRPr="00E47B0E">
              <w:rPr>
                <w:rFonts w:cs="Arial"/>
                <w:b/>
                <w:color w:val="0070C0"/>
                <w:szCs w:val="18"/>
              </w:rPr>
            </w:r>
            <w:r w:rsidRPr="00E47B0E">
              <w:rPr>
                <w:rFonts w:cs="Arial"/>
                <w:b/>
                <w:color w:val="0070C0"/>
                <w:szCs w:val="18"/>
              </w:rPr>
              <w:fldChar w:fldCharType="separate"/>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color w:val="0070C0"/>
                <w:szCs w:val="18"/>
              </w:rPr>
              <w:fldChar w:fldCharType="end"/>
            </w:r>
          </w:p>
        </w:tc>
      </w:tr>
    </w:tbl>
    <w:p w14:paraId="2CD5EB13" w14:textId="77777777" w:rsidR="001C3DC7" w:rsidRPr="00124BBC" w:rsidRDefault="004D10F4" w:rsidP="00AD5499">
      <w:pPr>
        <w:pStyle w:val="Heading2"/>
        <w:keepLines/>
      </w:pPr>
      <w:r>
        <w:lastRenderedPageBreak/>
        <w:t>E</w:t>
      </w:r>
      <w:r w:rsidR="004D32D1">
        <w:t xml:space="preserve">quipment Cleaning and </w:t>
      </w:r>
      <w:r w:rsidR="0057042B">
        <w:t>Sanitization</w:t>
      </w:r>
    </w:p>
    <w:p w14:paraId="25A80142" w14:textId="77777777" w:rsidR="00B93C44" w:rsidRPr="00124BBC" w:rsidRDefault="006C6328" w:rsidP="00AD5499">
      <w:pPr>
        <w:keepNext/>
        <w:keepLines/>
        <w:numPr>
          <w:ilvl w:val="0"/>
          <w:numId w:val="39"/>
        </w:numPr>
        <w:spacing w:before="60" w:after="60" w:line="240" w:lineRule="auto"/>
        <w:ind w:right="-36"/>
      </w:pPr>
      <w:r>
        <w:t>L</w:t>
      </w:r>
      <w:r w:rsidR="00B93C44" w:rsidRPr="00124BBC">
        <w:t xml:space="preserve">ist all equipment and surfaces that </w:t>
      </w:r>
      <w:r w:rsidR="0000401A" w:rsidRPr="00B1428A">
        <w:rPr>
          <w:rFonts w:cs="Arial"/>
          <w:szCs w:val="18"/>
        </w:rPr>
        <w:t xml:space="preserve">organic ingredients, OCal cannabis, and/or or OCal cannabis products </w:t>
      </w:r>
      <w:r w:rsidR="00635C54">
        <w:t xml:space="preserve">contact </w:t>
      </w:r>
      <w:r w:rsidR="00B93C44" w:rsidRPr="00124BBC">
        <w:t>during</w:t>
      </w:r>
      <w:r w:rsidR="00BF254E">
        <w:rPr>
          <w:b/>
        </w:rPr>
        <w:t xml:space="preserve"> </w:t>
      </w:r>
      <w:r w:rsidR="00352EC7">
        <w:rPr>
          <w:b/>
        </w:rPr>
        <w:t xml:space="preserve">receiving, </w:t>
      </w:r>
      <w:r w:rsidR="00BF254E">
        <w:rPr>
          <w:b/>
        </w:rPr>
        <w:t>handling, processing, transport, or storage</w:t>
      </w:r>
      <w:r w:rsidR="00352EC7">
        <w:rPr>
          <w:b/>
        </w:rPr>
        <w:t xml:space="preserve">, </w:t>
      </w:r>
      <w:r w:rsidR="00352EC7" w:rsidRPr="00C05108">
        <w:rPr>
          <w:bCs/>
        </w:rPr>
        <w:t>including grading or sampling equipment.</w:t>
      </w:r>
      <w:r w:rsidR="00352EC7" w:rsidRPr="00D15DE6">
        <w:rPr>
          <w:bCs/>
        </w:rPr>
        <w:t xml:space="preserve"> D</w:t>
      </w:r>
      <w:r w:rsidR="00B93C44" w:rsidRPr="00D15DE6">
        <w:rPr>
          <w:bCs/>
        </w:rPr>
        <w:t>escribe</w:t>
      </w:r>
      <w:r w:rsidR="00B93C44" w:rsidRPr="00124BBC">
        <w:t xml:space="preserve"> cleaning</w:t>
      </w:r>
      <w:r w:rsidR="0057042B">
        <w:t xml:space="preserve"> and sanitization</w:t>
      </w:r>
      <w:r w:rsidR="00B93C44" w:rsidRPr="00124BBC">
        <w:t xml:space="preserve"> </w:t>
      </w:r>
      <w:r w:rsidR="0057042B">
        <w:t>that happen</w:t>
      </w:r>
      <w:r w:rsidR="002C0C19">
        <w:t>s</w:t>
      </w:r>
      <w:r w:rsidR="0057042B">
        <w:t xml:space="preserve"> before </w:t>
      </w:r>
      <w:r w:rsidR="00732026">
        <w:t xml:space="preserve">OCal </w:t>
      </w:r>
      <w:r w:rsidR="0057042B">
        <w:t>runs</w:t>
      </w:r>
      <w:r w:rsidR="00352EC7">
        <w:t xml:space="preserve"> o</w:t>
      </w:r>
      <w:r w:rsidR="00B93C44" w:rsidRPr="00124BBC">
        <w:t>r provide this information as an attachment</w:t>
      </w:r>
      <w:r>
        <w:t xml:space="preserve"> (</w:t>
      </w:r>
      <w:r w:rsidR="00AB298E">
        <w:t>ex:</w:t>
      </w:r>
      <w:r>
        <w:t xml:space="preserve"> SSOP for </w:t>
      </w:r>
      <w:r w:rsidR="00732026">
        <w:t>OCal</w:t>
      </w:r>
      <w:r>
        <w:t>)</w:t>
      </w:r>
      <w:r w:rsidR="007E7A34">
        <w:t xml:space="preserve">:    </w:t>
      </w:r>
      <w:r w:rsidR="00B93C44" w:rsidRPr="00124BBC">
        <w:fldChar w:fldCharType="begin">
          <w:ffData>
            <w:name w:val="Check22"/>
            <w:enabled/>
            <w:calcOnExit w:val="0"/>
            <w:checkBox>
              <w:sizeAuto/>
              <w:default w:val="0"/>
            </w:checkBox>
          </w:ffData>
        </w:fldChar>
      </w:r>
      <w:r w:rsidR="00B93C44" w:rsidRPr="00124BBC">
        <w:instrText xml:space="preserve"> FORMCHECKBOX </w:instrText>
      </w:r>
      <w:r w:rsidR="00B93C44" w:rsidRPr="00124BBC">
        <w:fldChar w:fldCharType="separate"/>
      </w:r>
      <w:r w:rsidR="00B93C44" w:rsidRPr="00124BBC">
        <w:fldChar w:fldCharType="end"/>
      </w:r>
      <w:r w:rsidR="00B93C44" w:rsidRPr="00124BBC">
        <w:t xml:space="preserve"> Attached</w:t>
      </w:r>
    </w:p>
    <w:tbl>
      <w:tblPr>
        <w:tblW w:w="1074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620"/>
        <w:gridCol w:w="990"/>
        <w:gridCol w:w="990"/>
        <w:gridCol w:w="900"/>
        <w:gridCol w:w="3240"/>
      </w:tblGrid>
      <w:tr w:rsidR="00C05108" w:rsidRPr="00124BBC" w14:paraId="02196E6B" w14:textId="77777777" w:rsidTr="005C5016">
        <w:trPr>
          <w:cantSplit/>
          <w:tblHeader/>
        </w:trPr>
        <w:tc>
          <w:tcPr>
            <w:tcW w:w="4620" w:type="dxa"/>
            <w:vAlign w:val="center"/>
          </w:tcPr>
          <w:p w14:paraId="39451426" w14:textId="77777777" w:rsidR="00C05108" w:rsidRDefault="00C05108" w:rsidP="00AD5499">
            <w:pPr>
              <w:pStyle w:val="TableText"/>
              <w:keepNext/>
              <w:keepLines/>
              <w:spacing w:before="20" w:line="240" w:lineRule="auto"/>
              <w:ind w:right="-36"/>
              <w:jc w:val="center"/>
              <w:rPr>
                <w:rFonts w:cs="Arial"/>
                <w:szCs w:val="18"/>
              </w:rPr>
            </w:pPr>
            <w:r w:rsidRPr="00124BBC">
              <w:rPr>
                <w:rFonts w:cs="Arial"/>
                <w:szCs w:val="18"/>
              </w:rPr>
              <w:t>Organic</w:t>
            </w:r>
            <w:r w:rsidR="00732026">
              <w:rPr>
                <w:rFonts w:cs="Arial"/>
                <w:szCs w:val="18"/>
              </w:rPr>
              <w:t xml:space="preserve"> and/or OCal</w:t>
            </w:r>
            <w:r w:rsidRPr="00124BBC">
              <w:rPr>
                <w:rFonts w:cs="Arial"/>
                <w:szCs w:val="18"/>
              </w:rPr>
              <w:t xml:space="preserve"> </w:t>
            </w:r>
            <w:r>
              <w:rPr>
                <w:rFonts w:cs="Arial"/>
                <w:szCs w:val="18"/>
              </w:rPr>
              <w:t>Equipment/</w:t>
            </w:r>
            <w:r w:rsidRPr="00124BBC">
              <w:rPr>
                <w:rFonts w:cs="Arial"/>
                <w:szCs w:val="18"/>
              </w:rPr>
              <w:t>Contact Surface</w:t>
            </w:r>
          </w:p>
          <w:p w14:paraId="2A22C11C" w14:textId="77777777" w:rsidR="00C05108" w:rsidRPr="00124BBC" w:rsidRDefault="00C05108" w:rsidP="00AD5499">
            <w:pPr>
              <w:pStyle w:val="TableText"/>
              <w:keepNext/>
              <w:keepLines/>
              <w:spacing w:before="20" w:line="240" w:lineRule="auto"/>
              <w:ind w:right="-36"/>
              <w:jc w:val="center"/>
              <w:rPr>
                <w:rFonts w:cs="Arial"/>
                <w:szCs w:val="18"/>
              </w:rPr>
            </w:pPr>
            <w:r>
              <w:rPr>
                <w:rFonts w:cs="Arial"/>
                <w:b w:val="0"/>
                <w:i/>
                <w:szCs w:val="18"/>
              </w:rPr>
              <w:t>(ex: totes, processing lines, reused storage containers</w:t>
            </w:r>
            <w:r w:rsidRPr="00124BBC">
              <w:rPr>
                <w:rFonts w:cs="Arial"/>
                <w:b w:val="0"/>
                <w:i/>
                <w:szCs w:val="18"/>
              </w:rPr>
              <w:t>)</w:t>
            </w:r>
          </w:p>
        </w:tc>
        <w:tc>
          <w:tcPr>
            <w:tcW w:w="990" w:type="dxa"/>
            <w:vAlign w:val="center"/>
          </w:tcPr>
          <w:p w14:paraId="125717B5" w14:textId="77777777" w:rsidR="00F1778E" w:rsidRDefault="00F1778E" w:rsidP="00AD5499">
            <w:pPr>
              <w:pStyle w:val="TableText"/>
              <w:keepNext/>
              <w:keepLines/>
              <w:spacing w:before="20" w:line="240" w:lineRule="auto"/>
              <w:ind w:left="-29" w:right="-36"/>
              <w:jc w:val="center"/>
              <w:rPr>
                <w:rFonts w:cs="Arial"/>
                <w:szCs w:val="18"/>
              </w:rPr>
            </w:pPr>
            <w:r>
              <w:rPr>
                <w:rFonts w:cs="Arial"/>
                <w:szCs w:val="18"/>
              </w:rPr>
              <w:t>Cleaned?</w:t>
            </w:r>
          </w:p>
          <w:p w14:paraId="323527A3" w14:textId="77777777" w:rsidR="00F1778E" w:rsidRPr="00124BBC" w:rsidRDefault="00F1778E" w:rsidP="00AD5499">
            <w:pPr>
              <w:pStyle w:val="TableText"/>
              <w:keepNext/>
              <w:keepLines/>
              <w:spacing w:before="20" w:line="240" w:lineRule="auto"/>
              <w:ind w:left="-29" w:right="-36"/>
              <w:jc w:val="center"/>
              <w:rPr>
                <w:rFonts w:cs="Arial"/>
                <w:szCs w:val="18"/>
              </w:rPr>
            </w:pPr>
            <w:r>
              <w:rPr>
                <w:rFonts w:cs="Arial"/>
                <w:szCs w:val="18"/>
              </w:rPr>
              <w:t>(Y/N)</w:t>
            </w:r>
          </w:p>
        </w:tc>
        <w:tc>
          <w:tcPr>
            <w:tcW w:w="990" w:type="dxa"/>
            <w:vAlign w:val="center"/>
          </w:tcPr>
          <w:p w14:paraId="3C3E6A7D" w14:textId="77777777" w:rsidR="00C05108" w:rsidRDefault="00F1778E" w:rsidP="00AD5499">
            <w:pPr>
              <w:pStyle w:val="TableText"/>
              <w:keepNext/>
              <w:keepLines/>
              <w:spacing w:before="20" w:line="240" w:lineRule="auto"/>
              <w:ind w:left="-29" w:right="-36"/>
              <w:jc w:val="center"/>
              <w:rPr>
                <w:rFonts w:cs="Arial"/>
                <w:szCs w:val="18"/>
              </w:rPr>
            </w:pPr>
            <w:r>
              <w:rPr>
                <w:rFonts w:cs="Arial"/>
                <w:szCs w:val="18"/>
              </w:rPr>
              <w:t>Purged*?</w:t>
            </w:r>
          </w:p>
          <w:p w14:paraId="418801D2" w14:textId="77777777" w:rsidR="00F1778E" w:rsidRDefault="00F1778E" w:rsidP="00AD5499">
            <w:pPr>
              <w:pStyle w:val="TableText"/>
              <w:keepNext/>
              <w:keepLines/>
              <w:spacing w:before="20" w:line="240" w:lineRule="auto"/>
              <w:ind w:left="-29" w:right="-36"/>
              <w:jc w:val="center"/>
              <w:rPr>
                <w:rFonts w:cs="Arial"/>
                <w:szCs w:val="18"/>
              </w:rPr>
            </w:pPr>
            <w:r>
              <w:rPr>
                <w:rFonts w:cs="Arial"/>
                <w:szCs w:val="18"/>
              </w:rPr>
              <w:t>(Y/N)</w:t>
            </w:r>
          </w:p>
        </w:tc>
        <w:tc>
          <w:tcPr>
            <w:tcW w:w="900" w:type="dxa"/>
            <w:vAlign w:val="center"/>
          </w:tcPr>
          <w:p w14:paraId="19BAA8E9" w14:textId="77777777" w:rsidR="00C05108" w:rsidRPr="00124BBC" w:rsidRDefault="00C05108" w:rsidP="00AD5499">
            <w:pPr>
              <w:pStyle w:val="TableText"/>
              <w:keepNext/>
              <w:keepLines/>
              <w:spacing w:before="20" w:line="240" w:lineRule="auto"/>
              <w:ind w:left="-29" w:right="-36"/>
              <w:jc w:val="center"/>
              <w:rPr>
                <w:rFonts w:cs="Arial"/>
                <w:szCs w:val="18"/>
              </w:rPr>
            </w:pPr>
            <w:r>
              <w:rPr>
                <w:rFonts w:cs="Arial"/>
                <w:szCs w:val="18"/>
              </w:rPr>
              <w:t>Rinsed? (Y/N)</w:t>
            </w:r>
          </w:p>
        </w:tc>
        <w:tc>
          <w:tcPr>
            <w:tcW w:w="3240" w:type="dxa"/>
            <w:vAlign w:val="center"/>
          </w:tcPr>
          <w:p w14:paraId="28EEC165" w14:textId="77777777" w:rsidR="00C05108" w:rsidRDefault="00C05108" w:rsidP="00AD5499">
            <w:pPr>
              <w:pStyle w:val="TableText"/>
              <w:keepNext/>
              <w:keepLines/>
              <w:spacing w:before="20" w:line="240" w:lineRule="auto"/>
              <w:ind w:right="-36"/>
              <w:jc w:val="center"/>
              <w:rPr>
                <w:rFonts w:cs="Arial"/>
                <w:szCs w:val="18"/>
              </w:rPr>
            </w:pPr>
            <w:r w:rsidRPr="00124BBC">
              <w:rPr>
                <w:rFonts w:cs="Arial"/>
                <w:szCs w:val="18"/>
              </w:rPr>
              <w:t>Documentation</w:t>
            </w:r>
          </w:p>
          <w:p w14:paraId="6A7E15DB" w14:textId="77777777" w:rsidR="00C05108" w:rsidRPr="00124BBC" w:rsidRDefault="00C05108" w:rsidP="00AD5499">
            <w:pPr>
              <w:pStyle w:val="TableText"/>
              <w:keepNext/>
              <w:keepLines/>
              <w:spacing w:before="20" w:line="240" w:lineRule="auto"/>
              <w:ind w:right="-36"/>
              <w:jc w:val="center"/>
              <w:rPr>
                <w:rFonts w:cs="Arial"/>
                <w:szCs w:val="18"/>
              </w:rPr>
            </w:pPr>
            <w:r w:rsidRPr="00566118">
              <w:rPr>
                <w:rFonts w:cs="Arial"/>
                <w:b w:val="0"/>
                <w:i/>
                <w:szCs w:val="18"/>
              </w:rPr>
              <w:t>(</w:t>
            </w:r>
            <w:r>
              <w:rPr>
                <w:rFonts w:cs="Arial"/>
                <w:b w:val="0"/>
                <w:i/>
                <w:szCs w:val="18"/>
              </w:rPr>
              <w:t>ex:</w:t>
            </w:r>
            <w:r w:rsidRPr="00566118">
              <w:rPr>
                <w:rFonts w:cs="Arial"/>
                <w:b w:val="0"/>
                <w:i/>
                <w:szCs w:val="18"/>
              </w:rPr>
              <w:t xml:space="preserve"> </w:t>
            </w:r>
            <w:r>
              <w:rPr>
                <w:rFonts w:cs="Arial"/>
                <w:b w:val="0"/>
                <w:i/>
                <w:szCs w:val="18"/>
              </w:rPr>
              <w:t xml:space="preserve">wash tag, </w:t>
            </w:r>
            <w:r w:rsidRPr="00566118">
              <w:rPr>
                <w:rFonts w:cs="Arial"/>
                <w:b w:val="0"/>
                <w:i/>
                <w:szCs w:val="18"/>
              </w:rPr>
              <w:t>cleaning</w:t>
            </w:r>
            <w:r>
              <w:rPr>
                <w:rFonts w:cs="Arial"/>
                <w:b w:val="0"/>
                <w:i/>
                <w:szCs w:val="18"/>
              </w:rPr>
              <w:t>/production log</w:t>
            </w:r>
            <w:r w:rsidRPr="00566118">
              <w:rPr>
                <w:rFonts w:cs="Arial"/>
                <w:b w:val="0"/>
                <w:i/>
                <w:szCs w:val="18"/>
              </w:rPr>
              <w:t>)</w:t>
            </w:r>
          </w:p>
        </w:tc>
      </w:tr>
      <w:tr w:rsidR="00F1778E" w:rsidRPr="00124BBC" w14:paraId="22AD5295" w14:textId="77777777" w:rsidTr="005C5016">
        <w:trPr>
          <w:cantSplit/>
          <w:trHeight w:val="518"/>
        </w:trPr>
        <w:tc>
          <w:tcPr>
            <w:tcW w:w="4620" w:type="dxa"/>
            <w:vAlign w:val="center"/>
          </w:tcPr>
          <w:p w14:paraId="24ADBC04"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6"/>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3812A153"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3DC3BCA7" w14:textId="77777777" w:rsidR="00F1778E" w:rsidRPr="000D4A3B" w:rsidRDefault="00F1778E" w:rsidP="00AD5499">
            <w:pPr>
              <w:keepNext/>
              <w:keepLines/>
              <w:spacing w:before="60" w:line="240" w:lineRule="auto"/>
              <w:ind w:right="-36"/>
              <w:rPr>
                <w:rFonts w:cs="Arial"/>
                <w:b/>
                <w:color w:val="0070C0"/>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00" w:type="dxa"/>
            <w:vAlign w:val="center"/>
          </w:tcPr>
          <w:p w14:paraId="192921CC"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3240" w:type="dxa"/>
            <w:vAlign w:val="center"/>
          </w:tcPr>
          <w:p w14:paraId="5A023B64"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61"/>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r>
      <w:tr w:rsidR="00AD5499" w:rsidRPr="00124BBC" w14:paraId="19CB1518" w14:textId="77777777" w:rsidTr="005C5016">
        <w:trPr>
          <w:cantSplit/>
          <w:trHeight w:val="518"/>
        </w:trPr>
        <w:tc>
          <w:tcPr>
            <w:tcW w:w="4620" w:type="dxa"/>
            <w:vAlign w:val="center"/>
          </w:tcPr>
          <w:p w14:paraId="6E45DD24" w14:textId="77777777" w:rsidR="00AD5499" w:rsidRPr="000D4A3B" w:rsidRDefault="00AD5499" w:rsidP="00D76059">
            <w:pPr>
              <w:keepNext/>
              <w:keepLines/>
              <w:spacing w:before="60" w:line="240" w:lineRule="auto"/>
              <w:ind w:right="-36"/>
              <w:rPr>
                <w:rFonts w:cs="Arial"/>
                <w:b/>
                <w:color w:val="0070C0"/>
              </w:rPr>
            </w:pPr>
            <w:r w:rsidRPr="000D4A3B">
              <w:rPr>
                <w:rFonts w:cs="Arial"/>
                <w:b/>
                <w:color w:val="0070C0"/>
              </w:rPr>
              <w:fldChar w:fldCharType="begin">
                <w:ffData>
                  <w:name w:val="Text56"/>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0941A511" w14:textId="77777777" w:rsidR="00AD5499" w:rsidRPr="000D4A3B" w:rsidRDefault="00AD5499" w:rsidP="00D7605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366641BC" w14:textId="77777777" w:rsidR="00AD5499" w:rsidRPr="000D4A3B" w:rsidRDefault="00AD5499" w:rsidP="00D76059">
            <w:pPr>
              <w:keepNext/>
              <w:keepLines/>
              <w:spacing w:before="60" w:line="240" w:lineRule="auto"/>
              <w:ind w:right="-36"/>
              <w:rPr>
                <w:rFonts w:cs="Arial"/>
                <w:b/>
                <w:color w:val="0070C0"/>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00" w:type="dxa"/>
            <w:vAlign w:val="center"/>
          </w:tcPr>
          <w:p w14:paraId="0BF4AADB" w14:textId="77777777" w:rsidR="00AD5499" w:rsidRPr="000D4A3B" w:rsidRDefault="00AD5499" w:rsidP="00D7605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3240" w:type="dxa"/>
            <w:vAlign w:val="center"/>
          </w:tcPr>
          <w:p w14:paraId="444B5A11" w14:textId="77777777" w:rsidR="00AD5499" w:rsidRPr="000D4A3B" w:rsidRDefault="00AD5499" w:rsidP="00D76059">
            <w:pPr>
              <w:keepNext/>
              <w:keepLines/>
              <w:spacing w:before="60" w:line="240" w:lineRule="auto"/>
              <w:ind w:right="-36"/>
              <w:rPr>
                <w:rFonts w:cs="Arial"/>
                <w:b/>
                <w:color w:val="0070C0"/>
              </w:rPr>
            </w:pPr>
            <w:r w:rsidRPr="000D4A3B">
              <w:rPr>
                <w:rFonts w:cs="Arial"/>
                <w:b/>
                <w:color w:val="0070C0"/>
              </w:rPr>
              <w:fldChar w:fldCharType="begin">
                <w:ffData>
                  <w:name w:val="Text61"/>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r>
      <w:tr w:rsidR="00F1778E" w:rsidRPr="00124BBC" w14:paraId="1E165A9D" w14:textId="77777777" w:rsidTr="005C5016">
        <w:trPr>
          <w:cantSplit/>
          <w:trHeight w:val="518"/>
        </w:trPr>
        <w:tc>
          <w:tcPr>
            <w:tcW w:w="4620" w:type="dxa"/>
            <w:vAlign w:val="center"/>
          </w:tcPr>
          <w:p w14:paraId="1EF5082C"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6"/>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39473A48"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7C939BC4" w14:textId="77777777" w:rsidR="00F1778E" w:rsidRPr="000D4A3B" w:rsidRDefault="00F1778E" w:rsidP="00AD5499">
            <w:pPr>
              <w:keepNext/>
              <w:keepLines/>
              <w:spacing w:before="60" w:line="240" w:lineRule="auto"/>
              <w:ind w:right="-36"/>
              <w:rPr>
                <w:rFonts w:cs="Arial"/>
                <w:b/>
                <w:color w:val="0070C0"/>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00" w:type="dxa"/>
            <w:vAlign w:val="center"/>
          </w:tcPr>
          <w:p w14:paraId="45CBB693"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3240" w:type="dxa"/>
            <w:vAlign w:val="center"/>
          </w:tcPr>
          <w:p w14:paraId="3327EF5C"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61"/>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r>
      <w:tr w:rsidR="00F1778E" w:rsidRPr="00124BBC" w14:paraId="48010BCB" w14:textId="77777777" w:rsidTr="005C5016">
        <w:trPr>
          <w:cantSplit/>
          <w:trHeight w:val="518"/>
        </w:trPr>
        <w:tc>
          <w:tcPr>
            <w:tcW w:w="4620" w:type="dxa"/>
            <w:vAlign w:val="center"/>
          </w:tcPr>
          <w:p w14:paraId="5A9F09BB"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6"/>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22453CD4"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553B4816" w14:textId="77777777" w:rsidR="00F1778E" w:rsidRPr="000D4A3B" w:rsidRDefault="00F1778E" w:rsidP="00AD5499">
            <w:pPr>
              <w:keepNext/>
              <w:keepLines/>
              <w:spacing w:before="60" w:line="240" w:lineRule="auto"/>
              <w:ind w:right="-36"/>
              <w:rPr>
                <w:rFonts w:cs="Arial"/>
                <w:b/>
                <w:color w:val="0070C0"/>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00" w:type="dxa"/>
            <w:vAlign w:val="center"/>
          </w:tcPr>
          <w:p w14:paraId="5E49613C"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3240" w:type="dxa"/>
            <w:vAlign w:val="center"/>
          </w:tcPr>
          <w:p w14:paraId="4024348E"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61"/>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r>
    </w:tbl>
    <w:p w14:paraId="6B2E4D46" w14:textId="77777777" w:rsidR="00D65956" w:rsidRPr="00124BBC" w:rsidRDefault="00D65956" w:rsidP="00D65956">
      <w:pPr>
        <w:keepNext/>
        <w:spacing w:before="60" w:line="240" w:lineRule="auto"/>
        <w:ind w:left="360" w:right="-43"/>
      </w:pPr>
      <w:r w:rsidRPr="00A571ED">
        <w:rPr>
          <w:rFonts w:cs="Arial"/>
          <w:i/>
          <w:szCs w:val="18"/>
        </w:rPr>
        <w:t>*Purge – To expel nonorganic</w:t>
      </w:r>
      <w:r w:rsidR="00732026">
        <w:rPr>
          <w:rFonts w:cs="Arial"/>
          <w:i/>
          <w:szCs w:val="18"/>
        </w:rPr>
        <w:t xml:space="preserve"> and/or non-OCal</w:t>
      </w:r>
      <w:r w:rsidRPr="00A571ED">
        <w:rPr>
          <w:rFonts w:cs="Arial"/>
          <w:i/>
          <w:szCs w:val="18"/>
        </w:rPr>
        <w:t xml:space="preserve"> product prior to processing organic</w:t>
      </w:r>
      <w:r w:rsidR="00732026">
        <w:rPr>
          <w:rFonts w:cs="Arial"/>
          <w:i/>
          <w:szCs w:val="18"/>
        </w:rPr>
        <w:t xml:space="preserve"> and/or OCal</w:t>
      </w:r>
      <w:r w:rsidRPr="00A571ED">
        <w:rPr>
          <w:rFonts w:cs="Arial"/>
          <w:i/>
          <w:szCs w:val="18"/>
        </w:rPr>
        <w:t xml:space="preserve"> product from food processing equipment (when equipment cannot be cleaned)</w:t>
      </w:r>
      <w:r>
        <w:rPr>
          <w:rFonts w:cs="Arial"/>
          <w:i/>
          <w:szCs w:val="18"/>
        </w:rPr>
        <w:t>.</w:t>
      </w:r>
    </w:p>
    <w:p w14:paraId="6A577129" w14:textId="77777777" w:rsidR="00B93C44" w:rsidRPr="00124BBC" w:rsidRDefault="00B93C44" w:rsidP="00207513">
      <w:pPr>
        <w:keepNext/>
        <w:numPr>
          <w:ilvl w:val="0"/>
          <w:numId w:val="39"/>
        </w:numPr>
        <w:spacing w:before="60" w:line="240" w:lineRule="auto"/>
      </w:pPr>
      <w:r w:rsidRPr="00124BBC">
        <w:t xml:space="preserve">If any surfaces listed above are NOT either cleaned or purged prior to each </w:t>
      </w:r>
      <w:r w:rsidR="00732026">
        <w:t>OCal</w:t>
      </w:r>
      <w:r w:rsidR="00732026" w:rsidRPr="00124BBC">
        <w:t xml:space="preserve"> </w:t>
      </w:r>
      <w:r w:rsidRPr="00124BBC">
        <w:t>run, explain why not: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735"/>
      </w:tblGrid>
      <w:tr w:rsidR="00BC503E" w:rsidRPr="00124BBC" w14:paraId="21E5D9CB" w14:textId="77777777" w:rsidTr="005C5016">
        <w:trPr>
          <w:cantSplit/>
          <w:trHeight w:val="360"/>
        </w:trPr>
        <w:tc>
          <w:tcPr>
            <w:tcW w:w="10735" w:type="dxa"/>
            <w:vAlign w:val="center"/>
          </w:tcPr>
          <w:p w14:paraId="379D201D" w14:textId="77777777" w:rsidR="00BC503E" w:rsidRPr="000D4A3B" w:rsidRDefault="00BC503E" w:rsidP="00207513">
            <w:pPr>
              <w:spacing w:before="60" w:line="240" w:lineRule="auto"/>
              <w:ind w:left="-115" w:right="-36"/>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9E111BF" w14:textId="77777777" w:rsidR="00A571ED" w:rsidRPr="00A571ED" w:rsidRDefault="00B93C44" w:rsidP="00207513">
      <w:pPr>
        <w:keepNext/>
        <w:numPr>
          <w:ilvl w:val="0"/>
          <w:numId w:val="39"/>
        </w:numPr>
        <w:spacing w:before="60" w:line="240" w:lineRule="auto"/>
        <w:ind w:right="-43"/>
      </w:pPr>
      <w:r w:rsidRPr="00124BBC">
        <w:rPr>
          <w:rFonts w:cs="Arial"/>
          <w:szCs w:val="18"/>
        </w:rPr>
        <w:t xml:space="preserve">If equipment is </w:t>
      </w:r>
      <w:r w:rsidRPr="00913EA0">
        <w:rPr>
          <w:rFonts w:cs="Arial"/>
          <w:bCs/>
          <w:szCs w:val="18"/>
        </w:rPr>
        <w:t>purged</w:t>
      </w:r>
      <w:r w:rsidRPr="00124BBC">
        <w:rPr>
          <w:rFonts w:cs="Arial"/>
          <w:szCs w:val="18"/>
        </w:rPr>
        <w:t xml:space="preserve"> between runs, describe the purge procedure, including the product and quantity purged, where it goes, and how this is documented.</w:t>
      </w:r>
      <w:r w:rsidR="00A571ED">
        <w:rPr>
          <w:rFonts w:cs="Arial"/>
          <w:szCs w:val="18"/>
        </w:rPr>
        <w:t xml:space="preserve">    </w:t>
      </w:r>
      <w:r w:rsidR="00A571ED" w:rsidRPr="00124BBC">
        <w:rPr>
          <w:rFonts w:cs="Arial"/>
          <w:szCs w:val="18"/>
        </w:rPr>
        <w:fldChar w:fldCharType="begin">
          <w:ffData>
            <w:name w:val="Check11"/>
            <w:enabled/>
            <w:calcOnExit w:val="0"/>
            <w:checkBox>
              <w:sizeAuto/>
              <w:default w:val="0"/>
            </w:checkBox>
          </w:ffData>
        </w:fldChar>
      </w:r>
      <w:r w:rsidR="00A571ED" w:rsidRPr="00124BBC">
        <w:rPr>
          <w:rFonts w:cs="Arial"/>
          <w:szCs w:val="18"/>
        </w:rPr>
        <w:instrText xml:space="preserve"> FORMCHECKBOX </w:instrText>
      </w:r>
      <w:r w:rsidR="00A571ED" w:rsidRPr="00124BBC">
        <w:rPr>
          <w:rFonts w:cs="Arial"/>
          <w:szCs w:val="18"/>
        </w:rPr>
      </w:r>
      <w:r w:rsidR="00A571ED" w:rsidRPr="00124BBC">
        <w:rPr>
          <w:rFonts w:cs="Arial"/>
          <w:szCs w:val="18"/>
        </w:rPr>
        <w:fldChar w:fldCharType="separate"/>
      </w:r>
      <w:r w:rsidR="00A571ED" w:rsidRPr="00124BBC">
        <w:rPr>
          <w:rFonts w:cs="Arial"/>
          <w:szCs w:val="18"/>
        </w:rPr>
        <w:fldChar w:fldCharType="end"/>
      </w:r>
      <w:r w:rsidR="00A571ED" w:rsidRPr="00124BBC">
        <w:rPr>
          <w:rFonts w:cs="Arial"/>
          <w:szCs w:val="18"/>
        </w:rPr>
        <w:t xml:space="preserve"> Attached</w:t>
      </w:r>
    </w:p>
    <w:tbl>
      <w:tblPr>
        <w:tblW w:w="10735" w:type="dxa"/>
        <w:tblInd w:w="360" w:type="dxa"/>
        <w:tblLayout w:type="fixed"/>
        <w:tblCellMar>
          <w:left w:w="115" w:type="dxa"/>
          <w:right w:w="115" w:type="dxa"/>
        </w:tblCellMar>
        <w:tblLook w:val="01E0" w:firstRow="1" w:lastRow="1" w:firstColumn="1" w:lastColumn="1" w:noHBand="0" w:noVBand="0"/>
      </w:tblPr>
      <w:tblGrid>
        <w:gridCol w:w="10735"/>
      </w:tblGrid>
      <w:tr w:rsidR="00BC503E" w:rsidRPr="00124BBC" w14:paraId="37A85B8D" w14:textId="77777777" w:rsidTr="005C5016">
        <w:trPr>
          <w:cantSplit/>
          <w:trHeight w:val="630"/>
        </w:trPr>
        <w:tc>
          <w:tcPr>
            <w:tcW w:w="10735" w:type="dxa"/>
            <w:tcBorders>
              <w:bottom w:val="single" w:sz="4" w:space="0" w:color="auto"/>
            </w:tcBorders>
            <w:vAlign w:val="center"/>
          </w:tcPr>
          <w:p w14:paraId="1A728D6D" w14:textId="77777777" w:rsidR="00BC503E" w:rsidRPr="006D0959" w:rsidRDefault="00BC503E" w:rsidP="00207513">
            <w:pPr>
              <w:spacing w:before="60" w:line="240" w:lineRule="auto"/>
              <w:ind w:left="-115" w:right="-36"/>
              <w:rPr>
                <w:rFonts w:cs="Arial"/>
                <w:b/>
                <w:color w:val="0070C0"/>
                <w:szCs w:val="18"/>
              </w:rPr>
            </w:pPr>
            <w:r w:rsidRPr="006D0959">
              <w:rPr>
                <w:rFonts w:cs="Arial"/>
                <w:b/>
                <w:color w:val="0070C0"/>
                <w:szCs w:val="18"/>
              </w:rPr>
              <w:fldChar w:fldCharType="begin">
                <w:ffData>
                  <w:name w:val="Text36"/>
                  <w:enabled/>
                  <w:calcOnExit w:val="0"/>
                  <w:textInput/>
                </w:ffData>
              </w:fldChar>
            </w:r>
            <w:r w:rsidRPr="006D0959">
              <w:rPr>
                <w:rFonts w:cs="Arial"/>
                <w:b/>
                <w:color w:val="0070C0"/>
                <w:szCs w:val="18"/>
              </w:rPr>
              <w:instrText xml:space="preserve"> FORMTEXT </w:instrText>
            </w:r>
            <w:r w:rsidRPr="006D0959">
              <w:rPr>
                <w:rFonts w:cs="Arial"/>
                <w:b/>
                <w:color w:val="0070C0"/>
                <w:szCs w:val="18"/>
              </w:rPr>
            </w:r>
            <w:r w:rsidRPr="006D0959">
              <w:rPr>
                <w:rFonts w:cs="Arial"/>
                <w:b/>
                <w:color w:val="0070C0"/>
                <w:szCs w:val="18"/>
              </w:rPr>
              <w:fldChar w:fldCharType="separate"/>
            </w:r>
            <w:r w:rsidRPr="006D0959">
              <w:rPr>
                <w:rFonts w:cs="Arial"/>
                <w:b/>
                <w:noProof/>
                <w:color w:val="0070C0"/>
                <w:szCs w:val="18"/>
              </w:rPr>
              <w:t> </w:t>
            </w:r>
            <w:r w:rsidRPr="006D0959">
              <w:rPr>
                <w:rFonts w:cs="Arial"/>
                <w:b/>
                <w:noProof/>
                <w:color w:val="0070C0"/>
                <w:szCs w:val="18"/>
              </w:rPr>
              <w:t> </w:t>
            </w:r>
            <w:r w:rsidRPr="006D0959">
              <w:rPr>
                <w:rFonts w:cs="Arial"/>
                <w:b/>
                <w:noProof/>
                <w:color w:val="0070C0"/>
                <w:szCs w:val="18"/>
              </w:rPr>
              <w:t> </w:t>
            </w:r>
            <w:r w:rsidRPr="006D0959">
              <w:rPr>
                <w:rFonts w:cs="Arial"/>
                <w:b/>
                <w:noProof/>
                <w:color w:val="0070C0"/>
                <w:szCs w:val="18"/>
              </w:rPr>
              <w:t> </w:t>
            </w:r>
            <w:r w:rsidRPr="006D0959">
              <w:rPr>
                <w:rFonts w:cs="Arial"/>
                <w:b/>
                <w:noProof/>
                <w:color w:val="0070C0"/>
                <w:szCs w:val="18"/>
              </w:rPr>
              <w:t> </w:t>
            </w:r>
            <w:r w:rsidRPr="006D0959">
              <w:rPr>
                <w:rFonts w:cs="Arial"/>
                <w:b/>
                <w:color w:val="0070C0"/>
                <w:szCs w:val="18"/>
              </w:rPr>
              <w:fldChar w:fldCharType="end"/>
            </w:r>
          </w:p>
        </w:tc>
      </w:tr>
    </w:tbl>
    <w:p w14:paraId="50CCF89A" w14:textId="77777777" w:rsidR="009A09F5" w:rsidRPr="00124BBC" w:rsidRDefault="009A09F5" w:rsidP="00207513">
      <w:pPr>
        <w:keepNext/>
        <w:numPr>
          <w:ilvl w:val="0"/>
          <w:numId w:val="39"/>
        </w:numPr>
        <w:spacing w:before="60" w:line="240" w:lineRule="auto"/>
        <w:ind w:right="-36"/>
      </w:pPr>
      <w:r w:rsidRPr="00124BBC">
        <w:t xml:space="preserve">For </w:t>
      </w:r>
      <w:r w:rsidR="00732026">
        <w:t>OCal</w:t>
      </w:r>
      <w:r w:rsidR="00732026" w:rsidRPr="00124BBC">
        <w:t xml:space="preserve"> </w:t>
      </w:r>
      <w:r w:rsidRPr="00124BBC">
        <w:t xml:space="preserve">contact surfaces listed above, do you use any </w:t>
      </w:r>
      <w:r w:rsidRPr="00124BBC">
        <w:rPr>
          <w:b/>
        </w:rPr>
        <w:t>sanitizers</w:t>
      </w:r>
      <w:r w:rsidRPr="00124BBC">
        <w:t xml:space="preserve"> or </w:t>
      </w:r>
      <w:r w:rsidRPr="00124BBC">
        <w:rPr>
          <w:b/>
        </w:rPr>
        <w:t>detergents/cleaners</w:t>
      </w:r>
      <w:r w:rsidRPr="00124BBC">
        <w:t xml:space="preserve"> that are not rinsed?</w:t>
      </w:r>
    </w:p>
    <w:p w14:paraId="626A179E" w14:textId="77777777" w:rsidR="009A09F5" w:rsidRPr="00124BBC" w:rsidRDefault="009A09F5" w:rsidP="00207513">
      <w:pPr>
        <w:spacing w:before="60" w:line="240" w:lineRule="auto"/>
        <w:ind w:right="-36" w:firstLine="360"/>
      </w:pPr>
      <w:r w:rsidRPr="00124BBC">
        <w:fldChar w:fldCharType="begin">
          <w:ffData>
            <w:name w:val="Check11"/>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No</w:t>
      </w:r>
      <w:r w:rsidR="00C140C9">
        <w:t xml:space="preserve">    </w:t>
      </w:r>
      <w:r w:rsidRPr="00124BBC">
        <w:fldChar w:fldCharType="begin">
          <w:ffData>
            <w:name w:val="Check11"/>
            <w:enabled/>
            <w:calcOnExit w:val="0"/>
            <w:checkBox>
              <w:sizeAuto/>
              <w:default w:val="0"/>
            </w:checkBox>
          </w:ffData>
        </w:fldChar>
      </w:r>
      <w:r w:rsidRPr="00124BBC">
        <w:instrText xml:space="preserve"> FORMCHECKBOX </w:instrText>
      </w:r>
      <w:r w:rsidRPr="00124BBC">
        <w:fldChar w:fldCharType="separate"/>
      </w:r>
      <w:r w:rsidRPr="00124BBC">
        <w:fldChar w:fldCharType="end"/>
      </w:r>
      <w:r w:rsidR="00AB298E">
        <w:t xml:space="preserve"> Yes.</w:t>
      </w:r>
      <w:r w:rsidRPr="00124BBC">
        <w:t xml:space="preserve"> </w:t>
      </w:r>
      <w:r w:rsidR="00AB298E">
        <w:t>L</w:t>
      </w:r>
      <w:r w:rsidRPr="00124BBC">
        <w:t xml:space="preserve">ist each material on </w:t>
      </w:r>
      <w:r w:rsidR="00AB298E">
        <w:t xml:space="preserve">your </w:t>
      </w:r>
      <w:hyperlink r:id="rId15"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Pr="00124BBC">
        <w:t>.</w:t>
      </w:r>
    </w:p>
    <w:p w14:paraId="1B18E2EA" w14:textId="77777777" w:rsidR="00B93C44" w:rsidRPr="00124BBC" w:rsidRDefault="00B93C44" w:rsidP="00E14571">
      <w:pPr>
        <w:keepNext/>
        <w:numPr>
          <w:ilvl w:val="0"/>
          <w:numId w:val="39"/>
        </w:numPr>
        <w:spacing w:before="60" w:line="240" w:lineRule="auto"/>
        <w:ind w:right="-36"/>
      </w:pPr>
      <w:r w:rsidRPr="00124BBC">
        <w:rPr>
          <w:rFonts w:cs="Arial"/>
          <w:szCs w:val="18"/>
        </w:rPr>
        <w:t>How do you ensure residues from prohibited materials</w:t>
      </w:r>
      <w:r w:rsidR="009B0F72" w:rsidRPr="00124BBC">
        <w:rPr>
          <w:rFonts w:cs="Arial"/>
          <w:szCs w:val="18"/>
        </w:rPr>
        <w:t xml:space="preserve"> (</w:t>
      </w:r>
      <w:r w:rsidR="00AB298E">
        <w:rPr>
          <w:rFonts w:cs="Arial"/>
          <w:szCs w:val="18"/>
        </w:rPr>
        <w:t>ex:</w:t>
      </w:r>
      <w:r w:rsidR="009B0F72" w:rsidRPr="00124BBC">
        <w:rPr>
          <w:rFonts w:cs="Arial"/>
          <w:szCs w:val="18"/>
        </w:rPr>
        <w:t xml:space="preserve"> quaternary ammonia)</w:t>
      </w:r>
      <w:r w:rsidRPr="00124BBC">
        <w:rPr>
          <w:rFonts w:cs="Arial"/>
          <w:szCs w:val="18"/>
        </w:rPr>
        <w:t xml:space="preserve"> </w:t>
      </w:r>
      <w:r w:rsidR="007E6765">
        <w:rPr>
          <w:rFonts w:cs="Arial"/>
          <w:szCs w:val="18"/>
        </w:rPr>
        <w:t xml:space="preserve">are removed from </w:t>
      </w:r>
      <w:r w:rsidRPr="00124BBC">
        <w:rPr>
          <w:rFonts w:cs="Arial"/>
          <w:szCs w:val="18"/>
        </w:rPr>
        <w:t>organic</w:t>
      </w:r>
      <w:r w:rsidR="0000401A">
        <w:rPr>
          <w:rFonts w:cs="Arial"/>
          <w:szCs w:val="18"/>
        </w:rPr>
        <w:t xml:space="preserve"> and/or OCal</w:t>
      </w:r>
      <w:r w:rsidR="00DD7D09">
        <w:rPr>
          <w:rFonts w:cs="Arial"/>
          <w:szCs w:val="18"/>
        </w:rPr>
        <w:t xml:space="preserve"> </w:t>
      </w:r>
      <w:r w:rsidRPr="00124BBC">
        <w:rPr>
          <w:rFonts w:cs="Arial"/>
          <w:szCs w:val="18"/>
        </w:rPr>
        <w:t>contact surfaces?</w:t>
      </w:r>
    </w:p>
    <w:p w14:paraId="24C5EEAC" w14:textId="77777777" w:rsidR="00B93C44" w:rsidRPr="00124BBC" w:rsidRDefault="00B93C44" w:rsidP="00207513">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Not applicable</w:t>
      </w:r>
      <w:r w:rsidR="00764BFE">
        <w:rPr>
          <w:rFonts w:cs="Arial"/>
          <w:szCs w:val="18"/>
        </w:rPr>
        <w:t xml:space="preserve">    </w:t>
      </w: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BC503E" w:rsidRPr="00124BBC">
        <w:rPr>
          <w:rFonts w:cs="Arial"/>
          <w:szCs w:val="18"/>
        </w:rPr>
        <w:t xml:space="preserve"> Rinsing</w:t>
      </w:r>
      <w:r w:rsidR="007C4395">
        <w:rPr>
          <w:rFonts w:cs="Arial"/>
          <w:szCs w:val="18"/>
        </w:rPr>
        <w:t xml:space="preserve"> (required for quaternary </w:t>
      </w:r>
      <w:proofErr w:type="gramStart"/>
      <w:r w:rsidR="00DD7D09">
        <w:rPr>
          <w:rFonts w:cs="Arial"/>
          <w:szCs w:val="18"/>
        </w:rPr>
        <w:t xml:space="preserve">ammonia)  </w:t>
      </w:r>
      <w:r w:rsidR="00764BFE">
        <w:rPr>
          <w:rFonts w:cs="Arial"/>
          <w:szCs w:val="18"/>
        </w:rPr>
        <w:t xml:space="preserve"> </w:t>
      </w:r>
      <w:proofErr w:type="gramEnd"/>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Complete drying of alcohol-based sanitizers</w:t>
      </w:r>
      <w:r w:rsidR="00BC503E" w:rsidRPr="00124BBC">
        <w:rPr>
          <w:rFonts w:cs="Arial"/>
          <w:szCs w:val="18"/>
        </w:rPr>
        <w:tab/>
      </w:r>
      <w:r w:rsidR="00BC503E" w:rsidRPr="00124BBC">
        <w:rPr>
          <w:rFonts w:cs="Arial"/>
          <w:szCs w:val="18"/>
        </w:rPr>
        <w:tab/>
      </w:r>
      <w:r w:rsidR="00BC503E" w:rsidRPr="00124BBC">
        <w:rPr>
          <w:rFonts w:cs="Arial"/>
          <w:szCs w:val="18"/>
        </w:rPr>
        <w:tab/>
      </w:r>
    </w:p>
    <w:tbl>
      <w:tblPr>
        <w:tblW w:w="10728" w:type="dxa"/>
        <w:tblInd w:w="360" w:type="dxa"/>
        <w:tblLayout w:type="fixed"/>
        <w:tblCellMar>
          <w:left w:w="115" w:type="dxa"/>
          <w:right w:w="115" w:type="dxa"/>
        </w:tblCellMar>
        <w:tblLook w:val="04A0" w:firstRow="1" w:lastRow="0" w:firstColumn="1" w:lastColumn="0" w:noHBand="0" w:noVBand="1"/>
      </w:tblPr>
      <w:tblGrid>
        <w:gridCol w:w="6055"/>
        <w:gridCol w:w="4673"/>
      </w:tblGrid>
      <w:tr w:rsidR="007C384F" w:rsidRPr="00124BBC" w14:paraId="1C731FD2" w14:textId="77777777" w:rsidTr="005C5016">
        <w:trPr>
          <w:cantSplit/>
          <w:trHeight w:val="360"/>
        </w:trPr>
        <w:tc>
          <w:tcPr>
            <w:tcW w:w="6055" w:type="dxa"/>
            <w:vAlign w:val="center"/>
          </w:tcPr>
          <w:p w14:paraId="5861F0C8" w14:textId="77777777" w:rsidR="007C384F" w:rsidRPr="00124BBC" w:rsidRDefault="007C384F" w:rsidP="00207513">
            <w:pPr>
              <w:spacing w:before="60"/>
              <w:ind w:left="-108"/>
              <w:rPr>
                <w:rFonts w:cs="Arial"/>
                <w:b/>
                <w:szCs w:val="18"/>
              </w:rPr>
            </w:pPr>
            <w:r w:rsidRPr="00124BBC">
              <w:rPr>
                <w:rFonts w:cs="Arial"/>
                <w:szCs w:val="18"/>
              </w:rPr>
              <w:t>Residue Testing:</w:t>
            </w:r>
            <w:r>
              <w:rPr>
                <w:rFonts w:cs="Arial"/>
                <w:b/>
                <w:szCs w:val="18"/>
              </w:rPr>
              <w:t xml:space="preserve">    </w:t>
            </w: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pH</w:t>
            </w:r>
            <w:r>
              <w:rPr>
                <w:rFonts w:cs="Arial"/>
                <w:b/>
                <w:szCs w:val="18"/>
              </w:rPr>
              <w:t xml:space="preserve">    </w:t>
            </w: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Quaternary Ammonia</w:t>
            </w:r>
            <w:r>
              <w:rPr>
                <w:rFonts w:cs="Arial"/>
                <w:b/>
                <w:szCs w:val="18"/>
              </w:rPr>
              <w:t xml:space="preserve">    </w:t>
            </w: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testing:</w:t>
            </w:r>
          </w:p>
        </w:tc>
        <w:tc>
          <w:tcPr>
            <w:tcW w:w="4673" w:type="dxa"/>
            <w:tcBorders>
              <w:bottom w:val="single" w:sz="4" w:space="0" w:color="auto"/>
            </w:tcBorders>
            <w:vAlign w:val="center"/>
          </w:tcPr>
          <w:p w14:paraId="405F209E" w14:textId="77777777" w:rsidR="007C384F" w:rsidRPr="000D4A3B" w:rsidRDefault="007C384F" w:rsidP="00207513">
            <w:pPr>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7988DA4" w14:textId="77777777" w:rsidR="00B93C44" w:rsidRPr="00124BBC" w:rsidRDefault="00B93C44" w:rsidP="00207513">
      <w:pPr>
        <w:keepNext/>
        <w:numPr>
          <w:ilvl w:val="0"/>
          <w:numId w:val="39"/>
        </w:numPr>
        <w:spacing w:before="60"/>
      </w:pPr>
      <w:r w:rsidRPr="00124BBC">
        <w:rPr>
          <w:rFonts w:cs="Arial"/>
          <w:szCs w:val="18"/>
        </w:rPr>
        <w:t>If cleaning is NOT documented, explain why not: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735"/>
      </w:tblGrid>
      <w:tr w:rsidR="00BC503E" w:rsidRPr="00124BBC" w14:paraId="47D8A3B8" w14:textId="77777777" w:rsidTr="005C5016">
        <w:trPr>
          <w:cantSplit/>
          <w:trHeight w:val="360"/>
        </w:trPr>
        <w:tc>
          <w:tcPr>
            <w:tcW w:w="10735" w:type="dxa"/>
            <w:tcBorders>
              <w:bottom w:val="single" w:sz="4" w:space="0" w:color="auto"/>
            </w:tcBorders>
            <w:vAlign w:val="center"/>
          </w:tcPr>
          <w:p w14:paraId="027E7199" w14:textId="77777777" w:rsidR="00BC503E" w:rsidRPr="000D4A3B" w:rsidRDefault="00BC503E" w:rsidP="00207513">
            <w:pPr>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D0D98F8" w14:textId="77777777" w:rsidR="001F5610" w:rsidRPr="00124BBC" w:rsidRDefault="004D32D1" w:rsidP="00A571ED">
      <w:pPr>
        <w:pStyle w:val="Heading2"/>
      </w:pPr>
      <w:r>
        <w:t>Facility Pest Management</w:t>
      </w:r>
    </w:p>
    <w:p w14:paraId="6DB24BBD" w14:textId="77777777" w:rsidR="00A26F2F" w:rsidRPr="00124BBC" w:rsidRDefault="00A26F2F" w:rsidP="00207513">
      <w:pPr>
        <w:keepNext/>
        <w:numPr>
          <w:ilvl w:val="0"/>
          <w:numId w:val="34"/>
        </w:numPr>
        <w:spacing w:before="60" w:line="240" w:lineRule="auto"/>
      </w:pPr>
      <w:bookmarkStart w:id="5" w:name="_Hlk491086750"/>
      <w:r w:rsidRPr="00124BBC">
        <w:rPr>
          <w:rFonts w:cs="Arial"/>
          <w:szCs w:val="18"/>
        </w:rPr>
        <w:t xml:space="preserve">Which of the following management practices do you use to </w:t>
      </w:r>
      <w:r w:rsidRPr="00124BBC">
        <w:rPr>
          <w:rFonts w:cs="Arial"/>
          <w:b/>
          <w:szCs w:val="18"/>
        </w:rPr>
        <w:t>prevent</w:t>
      </w:r>
      <w:r w:rsidR="001D22BD">
        <w:rPr>
          <w:rFonts w:cs="Arial"/>
          <w:szCs w:val="18"/>
        </w:rPr>
        <w:t xml:space="preserve"> pests? </w:t>
      </w:r>
      <w:r w:rsidR="0057042B">
        <w:rPr>
          <w:rFonts w:cs="Arial"/>
          <w:szCs w:val="18"/>
        </w:rPr>
        <w:t>You m</w:t>
      </w:r>
      <w:r w:rsidR="001D22BD" w:rsidRPr="00A571ED">
        <w:rPr>
          <w:rFonts w:cs="Arial"/>
          <w:iCs/>
          <w:szCs w:val="18"/>
        </w:rPr>
        <w:t>ust use at least one</w:t>
      </w:r>
      <w:r w:rsidR="00A571ED">
        <w:rPr>
          <w:rFonts w:cs="Arial"/>
          <w:iCs/>
          <w:szCs w:val="18"/>
        </w:rPr>
        <w:t>:</w:t>
      </w:r>
    </w:p>
    <w:p w14:paraId="6C109635" w14:textId="77777777" w:rsidR="00A54B15" w:rsidRPr="00124BBC" w:rsidRDefault="00A26F2F" w:rsidP="00207513">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Remove pest habitat, food sources, and breeding areas</w:t>
      </w:r>
      <w:r w:rsidR="00AF4A98">
        <w:rPr>
          <w:rFonts w:cs="Arial"/>
          <w:szCs w:val="18"/>
        </w:rPr>
        <w:t xml:space="preserve">    </w:t>
      </w: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Prevent access to handling facilities</w:t>
      </w:r>
    </w:p>
    <w:p w14:paraId="535F5588" w14:textId="77777777" w:rsidR="00A26F2F" w:rsidRPr="00124BBC" w:rsidRDefault="00A26F2F" w:rsidP="00207513">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Manage environmental factors to prevent pest reproduction (temperature, light, humidity, atmosphere, air circulation)</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A54B15" w:rsidRPr="00124BBC" w14:paraId="58AED49E" w14:textId="77777777" w:rsidTr="005C5016">
        <w:trPr>
          <w:cantSplit/>
          <w:trHeight w:val="360"/>
        </w:trPr>
        <w:tc>
          <w:tcPr>
            <w:tcW w:w="1825" w:type="dxa"/>
            <w:vAlign w:val="center"/>
          </w:tcPr>
          <w:p w14:paraId="0B611A00" w14:textId="77777777" w:rsidR="00A54B15" w:rsidRPr="00124BBC" w:rsidRDefault="00A54B15" w:rsidP="00207513">
            <w:pPr>
              <w:keepNext/>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w:t>
            </w:r>
            <w:r w:rsidR="00D14D9D" w:rsidRPr="00124BBC">
              <w:rPr>
                <w:rFonts w:cs="Arial"/>
                <w:szCs w:val="18"/>
              </w:rPr>
              <w:t xml:space="preserve"> (describe)</w:t>
            </w:r>
            <w:r w:rsidRPr="00124BBC">
              <w:rPr>
                <w:rFonts w:cs="Arial"/>
                <w:szCs w:val="18"/>
              </w:rPr>
              <w:t>:</w:t>
            </w:r>
          </w:p>
        </w:tc>
        <w:tc>
          <w:tcPr>
            <w:tcW w:w="8903" w:type="dxa"/>
            <w:tcBorders>
              <w:bottom w:val="single" w:sz="4" w:space="0" w:color="auto"/>
            </w:tcBorders>
            <w:vAlign w:val="center"/>
          </w:tcPr>
          <w:p w14:paraId="272F3271" w14:textId="77777777" w:rsidR="00A54B15" w:rsidRPr="000D4A3B" w:rsidRDefault="00A54B15" w:rsidP="00207513">
            <w:pPr>
              <w:keepNext/>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461F9ABF" w14:textId="77777777" w:rsidR="00C140C9" w:rsidRPr="00C140C9" w:rsidRDefault="00A26F2F" w:rsidP="00207513">
      <w:pPr>
        <w:keepNext/>
        <w:numPr>
          <w:ilvl w:val="0"/>
          <w:numId w:val="34"/>
        </w:numPr>
        <w:spacing w:before="60" w:line="240" w:lineRule="auto"/>
        <w:ind w:right="-36"/>
      </w:pPr>
      <w:r w:rsidRPr="00124BBC">
        <w:rPr>
          <w:rFonts w:cs="Arial"/>
          <w:szCs w:val="18"/>
        </w:rPr>
        <w:t xml:space="preserve">Which of the following practices do you use to </w:t>
      </w:r>
      <w:r w:rsidRPr="00124BBC">
        <w:rPr>
          <w:rFonts w:cs="Arial"/>
          <w:b/>
          <w:szCs w:val="18"/>
        </w:rPr>
        <w:t>control</w:t>
      </w:r>
      <w:r w:rsidRPr="00124BBC">
        <w:rPr>
          <w:rFonts w:cs="Arial"/>
          <w:szCs w:val="18"/>
        </w:rPr>
        <w:t xml:space="preserve"> pests in </w:t>
      </w:r>
      <w:r w:rsidR="00423BCC">
        <w:rPr>
          <w:rFonts w:cs="Arial"/>
          <w:szCs w:val="18"/>
        </w:rPr>
        <w:t>OCal</w:t>
      </w:r>
      <w:r w:rsidR="00423BCC" w:rsidRPr="00124BBC">
        <w:rPr>
          <w:rFonts w:cs="Arial"/>
          <w:szCs w:val="18"/>
        </w:rPr>
        <w:t xml:space="preserve"> </w:t>
      </w:r>
      <w:r w:rsidRPr="00124BBC">
        <w:rPr>
          <w:rFonts w:cs="Arial"/>
          <w:szCs w:val="18"/>
        </w:rPr>
        <w:t xml:space="preserve">production and </w:t>
      </w:r>
      <w:r w:rsidR="0000401A">
        <w:rPr>
          <w:rFonts w:cs="Arial"/>
          <w:szCs w:val="18"/>
        </w:rPr>
        <w:t xml:space="preserve">organic and/or OCal </w:t>
      </w:r>
      <w:r w:rsidRPr="00124BBC">
        <w:rPr>
          <w:rFonts w:cs="Arial"/>
          <w:szCs w:val="18"/>
        </w:rPr>
        <w:t>storage areas?</w:t>
      </w:r>
      <w:r w:rsidR="00AF4A98">
        <w:rPr>
          <w:rFonts w:cs="Arial"/>
          <w:szCs w:val="18"/>
        </w:rPr>
        <w:t xml:space="preserve">    </w:t>
      </w:r>
    </w:p>
    <w:p w14:paraId="45807A10" w14:textId="77777777" w:rsidR="00C070BC" w:rsidRPr="00B8545B" w:rsidRDefault="00A26F2F" w:rsidP="00207513">
      <w:pPr>
        <w:keepNext/>
        <w:spacing w:before="60" w:line="240" w:lineRule="auto"/>
        <w:ind w:left="360" w:right="-36"/>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N/A</w:t>
      </w:r>
      <w:r w:rsidR="007E6765">
        <w:rPr>
          <w:rFonts w:cs="Arial"/>
          <w:szCs w:val="18"/>
        </w:rPr>
        <w:t>, none used</w:t>
      </w:r>
      <w:r w:rsidR="00B8545B">
        <w:t xml:space="preserve">    </w:t>
      </w: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Mechanical or physical controls, including traps, light, or sound</w:t>
      </w:r>
    </w:p>
    <w:p w14:paraId="6CD78822" w14:textId="77777777" w:rsidR="00A26F2F" w:rsidRPr="00124BBC" w:rsidRDefault="00A26F2F" w:rsidP="00207513">
      <w:pPr>
        <w:spacing w:before="60" w:line="240" w:lineRule="auto"/>
        <w:ind w:left="630" w:right="-43" w:hanging="27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Lures and repellents using nonsynthetic or synthetic substances consistent with the National List</w:t>
      </w:r>
      <w:r w:rsidR="00A94EFD" w:rsidRPr="00124BBC">
        <w:rPr>
          <w:rFonts w:cs="Arial"/>
          <w:szCs w:val="18"/>
        </w:rPr>
        <w:t>. L</w:t>
      </w:r>
      <w:r w:rsidR="00A94EFD" w:rsidRPr="00124BBC">
        <w:rPr>
          <w:rFonts w:cs="Arial"/>
        </w:rPr>
        <w:t xml:space="preserve">ist lures and repellents that you apply in </w:t>
      </w:r>
      <w:r w:rsidR="000F45C4">
        <w:rPr>
          <w:rFonts w:cs="Arial"/>
        </w:rPr>
        <w:t>OCal</w:t>
      </w:r>
      <w:r w:rsidR="000F45C4" w:rsidRPr="00124BBC">
        <w:rPr>
          <w:rFonts w:cs="Arial"/>
        </w:rPr>
        <w:t xml:space="preserve"> </w:t>
      </w:r>
      <w:r w:rsidR="00A94EFD" w:rsidRPr="00124BBC">
        <w:rPr>
          <w:rFonts w:cs="Arial"/>
        </w:rPr>
        <w:t xml:space="preserve">production and </w:t>
      </w:r>
      <w:r w:rsidR="000F45C4">
        <w:rPr>
          <w:rFonts w:cs="Arial"/>
          <w:szCs w:val="18"/>
        </w:rPr>
        <w:t xml:space="preserve">organic and/or OCal </w:t>
      </w:r>
      <w:r w:rsidR="00A94EFD" w:rsidRPr="00124BBC">
        <w:rPr>
          <w:rFonts w:cs="Arial"/>
        </w:rPr>
        <w:t xml:space="preserve">storage areas </w:t>
      </w:r>
      <w:r w:rsidR="00A94EFD" w:rsidRPr="00124BBC">
        <w:t xml:space="preserve">on your </w:t>
      </w:r>
      <w:hyperlink r:id="rId16"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006A05B0" w:rsidRPr="00124BBC">
        <w:t>.</w:t>
      </w:r>
    </w:p>
    <w:p w14:paraId="238E75C4" w14:textId="77777777" w:rsidR="00AF4A98" w:rsidRDefault="00A26F2F" w:rsidP="00207513">
      <w:pPr>
        <w:keepNext/>
        <w:numPr>
          <w:ilvl w:val="0"/>
          <w:numId w:val="34"/>
        </w:numPr>
        <w:spacing w:before="60" w:line="240" w:lineRule="auto"/>
        <w:ind w:right="-36"/>
        <w:rPr>
          <w:rFonts w:cs="Arial"/>
          <w:szCs w:val="18"/>
        </w:rPr>
      </w:pPr>
      <w:r w:rsidRPr="00124BBC">
        <w:rPr>
          <w:rFonts w:cs="Arial"/>
          <w:szCs w:val="18"/>
        </w:rPr>
        <w:t>Are the measures listed above sufficient to prevent or control pests?</w:t>
      </w:r>
      <w:r w:rsidR="00A54B15" w:rsidRPr="00124BBC">
        <w:rPr>
          <w:rFonts w:cs="Arial"/>
          <w:szCs w:val="18"/>
        </w:rPr>
        <w:tab/>
      </w:r>
    </w:p>
    <w:p w14:paraId="2B48ABF5" w14:textId="77777777" w:rsidR="00A26F2F" w:rsidRDefault="00A26F2F" w:rsidP="00207513">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Yes</w:t>
      </w:r>
      <w:r w:rsidR="00C070BC">
        <w:rPr>
          <w:rFonts w:cs="Arial"/>
          <w:szCs w:val="18"/>
        </w:rPr>
        <w:t xml:space="preserv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C070BC">
        <w:rPr>
          <w:rFonts w:cs="Arial"/>
          <w:szCs w:val="18"/>
        </w:rPr>
        <w:t xml:space="preserve"> No    </w:t>
      </w:r>
      <w:r w:rsidR="00064B45" w:rsidRPr="00124BBC">
        <w:rPr>
          <w:rFonts w:cs="Arial"/>
          <w:szCs w:val="18"/>
        </w:rPr>
        <w:fldChar w:fldCharType="begin">
          <w:ffData>
            <w:name w:val="Check12"/>
            <w:enabled/>
            <w:calcOnExit w:val="0"/>
            <w:checkBox>
              <w:sizeAuto/>
              <w:default w:val="0"/>
            </w:checkBox>
          </w:ffData>
        </w:fldChar>
      </w:r>
      <w:r w:rsidR="00064B45" w:rsidRPr="00124BBC">
        <w:rPr>
          <w:rFonts w:cs="Arial"/>
          <w:szCs w:val="18"/>
        </w:rPr>
        <w:instrText xml:space="preserve"> FORMCHECKBOX </w:instrText>
      </w:r>
      <w:r w:rsidR="00064B45" w:rsidRPr="00124BBC">
        <w:rPr>
          <w:rFonts w:cs="Arial"/>
          <w:szCs w:val="18"/>
        </w:rPr>
      </w:r>
      <w:r w:rsidR="00064B45" w:rsidRPr="00124BBC">
        <w:rPr>
          <w:rFonts w:cs="Arial"/>
          <w:szCs w:val="18"/>
        </w:rPr>
        <w:fldChar w:fldCharType="separate"/>
      </w:r>
      <w:r w:rsidR="00064B45" w:rsidRPr="00124BBC">
        <w:rPr>
          <w:rFonts w:cs="Arial"/>
          <w:szCs w:val="18"/>
        </w:rPr>
        <w:fldChar w:fldCharType="end"/>
      </w:r>
      <w:r w:rsidR="00064B45">
        <w:rPr>
          <w:rFonts w:cs="Arial"/>
          <w:szCs w:val="18"/>
        </w:rPr>
        <w:t xml:space="preserve"> N/A</w:t>
      </w:r>
      <w:r w:rsidR="007E6765">
        <w:rPr>
          <w:rFonts w:cs="Arial"/>
          <w:szCs w:val="18"/>
        </w:rPr>
        <w:t>, none used</w:t>
      </w:r>
    </w:p>
    <w:p w14:paraId="1DF9A1FC" w14:textId="77777777" w:rsidR="00797831" w:rsidRPr="00423BCC" w:rsidRDefault="008633D7" w:rsidP="00423BCC">
      <w:pPr>
        <w:keepNext/>
        <w:numPr>
          <w:ilvl w:val="1"/>
          <w:numId w:val="34"/>
        </w:numPr>
        <w:spacing w:before="60" w:line="240" w:lineRule="auto"/>
        <w:ind w:right="-36"/>
        <w:rPr>
          <w:szCs w:val="18"/>
        </w:rPr>
      </w:pPr>
      <w:r w:rsidRPr="00124BBC">
        <w:rPr>
          <w:rFonts w:cs="Arial"/>
          <w:szCs w:val="18"/>
        </w:rPr>
        <w:t xml:space="preserve">If no, </w:t>
      </w:r>
      <w:r w:rsidR="00FA13BB">
        <w:rPr>
          <w:rFonts w:cs="Arial"/>
        </w:rPr>
        <w:t>list</w:t>
      </w:r>
      <w:r>
        <w:rPr>
          <w:rFonts w:cs="Arial"/>
        </w:rPr>
        <w:t xml:space="preserve"> </w:t>
      </w:r>
      <w:r w:rsidRPr="00124BBC">
        <w:rPr>
          <w:rFonts w:cs="Arial"/>
        </w:rPr>
        <w:t xml:space="preserve">pest control materials </w:t>
      </w:r>
      <w:r w:rsidRPr="00124BBC">
        <w:rPr>
          <w:rFonts w:cs="Arial"/>
          <w:b/>
        </w:rPr>
        <w:t>from the National List</w:t>
      </w:r>
      <w:r w:rsidRPr="00124BBC">
        <w:rPr>
          <w:rFonts w:cs="Arial"/>
        </w:rPr>
        <w:t xml:space="preserve"> that you apply in </w:t>
      </w:r>
      <w:r w:rsidR="00423BCC">
        <w:rPr>
          <w:rFonts w:cs="Arial"/>
        </w:rPr>
        <w:t>OCal</w:t>
      </w:r>
      <w:r w:rsidR="00423BCC" w:rsidRPr="00124BBC">
        <w:rPr>
          <w:rFonts w:cs="Arial"/>
        </w:rPr>
        <w:t xml:space="preserve"> </w:t>
      </w:r>
      <w:r w:rsidRPr="00124BBC">
        <w:rPr>
          <w:rFonts w:cs="Arial"/>
        </w:rPr>
        <w:t xml:space="preserve">production and storage areas </w:t>
      </w:r>
      <w:r w:rsidRPr="00124BBC">
        <w:t xml:space="preserve">on your </w:t>
      </w:r>
      <w:bookmarkStart w:id="6" w:name="_Hlk491161742"/>
      <w:r w:rsidR="007E5983">
        <w:fldChar w:fldCharType="begin"/>
      </w:r>
      <w:r w:rsidR="007E5983">
        <w:instrText xml:space="preserve"> HYPERLINK "https://www.ccof.org/resource/ocal-handler-materials-application-osp-materials-list" </w:instrText>
      </w:r>
      <w:r w:rsidR="007E5983">
        <w:fldChar w:fldCharType="separate"/>
      </w:r>
      <w:r w:rsidR="007E5983">
        <w:rPr>
          <w:rStyle w:val="Hyperlink"/>
          <w:rFonts w:cs="Arial"/>
          <w:b/>
          <w:szCs w:val="18"/>
        </w:rPr>
        <w:t>OCal H</w:t>
      </w:r>
      <w:r w:rsidR="007E5983" w:rsidRPr="00853345">
        <w:rPr>
          <w:rStyle w:val="Hyperlink"/>
          <w:rFonts w:cs="Arial"/>
          <w:b/>
          <w:szCs w:val="18"/>
        </w:rPr>
        <w:t>andler Materials Application (OSP Materials List)</w:t>
      </w:r>
      <w:r w:rsidR="007E5983">
        <w:rPr>
          <w:rStyle w:val="Hyperlink"/>
          <w:rFonts w:cs="Arial"/>
          <w:b/>
          <w:szCs w:val="18"/>
        </w:rPr>
        <w:fldChar w:fldCharType="end"/>
      </w:r>
      <w:r w:rsidRPr="00124BBC">
        <w:t>.</w:t>
      </w:r>
      <w:r w:rsidR="00A571ED">
        <w:rPr>
          <w:rFonts w:cs="Arial"/>
          <w:szCs w:val="18"/>
        </w:rPr>
        <w:t xml:space="preserve"> </w:t>
      </w:r>
      <w:r w:rsidR="000F45C4">
        <w:rPr>
          <w:rFonts w:cs="Arial"/>
          <w:szCs w:val="18"/>
        </w:rPr>
        <w:t>“</w:t>
      </w:r>
      <w:r w:rsidR="00423BCC" w:rsidRPr="00423BCC">
        <w:rPr>
          <w:szCs w:val="18"/>
        </w:rPr>
        <w:t>National List” means the list of allowed and prohibited substances included in National Organic Program regulations (7 CFR Sections 205.600 through 205.607).</w:t>
      </w:r>
      <w:r w:rsidR="00A571ED" w:rsidRPr="00423BCC">
        <w:rPr>
          <w:rFonts w:cs="Arial"/>
          <w:szCs w:val="18"/>
        </w:rPr>
        <w:t xml:space="preserve">   </w:t>
      </w:r>
      <w:r w:rsidR="00797831" w:rsidRPr="00012A71">
        <w:rPr>
          <w:rFonts w:cs="Arial"/>
          <w:szCs w:val="20"/>
        </w:rPr>
        <w:fldChar w:fldCharType="begin">
          <w:ffData>
            <w:name w:val="Check6"/>
            <w:enabled/>
            <w:calcOnExit w:val="0"/>
            <w:checkBox>
              <w:sizeAuto/>
              <w:default w:val="0"/>
            </w:checkBox>
          </w:ffData>
        </w:fldChar>
      </w:r>
      <w:bookmarkStart w:id="7" w:name="Check6"/>
      <w:r w:rsidR="00797831" w:rsidRPr="00012A71">
        <w:rPr>
          <w:rFonts w:cs="Arial"/>
          <w:szCs w:val="20"/>
        </w:rPr>
        <w:instrText xml:space="preserve"> FORMCHECKBOX </w:instrText>
      </w:r>
      <w:r w:rsidR="00797831" w:rsidRPr="00012A71">
        <w:rPr>
          <w:rFonts w:cs="Arial"/>
          <w:strike/>
          <w:szCs w:val="20"/>
        </w:rPr>
      </w:r>
      <w:r w:rsidR="00797831" w:rsidRPr="00012A71">
        <w:rPr>
          <w:rFonts w:cs="Arial"/>
          <w:strike/>
          <w:szCs w:val="20"/>
        </w:rPr>
        <w:fldChar w:fldCharType="separate"/>
      </w:r>
      <w:r w:rsidR="00797831" w:rsidRPr="00012A71">
        <w:rPr>
          <w:rFonts w:cs="Arial"/>
          <w:szCs w:val="20"/>
        </w:rPr>
        <w:fldChar w:fldCharType="end"/>
      </w:r>
      <w:bookmarkEnd w:id="7"/>
      <w:r w:rsidR="00797831" w:rsidRPr="00423BCC">
        <w:rPr>
          <w:rFonts w:cs="Arial"/>
          <w:szCs w:val="20"/>
        </w:rPr>
        <w:t xml:space="preserve"> Attached</w:t>
      </w:r>
      <w:bookmarkEnd w:id="6"/>
    </w:p>
    <w:p w14:paraId="0CC7FB12" w14:textId="77777777" w:rsidR="008633D7" w:rsidRDefault="00FA13BB" w:rsidP="00207513">
      <w:pPr>
        <w:spacing w:before="60" w:line="240" w:lineRule="auto"/>
        <w:ind w:left="720" w:right="-36"/>
      </w:pPr>
      <w:r w:rsidRPr="00797831">
        <w:rPr>
          <w:i/>
        </w:rPr>
        <w:t>Prevention and control methods described in G</w:t>
      </w:r>
      <w:r w:rsidR="00364C6B">
        <w:rPr>
          <w:i/>
        </w:rPr>
        <w:t>1</w:t>
      </w:r>
      <w:r w:rsidRPr="00797831">
        <w:rPr>
          <w:i/>
        </w:rPr>
        <w:t xml:space="preserve"> and G</w:t>
      </w:r>
      <w:r w:rsidR="00364C6B">
        <w:rPr>
          <w:i/>
        </w:rPr>
        <w:t>2</w:t>
      </w:r>
      <w:r w:rsidRPr="00797831">
        <w:rPr>
          <w:i/>
        </w:rPr>
        <w:t xml:space="preserve"> above must be implemented before National List materials may be used.</w:t>
      </w:r>
      <w:r>
        <w:t xml:space="preserve"> </w:t>
      </w:r>
      <w:r w:rsidR="008633D7" w:rsidRPr="00797831">
        <w:rPr>
          <w:i/>
        </w:rPr>
        <w:t>National List materials include carbon dioxide, nitrogen gas, Vitamin D3 bait, boric acid, diatomaceous earth and soap products</w:t>
      </w:r>
      <w:r w:rsidR="009D483B" w:rsidRPr="00797831">
        <w:rPr>
          <w:i/>
        </w:rPr>
        <w:t>.</w:t>
      </w:r>
    </w:p>
    <w:p w14:paraId="6EF78FB1" w14:textId="77777777" w:rsidR="00AF4A98" w:rsidRDefault="00981853" w:rsidP="007E5983">
      <w:pPr>
        <w:keepNext/>
        <w:numPr>
          <w:ilvl w:val="0"/>
          <w:numId w:val="34"/>
        </w:numPr>
        <w:spacing w:before="60" w:line="240" w:lineRule="auto"/>
        <w:ind w:right="-36"/>
        <w:rPr>
          <w:rFonts w:cs="Arial"/>
          <w:szCs w:val="18"/>
        </w:rPr>
      </w:pPr>
      <w:r w:rsidRPr="00124BBC">
        <w:rPr>
          <w:rFonts w:cs="Arial"/>
          <w:szCs w:val="18"/>
        </w:rPr>
        <w:lastRenderedPageBreak/>
        <w:t>Are National List materials on your OSP Materials List sufficient to prevent or control pests?</w:t>
      </w:r>
      <w:r w:rsidR="007C384F">
        <w:rPr>
          <w:rFonts w:cs="Arial"/>
          <w:szCs w:val="18"/>
        </w:rPr>
        <w:t xml:space="preserve">    </w:t>
      </w:r>
    </w:p>
    <w:p w14:paraId="2A50754F" w14:textId="77777777" w:rsidR="00981853" w:rsidRPr="00124BBC" w:rsidRDefault="00981853" w:rsidP="007E5983">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w:t>
      </w:r>
      <w:r w:rsidR="00AD0BB7">
        <w:rPr>
          <w:rFonts w:cs="Arial"/>
          <w:szCs w:val="18"/>
        </w:rPr>
        <w:t>s</w:t>
      </w:r>
      <w:r w:rsidR="007C384F">
        <w:rPr>
          <w:rFonts w:cs="Arial"/>
          <w:szCs w:val="18"/>
        </w:rPr>
        <w:t xml:space="preserv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No</w:t>
      </w:r>
      <w:r w:rsidR="007C384F">
        <w:rPr>
          <w:rFonts w:cs="Arial"/>
          <w:szCs w:val="18"/>
        </w:rPr>
        <w:t xml:space="preserve">    </w:t>
      </w:r>
      <w:r w:rsidR="00064B45" w:rsidRPr="00124BBC">
        <w:rPr>
          <w:rFonts w:cs="Arial"/>
          <w:szCs w:val="18"/>
        </w:rPr>
        <w:fldChar w:fldCharType="begin">
          <w:ffData>
            <w:name w:val="Check12"/>
            <w:enabled/>
            <w:calcOnExit w:val="0"/>
            <w:checkBox>
              <w:sizeAuto/>
              <w:default w:val="0"/>
            </w:checkBox>
          </w:ffData>
        </w:fldChar>
      </w:r>
      <w:r w:rsidR="00064B45" w:rsidRPr="00124BBC">
        <w:rPr>
          <w:rFonts w:cs="Arial"/>
          <w:szCs w:val="18"/>
        </w:rPr>
        <w:instrText xml:space="preserve"> FORMCHECKBOX </w:instrText>
      </w:r>
      <w:r w:rsidR="00064B45" w:rsidRPr="00124BBC">
        <w:rPr>
          <w:rFonts w:cs="Arial"/>
          <w:szCs w:val="18"/>
        </w:rPr>
      </w:r>
      <w:r w:rsidR="00064B45" w:rsidRPr="00124BBC">
        <w:rPr>
          <w:rFonts w:cs="Arial"/>
          <w:szCs w:val="18"/>
        </w:rPr>
        <w:fldChar w:fldCharType="separate"/>
      </w:r>
      <w:r w:rsidR="00064B45" w:rsidRPr="00124BBC">
        <w:rPr>
          <w:rFonts w:cs="Arial"/>
          <w:szCs w:val="18"/>
        </w:rPr>
        <w:fldChar w:fldCharType="end"/>
      </w:r>
      <w:r w:rsidR="00064B45">
        <w:rPr>
          <w:rFonts w:cs="Arial"/>
          <w:szCs w:val="18"/>
        </w:rPr>
        <w:t xml:space="preserve"> N/A</w:t>
      </w:r>
      <w:r w:rsidR="00192A0B">
        <w:rPr>
          <w:rFonts w:cs="Arial"/>
          <w:szCs w:val="18"/>
        </w:rPr>
        <w:t>, none used</w:t>
      </w:r>
    </w:p>
    <w:p w14:paraId="6BB122DA" w14:textId="77777777" w:rsidR="00B8545B" w:rsidRPr="00B8545B" w:rsidRDefault="00981853" w:rsidP="007E5983">
      <w:pPr>
        <w:keepNext/>
        <w:numPr>
          <w:ilvl w:val="1"/>
          <w:numId w:val="34"/>
        </w:numPr>
        <w:spacing w:before="60" w:line="240" w:lineRule="auto"/>
        <w:ind w:right="-43"/>
        <w:rPr>
          <w:rFonts w:cs="Arial"/>
          <w:szCs w:val="18"/>
        </w:rPr>
      </w:pPr>
      <w:r w:rsidRPr="00124BBC">
        <w:rPr>
          <w:rFonts w:cs="Arial"/>
          <w:szCs w:val="18"/>
        </w:rPr>
        <w:t xml:space="preserve">If </w:t>
      </w:r>
      <w:proofErr w:type="gramStart"/>
      <w:r w:rsidRPr="00124BBC">
        <w:rPr>
          <w:rFonts w:cs="Arial"/>
          <w:szCs w:val="18"/>
        </w:rPr>
        <w:t>no</w:t>
      </w:r>
      <w:proofErr w:type="gramEnd"/>
      <w:r w:rsidRPr="00124BBC">
        <w:rPr>
          <w:rFonts w:cs="Arial"/>
          <w:szCs w:val="18"/>
        </w:rPr>
        <w:t xml:space="preserve">, </w:t>
      </w:r>
      <w:r w:rsidRPr="00124BBC">
        <w:rPr>
          <w:rFonts w:cs="Arial"/>
        </w:rPr>
        <w:t>explain</w:t>
      </w:r>
      <w:r w:rsidR="008633D7">
        <w:rPr>
          <w:rFonts w:cs="Arial"/>
        </w:rPr>
        <w:t xml:space="preserve"> below</w:t>
      </w:r>
      <w:r w:rsidRPr="00124BBC">
        <w:rPr>
          <w:rFonts w:cs="Arial"/>
        </w:rPr>
        <w:t xml:space="preserve"> (or attach justification</w:t>
      </w:r>
      <w:r w:rsidR="00012492">
        <w:rPr>
          <w:rFonts w:cs="Arial"/>
        </w:rPr>
        <w:t>). L</w:t>
      </w:r>
      <w:r w:rsidR="001D22BD" w:rsidRPr="00124BBC">
        <w:rPr>
          <w:rFonts w:cs="Arial"/>
          <w:szCs w:val="18"/>
        </w:rPr>
        <w:t xml:space="preserve">ist pest control materials </w:t>
      </w:r>
      <w:r w:rsidR="001D22BD" w:rsidRPr="00124BBC">
        <w:rPr>
          <w:rFonts w:cs="Arial"/>
          <w:b/>
          <w:szCs w:val="18"/>
        </w:rPr>
        <w:t>not on the National list</w:t>
      </w:r>
      <w:r w:rsidR="001D22BD" w:rsidRPr="00124BBC">
        <w:rPr>
          <w:rFonts w:cs="Arial"/>
          <w:szCs w:val="18"/>
        </w:rPr>
        <w:t xml:space="preserve"> that you apply in </w:t>
      </w:r>
      <w:r w:rsidR="00423BCC">
        <w:rPr>
          <w:rFonts w:cs="Arial"/>
          <w:szCs w:val="18"/>
        </w:rPr>
        <w:t>OCal</w:t>
      </w:r>
      <w:r w:rsidR="00423BCC" w:rsidRPr="00124BBC">
        <w:rPr>
          <w:rFonts w:cs="Arial"/>
          <w:szCs w:val="18"/>
        </w:rPr>
        <w:t xml:space="preserve"> </w:t>
      </w:r>
      <w:r w:rsidR="001D22BD" w:rsidRPr="00124BBC">
        <w:rPr>
          <w:rFonts w:cs="Arial"/>
          <w:szCs w:val="18"/>
        </w:rPr>
        <w:t>production and storage a</w:t>
      </w:r>
      <w:r w:rsidR="00012492">
        <w:rPr>
          <w:rFonts w:cs="Arial"/>
          <w:szCs w:val="18"/>
        </w:rPr>
        <w:t xml:space="preserve">reas on your </w:t>
      </w:r>
      <w:hyperlink r:id="rId17"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00B8545B">
        <w:rPr>
          <w:rFonts w:cs="Arial"/>
        </w:rPr>
        <w:t>.</w:t>
      </w:r>
    </w:p>
    <w:p w14:paraId="0592E628" w14:textId="77777777" w:rsidR="00981853" w:rsidRPr="001D22BD" w:rsidRDefault="00981853" w:rsidP="007E5983">
      <w:pPr>
        <w:keepNext/>
        <w:spacing w:before="60" w:line="240" w:lineRule="auto"/>
        <w:ind w:left="720" w:right="-43"/>
        <w:rPr>
          <w:rFonts w:cs="Arial"/>
          <w:szCs w:val="18"/>
        </w:rPr>
      </w:pPr>
      <w:r w:rsidRPr="001D22BD">
        <w:rPr>
          <w:rFonts w:cs="Arial"/>
        </w:rPr>
        <w:fldChar w:fldCharType="begin">
          <w:ffData>
            <w:name w:val="Check15"/>
            <w:enabled/>
            <w:calcOnExit w:val="0"/>
            <w:checkBox>
              <w:sizeAuto/>
              <w:default w:val="0"/>
            </w:checkBox>
          </w:ffData>
        </w:fldChar>
      </w:r>
      <w:r w:rsidRPr="001D22BD">
        <w:rPr>
          <w:rFonts w:cs="Arial"/>
        </w:rPr>
        <w:instrText xml:space="preserve"> FORMCHECKBOX </w:instrText>
      </w:r>
      <w:r w:rsidRPr="001D22BD">
        <w:rPr>
          <w:rFonts w:cs="Arial"/>
        </w:rPr>
      </w:r>
      <w:r w:rsidRPr="001D22BD">
        <w:rPr>
          <w:rFonts w:cs="Arial"/>
        </w:rPr>
        <w:fldChar w:fldCharType="separate"/>
      </w:r>
      <w:r w:rsidRPr="001D22BD">
        <w:rPr>
          <w:rFonts w:cs="Arial"/>
        </w:rPr>
        <w:fldChar w:fldCharType="end"/>
      </w:r>
      <w:r w:rsidRPr="001D22BD">
        <w:rPr>
          <w:rFonts w:cs="Arial"/>
        </w:rPr>
        <w:t xml:space="preserve"> Letter of justification attached</w:t>
      </w:r>
    </w:p>
    <w:tbl>
      <w:tblPr>
        <w:tblW w:w="10368"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368"/>
      </w:tblGrid>
      <w:tr w:rsidR="00124BBC" w:rsidRPr="00EA0AF9" w14:paraId="25AD5B4C" w14:textId="77777777" w:rsidTr="005C5016">
        <w:trPr>
          <w:cantSplit/>
          <w:trHeight w:val="720"/>
        </w:trPr>
        <w:tc>
          <w:tcPr>
            <w:tcW w:w="10368" w:type="dxa"/>
            <w:vAlign w:val="center"/>
          </w:tcPr>
          <w:p w14:paraId="6F9441CD" w14:textId="77777777" w:rsidR="00124BBC" w:rsidRPr="000D4A3B" w:rsidRDefault="00124BBC" w:rsidP="007E5983">
            <w:pPr>
              <w:spacing w:before="60" w:line="240" w:lineRule="auto"/>
              <w:ind w:left="-115" w:right="-43"/>
              <w:rPr>
                <w:rFonts w:cs="Arial"/>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69435F9" w14:textId="77777777" w:rsidR="00981853" w:rsidRPr="001D22BD" w:rsidRDefault="00981853" w:rsidP="007E5983">
      <w:pPr>
        <w:keepNext/>
        <w:numPr>
          <w:ilvl w:val="0"/>
          <w:numId w:val="34"/>
        </w:numPr>
        <w:spacing w:before="60" w:line="240" w:lineRule="auto"/>
        <w:ind w:right="-43"/>
        <w:rPr>
          <w:rFonts w:cs="Arial"/>
          <w:szCs w:val="18"/>
        </w:rPr>
      </w:pPr>
      <w:r w:rsidRPr="00124BBC">
        <w:t xml:space="preserve">How do you prevent pest control materials from </w:t>
      </w:r>
      <w:r w:rsidR="007E6765">
        <w:t xml:space="preserve">contaminating </w:t>
      </w:r>
      <w:r w:rsidR="00423BCC">
        <w:t>OCal</w:t>
      </w:r>
      <w:r w:rsidRPr="00124BBC">
        <w:t xml:space="preserve"> products, </w:t>
      </w:r>
      <w:r w:rsidR="00423BCC">
        <w:t xml:space="preserve">organic and/or OCal </w:t>
      </w:r>
      <w:r w:rsidRPr="00124BBC">
        <w:t>ingredients, and packaging materials?</w:t>
      </w:r>
    </w:p>
    <w:p w14:paraId="7EE7503E" w14:textId="77777777" w:rsidR="00981853" w:rsidRPr="00124BBC" w:rsidRDefault="00981853" w:rsidP="007E5983">
      <w:pPr>
        <w:keepNext/>
        <w:spacing w:before="60" w:line="240" w:lineRule="auto"/>
        <w:ind w:right="-43"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Remove product and packaging from areas to be treated</w:t>
      </w:r>
      <w:r w:rsidR="00AF4A98">
        <w:t xml:space="preserve">    </w:t>
      </w: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Wash and rinse </w:t>
      </w:r>
      <w:r w:rsidR="001D22BD">
        <w:t>organic</w:t>
      </w:r>
      <w:r w:rsidR="00423BCC">
        <w:t xml:space="preserve"> and/or</w:t>
      </w:r>
      <w:r w:rsidR="001D22BD">
        <w:t xml:space="preserve"> </w:t>
      </w:r>
      <w:r w:rsidRPr="00124BBC">
        <w:t>contact surfaces after treatment</w:t>
      </w:r>
    </w:p>
    <w:p w14:paraId="0AFE62F9" w14:textId="77777777" w:rsidR="00871B38" w:rsidRDefault="00124BBC" w:rsidP="007E5983">
      <w:pPr>
        <w:keepNext/>
        <w:spacing w:before="60" w:line="240" w:lineRule="auto"/>
        <w:ind w:right="-43"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001D22BD">
        <w:t xml:space="preserve"> Cover equipment used for organic</w:t>
      </w:r>
      <w:r w:rsidR="00423BCC">
        <w:t xml:space="preserve"> and/or</w:t>
      </w:r>
      <w:r w:rsidRPr="00124BBC">
        <w:t xml:space="preserve"> handling</w:t>
      </w:r>
      <w:r w:rsidR="007E6765">
        <w:t xml:space="preserve"> during treatment</w:t>
      </w:r>
      <w:r w:rsidR="00AF4A98">
        <w:t xml:space="preserve">    </w:t>
      </w:r>
    </w:p>
    <w:p w14:paraId="5C279517" w14:textId="77777777" w:rsidR="00124BBC" w:rsidRPr="00124BBC" w:rsidRDefault="00124BBC" w:rsidP="007E5983">
      <w:pPr>
        <w:keepNext/>
        <w:spacing w:before="60" w:line="240" w:lineRule="auto"/>
        <w:ind w:right="-43" w:firstLine="360"/>
      </w:pP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Purge equipment with nonorganic product</w:t>
      </w:r>
      <w:r w:rsidR="007E6765">
        <w:t xml:space="preserve"> after treatment</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7C384F" w:rsidRPr="00124BBC" w14:paraId="7126116A" w14:textId="77777777" w:rsidTr="005C5016">
        <w:trPr>
          <w:cantSplit/>
          <w:trHeight w:val="360"/>
        </w:trPr>
        <w:tc>
          <w:tcPr>
            <w:tcW w:w="1825" w:type="dxa"/>
            <w:vAlign w:val="center"/>
          </w:tcPr>
          <w:p w14:paraId="758F7AC1" w14:textId="77777777" w:rsidR="007C384F" w:rsidRPr="00124BBC" w:rsidRDefault="007C384F" w:rsidP="007E5983">
            <w:pPr>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03" w:type="dxa"/>
            <w:tcBorders>
              <w:left w:val="nil"/>
              <w:bottom w:val="single" w:sz="4" w:space="0" w:color="auto"/>
            </w:tcBorders>
            <w:vAlign w:val="center"/>
          </w:tcPr>
          <w:p w14:paraId="1C65316E" w14:textId="77777777" w:rsidR="007C384F" w:rsidRPr="000D4A3B" w:rsidRDefault="007C384F" w:rsidP="007E5983">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C770226" w14:textId="77777777" w:rsidR="00124BBC" w:rsidRPr="00124BBC" w:rsidRDefault="00124BBC" w:rsidP="007E5983">
      <w:pPr>
        <w:pStyle w:val="BodyText"/>
        <w:tabs>
          <w:tab w:val="clear" w:pos="360"/>
          <w:tab w:val="clear" w:pos="2412"/>
          <w:tab w:val="clear" w:pos="4392"/>
          <w:tab w:val="clear" w:pos="5832"/>
          <w:tab w:val="clear" w:pos="7272"/>
        </w:tabs>
        <w:ind w:right="-36"/>
        <w:rPr>
          <w:sz w:val="2"/>
          <w:u w:val="single"/>
        </w:rPr>
      </w:pPr>
    </w:p>
    <w:p w14:paraId="5C9A4258" w14:textId="77777777" w:rsidR="00220412" w:rsidRDefault="00124BBC" w:rsidP="007E5983">
      <w:pPr>
        <w:keepNext/>
        <w:numPr>
          <w:ilvl w:val="0"/>
          <w:numId w:val="34"/>
        </w:numPr>
        <w:spacing w:before="60" w:line="240" w:lineRule="auto"/>
        <w:ind w:right="-36"/>
      </w:pPr>
      <w:r w:rsidRPr="00124BBC">
        <w:t xml:space="preserve">Where do you record pest control material use and measures taken to protect </w:t>
      </w:r>
      <w:r w:rsidR="000F45C4" w:rsidRPr="00B1428A">
        <w:rPr>
          <w:rFonts w:cs="Arial"/>
          <w:szCs w:val="18"/>
        </w:rPr>
        <w:t xml:space="preserve">organic ingredients, OCal cannabis, and/or or OCal cannabis products </w:t>
      </w:r>
      <w:r w:rsidRPr="00124BBC">
        <w:t>or packaging?</w:t>
      </w:r>
    </w:p>
    <w:p w14:paraId="24F0224E" w14:textId="77777777" w:rsidR="00685B0D" w:rsidRPr="00012A71" w:rsidRDefault="00685B0D" w:rsidP="007E5983">
      <w:pPr>
        <w:keepNext/>
        <w:spacing w:before="60" w:line="240" w:lineRule="auto"/>
        <w:ind w:left="360" w:right="-36"/>
        <w:rPr>
          <w:i/>
          <w:iCs/>
        </w:rPr>
      </w:pPr>
      <w:r w:rsidRPr="00012A71">
        <w:rPr>
          <w:i/>
          <w:iCs/>
        </w:rPr>
        <w:t>You are required to record all substances applied to the product or used in or around any area where product is kept, including the quantity applied and the date of each application. All pesticide chemicals must be identified by brand name, if any, and by source.</w:t>
      </w:r>
    </w:p>
    <w:p w14:paraId="2B60D93D" w14:textId="77777777" w:rsidR="00124BBC" w:rsidRPr="00124BBC" w:rsidRDefault="00124BBC" w:rsidP="007E5983">
      <w:pPr>
        <w:keepNext/>
        <w:spacing w:before="60" w:line="240" w:lineRule="auto"/>
        <w:ind w:right="-36"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Pesticide Use Log</w:t>
      </w:r>
      <w:r w:rsidR="00AF4A98">
        <w:t xml:space="preserve">    </w:t>
      </w: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Log describing removal/reentry of products and packaging</w:t>
      </w:r>
      <w:r w:rsidR="00AF4A98">
        <w:t xml:space="preserve">    </w:t>
      </w:r>
      <w:r w:rsidRPr="00124BBC">
        <w:fldChar w:fldCharType="begin">
          <w:ffData>
            <w:name w:val="Check31"/>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Purge log</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7C384F" w:rsidRPr="00124BBC" w14:paraId="2CE61AE0" w14:textId="77777777" w:rsidTr="005C5016">
        <w:trPr>
          <w:cantSplit/>
          <w:trHeight w:val="360"/>
        </w:trPr>
        <w:tc>
          <w:tcPr>
            <w:tcW w:w="1825" w:type="dxa"/>
            <w:vAlign w:val="center"/>
          </w:tcPr>
          <w:p w14:paraId="3D7AB6E7" w14:textId="77777777" w:rsidR="007C384F" w:rsidRPr="00124BBC" w:rsidRDefault="007C384F" w:rsidP="007E5983">
            <w:pPr>
              <w:spacing w:before="60" w:line="240" w:lineRule="auto"/>
              <w:ind w:left="-115" w:right="-43"/>
              <w:rPr>
                <w:rFonts w:cs="Arial"/>
                <w:szCs w:val="18"/>
              </w:rPr>
            </w:pPr>
            <w:r w:rsidRPr="00124BBC">
              <w:rPr>
                <w:rFonts w:cs="Arial"/>
                <w:szCs w:val="18"/>
              </w:rPr>
              <w:fldChar w:fldCharType="begin">
                <w:ffData>
                  <w:name w:val="Check2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03" w:type="dxa"/>
            <w:tcBorders>
              <w:left w:val="nil"/>
              <w:bottom w:val="single" w:sz="4" w:space="0" w:color="auto"/>
            </w:tcBorders>
            <w:vAlign w:val="center"/>
          </w:tcPr>
          <w:p w14:paraId="27C7892C" w14:textId="77777777" w:rsidR="007C384F" w:rsidRPr="000D4A3B" w:rsidRDefault="007C384F" w:rsidP="007E5983">
            <w:pPr>
              <w:spacing w:before="60" w:line="240" w:lineRule="auto"/>
              <w:ind w:left="-115" w:right="-43"/>
              <w:rPr>
                <w:rFonts w:cs="Arial"/>
                <w:b/>
                <w:color w:val="0070C0"/>
                <w:szCs w:val="18"/>
              </w:rPr>
            </w:pPr>
            <w:r w:rsidRPr="000D4A3B">
              <w:rPr>
                <w:rFonts w:cs="Arial"/>
                <w:b/>
                <w:color w:val="0070C0"/>
                <w:szCs w:val="18"/>
              </w:rPr>
              <w:fldChar w:fldCharType="begin">
                <w:ffData>
                  <w:name w:val="Text6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bookmarkEnd w:id="5"/>
    </w:tbl>
    <w:p w14:paraId="12A1DE91" w14:textId="77777777" w:rsidR="00124BBC" w:rsidRPr="005233AA" w:rsidRDefault="00124BBC" w:rsidP="007E5983">
      <w:pPr>
        <w:spacing w:before="60" w:line="240" w:lineRule="auto"/>
        <w:ind w:right="-43"/>
        <w:rPr>
          <w:sz w:val="2"/>
          <w:szCs w:val="8"/>
        </w:rPr>
      </w:pPr>
    </w:p>
    <w:sectPr w:rsidR="00124BBC" w:rsidRPr="005233AA" w:rsidSect="00DA60CB">
      <w:headerReference w:type="default" r:id="rId18"/>
      <w:footerReference w:type="default" r:id="rId19"/>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16118" w14:textId="77777777" w:rsidR="004E1935" w:rsidRDefault="004E1935">
      <w:r>
        <w:separator/>
      </w:r>
    </w:p>
  </w:endnote>
  <w:endnote w:type="continuationSeparator" w:id="0">
    <w:p w14:paraId="5849B761" w14:textId="77777777" w:rsidR="004E1935" w:rsidRDefault="004E1935">
      <w:r>
        <w:continuationSeparator/>
      </w:r>
    </w:p>
  </w:endnote>
  <w:endnote w:type="continuationNotice" w:id="1">
    <w:p w14:paraId="4AAFEA80" w14:textId="77777777" w:rsidR="004E1935" w:rsidRDefault="004E19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62392" w14:textId="3B09DE55" w:rsidR="00BE5903" w:rsidRPr="007508FA" w:rsidRDefault="005C5016" w:rsidP="00D96A36">
    <w:pPr>
      <w:tabs>
        <w:tab w:val="left" w:pos="9360"/>
      </w:tabs>
      <w:autoSpaceDE w:val="0"/>
      <w:autoSpaceDN w:val="0"/>
      <w:adjustRightInd w:val="0"/>
      <w:spacing w:line="240" w:lineRule="auto"/>
      <w:ind w:right="-36"/>
      <w:rPr>
        <w:rFonts w:cs="Arial"/>
        <w:i/>
        <w:sz w:val="16"/>
        <w:szCs w:val="16"/>
      </w:rPr>
    </w:pPr>
    <w:r>
      <w:rPr>
        <w:rFonts w:cs="Arial"/>
        <w:i/>
        <w:noProof/>
        <w:sz w:val="16"/>
        <w:szCs w:val="16"/>
      </w:rPr>
      <w:drawing>
        <wp:anchor distT="0" distB="0" distL="114300" distR="114300" simplePos="0" relativeHeight="251656704" behindDoc="1" locked="0" layoutInCell="1" allowOverlap="1" wp14:anchorId="5FE0C033" wp14:editId="71F294E4">
          <wp:simplePos x="0" y="0"/>
          <wp:positionH relativeFrom="page">
            <wp:align>center</wp:align>
          </wp:positionH>
          <wp:positionV relativeFrom="page">
            <wp:align>bottom</wp:align>
          </wp:positionV>
          <wp:extent cx="7772400" cy="453962"/>
          <wp:effectExtent l="0" t="0" r="0" b="3810"/>
          <wp:wrapNone/>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B61772">
      <w:rPr>
        <w:rFonts w:cs="Arial"/>
        <w:i/>
        <w:sz w:val="16"/>
        <w:szCs w:val="16"/>
      </w:rPr>
      <w:t>OCALB</w:t>
    </w:r>
    <w:r w:rsidR="009474E7">
      <w:rPr>
        <w:rFonts w:cs="Arial"/>
        <w:i/>
        <w:sz w:val="16"/>
        <w:szCs w:val="16"/>
      </w:rPr>
      <w:t>26</w:t>
    </w:r>
    <w:r w:rsidR="00B61772">
      <w:rPr>
        <w:rFonts w:cs="Arial"/>
        <w:i/>
        <w:sz w:val="16"/>
        <w:szCs w:val="16"/>
      </w:rPr>
      <w:t xml:space="preserve">, V1, </w:t>
    </w:r>
    <w:r w:rsidR="000336D3">
      <w:rPr>
        <w:rFonts w:cs="Arial"/>
        <w:i/>
        <w:sz w:val="16"/>
        <w:szCs w:val="16"/>
      </w:rPr>
      <w:t>10/1/20</w:t>
    </w:r>
    <w:r w:rsidR="00B61772">
      <w:rPr>
        <w:rFonts w:cs="Arial"/>
        <w:i/>
        <w:sz w:val="16"/>
        <w:szCs w:val="16"/>
      </w:rPr>
      <w:t>21</w:t>
    </w:r>
    <w:r w:rsidR="00BE5903" w:rsidRPr="007508FA">
      <w:rPr>
        <w:rFonts w:cs="Arial"/>
        <w:i/>
        <w:sz w:val="16"/>
        <w:szCs w:val="16"/>
      </w:rPr>
      <w:tab/>
    </w:r>
    <w:r w:rsidR="00BE5903" w:rsidRPr="007508FA">
      <w:rPr>
        <w:i/>
        <w:sz w:val="16"/>
        <w:szCs w:val="16"/>
      </w:rPr>
      <w:t xml:space="preserve">Page </w:t>
    </w:r>
    <w:r w:rsidR="00BE5903" w:rsidRPr="007508FA">
      <w:rPr>
        <w:b/>
        <w:i/>
        <w:sz w:val="16"/>
        <w:szCs w:val="16"/>
      </w:rPr>
      <w:fldChar w:fldCharType="begin"/>
    </w:r>
    <w:r w:rsidR="00BE5903" w:rsidRPr="007508FA">
      <w:rPr>
        <w:b/>
        <w:i/>
        <w:sz w:val="16"/>
        <w:szCs w:val="16"/>
      </w:rPr>
      <w:instrText xml:space="preserve"> PAGE </w:instrText>
    </w:r>
    <w:r w:rsidR="00BE5903" w:rsidRPr="007508FA">
      <w:rPr>
        <w:b/>
        <w:i/>
        <w:sz w:val="16"/>
        <w:szCs w:val="16"/>
      </w:rPr>
      <w:fldChar w:fldCharType="separate"/>
    </w:r>
    <w:r w:rsidR="00A53AB6">
      <w:rPr>
        <w:b/>
        <w:i/>
        <w:noProof/>
        <w:sz w:val="16"/>
        <w:szCs w:val="16"/>
      </w:rPr>
      <w:t>1</w:t>
    </w:r>
    <w:r w:rsidR="00BE5903" w:rsidRPr="007508FA">
      <w:rPr>
        <w:b/>
        <w:i/>
        <w:sz w:val="16"/>
        <w:szCs w:val="16"/>
      </w:rPr>
      <w:fldChar w:fldCharType="end"/>
    </w:r>
    <w:r w:rsidR="00BE5903" w:rsidRPr="007508FA">
      <w:rPr>
        <w:i/>
        <w:sz w:val="16"/>
        <w:szCs w:val="16"/>
      </w:rPr>
      <w:t xml:space="preserve"> of </w:t>
    </w:r>
    <w:r w:rsidR="00BE5903" w:rsidRPr="007508FA">
      <w:rPr>
        <w:b/>
        <w:i/>
        <w:sz w:val="16"/>
        <w:szCs w:val="16"/>
      </w:rPr>
      <w:fldChar w:fldCharType="begin"/>
    </w:r>
    <w:r w:rsidR="00BE5903" w:rsidRPr="007508FA">
      <w:rPr>
        <w:b/>
        <w:i/>
        <w:sz w:val="16"/>
        <w:szCs w:val="16"/>
      </w:rPr>
      <w:instrText xml:space="preserve"> NUMPAGES  </w:instrText>
    </w:r>
    <w:r w:rsidR="00BE5903" w:rsidRPr="007508FA">
      <w:rPr>
        <w:b/>
        <w:i/>
        <w:sz w:val="16"/>
        <w:szCs w:val="16"/>
      </w:rPr>
      <w:fldChar w:fldCharType="separate"/>
    </w:r>
    <w:r w:rsidR="00A53AB6">
      <w:rPr>
        <w:b/>
        <w:i/>
        <w:noProof/>
        <w:sz w:val="16"/>
        <w:szCs w:val="16"/>
      </w:rPr>
      <w:t>1</w:t>
    </w:r>
    <w:r w:rsidR="00BE5903" w:rsidRPr="007508FA">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C2953" w14:textId="77777777" w:rsidR="004E1935" w:rsidRDefault="004E1935">
      <w:r>
        <w:separator/>
      </w:r>
    </w:p>
  </w:footnote>
  <w:footnote w:type="continuationSeparator" w:id="0">
    <w:p w14:paraId="653CD93D" w14:textId="77777777" w:rsidR="004E1935" w:rsidRDefault="004E1935">
      <w:r>
        <w:continuationSeparator/>
      </w:r>
    </w:p>
  </w:footnote>
  <w:footnote w:type="continuationNotice" w:id="1">
    <w:p w14:paraId="0615748A" w14:textId="77777777" w:rsidR="004E1935" w:rsidRDefault="004E193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FD65E" w14:textId="7B7632CE" w:rsidR="00E14571" w:rsidRDefault="005C5016" w:rsidP="007E5983">
    <w:pPr>
      <w:pStyle w:val="Header"/>
      <w:spacing w:line="240" w:lineRule="auto"/>
    </w:pPr>
    <w:r>
      <w:rPr>
        <w:noProof/>
      </w:rPr>
      <w:drawing>
        <wp:anchor distT="0" distB="0" distL="114300" distR="114300" simplePos="0" relativeHeight="251657728" behindDoc="0" locked="0" layoutInCell="1" allowOverlap="1" wp14:anchorId="0A685710" wp14:editId="0EB2C682">
          <wp:simplePos x="0" y="0"/>
          <wp:positionH relativeFrom="column">
            <wp:posOffset>-124460</wp:posOffset>
          </wp:positionH>
          <wp:positionV relativeFrom="paragraph">
            <wp:posOffset>83820</wp:posOffset>
          </wp:positionV>
          <wp:extent cx="568325" cy="712470"/>
          <wp:effectExtent l="0" t="0" r="0" b="0"/>
          <wp:wrapNone/>
          <wp:docPr id="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230"/>
      <w:gridCol w:w="692"/>
      <w:gridCol w:w="301"/>
      <w:gridCol w:w="1617"/>
    </w:tblGrid>
    <w:tr w:rsidR="00E14571" w:rsidRPr="000B5C85" w14:paraId="6ED4D475" w14:textId="77777777" w:rsidTr="007E5983">
      <w:trPr>
        <w:cantSplit/>
        <w:trHeight w:val="525"/>
      </w:trPr>
      <w:tc>
        <w:tcPr>
          <w:tcW w:w="3330" w:type="dxa"/>
          <w:tcBorders>
            <w:right w:val="nil"/>
          </w:tcBorders>
          <w:vAlign w:val="center"/>
        </w:tcPr>
        <w:p w14:paraId="64EFA764" w14:textId="77777777" w:rsidR="00E14571" w:rsidRPr="003B73EE" w:rsidRDefault="00E14571" w:rsidP="0037693D">
          <w:pPr>
            <w:spacing w:line="240" w:lineRule="auto"/>
            <w:ind w:right="-43"/>
            <w:rPr>
              <w:rFonts w:cs="Arial"/>
              <w:b/>
              <w:bCs/>
            </w:rPr>
          </w:pPr>
          <w:r w:rsidRPr="00740111">
            <w:rPr>
              <w:rFonts w:cs="Arial"/>
              <w:b/>
              <w:bCs/>
              <w:sz w:val="16"/>
            </w:rPr>
            <w:t>3 CCR §10201, 10208, 10209, 17 CCR §22040, 22045, 22050,</w:t>
          </w:r>
          <w:r w:rsidR="0037693D">
            <w:rPr>
              <w:rFonts w:cs="Arial"/>
              <w:b/>
              <w:bCs/>
              <w:sz w:val="16"/>
            </w:rPr>
            <w:t xml:space="preserve"> </w:t>
          </w:r>
          <w:r w:rsidRPr="00740111">
            <w:rPr>
              <w:rFonts w:cs="Arial"/>
              <w:b/>
              <w:bCs/>
              <w:sz w:val="16"/>
            </w:rPr>
            <w:t>&amp; NOP §205.605</w:t>
          </w:r>
        </w:p>
      </w:tc>
      <w:tc>
        <w:tcPr>
          <w:tcW w:w="4230" w:type="dxa"/>
          <w:tcBorders>
            <w:left w:val="nil"/>
          </w:tcBorders>
          <w:vAlign w:val="center"/>
        </w:tcPr>
        <w:p w14:paraId="58F59FF6" w14:textId="77777777" w:rsidR="00E14571" w:rsidRPr="00E5144A" w:rsidRDefault="00E14571" w:rsidP="00562963">
          <w:pPr>
            <w:spacing w:line="240" w:lineRule="auto"/>
            <w:ind w:left="-103" w:right="-22"/>
            <w:jc w:val="right"/>
            <w:rPr>
              <w:rFonts w:cs="Arial"/>
              <w:b/>
              <w:bCs/>
              <w:sz w:val="22"/>
            </w:rPr>
          </w:pPr>
          <w:r>
            <w:rPr>
              <w:rFonts w:cs="Arial"/>
              <w:b/>
              <w:bCs/>
              <w:iCs/>
              <w:color w:val="000000"/>
              <w:kern w:val="18"/>
              <w:sz w:val="22"/>
              <w:szCs w:val="28"/>
            </w:rPr>
            <w:t>OCAL</w:t>
          </w:r>
          <w:r w:rsidRPr="00241A92">
            <w:rPr>
              <w:rFonts w:cs="Arial"/>
              <w:b/>
              <w:bCs/>
              <w:iCs/>
              <w:color w:val="000000"/>
              <w:kern w:val="18"/>
              <w:sz w:val="22"/>
              <w:szCs w:val="28"/>
            </w:rPr>
            <w:t xml:space="preserve"> PRACTICES TO PREVENT COMMINGLING AND CONTAMINATION</w:t>
          </w:r>
        </w:p>
      </w:tc>
      <w:tc>
        <w:tcPr>
          <w:tcW w:w="993" w:type="dxa"/>
          <w:gridSpan w:val="2"/>
          <w:shd w:val="clear" w:color="auto" w:fill="000000"/>
          <w:vAlign w:val="center"/>
        </w:tcPr>
        <w:p w14:paraId="62068B23" w14:textId="77777777" w:rsidR="00E14571" w:rsidRPr="000B5C85" w:rsidRDefault="00E14571" w:rsidP="007E5983">
          <w:pPr>
            <w:spacing w:line="240" w:lineRule="auto"/>
            <w:ind w:left="-115" w:right="-43"/>
            <w:jc w:val="center"/>
            <w:rPr>
              <w:rFonts w:cs="Arial"/>
              <w:b/>
              <w:bCs/>
            </w:rPr>
          </w:pPr>
          <w:r w:rsidRPr="000B5C85">
            <w:rPr>
              <w:rFonts w:cs="Arial"/>
              <w:b/>
              <w:bCs/>
            </w:rPr>
            <w:t>OSP</w:t>
          </w:r>
        </w:p>
        <w:p w14:paraId="3014B7B3" w14:textId="77777777" w:rsidR="00E14571" w:rsidRPr="000B5C85" w:rsidRDefault="00E14571" w:rsidP="007E5983">
          <w:pPr>
            <w:spacing w:line="240" w:lineRule="auto"/>
            <w:ind w:left="-115" w:right="-43"/>
            <w:jc w:val="center"/>
            <w:rPr>
              <w:rFonts w:cs="Arial"/>
              <w:b/>
              <w:bCs/>
            </w:rPr>
          </w:pPr>
          <w:r w:rsidRPr="000B5C85">
            <w:rPr>
              <w:rFonts w:cs="Arial"/>
              <w:b/>
              <w:bCs/>
            </w:rPr>
            <w:t>SECTION:</w:t>
          </w:r>
        </w:p>
      </w:tc>
      <w:tc>
        <w:tcPr>
          <w:tcW w:w="1617" w:type="dxa"/>
          <w:shd w:val="clear" w:color="auto" w:fill="000000"/>
          <w:vAlign w:val="center"/>
        </w:tcPr>
        <w:p w14:paraId="25D81CC7" w14:textId="77777777" w:rsidR="00E14571" w:rsidRPr="007E5983" w:rsidRDefault="00E14571" w:rsidP="007E5983">
          <w:pPr>
            <w:pStyle w:val="Heading4"/>
            <w:spacing w:before="0" w:after="0" w:line="240" w:lineRule="auto"/>
            <w:ind w:left="-115" w:right="-43"/>
            <w:rPr>
              <w:sz w:val="32"/>
              <w:szCs w:val="32"/>
            </w:rPr>
          </w:pPr>
          <w:r w:rsidRPr="007E5983">
            <w:rPr>
              <w:sz w:val="32"/>
              <w:szCs w:val="32"/>
            </w:rPr>
            <w:t>OCal H4.0</w:t>
          </w:r>
        </w:p>
      </w:tc>
    </w:tr>
    <w:tr w:rsidR="00E14571" w:rsidRPr="000B5C85" w14:paraId="639D8A46" w14:textId="77777777" w:rsidTr="007E5983">
      <w:trPr>
        <w:cantSplit/>
        <w:trHeight w:val="360"/>
        <w:tblHeader/>
      </w:trPr>
      <w:tc>
        <w:tcPr>
          <w:tcW w:w="8252" w:type="dxa"/>
          <w:gridSpan w:val="3"/>
          <w:tcBorders>
            <w:right w:val="nil"/>
          </w:tcBorders>
          <w:vAlign w:val="center"/>
        </w:tcPr>
        <w:p w14:paraId="75E7885B" w14:textId="77777777" w:rsidR="00E14571" w:rsidRPr="000B5C85" w:rsidRDefault="00E14571" w:rsidP="007E5983">
          <w:pPr>
            <w:spacing w:line="240" w:lineRule="auto"/>
            <w:ind w:right="-43"/>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1918" w:type="dxa"/>
          <w:gridSpan w:val="2"/>
          <w:tcBorders>
            <w:top w:val="nil"/>
            <w:left w:val="nil"/>
            <w:bottom w:val="single" w:sz="4" w:space="0" w:color="auto"/>
          </w:tcBorders>
          <w:vAlign w:val="center"/>
        </w:tcPr>
        <w:p w14:paraId="4E671500" w14:textId="77777777" w:rsidR="00E14571" w:rsidRPr="000B5C85" w:rsidRDefault="00E14571" w:rsidP="007E5983">
          <w:pPr>
            <w:spacing w:line="240" w:lineRule="auto"/>
            <w:ind w:left="-115" w:right="-43"/>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A53AB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A53AB6">
            <w:rPr>
              <w:rFonts w:cs="Arial"/>
              <w:b/>
              <w:bCs/>
              <w:noProof/>
              <w:sz w:val="16"/>
            </w:rPr>
            <w:t>1</w:t>
          </w:r>
          <w:r w:rsidRPr="000B5C85">
            <w:rPr>
              <w:rFonts w:cs="Arial"/>
              <w:b/>
              <w:bCs/>
              <w:sz w:val="16"/>
            </w:rPr>
            <w:fldChar w:fldCharType="end"/>
          </w:r>
        </w:p>
      </w:tc>
    </w:tr>
  </w:tbl>
  <w:p w14:paraId="2DCE8123" w14:textId="77777777" w:rsidR="00BE5903" w:rsidRPr="00E14571" w:rsidRDefault="00BE5903" w:rsidP="007E5983">
    <w:pPr>
      <w:pStyle w:val="Heade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F4146D34"/>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sz w:val="18"/>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01F45CF"/>
    <w:multiLevelType w:val="hybridMultilevel"/>
    <w:tmpl w:val="324A8AEC"/>
    <w:lvl w:ilvl="0" w:tplc="43F0D028">
      <w:start w:val="1"/>
      <w:numFmt w:val="decimal"/>
      <w:lvlText w:val="%1)"/>
      <w:lvlJc w:val="left"/>
      <w:pPr>
        <w:ind w:left="360" w:hanging="360"/>
      </w:pPr>
      <w:rPr>
        <w:b w:val="0"/>
        <w:sz w:val="18"/>
      </w:rPr>
    </w:lvl>
    <w:lvl w:ilvl="1" w:tplc="136C8206" w:tentative="1">
      <w:start w:val="1"/>
      <w:numFmt w:val="lowerLetter"/>
      <w:lvlText w:val="%2."/>
      <w:lvlJc w:val="left"/>
      <w:pPr>
        <w:ind w:left="1325" w:hanging="360"/>
      </w:pPr>
    </w:lvl>
    <w:lvl w:ilvl="2" w:tplc="BF2C7AFE" w:tentative="1">
      <w:start w:val="1"/>
      <w:numFmt w:val="lowerRoman"/>
      <w:lvlText w:val="%3."/>
      <w:lvlJc w:val="right"/>
      <w:pPr>
        <w:ind w:left="2045" w:hanging="180"/>
      </w:pPr>
    </w:lvl>
    <w:lvl w:ilvl="3" w:tplc="EDB01114" w:tentative="1">
      <w:start w:val="1"/>
      <w:numFmt w:val="decimal"/>
      <w:lvlText w:val="%4."/>
      <w:lvlJc w:val="left"/>
      <w:pPr>
        <w:ind w:left="2765" w:hanging="360"/>
      </w:pPr>
    </w:lvl>
    <w:lvl w:ilvl="4" w:tplc="9544E414" w:tentative="1">
      <w:start w:val="1"/>
      <w:numFmt w:val="lowerLetter"/>
      <w:lvlText w:val="%5."/>
      <w:lvlJc w:val="left"/>
      <w:pPr>
        <w:ind w:left="3485" w:hanging="360"/>
      </w:pPr>
    </w:lvl>
    <w:lvl w:ilvl="5" w:tplc="76E22F14" w:tentative="1">
      <w:start w:val="1"/>
      <w:numFmt w:val="lowerRoman"/>
      <w:lvlText w:val="%6."/>
      <w:lvlJc w:val="right"/>
      <w:pPr>
        <w:ind w:left="4205" w:hanging="180"/>
      </w:pPr>
    </w:lvl>
    <w:lvl w:ilvl="6" w:tplc="813C7A9C" w:tentative="1">
      <w:start w:val="1"/>
      <w:numFmt w:val="decimal"/>
      <w:lvlText w:val="%7."/>
      <w:lvlJc w:val="left"/>
      <w:pPr>
        <w:ind w:left="4925" w:hanging="360"/>
      </w:pPr>
    </w:lvl>
    <w:lvl w:ilvl="7" w:tplc="4F90AC0C" w:tentative="1">
      <w:start w:val="1"/>
      <w:numFmt w:val="lowerLetter"/>
      <w:lvlText w:val="%8."/>
      <w:lvlJc w:val="left"/>
      <w:pPr>
        <w:ind w:left="5645" w:hanging="360"/>
      </w:pPr>
    </w:lvl>
    <w:lvl w:ilvl="8" w:tplc="CC9610D2" w:tentative="1">
      <w:start w:val="1"/>
      <w:numFmt w:val="lowerRoman"/>
      <w:lvlText w:val="%9."/>
      <w:lvlJc w:val="right"/>
      <w:pPr>
        <w:ind w:left="6365" w:hanging="180"/>
      </w:pPr>
    </w:lvl>
  </w:abstractNum>
  <w:abstractNum w:abstractNumId="12" w15:restartNumberingAfterBreak="0">
    <w:nsid w:val="00DD480D"/>
    <w:multiLevelType w:val="hybridMultilevel"/>
    <w:tmpl w:val="2744E1FE"/>
    <w:lvl w:ilvl="0" w:tplc="277AD4DE">
      <w:start w:val="1"/>
      <w:numFmt w:val="lowerLetter"/>
      <w:lvlText w:val="%1)"/>
      <w:lvlJc w:val="left"/>
      <w:pPr>
        <w:ind w:left="72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5A94E19"/>
    <w:multiLevelType w:val="hybridMultilevel"/>
    <w:tmpl w:val="ED3A8DE4"/>
    <w:lvl w:ilvl="0" w:tplc="C8F0289A">
      <w:start w:val="1"/>
      <w:numFmt w:val="lowerRoman"/>
      <w:lvlText w:val="%1."/>
      <w:lvlJc w:val="right"/>
      <w:pPr>
        <w:ind w:left="1350" w:hanging="360"/>
      </w:pPr>
    </w:lvl>
    <w:lvl w:ilvl="1" w:tplc="299EDBF8" w:tentative="1">
      <w:start w:val="1"/>
      <w:numFmt w:val="lowerLetter"/>
      <w:lvlText w:val="%2."/>
      <w:lvlJc w:val="left"/>
      <w:pPr>
        <w:ind w:left="2070" w:hanging="360"/>
      </w:pPr>
    </w:lvl>
    <w:lvl w:ilvl="2" w:tplc="4E94ECA2" w:tentative="1">
      <w:start w:val="1"/>
      <w:numFmt w:val="lowerRoman"/>
      <w:lvlText w:val="%3."/>
      <w:lvlJc w:val="right"/>
      <w:pPr>
        <w:ind w:left="2790" w:hanging="180"/>
      </w:pPr>
    </w:lvl>
    <w:lvl w:ilvl="3" w:tplc="9C3E6EBA" w:tentative="1">
      <w:start w:val="1"/>
      <w:numFmt w:val="decimal"/>
      <w:lvlText w:val="%4."/>
      <w:lvlJc w:val="left"/>
      <w:pPr>
        <w:ind w:left="3510" w:hanging="360"/>
      </w:pPr>
    </w:lvl>
    <w:lvl w:ilvl="4" w:tplc="5E4AA19E" w:tentative="1">
      <w:start w:val="1"/>
      <w:numFmt w:val="lowerLetter"/>
      <w:lvlText w:val="%5."/>
      <w:lvlJc w:val="left"/>
      <w:pPr>
        <w:ind w:left="4230" w:hanging="360"/>
      </w:pPr>
    </w:lvl>
    <w:lvl w:ilvl="5" w:tplc="C354FDA4" w:tentative="1">
      <w:start w:val="1"/>
      <w:numFmt w:val="lowerRoman"/>
      <w:lvlText w:val="%6."/>
      <w:lvlJc w:val="right"/>
      <w:pPr>
        <w:ind w:left="4950" w:hanging="180"/>
      </w:pPr>
    </w:lvl>
    <w:lvl w:ilvl="6" w:tplc="2F1A884A" w:tentative="1">
      <w:start w:val="1"/>
      <w:numFmt w:val="decimal"/>
      <w:lvlText w:val="%7."/>
      <w:lvlJc w:val="left"/>
      <w:pPr>
        <w:ind w:left="5670" w:hanging="360"/>
      </w:pPr>
    </w:lvl>
    <w:lvl w:ilvl="7" w:tplc="031826D6" w:tentative="1">
      <w:start w:val="1"/>
      <w:numFmt w:val="lowerLetter"/>
      <w:lvlText w:val="%8."/>
      <w:lvlJc w:val="left"/>
      <w:pPr>
        <w:ind w:left="6390" w:hanging="360"/>
      </w:pPr>
    </w:lvl>
    <w:lvl w:ilvl="8" w:tplc="513A9114" w:tentative="1">
      <w:start w:val="1"/>
      <w:numFmt w:val="lowerRoman"/>
      <w:lvlText w:val="%9."/>
      <w:lvlJc w:val="right"/>
      <w:pPr>
        <w:ind w:left="7110" w:hanging="180"/>
      </w:pPr>
    </w:lvl>
  </w:abstractNum>
  <w:abstractNum w:abstractNumId="15" w15:restartNumberingAfterBreak="0">
    <w:nsid w:val="05C459B0"/>
    <w:multiLevelType w:val="hybridMultilevel"/>
    <w:tmpl w:val="943C6964"/>
    <w:lvl w:ilvl="0" w:tplc="0409001B">
      <w:start w:val="1"/>
      <w:numFmt w:val="decimal"/>
      <w:lvlText w:val="%1)"/>
      <w:lvlJc w:val="left"/>
      <w:pPr>
        <w:ind w:left="360" w:hanging="360"/>
      </w:pPr>
      <w:rPr>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8D44E1E"/>
    <w:multiLevelType w:val="hybridMultilevel"/>
    <w:tmpl w:val="4E045ACA"/>
    <w:lvl w:ilvl="0" w:tplc="B83095AA">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B305BE9"/>
    <w:multiLevelType w:val="hybridMultilevel"/>
    <w:tmpl w:val="7E32E36C"/>
    <w:lvl w:ilvl="0" w:tplc="9B908670">
      <w:start w:val="1"/>
      <w:numFmt w:val="upperLetter"/>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2B320E0"/>
    <w:multiLevelType w:val="hybridMultilevel"/>
    <w:tmpl w:val="49DA890A"/>
    <w:lvl w:ilvl="0" w:tplc="E3D29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65166CA"/>
    <w:multiLevelType w:val="hybridMultilevel"/>
    <w:tmpl w:val="6546BAFE"/>
    <w:lvl w:ilvl="0" w:tplc="28F6BEBE">
      <w:start w:val="1"/>
      <w:numFmt w:val="lowerLetter"/>
      <w:lvlText w:val="%1)"/>
      <w:lvlJc w:val="left"/>
      <w:pPr>
        <w:ind w:left="720" w:hanging="360"/>
      </w:pPr>
      <w:rPr>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DA0D68"/>
    <w:multiLevelType w:val="hybridMultilevel"/>
    <w:tmpl w:val="254E95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EC05D47"/>
    <w:multiLevelType w:val="hybridMultilevel"/>
    <w:tmpl w:val="676E4EDA"/>
    <w:lvl w:ilvl="0" w:tplc="98A2FA6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0A62E48"/>
    <w:multiLevelType w:val="hybridMultilevel"/>
    <w:tmpl w:val="754AF46C"/>
    <w:lvl w:ilvl="0" w:tplc="C670712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3B93B5B"/>
    <w:multiLevelType w:val="hybridMultilevel"/>
    <w:tmpl w:val="1BC22CC0"/>
    <w:lvl w:ilvl="0" w:tplc="04090011">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CF55E65"/>
    <w:multiLevelType w:val="hybridMultilevel"/>
    <w:tmpl w:val="03ECCAA8"/>
    <w:lvl w:ilvl="0" w:tplc="C6707120">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3A0217"/>
    <w:multiLevelType w:val="hybridMultilevel"/>
    <w:tmpl w:val="87147130"/>
    <w:lvl w:ilvl="0" w:tplc="7010A934">
      <w:start w:val="1"/>
      <w:numFmt w:val="decimal"/>
      <w:lvlText w:val="%1)"/>
      <w:lvlJc w:val="left"/>
      <w:pPr>
        <w:ind w:left="360" w:hanging="360"/>
      </w:pPr>
      <w:rPr>
        <w:rFonts w:hint="default"/>
        <w:b w:val="0"/>
        <w:i w:val="0"/>
        <w:sz w:val="18"/>
      </w:rPr>
    </w:lvl>
    <w:lvl w:ilvl="1" w:tplc="ADF40582">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5792496"/>
    <w:multiLevelType w:val="hybridMultilevel"/>
    <w:tmpl w:val="8BF843FE"/>
    <w:lvl w:ilvl="0" w:tplc="04090011">
      <w:start w:val="1"/>
      <w:numFmt w:val="lowerRoman"/>
      <w:lvlText w:val="%1."/>
      <w:lvlJc w:val="right"/>
      <w:pPr>
        <w:ind w:left="612" w:hanging="360"/>
      </w:pPr>
    </w:lvl>
    <w:lvl w:ilvl="1" w:tplc="A7028744"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7" w15:restartNumberingAfterBreak="0">
    <w:nsid w:val="35AE1B99"/>
    <w:multiLevelType w:val="hybridMultilevel"/>
    <w:tmpl w:val="142070BA"/>
    <w:lvl w:ilvl="0" w:tplc="0409001B">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6F20E2E"/>
    <w:multiLevelType w:val="hybridMultilevel"/>
    <w:tmpl w:val="6E2AD958"/>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7352CF5"/>
    <w:multiLevelType w:val="hybridMultilevel"/>
    <w:tmpl w:val="33CEE10A"/>
    <w:lvl w:ilvl="0" w:tplc="F71EFC7A">
      <w:start w:val="1"/>
      <w:numFmt w:val="decimal"/>
      <w:lvlText w:val="%1)"/>
      <w:lvlJc w:val="left"/>
      <w:pPr>
        <w:ind w:left="360" w:hanging="360"/>
      </w:pPr>
      <w:rPr>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8303A15"/>
    <w:multiLevelType w:val="hybridMultilevel"/>
    <w:tmpl w:val="A3346962"/>
    <w:lvl w:ilvl="0" w:tplc="D236DC16">
      <w:start w:val="1"/>
      <w:numFmt w:val="lowerLetter"/>
      <w:lvlText w:val="%1)"/>
      <w:lvlJc w:val="left"/>
      <w:pPr>
        <w:ind w:left="612" w:hanging="360"/>
      </w:pPr>
      <w:rPr>
        <w:i w:val="0"/>
        <w:sz w:val="18"/>
        <w:szCs w:val="18"/>
      </w:rPr>
    </w:lvl>
    <w:lvl w:ilvl="1" w:tplc="A7028744"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1" w15:restartNumberingAfterBreak="0">
    <w:nsid w:val="38A015EB"/>
    <w:multiLevelType w:val="hybridMultilevel"/>
    <w:tmpl w:val="F142124E"/>
    <w:lvl w:ilvl="0" w:tplc="0409001B">
      <w:start w:val="1"/>
      <w:numFmt w:val="decimal"/>
      <w:lvlText w:val="%1)"/>
      <w:lvlJc w:val="left"/>
      <w:pPr>
        <w:ind w:left="360" w:hanging="360"/>
      </w:pPr>
    </w:lvl>
    <w:lvl w:ilvl="1" w:tplc="90906F28">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DDD1898"/>
    <w:multiLevelType w:val="hybridMultilevel"/>
    <w:tmpl w:val="1640F032"/>
    <w:lvl w:ilvl="0" w:tplc="C6707120">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87E55CD"/>
    <w:multiLevelType w:val="hybridMultilevel"/>
    <w:tmpl w:val="CE5ADA68"/>
    <w:lvl w:ilvl="0" w:tplc="04090017">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BB3C30"/>
    <w:multiLevelType w:val="hybridMultilevel"/>
    <w:tmpl w:val="ED3A8DE4"/>
    <w:lvl w:ilvl="0" w:tplc="A7028744">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4EBE0BE1"/>
    <w:multiLevelType w:val="multilevel"/>
    <w:tmpl w:val="E788C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AA2940"/>
    <w:multiLevelType w:val="hybridMultilevel"/>
    <w:tmpl w:val="5B6E0E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7B14BC"/>
    <w:multiLevelType w:val="hybridMultilevel"/>
    <w:tmpl w:val="816A6168"/>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6994DD2"/>
    <w:multiLevelType w:val="hybridMultilevel"/>
    <w:tmpl w:val="0DB2B95E"/>
    <w:lvl w:ilvl="0" w:tplc="DB1A20B4">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012934"/>
    <w:multiLevelType w:val="hybridMultilevel"/>
    <w:tmpl w:val="8BF843FE"/>
    <w:lvl w:ilvl="0" w:tplc="04090011">
      <w:start w:val="1"/>
      <w:numFmt w:val="lowerRoman"/>
      <w:lvlText w:val="%1."/>
      <w:lvlJc w:val="right"/>
      <w:pPr>
        <w:ind w:left="720" w:hanging="360"/>
      </w:pPr>
    </w:lvl>
    <w:lvl w:ilvl="1" w:tplc="A7028744"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EE3046"/>
    <w:multiLevelType w:val="hybridMultilevel"/>
    <w:tmpl w:val="B37C1E1C"/>
    <w:lvl w:ilvl="0" w:tplc="61D6D8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5C4330C"/>
    <w:multiLevelType w:val="hybridMultilevel"/>
    <w:tmpl w:val="D3F05992"/>
    <w:lvl w:ilvl="0" w:tplc="A3207D72">
      <w:start w:val="1"/>
      <w:numFmt w:val="decimal"/>
      <w:lvlText w:val="%1)"/>
      <w:lvlJc w:val="left"/>
      <w:pPr>
        <w:ind w:left="360" w:hanging="360"/>
      </w:pPr>
      <w:rPr>
        <w:b w:val="0"/>
      </w:r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9FE532C"/>
    <w:multiLevelType w:val="hybridMultilevel"/>
    <w:tmpl w:val="570E2636"/>
    <w:lvl w:ilvl="0" w:tplc="6CBE0C16">
      <w:start w:val="1"/>
      <w:numFmt w:val="lowerLetter"/>
      <w:lvlText w:val="%1)"/>
      <w:lvlJc w:val="left"/>
      <w:pPr>
        <w:ind w:left="720" w:hanging="360"/>
      </w:pPr>
      <w:rPr>
        <w:rFonts w:ascii="Arial" w:hAnsi="Arial" w:hint="default"/>
        <w:b w:val="0"/>
        <w:i w:val="0"/>
        <w:sz w:val="18"/>
      </w:rPr>
    </w:lvl>
    <w:lvl w:ilvl="1" w:tplc="0409001B">
      <w:start w:val="1"/>
      <w:numFmt w:val="lowerRoman"/>
      <w:lvlText w:val="%2."/>
      <w:lvlJc w:val="righ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5B1FEC"/>
    <w:multiLevelType w:val="hybridMultilevel"/>
    <w:tmpl w:val="18A6019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42360152">
    <w:abstractNumId w:val="9"/>
  </w:num>
  <w:num w:numId="2" w16cid:durableId="234585826">
    <w:abstractNumId w:val="7"/>
  </w:num>
  <w:num w:numId="3" w16cid:durableId="34044073">
    <w:abstractNumId w:val="6"/>
  </w:num>
  <w:num w:numId="4" w16cid:durableId="935402187">
    <w:abstractNumId w:val="5"/>
  </w:num>
  <w:num w:numId="5" w16cid:durableId="27875193">
    <w:abstractNumId w:val="4"/>
  </w:num>
  <w:num w:numId="6" w16cid:durableId="2064215555">
    <w:abstractNumId w:val="8"/>
  </w:num>
  <w:num w:numId="7" w16cid:durableId="823814316">
    <w:abstractNumId w:val="3"/>
  </w:num>
  <w:num w:numId="8" w16cid:durableId="1458989321">
    <w:abstractNumId w:val="2"/>
  </w:num>
  <w:num w:numId="9" w16cid:durableId="978845871">
    <w:abstractNumId w:val="1"/>
  </w:num>
  <w:num w:numId="10" w16cid:durableId="1624926318">
    <w:abstractNumId w:val="0"/>
  </w:num>
  <w:num w:numId="11" w16cid:durableId="22439871">
    <w:abstractNumId w:val="13"/>
  </w:num>
  <w:num w:numId="12" w16cid:durableId="1259831056">
    <w:abstractNumId w:val="10"/>
  </w:num>
  <w:num w:numId="13" w16cid:durableId="1573193809">
    <w:abstractNumId w:val="11"/>
  </w:num>
  <w:num w:numId="14" w16cid:durableId="775946712">
    <w:abstractNumId w:val="30"/>
  </w:num>
  <w:num w:numId="15" w16cid:durableId="1681856515">
    <w:abstractNumId w:val="23"/>
  </w:num>
  <w:num w:numId="16" w16cid:durableId="1381052040">
    <w:abstractNumId w:val="34"/>
  </w:num>
  <w:num w:numId="17" w16cid:durableId="1311981443">
    <w:abstractNumId w:val="27"/>
  </w:num>
  <w:num w:numId="18" w16cid:durableId="1307856555">
    <w:abstractNumId w:val="26"/>
  </w:num>
  <w:num w:numId="19" w16cid:durableId="1300843228">
    <w:abstractNumId w:val="33"/>
  </w:num>
  <w:num w:numId="20" w16cid:durableId="259606375">
    <w:abstractNumId w:val="39"/>
  </w:num>
  <w:num w:numId="21" w16cid:durableId="31662849">
    <w:abstractNumId w:val="19"/>
  </w:num>
  <w:num w:numId="22" w16cid:durableId="573200481">
    <w:abstractNumId w:val="12"/>
  </w:num>
  <w:num w:numId="23" w16cid:durableId="1396005867">
    <w:abstractNumId w:val="32"/>
  </w:num>
  <w:num w:numId="24" w16cid:durableId="222181917">
    <w:abstractNumId w:val="42"/>
  </w:num>
  <w:num w:numId="25" w16cid:durableId="758715478">
    <w:abstractNumId w:val="41"/>
  </w:num>
  <w:num w:numId="26" w16cid:durableId="1493521409">
    <w:abstractNumId w:val="24"/>
  </w:num>
  <w:num w:numId="27" w16cid:durableId="2143496434">
    <w:abstractNumId w:val="29"/>
  </w:num>
  <w:num w:numId="28" w16cid:durableId="412553157">
    <w:abstractNumId w:val="15"/>
  </w:num>
  <w:num w:numId="29" w16cid:durableId="1014302607">
    <w:abstractNumId w:val="44"/>
  </w:num>
  <w:num w:numId="30" w16cid:durableId="819350218">
    <w:abstractNumId w:val="17"/>
  </w:num>
  <w:num w:numId="31" w16cid:durableId="2077239274">
    <w:abstractNumId w:val="14"/>
  </w:num>
  <w:num w:numId="32" w16cid:durableId="88279619">
    <w:abstractNumId w:val="37"/>
  </w:num>
  <w:num w:numId="33" w16cid:durableId="1291788639">
    <w:abstractNumId w:val="22"/>
  </w:num>
  <w:num w:numId="34" w16cid:durableId="1891188925">
    <w:abstractNumId w:val="25"/>
  </w:num>
  <w:num w:numId="35" w16cid:durableId="1533617010">
    <w:abstractNumId w:val="20"/>
  </w:num>
  <w:num w:numId="36" w16cid:durableId="191962308">
    <w:abstractNumId w:val="36"/>
  </w:num>
  <w:num w:numId="37" w16cid:durableId="1002972070">
    <w:abstractNumId w:val="31"/>
  </w:num>
  <w:num w:numId="38" w16cid:durableId="1598127656">
    <w:abstractNumId w:val="21"/>
  </w:num>
  <w:num w:numId="39" w16cid:durableId="241793619">
    <w:abstractNumId w:val="18"/>
  </w:num>
  <w:num w:numId="40" w16cid:durableId="246766822">
    <w:abstractNumId w:val="43"/>
  </w:num>
  <w:num w:numId="41" w16cid:durableId="720322210">
    <w:abstractNumId w:val="16"/>
  </w:num>
  <w:num w:numId="42" w16cid:durableId="489565451">
    <w:abstractNumId w:val="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3988912">
    <w:abstractNumId w:val="40"/>
  </w:num>
  <w:num w:numId="44" w16cid:durableId="665598683">
    <w:abstractNumId w:val="28"/>
  </w:num>
  <w:num w:numId="45" w16cid:durableId="662314636">
    <w:abstractNumId w:val="38"/>
  </w:num>
  <w:num w:numId="46" w16cid:durableId="347829326">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tcYWwu0Kj5VIcEiiK+Ab5UJYtyYO6wBy8ZYLX09ghJJ8R4Hvls1ULFmJJungqEohglL6R64kj5ELYHYMWbYlg==" w:salt="mbGckL2megcg1zBIVCprIg=="/>
  <w:defaultTabStop w:val="720"/>
  <w:drawingGridHorizontalSpacing w:val="90"/>
  <w:displayHorizontalDrawingGridEvery w:val="2"/>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61"/>
    <w:rsid w:val="0000089B"/>
    <w:rsid w:val="000022A5"/>
    <w:rsid w:val="0000401A"/>
    <w:rsid w:val="00004B87"/>
    <w:rsid w:val="00004DAA"/>
    <w:rsid w:val="00004FCC"/>
    <w:rsid w:val="00005140"/>
    <w:rsid w:val="00006039"/>
    <w:rsid w:val="00010249"/>
    <w:rsid w:val="00010F4F"/>
    <w:rsid w:val="000114EE"/>
    <w:rsid w:val="00012492"/>
    <w:rsid w:val="00012A71"/>
    <w:rsid w:val="000138E2"/>
    <w:rsid w:val="00016C5E"/>
    <w:rsid w:val="00017928"/>
    <w:rsid w:val="000202A8"/>
    <w:rsid w:val="00021305"/>
    <w:rsid w:val="0002171E"/>
    <w:rsid w:val="000217D8"/>
    <w:rsid w:val="000229DC"/>
    <w:rsid w:val="0002473F"/>
    <w:rsid w:val="00024C85"/>
    <w:rsid w:val="000264ED"/>
    <w:rsid w:val="00026787"/>
    <w:rsid w:val="00032AB0"/>
    <w:rsid w:val="000333F5"/>
    <w:rsid w:val="000336D3"/>
    <w:rsid w:val="0003492C"/>
    <w:rsid w:val="000353BB"/>
    <w:rsid w:val="000353E8"/>
    <w:rsid w:val="000359DA"/>
    <w:rsid w:val="00035EEA"/>
    <w:rsid w:val="00036B53"/>
    <w:rsid w:val="00040FF8"/>
    <w:rsid w:val="00042077"/>
    <w:rsid w:val="00042B41"/>
    <w:rsid w:val="00044B2F"/>
    <w:rsid w:val="000506D6"/>
    <w:rsid w:val="00051076"/>
    <w:rsid w:val="00052AB0"/>
    <w:rsid w:val="00053190"/>
    <w:rsid w:val="00057F1E"/>
    <w:rsid w:val="00060E51"/>
    <w:rsid w:val="00061298"/>
    <w:rsid w:val="0006200B"/>
    <w:rsid w:val="000621CA"/>
    <w:rsid w:val="000638CD"/>
    <w:rsid w:val="00064B45"/>
    <w:rsid w:val="000660D1"/>
    <w:rsid w:val="00070B86"/>
    <w:rsid w:val="000732AA"/>
    <w:rsid w:val="00073A71"/>
    <w:rsid w:val="00074910"/>
    <w:rsid w:val="00074B08"/>
    <w:rsid w:val="00074C5B"/>
    <w:rsid w:val="00074CFB"/>
    <w:rsid w:val="000750ED"/>
    <w:rsid w:val="000756A2"/>
    <w:rsid w:val="00076CE3"/>
    <w:rsid w:val="00082AF5"/>
    <w:rsid w:val="00084531"/>
    <w:rsid w:val="00086137"/>
    <w:rsid w:val="0008644B"/>
    <w:rsid w:val="00086E2B"/>
    <w:rsid w:val="00087CA8"/>
    <w:rsid w:val="0009054B"/>
    <w:rsid w:val="0009250E"/>
    <w:rsid w:val="00092650"/>
    <w:rsid w:val="00094EDA"/>
    <w:rsid w:val="0009782A"/>
    <w:rsid w:val="000A28B3"/>
    <w:rsid w:val="000A427F"/>
    <w:rsid w:val="000A5970"/>
    <w:rsid w:val="000B0550"/>
    <w:rsid w:val="000B3471"/>
    <w:rsid w:val="000B4AC3"/>
    <w:rsid w:val="000B6D48"/>
    <w:rsid w:val="000C0A50"/>
    <w:rsid w:val="000C5D76"/>
    <w:rsid w:val="000C70F9"/>
    <w:rsid w:val="000D0201"/>
    <w:rsid w:val="000D069C"/>
    <w:rsid w:val="000D21B2"/>
    <w:rsid w:val="000D21FD"/>
    <w:rsid w:val="000D2814"/>
    <w:rsid w:val="000D2904"/>
    <w:rsid w:val="000D2B41"/>
    <w:rsid w:val="000D3342"/>
    <w:rsid w:val="000D3B70"/>
    <w:rsid w:val="000D4A3B"/>
    <w:rsid w:val="000D6117"/>
    <w:rsid w:val="000E072C"/>
    <w:rsid w:val="000E1398"/>
    <w:rsid w:val="000E1A03"/>
    <w:rsid w:val="000E1A80"/>
    <w:rsid w:val="000E2825"/>
    <w:rsid w:val="000E3503"/>
    <w:rsid w:val="000E43DD"/>
    <w:rsid w:val="000F0FCD"/>
    <w:rsid w:val="000F19FE"/>
    <w:rsid w:val="000F45C4"/>
    <w:rsid w:val="0010700F"/>
    <w:rsid w:val="001102CF"/>
    <w:rsid w:val="00111317"/>
    <w:rsid w:val="0011145D"/>
    <w:rsid w:val="00113174"/>
    <w:rsid w:val="00120A89"/>
    <w:rsid w:val="00121BC2"/>
    <w:rsid w:val="00121D0A"/>
    <w:rsid w:val="0012306C"/>
    <w:rsid w:val="001242A0"/>
    <w:rsid w:val="00124BBC"/>
    <w:rsid w:val="00124E48"/>
    <w:rsid w:val="00125042"/>
    <w:rsid w:val="00126427"/>
    <w:rsid w:val="00130663"/>
    <w:rsid w:val="00133E1F"/>
    <w:rsid w:val="001340A7"/>
    <w:rsid w:val="00135F13"/>
    <w:rsid w:val="001367C9"/>
    <w:rsid w:val="001372B6"/>
    <w:rsid w:val="00143670"/>
    <w:rsid w:val="00146963"/>
    <w:rsid w:val="0014748C"/>
    <w:rsid w:val="0015169C"/>
    <w:rsid w:val="001525CA"/>
    <w:rsid w:val="0016024E"/>
    <w:rsid w:val="00160708"/>
    <w:rsid w:val="00161150"/>
    <w:rsid w:val="00164374"/>
    <w:rsid w:val="00164928"/>
    <w:rsid w:val="001710AD"/>
    <w:rsid w:val="0017296E"/>
    <w:rsid w:val="00172A92"/>
    <w:rsid w:val="00172FC8"/>
    <w:rsid w:val="0017475D"/>
    <w:rsid w:val="00180535"/>
    <w:rsid w:val="001816B5"/>
    <w:rsid w:val="00182895"/>
    <w:rsid w:val="00185B84"/>
    <w:rsid w:val="00187ACE"/>
    <w:rsid w:val="00190BA6"/>
    <w:rsid w:val="00192A0B"/>
    <w:rsid w:val="00192C24"/>
    <w:rsid w:val="001A04B7"/>
    <w:rsid w:val="001A183E"/>
    <w:rsid w:val="001A5F09"/>
    <w:rsid w:val="001A642F"/>
    <w:rsid w:val="001B1BDA"/>
    <w:rsid w:val="001B712D"/>
    <w:rsid w:val="001B71FF"/>
    <w:rsid w:val="001C3DC7"/>
    <w:rsid w:val="001C50D8"/>
    <w:rsid w:val="001C6F90"/>
    <w:rsid w:val="001D22BD"/>
    <w:rsid w:val="001D2D66"/>
    <w:rsid w:val="001D36B8"/>
    <w:rsid w:val="001D46D0"/>
    <w:rsid w:val="001D6450"/>
    <w:rsid w:val="001D668F"/>
    <w:rsid w:val="001D78FA"/>
    <w:rsid w:val="001E08A7"/>
    <w:rsid w:val="001E2E9A"/>
    <w:rsid w:val="001E4540"/>
    <w:rsid w:val="001E5114"/>
    <w:rsid w:val="001E5D80"/>
    <w:rsid w:val="001E708D"/>
    <w:rsid w:val="001E7C97"/>
    <w:rsid w:val="001E7FB5"/>
    <w:rsid w:val="001F19DF"/>
    <w:rsid w:val="001F27F6"/>
    <w:rsid w:val="001F3172"/>
    <w:rsid w:val="001F46B3"/>
    <w:rsid w:val="001F4893"/>
    <w:rsid w:val="001F5610"/>
    <w:rsid w:val="001F5DBA"/>
    <w:rsid w:val="00201084"/>
    <w:rsid w:val="00204E3A"/>
    <w:rsid w:val="00205432"/>
    <w:rsid w:val="0020551D"/>
    <w:rsid w:val="002059F3"/>
    <w:rsid w:val="00207513"/>
    <w:rsid w:val="00210524"/>
    <w:rsid w:val="00210DB3"/>
    <w:rsid w:val="00210F48"/>
    <w:rsid w:val="002124E2"/>
    <w:rsid w:val="002130DA"/>
    <w:rsid w:val="00213DEB"/>
    <w:rsid w:val="00215FA6"/>
    <w:rsid w:val="00216966"/>
    <w:rsid w:val="00220412"/>
    <w:rsid w:val="00226298"/>
    <w:rsid w:val="0022778F"/>
    <w:rsid w:val="00232768"/>
    <w:rsid w:val="00233281"/>
    <w:rsid w:val="00234813"/>
    <w:rsid w:val="00235D87"/>
    <w:rsid w:val="002360F6"/>
    <w:rsid w:val="00236DCF"/>
    <w:rsid w:val="00237DB4"/>
    <w:rsid w:val="00242139"/>
    <w:rsid w:val="00242356"/>
    <w:rsid w:val="00244122"/>
    <w:rsid w:val="00245B8C"/>
    <w:rsid w:val="00251AA1"/>
    <w:rsid w:val="0025221E"/>
    <w:rsid w:val="002538D0"/>
    <w:rsid w:val="0026145B"/>
    <w:rsid w:val="00261D23"/>
    <w:rsid w:val="00262319"/>
    <w:rsid w:val="002676C6"/>
    <w:rsid w:val="00267CD8"/>
    <w:rsid w:val="002710E8"/>
    <w:rsid w:val="00271A35"/>
    <w:rsid w:val="0027432F"/>
    <w:rsid w:val="00275EED"/>
    <w:rsid w:val="0027635C"/>
    <w:rsid w:val="0027744D"/>
    <w:rsid w:val="002800AB"/>
    <w:rsid w:val="002847BB"/>
    <w:rsid w:val="002858C0"/>
    <w:rsid w:val="002866BB"/>
    <w:rsid w:val="00287252"/>
    <w:rsid w:val="002874FA"/>
    <w:rsid w:val="002900A5"/>
    <w:rsid w:val="00291560"/>
    <w:rsid w:val="00292361"/>
    <w:rsid w:val="00292BBC"/>
    <w:rsid w:val="00292BEB"/>
    <w:rsid w:val="002954A6"/>
    <w:rsid w:val="00296016"/>
    <w:rsid w:val="00297653"/>
    <w:rsid w:val="0029788F"/>
    <w:rsid w:val="002A0FD1"/>
    <w:rsid w:val="002A19BE"/>
    <w:rsid w:val="002A3967"/>
    <w:rsid w:val="002A40E6"/>
    <w:rsid w:val="002A48BA"/>
    <w:rsid w:val="002A4ED7"/>
    <w:rsid w:val="002A73F2"/>
    <w:rsid w:val="002A74DA"/>
    <w:rsid w:val="002B0193"/>
    <w:rsid w:val="002B1156"/>
    <w:rsid w:val="002B66BC"/>
    <w:rsid w:val="002C0C19"/>
    <w:rsid w:val="002C5098"/>
    <w:rsid w:val="002C587A"/>
    <w:rsid w:val="002C5CDD"/>
    <w:rsid w:val="002D1D35"/>
    <w:rsid w:val="002D68B7"/>
    <w:rsid w:val="002D7F2D"/>
    <w:rsid w:val="002E0299"/>
    <w:rsid w:val="002E078C"/>
    <w:rsid w:val="002E1DEF"/>
    <w:rsid w:val="002E3339"/>
    <w:rsid w:val="002E46E8"/>
    <w:rsid w:val="002F0F70"/>
    <w:rsid w:val="002F5187"/>
    <w:rsid w:val="002F52F3"/>
    <w:rsid w:val="003002B1"/>
    <w:rsid w:val="00302150"/>
    <w:rsid w:val="003030AF"/>
    <w:rsid w:val="00304DD6"/>
    <w:rsid w:val="00306358"/>
    <w:rsid w:val="00310E12"/>
    <w:rsid w:val="00312B3B"/>
    <w:rsid w:val="003141B3"/>
    <w:rsid w:val="003165A4"/>
    <w:rsid w:val="00316BA7"/>
    <w:rsid w:val="003248A4"/>
    <w:rsid w:val="003253A5"/>
    <w:rsid w:val="00325C8F"/>
    <w:rsid w:val="00325D7A"/>
    <w:rsid w:val="00327DCA"/>
    <w:rsid w:val="00330A81"/>
    <w:rsid w:val="00331084"/>
    <w:rsid w:val="003329B3"/>
    <w:rsid w:val="0033418C"/>
    <w:rsid w:val="003359D3"/>
    <w:rsid w:val="003372DD"/>
    <w:rsid w:val="00343052"/>
    <w:rsid w:val="00352DC2"/>
    <w:rsid w:val="00352EC7"/>
    <w:rsid w:val="00354867"/>
    <w:rsid w:val="00355280"/>
    <w:rsid w:val="00357372"/>
    <w:rsid w:val="0036090D"/>
    <w:rsid w:val="00364C6B"/>
    <w:rsid w:val="00367307"/>
    <w:rsid w:val="003732EB"/>
    <w:rsid w:val="003733F6"/>
    <w:rsid w:val="00374D8D"/>
    <w:rsid w:val="0037693D"/>
    <w:rsid w:val="003770B8"/>
    <w:rsid w:val="00377F5C"/>
    <w:rsid w:val="00380107"/>
    <w:rsid w:val="00381462"/>
    <w:rsid w:val="0038195F"/>
    <w:rsid w:val="003821A2"/>
    <w:rsid w:val="0038269D"/>
    <w:rsid w:val="0038681C"/>
    <w:rsid w:val="003902CF"/>
    <w:rsid w:val="003917E5"/>
    <w:rsid w:val="00394453"/>
    <w:rsid w:val="00395432"/>
    <w:rsid w:val="00395636"/>
    <w:rsid w:val="00395871"/>
    <w:rsid w:val="0039684D"/>
    <w:rsid w:val="00396AE2"/>
    <w:rsid w:val="00396DE6"/>
    <w:rsid w:val="003A0B43"/>
    <w:rsid w:val="003A127B"/>
    <w:rsid w:val="003A4548"/>
    <w:rsid w:val="003A4662"/>
    <w:rsid w:val="003A62F4"/>
    <w:rsid w:val="003A7CED"/>
    <w:rsid w:val="003B01BF"/>
    <w:rsid w:val="003B2191"/>
    <w:rsid w:val="003B565A"/>
    <w:rsid w:val="003B6FAE"/>
    <w:rsid w:val="003C02F2"/>
    <w:rsid w:val="003C0E33"/>
    <w:rsid w:val="003C1FA9"/>
    <w:rsid w:val="003C2D5C"/>
    <w:rsid w:val="003C397C"/>
    <w:rsid w:val="003C3AF4"/>
    <w:rsid w:val="003C486E"/>
    <w:rsid w:val="003C5A74"/>
    <w:rsid w:val="003C6336"/>
    <w:rsid w:val="003C77D0"/>
    <w:rsid w:val="003C7DA2"/>
    <w:rsid w:val="003D08CB"/>
    <w:rsid w:val="003D09CE"/>
    <w:rsid w:val="003D11BF"/>
    <w:rsid w:val="003D2C91"/>
    <w:rsid w:val="003D652B"/>
    <w:rsid w:val="003D68A8"/>
    <w:rsid w:val="003E4963"/>
    <w:rsid w:val="003E4A90"/>
    <w:rsid w:val="003F05E4"/>
    <w:rsid w:val="003F2DE8"/>
    <w:rsid w:val="003F4131"/>
    <w:rsid w:val="003F56DF"/>
    <w:rsid w:val="003F71D0"/>
    <w:rsid w:val="003F74D7"/>
    <w:rsid w:val="00401D59"/>
    <w:rsid w:val="00402351"/>
    <w:rsid w:val="00402743"/>
    <w:rsid w:val="00403471"/>
    <w:rsid w:val="00407175"/>
    <w:rsid w:val="00412140"/>
    <w:rsid w:val="00412DE0"/>
    <w:rsid w:val="00413D88"/>
    <w:rsid w:val="00416C4D"/>
    <w:rsid w:val="00417F5E"/>
    <w:rsid w:val="00423BCC"/>
    <w:rsid w:val="0042535B"/>
    <w:rsid w:val="00425D2D"/>
    <w:rsid w:val="00426905"/>
    <w:rsid w:val="004275C6"/>
    <w:rsid w:val="00435904"/>
    <w:rsid w:val="00441711"/>
    <w:rsid w:val="004442F1"/>
    <w:rsid w:val="00445070"/>
    <w:rsid w:val="00445542"/>
    <w:rsid w:val="00445C4D"/>
    <w:rsid w:val="0044739E"/>
    <w:rsid w:val="0045385F"/>
    <w:rsid w:val="0045441A"/>
    <w:rsid w:val="004558A3"/>
    <w:rsid w:val="00457CFF"/>
    <w:rsid w:val="004601EF"/>
    <w:rsid w:val="004614C6"/>
    <w:rsid w:val="00461DB9"/>
    <w:rsid w:val="00464E5E"/>
    <w:rsid w:val="004662DE"/>
    <w:rsid w:val="0046747B"/>
    <w:rsid w:val="00472029"/>
    <w:rsid w:val="00472256"/>
    <w:rsid w:val="00474F05"/>
    <w:rsid w:val="00477355"/>
    <w:rsid w:val="00482A8B"/>
    <w:rsid w:val="00495B1E"/>
    <w:rsid w:val="00497D6D"/>
    <w:rsid w:val="004A33E4"/>
    <w:rsid w:val="004B20EE"/>
    <w:rsid w:val="004B2673"/>
    <w:rsid w:val="004B593D"/>
    <w:rsid w:val="004B5AE8"/>
    <w:rsid w:val="004B7D12"/>
    <w:rsid w:val="004C1920"/>
    <w:rsid w:val="004C2931"/>
    <w:rsid w:val="004C3826"/>
    <w:rsid w:val="004C7A42"/>
    <w:rsid w:val="004C7F1A"/>
    <w:rsid w:val="004D10F4"/>
    <w:rsid w:val="004D32D1"/>
    <w:rsid w:val="004D3453"/>
    <w:rsid w:val="004D3919"/>
    <w:rsid w:val="004D462C"/>
    <w:rsid w:val="004D6137"/>
    <w:rsid w:val="004E1935"/>
    <w:rsid w:val="004E4276"/>
    <w:rsid w:val="004E66D2"/>
    <w:rsid w:val="004E7F1D"/>
    <w:rsid w:val="004F0D54"/>
    <w:rsid w:val="004F3102"/>
    <w:rsid w:val="004F3A33"/>
    <w:rsid w:val="004F41EF"/>
    <w:rsid w:val="004F5621"/>
    <w:rsid w:val="005010D6"/>
    <w:rsid w:val="00503079"/>
    <w:rsid w:val="0050354D"/>
    <w:rsid w:val="0050546D"/>
    <w:rsid w:val="00507686"/>
    <w:rsid w:val="00512772"/>
    <w:rsid w:val="0051280B"/>
    <w:rsid w:val="00513E2C"/>
    <w:rsid w:val="0051410C"/>
    <w:rsid w:val="005161EA"/>
    <w:rsid w:val="00516787"/>
    <w:rsid w:val="00517A18"/>
    <w:rsid w:val="005200C9"/>
    <w:rsid w:val="00522649"/>
    <w:rsid w:val="005233AA"/>
    <w:rsid w:val="005237A9"/>
    <w:rsid w:val="00524BBA"/>
    <w:rsid w:val="00525427"/>
    <w:rsid w:val="00525B3F"/>
    <w:rsid w:val="00527B5A"/>
    <w:rsid w:val="005310D3"/>
    <w:rsid w:val="0053540A"/>
    <w:rsid w:val="00543353"/>
    <w:rsid w:val="005468BE"/>
    <w:rsid w:val="00547E79"/>
    <w:rsid w:val="00550958"/>
    <w:rsid w:val="00550EB0"/>
    <w:rsid w:val="00552F76"/>
    <w:rsid w:val="00554C4D"/>
    <w:rsid w:val="0056228E"/>
    <w:rsid w:val="00562963"/>
    <w:rsid w:val="005644A3"/>
    <w:rsid w:val="00566118"/>
    <w:rsid w:val="00567934"/>
    <w:rsid w:val="0057042B"/>
    <w:rsid w:val="00572930"/>
    <w:rsid w:val="00583419"/>
    <w:rsid w:val="0058619D"/>
    <w:rsid w:val="0059293E"/>
    <w:rsid w:val="00593A20"/>
    <w:rsid w:val="00594B29"/>
    <w:rsid w:val="0059595C"/>
    <w:rsid w:val="00595D1F"/>
    <w:rsid w:val="005A091B"/>
    <w:rsid w:val="005A2971"/>
    <w:rsid w:val="005A7D2E"/>
    <w:rsid w:val="005B0EAF"/>
    <w:rsid w:val="005B3C1B"/>
    <w:rsid w:val="005B5125"/>
    <w:rsid w:val="005B5A87"/>
    <w:rsid w:val="005B5C5A"/>
    <w:rsid w:val="005C0E18"/>
    <w:rsid w:val="005C19BD"/>
    <w:rsid w:val="005C1F27"/>
    <w:rsid w:val="005C4A10"/>
    <w:rsid w:val="005C5016"/>
    <w:rsid w:val="005C61A8"/>
    <w:rsid w:val="005C6771"/>
    <w:rsid w:val="005D4F37"/>
    <w:rsid w:val="005D4FB7"/>
    <w:rsid w:val="005D6473"/>
    <w:rsid w:val="005D7745"/>
    <w:rsid w:val="005D7FAE"/>
    <w:rsid w:val="005E4083"/>
    <w:rsid w:val="005E4CD2"/>
    <w:rsid w:val="005E69BB"/>
    <w:rsid w:val="005E7B0D"/>
    <w:rsid w:val="005F0429"/>
    <w:rsid w:val="005F09F6"/>
    <w:rsid w:val="005F22CC"/>
    <w:rsid w:val="005F4F39"/>
    <w:rsid w:val="005F57CB"/>
    <w:rsid w:val="005F6D49"/>
    <w:rsid w:val="005F6DAB"/>
    <w:rsid w:val="005F7303"/>
    <w:rsid w:val="006015B9"/>
    <w:rsid w:val="006034BF"/>
    <w:rsid w:val="00603EF9"/>
    <w:rsid w:val="006040F5"/>
    <w:rsid w:val="006045E9"/>
    <w:rsid w:val="00604F35"/>
    <w:rsid w:val="00606088"/>
    <w:rsid w:val="00614893"/>
    <w:rsid w:val="00620443"/>
    <w:rsid w:val="00620558"/>
    <w:rsid w:val="006209C7"/>
    <w:rsid w:val="00622031"/>
    <w:rsid w:val="006221D2"/>
    <w:rsid w:val="006276D0"/>
    <w:rsid w:val="00627DF5"/>
    <w:rsid w:val="0063021B"/>
    <w:rsid w:val="00633029"/>
    <w:rsid w:val="00635C54"/>
    <w:rsid w:val="00636A0A"/>
    <w:rsid w:val="00636AD6"/>
    <w:rsid w:val="00641BDF"/>
    <w:rsid w:val="00641D92"/>
    <w:rsid w:val="0064503E"/>
    <w:rsid w:val="00651623"/>
    <w:rsid w:val="0065743F"/>
    <w:rsid w:val="00660CAE"/>
    <w:rsid w:val="00665FCD"/>
    <w:rsid w:val="006702F0"/>
    <w:rsid w:val="006724CA"/>
    <w:rsid w:val="00672DFC"/>
    <w:rsid w:val="00681BAB"/>
    <w:rsid w:val="00684749"/>
    <w:rsid w:val="00685569"/>
    <w:rsid w:val="006858A7"/>
    <w:rsid w:val="00685B0D"/>
    <w:rsid w:val="00687D24"/>
    <w:rsid w:val="006957DE"/>
    <w:rsid w:val="0069687E"/>
    <w:rsid w:val="006A05B0"/>
    <w:rsid w:val="006A54A2"/>
    <w:rsid w:val="006A694E"/>
    <w:rsid w:val="006B50C2"/>
    <w:rsid w:val="006B587B"/>
    <w:rsid w:val="006C1E97"/>
    <w:rsid w:val="006C3CA7"/>
    <w:rsid w:val="006C5F90"/>
    <w:rsid w:val="006C6328"/>
    <w:rsid w:val="006D0959"/>
    <w:rsid w:val="006D21E5"/>
    <w:rsid w:val="006D57F0"/>
    <w:rsid w:val="006D6585"/>
    <w:rsid w:val="006D6679"/>
    <w:rsid w:val="006E11E9"/>
    <w:rsid w:val="006E1543"/>
    <w:rsid w:val="006E1609"/>
    <w:rsid w:val="006E3888"/>
    <w:rsid w:val="006E63AF"/>
    <w:rsid w:val="006E649B"/>
    <w:rsid w:val="006E7909"/>
    <w:rsid w:val="006E7A63"/>
    <w:rsid w:val="006F040C"/>
    <w:rsid w:val="006F1392"/>
    <w:rsid w:val="006F1E3A"/>
    <w:rsid w:val="006F30D7"/>
    <w:rsid w:val="006F3455"/>
    <w:rsid w:val="006F3D5F"/>
    <w:rsid w:val="006F4392"/>
    <w:rsid w:val="0070526F"/>
    <w:rsid w:val="00707010"/>
    <w:rsid w:val="00707B2C"/>
    <w:rsid w:val="00713654"/>
    <w:rsid w:val="00714015"/>
    <w:rsid w:val="007156CF"/>
    <w:rsid w:val="0071612C"/>
    <w:rsid w:val="0072090A"/>
    <w:rsid w:val="00723881"/>
    <w:rsid w:val="00724526"/>
    <w:rsid w:val="00730B4F"/>
    <w:rsid w:val="00730DB5"/>
    <w:rsid w:val="00730E5D"/>
    <w:rsid w:val="007316A7"/>
    <w:rsid w:val="00732026"/>
    <w:rsid w:val="0073225A"/>
    <w:rsid w:val="0073616D"/>
    <w:rsid w:val="00737EBA"/>
    <w:rsid w:val="007416E4"/>
    <w:rsid w:val="0074260D"/>
    <w:rsid w:val="00743524"/>
    <w:rsid w:val="007445A9"/>
    <w:rsid w:val="00745184"/>
    <w:rsid w:val="00746974"/>
    <w:rsid w:val="00746C82"/>
    <w:rsid w:val="007476CF"/>
    <w:rsid w:val="0074784C"/>
    <w:rsid w:val="007508FA"/>
    <w:rsid w:val="00750D50"/>
    <w:rsid w:val="007521BF"/>
    <w:rsid w:val="00753305"/>
    <w:rsid w:val="007632FE"/>
    <w:rsid w:val="007644A4"/>
    <w:rsid w:val="00764BFE"/>
    <w:rsid w:val="00765D43"/>
    <w:rsid w:val="00766409"/>
    <w:rsid w:val="00770227"/>
    <w:rsid w:val="00773EF3"/>
    <w:rsid w:val="00774011"/>
    <w:rsid w:val="007776D3"/>
    <w:rsid w:val="00780D7F"/>
    <w:rsid w:val="00782F79"/>
    <w:rsid w:val="00784251"/>
    <w:rsid w:val="00785622"/>
    <w:rsid w:val="00785C7F"/>
    <w:rsid w:val="00792C2E"/>
    <w:rsid w:val="00794BAA"/>
    <w:rsid w:val="00797831"/>
    <w:rsid w:val="007A4D65"/>
    <w:rsid w:val="007A7D68"/>
    <w:rsid w:val="007B2DB2"/>
    <w:rsid w:val="007B5602"/>
    <w:rsid w:val="007B6980"/>
    <w:rsid w:val="007B7D18"/>
    <w:rsid w:val="007C190D"/>
    <w:rsid w:val="007C384F"/>
    <w:rsid w:val="007C3EDA"/>
    <w:rsid w:val="007C4395"/>
    <w:rsid w:val="007C7E7F"/>
    <w:rsid w:val="007D0009"/>
    <w:rsid w:val="007D0C10"/>
    <w:rsid w:val="007D0D0B"/>
    <w:rsid w:val="007D1079"/>
    <w:rsid w:val="007D291C"/>
    <w:rsid w:val="007D499B"/>
    <w:rsid w:val="007D6C20"/>
    <w:rsid w:val="007E2BCD"/>
    <w:rsid w:val="007E5063"/>
    <w:rsid w:val="007E5983"/>
    <w:rsid w:val="007E6465"/>
    <w:rsid w:val="007E6765"/>
    <w:rsid w:val="007E7A34"/>
    <w:rsid w:val="007F088E"/>
    <w:rsid w:val="007F1276"/>
    <w:rsid w:val="007F12DD"/>
    <w:rsid w:val="007F77B5"/>
    <w:rsid w:val="00801A59"/>
    <w:rsid w:val="00802F2C"/>
    <w:rsid w:val="00803DF5"/>
    <w:rsid w:val="00807B9D"/>
    <w:rsid w:val="00810356"/>
    <w:rsid w:val="008123ED"/>
    <w:rsid w:val="00816F61"/>
    <w:rsid w:val="00820393"/>
    <w:rsid w:val="008236C0"/>
    <w:rsid w:val="00823D73"/>
    <w:rsid w:val="00824568"/>
    <w:rsid w:val="00825151"/>
    <w:rsid w:val="00827B94"/>
    <w:rsid w:val="00827C61"/>
    <w:rsid w:val="00830592"/>
    <w:rsid w:val="008307B7"/>
    <w:rsid w:val="00831BCC"/>
    <w:rsid w:val="00831C26"/>
    <w:rsid w:val="00831E9D"/>
    <w:rsid w:val="0083213E"/>
    <w:rsid w:val="00832675"/>
    <w:rsid w:val="00833665"/>
    <w:rsid w:val="00833812"/>
    <w:rsid w:val="00834FD8"/>
    <w:rsid w:val="008357BD"/>
    <w:rsid w:val="00836D20"/>
    <w:rsid w:val="00841C42"/>
    <w:rsid w:val="00842A75"/>
    <w:rsid w:val="00842F91"/>
    <w:rsid w:val="00843A4A"/>
    <w:rsid w:val="008477D6"/>
    <w:rsid w:val="00851650"/>
    <w:rsid w:val="00851DBD"/>
    <w:rsid w:val="00856939"/>
    <w:rsid w:val="00856B86"/>
    <w:rsid w:val="0085728C"/>
    <w:rsid w:val="00860D15"/>
    <w:rsid w:val="008633D7"/>
    <w:rsid w:val="00865066"/>
    <w:rsid w:val="0086639E"/>
    <w:rsid w:val="00866B95"/>
    <w:rsid w:val="00870364"/>
    <w:rsid w:val="00871B38"/>
    <w:rsid w:val="008801E3"/>
    <w:rsid w:val="00880AE2"/>
    <w:rsid w:val="00885CE0"/>
    <w:rsid w:val="00886B24"/>
    <w:rsid w:val="008871DE"/>
    <w:rsid w:val="0088743F"/>
    <w:rsid w:val="00887821"/>
    <w:rsid w:val="00887D44"/>
    <w:rsid w:val="008903EE"/>
    <w:rsid w:val="00891A3F"/>
    <w:rsid w:val="0089232F"/>
    <w:rsid w:val="00892539"/>
    <w:rsid w:val="008968D7"/>
    <w:rsid w:val="008A4B0F"/>
    <w:rsid w:val="008A52BB"/>
    <w:rsid w:val="008A7962"/>
    <w:rsid w:val="008B05BE"/>
    <w:rsid w:val="008B0A16"/>
    <w:rsid w:val="008B123C"/>
    <w:rsid w:val="008B2918"/>
    <w:rsid w:val="008B668B"/>
    <w:rsid w:val="008C0093"/>
    <w:rsid w:val="008C09D8"/>
    <w:rsid w:val="008C25ED"/>
    <w:rsid w:val="008C34F1"/>
    <w:rsid w:val="008C6704"/>
    <w:rsid w:val="008C77FB"/>
    <w:rsid w:val="008D092D"/>
    <w:rsid w:val="008D14B3"/>
    <w:rsid w:val="008D24A4"/>
    <w:rsid w:val="008D382C"/>
    <w:rsid w:val="008D3963"/>
    <w:rsid w:val="008D500C"/>
    <w:rsid w:val="008D5E40"/>
    <w:rsid w:val="008D66E7"/>
    <w:rsid w:val="008D72B5"/>
    <w:rsid w:val="008E196D"/>
    <w:rsid w:val="008E3723"/>
    <w:rsid w:val="008E41E4"/>
    <w:rsid w:val="008E639C"/>
    <w:rsid w:val="008E7A63"/>
    <w:rsid w:val="008F0DD8"/>
    <w:rsid w:val="008F4874"/>
    <w:rsid w:val="008F48CD"/>
    <w:rsid w:val="00900FA7"/>
    <w:rsid w:val="00901D45"/>
    <w:rsid w:val="009039CE"/>
    <w:rsid w:val="009063E7"/>
    <w:rsid w:val="00906CEE"/>
    <w:rsid w:val="00907452"/>
    <w:rsid w:val="00910B95"/>
    <w:rsid w:val="00913EA0"/>
    <w:rsid w:val="0091562C"/>
    <w:rsid w:val="00915ACF"/>
    <w:rsid w:val="00917BE0"/>
    <w:rsid w:val="00920B4F"/>
    <w:rsid w:val="00924353"/>
    <w:rsid w:val="009258A2"/>
    <w:rsid w:val="009266DB"/>
    <w:rsid w:val="00927795"/>
    <w:rsid w:val="00932E4F"/>
    <w:rsid w:val="00934E50"/>
    <w:rsid w:val="00936174"/>
    <w:rsid w:val="009424E3"/>
    <w:rsid w:val="00943F6A"/>
    <w:rsid w:val="009474E7"/>
    <w:rsid w:val="009508FA"/>
    <w:rsid w:val="00952D08"/>
    <w:rsid w:val="00956949"/>
    <w:rsid w:val="00964B1C"/>
    <w:rsid w:val="00965101"/>
    <w:rsid w:val="00965163"/>
    <w:rsid w:val="0097232B"/>
    <w:rsid w:val="0097234C"/>
    <w:rsid w:val="00974A91"/>
    <w:rsid w:val="00975463"/>
    <w:rsid w:val="0097616E"/>
    <w:rsid w:val="00976A4E"/>
    <w:rsid w:val="00980345"/>
    <w:rsid w:val="0098138A"/>
    <w:rsid w:val="00981853"/>
    <w:rsid w:val="00986199"/>
    <w:rsid w:val="00987304"/>
    <w:rsid w:val="00987795"/>
    <w:rsid w:val="00991ECE"/>
    <w:rsid w:val="00992CE8"/>
    <w:rsid w:val="00993A4F"/>
    <w:rsid w:val="00994031"/>
    <w:rsid w:val="00994313"/>
    <w:rsid w:val="00994A8B"/>
    <w:rsid w:val="00995FAC"/>
    <w:rsid w:val="0099635C"/>
    <w:rsid w:val="009A09F5"/>
    <w:rsid w:val="009A0AF4"/>
    <w:rsid w:val="009A623D"/>
    <w:rsid w:val="009A69DA"/>
    <w:rsid w:val="009B0B7C"/>
    <w:rsid w:val="009B0F72"/>
    <w:rsid w:val="009B1D86"/>
    <w:rsid w:val="009B1E37"/>
    <w:rsid w:val="009B343A"/>
    <w:rsid w:val="009B3E45"/>
    <w:rsid w:val="009B6FEF"/>
    <w:rsid w:val="009C0D24"/>
    <w:rsid w:val="009C525C"/>
    <w:rsid w:val="009D1BA4"/>
    <w:rsid w:val="009D309B"/>
    <w:rsid w:val="009D3B3E"/>
    <w:rsid w:val="009D43E6"/>
    <w:rsid w:val="009D483B"/>
    <w:rsid w:val="009D4AB7"/>
    <w:rsid w:val="009D4E11"/>
    <w:rsid w:val="009E2559"/>
    <w:rsid w:val="009E2577"/>
    <w:rsid w:val="009E4766"/>
    <w:rsid w:val="009E640E"/>
    <w:rsid w:val="009F4376"/>
    <w:rsid w:val="00A00427"/>
    <w:rsid w:val="00A011EC"/>
    <w:rsid w:val="00A017BE"/>
    <w:rsid w:val="00A01CEC"/>
    <w:rsid w:val="00A03192"/>
    <w:rsid w:val="00A05F2C"/>
    <w:rsid w:val="00A06288"/>
    <w:rsid w:val="00A13A31"/>
    <w:rsid w:val="00A14B17"/>
    <w:rsid w:val="00A214C6"/>
    <w:rsid w:val="00A218A6"/>
    <w:rsid w:val="00A22C52"/>
    <w:rsid w:val="00A2304B"/>
    <w:rsid w:val="00A2335E"/>
    <w:rsid w:val="00A249A2"/>
    <w:rsid w:val="00A253E7"/>
    <w:rsid w:val="00A257C0"/>
    <w:rsid w:val="00A25959"/>
    <w:rsid w:val="00A26F2F"/>
    <w:rsid w:val="00A272B4"/>
    <w:rsid w:val="00A27C37"/>
    <w:rsid w:val="00A36502"/>
    <w:rsid w:val="00A42484"/>
    <w:rsid w:val="00A42F12"/>
    <w:rsid w:val="00A431E3"/>
    <w:rsid w:val="00A441F7"/>
    <w:rsid w:val="00A458E9"/>
    <w:rsid w:val="00A46FA8"/>
    <w:rsid w:val="00A52CD9"/>
    <w:rsid w:val="00A53AB6"/>
    <w:rsid w:val="00A54B15"/>
    <w:rsid w:val="00A56B41"/>
    <w:rsid w:val="00A56BB7"/>
    <w:rsid w:val="00A571ED"/>
    <w:rsid w:val="00A574BF"/>
    <w:rsid w:val="00A624B9"/>
    <w:rsid w:val="00A62806"/>
    <w:rsid w:val="00A65324"/>
    <w:rsid w:val="00A71F4B"/>
    <w:rsid w:val="00A72E52"/>
    <w:rsid w:val="00A72F47"/>
    <w:rsid w:val="00A76E1E"/>
    <w:rsid w:val="00A8199B"/>
    <w:rsid w:val="00A81DEE"/>
    <w:rsid w:val="00A8263D"/>
    <w:rsid w:val="00A83171"/>
    <w:rsid w:val="00A8367E"/>
    <w:rsid w:val="00A84767"/>
    <w:rsid w:val="00A8526F"/>
    <w:rsid w:val="00A87E07"/>
    <w:rsid w:val="00A911B1"/>
    <w:rsid w:val="00A94668"/>
    <w:rsid w:val="00A94EFD"/>
    <w:rsid w:val="00A953CF"/>
    <w:rsid w:val="00A954A5"/>
    <w:rsid w:val="00AA029F"/>
    <w:rsid w:val="00AA124F"/>
    <w:rsid w:val="00AA66DE"/>
    <w:rsid w:val="00AB00D9"/>
    <w:rsid w:val="00AB298E"/>
    <w:rsid w:val="00AB349D"/>
    <w:rsid w:val="00AB353B"/>
    <w:rsid w:val="00AB35FF"/>
    <w:rsid w:val="00AB41E4"/>
    <w:rsid w:val="00AB7FAE"/>
    <w:rsid w:val="00AC1BA0"/>
    <w:rsid w:val="00AC1E3F"/>
    <w:rsid w:val="00AC3255"/>
    <w:rsid w:val="00AC32AE"/>
    <w:rsid w:val="00AC450A"/>
    <w:rsid w:val="00AC46E8"/>
    <w:rsid w:val="00AC53E9"/>
    <w:rsid w:val="00AC66EF"/>
    <w:rsid w:val="00AC6AB0"/>
    <w:rsid w:val="00AC757A"/>
    <w:rsid w:val="00AC7F54"/>
    <w:rsid w:val="00AD0BB7"/>
    <w:rsid w:val="00AD0EBD"/>
    <w:rsid w:val="00AD142F"/>
    <w:rsid w:val="00AD5499"/>
    <w:rsid w:val="00AD7E7C"/>
    <w:rsid w:val="00AE03A6"/>
    <w:rsid w:val="00AE3759"/>
    <w:rsid w:val="00AE4298"/>
    <w:rsid w:val="00AE570C"/>
    <w:rsid w:val="00AE6ED5"/>
    <w:rsid w:val="00AF1C54"/>
    <w:rsid w:val="00AF1ECA"/>
    <w:rsid w:val="00AF28B2"/>
    <w:rsid w:val="00AF33BD"/>
    <w:rsid w:val="00AF4A98"/>
    <w:rsid w:val="00AF6A8C"/>
    <w:rsid w:val="00B054CA"/>
    <w:rsid w:val="00B05EA9"/>
    <w:rsid w:val="00B06726"/>
    <w:rsid w:val="00B10CF4"/>
    <w:rsid w:val="00B1393F"/>
    <w:rsid w:val="00B1428A"/>
    <w:rsid w:val="00B2247F"/>
    <w:rsid w:val="00B23BC7"/>
    <w:rsid w:val="00B24306"/>
    <w:rsid w:val="00B26175"/>
    <w:rsid w:val="00B26C8A"/>
    <w:rsid w:val="00B31DE2"/>
    <w:rsid w:val="00B33EA2"/>
    <w:rsid w:val="00B3574C"/>
    <w:rsid w:val="00B35770"/>
    <w:rsid w:val="00B36EA9"/>
    <w:rsid w:val="00B37021"/>
    <w:rsid w:val="00B43061"/>
    <w:rsid w:val="00B43FDF"/>
    <w:rsid w:val="00B447F0"/>
    <w:rsid w:val="00B51499"/>
    <w:rsid w:val="00B5182C"/>
    <w:rsid w:val="00B52418"/>
    <w:rsid w:val="00B526C7"/>
    <w:rsid w:val="00B54510"/>
    <w:rsid w:val="00B61772"/>
    <w:rsid w:val="00B637EA"/>
    <w:rsid w:val="00B63F4D"/>
    <w:rsid w:val="00B650B1"/>
    <w:rsid w:val="00B7171C"/>
    <w:rsid w:val="00B71DE2"/>
    <w:rsid w:val="00B762F5"/>
    <w:rsid w:val="00B832FF"/>
    <w:rsid w:val="00B848CE"/>
    <w:rsid w:val="00B8545B"/>
    <w:rsid w:val="00B87670"/>
    <w:rsid w:val="00B879C4"/>
    <w:rsid w:val="00B93C44"/>
    <w:rsid w:val="00BA34D7"/>
    <w:rsid w:val="00BA3FD9"/>
    <w:rsid w:val="00BA44BB"/>
    <w:rsid w:val="00BB0019"/>
    <w:rsid w:val="00BB2BEA"/>
    <w:rsid w:val="00BB485B"/>
    <w:rsid w:val="00BC1487"/>
    <w:rsid w:val="00BC224D"/>
    <w:rsid w:val="00BC503E"/>
    <w:rsid w:val="00BD0F37"/>
    <w:rsid w:val="00BD13F0"/>
    <w:rsid w:val="00BD5A6B"/>
    <w:rsid w:val="00BE416A"/>
    <w:rsid w:val="00BE50D2"/>
    <w:rsid w:val="00BE542A"/>
    <w:rsid w:val="00BE5903"/>
    <w:rsid w:val="00BE5E1C"/>
    <w:rsid w:val="00BE63C3"/>
    <w:rsid w:val="00BF08D3"/>
    <w:rsid w:val="00BF1A58"/>
    <w:rsid w:val="00BF254E"/>
    <w:rsid w:val="00BF509B"/>
    <w:rsid w:val="00BF6558"/>
    <w:rsid w:val="00BF7A02"/>
    <w:rsid w:val="00C00D0B"/>
    <w:rsid w:val="00C02AD9"/>
    <w:rsid w:val="00C05108"/>
    <w:rsid w:val="00C070BC"/>
    <w:rsid w:val="00C10D7F"/>
    <w:rsid w:val="00C123E5"/>
    <w:rsid w:val="00C140C9"/>
    <w:rsid w:val="00C142FF"/>
    <w:rsid w:val="00C144FE"/>
    <w:rsid w:val="00C15590"/>
    <w:rsid w:val="00C1623C"/>
    <w:rsid w:val="00C202B2"/>
    <w:rsid w:val="00C24357"/>
    <w:rsid w:val="00C266D1"/>
    <w:rsid w:val="00C2700F"/>
    <w:rsid w:val="00C273FB"/>
    <w:rsid w:val="00C307C0"/>
    <w:rsid w:val="00C31174"/>
    <w:rsid w:val="00C33975"/>
    <w:rsid w:val="00C33A36"/>
    <w:rsid w:val="00C33E96"/>
    <w:rsid w:val="00C351E9"/>
    <w:rsid w:val="00C36C6B"/>
    <w:rsid w:val="00C3790A"/>
    <w:rsid w:val="00C4220A"/>
    <w:rsid w:val="00C466FA"/>
    <w:rsid w:val="00C503D5"/>
    <w:rsid w:val="00C507BA"/>
    <w:rsid w:val="00C51C61"/>
    <w:rsid w:val="00C525AF"/>
    <w:rsid w:val="00C5304F"/>
    <w:rsid w:val="00C5433B"/>
    <w:rsid w:val="00C57B12"/>
    <w:rsid w:val="00C607C7"/>
    <w:rsid w:val="00C61507"/>
    <w:rsid w:val="00C61E15"/>
    <w:rsid w:val="00C62E34"/>
    <w:rsid w:val="00C64B01"/>
    <w:rsid w:val="00C650D0"/>
    <w:rsid w:val="00C758B7"/>
    <w:rsid w:val="00C76262"/>
    <w:rsid w:val="00C779C2"/>
    <w:rsid w:val="00C77DB3"/>
    <w:rsid w:val="00C818C1"/>
    <w:rsid w:val="00C82465"/>
    <w:rsid w:val="00C83278"/>
    <w:rsid w:val="00C85DFB"/>
    <w:rsid w:val="00C91C50"/>
    <w:rsid w:val="00C949D5"/>
    <w:rsid w:val="00C94A37"/>
    <w:rsid w:val="00C94BE3"/>
    <w:rsid w:val="00C955E9"/>
    <w:rsid w:val="00C97620"/>
    <w:rsid w:val="00CA08F1"/>
    <w:rsid w:val="00CA3827"/>
    <w:rsid w:val="00CA6B8C"/>
    <w:rsid w:val="00CA71DC"/>
    <w:rsid w:val="00CB0A0C"/>
    <w:rsid w:val="00CB3883"/>
    <w:rsid w:val="00CB5E10"/>
    <w:rsid w:val="00CC04EC"/>
    <w:rsid w:val="00CC1FF5"/>
    <w:rsid w:val="00CC262A"/>
    <w:rsid w:val="00CC3F21"/>
    <w:rsid w:val="00CC603B"/>
    <w:rsid w:val="00CC69B2"/>
    <w:rsid w:val="00CC7492"/>
    <w:rsid w:val="00CD36E2"/>
    <w:rsid w:val="00CD375E"/>
    <w:rsid w:val="00CD4265"/>
    <w:rsid w:val="00CD49B9"/>
    <w:rsid w:val="00CD546D"/>
    <w:rsid w:val="00CD58CA"/>
    <w:rsid w:val="00CD60BE"/>
    <w:rsid w:val="00CD656D"/>
    <w:rsid w:val="00CD74C5"/>
    <w:rsid w:val="00CE0110"/>
    <w:rsid w:val="00CE350E"/>
    <w:rsid w:val="00CE3928"/>
    <w:rsid w:val="00CE4B14"/>
    <w:rsid w:val="00CE5C83"/>
    <w:rsid w:val="00CE7B06"/>
    <w:rsid w:val="00CF0531"/>
    <w:rsid w:val="00CF413C"/>
    <w:rsid w:val="00CF5DC0"/>
    <w:rsid w:val="00CF5E4F"/>
    <w:rsid w:val="00D0004C"/>
    <w:rsid w:val="00D00117"/>
    <w:rsid w:val="00D00E89"/>
    <w:rsid w:val="00D01DDF"/>
    <w:rsid w:val="00D03B48"/>
    <w:rsid w:val="00D042F6"/>
    <w:rsid w:val="00D04865"/>
    <w:rsid w:val="00D055E9"/>
    <w:rsid w:val="00D06B62"/>
    <w:rsid w:val="00D06D76"/>
    <w:rsid w:val="00D10C95"/>
    <w:rsid w:val="00D1472D"/>
    <w:rsid w:val="00D147E8"/>
    <w:rsid w:val="00D14D9D"/>
    <w:rsid w:val="00D15DE6"/>
    <w:rsid w:val="00D16810"/>
    <w:rsid w:val="00D16FF2"/>
    <w:rsid w:val="00D1779D"/>
    <w:rsid w:val="00D21D6C"/>
    <w:rsid w:val="00D23462"/>
    <w:rsid w:val="00D246CC"/>
    <w:rsid w:val="00D268BC"/>
    <w:rsid w:val="00D26EE0"/>
    <w:rsid w:val="00D27E46"/>
    <w:rsid w:val="00D32F28"/>
    <w:rsid w:val="00D33BFA"/>
    <w:rsid w:val="00D340D6"/>
    <w:rsid w:val="00D36914"/>
    <w:rsid w:val="00D37638"/>
    <w:rsid w:val="00D4091A"/>
    <w:rsid w:val="00D40977"/>
    <w:rsid w:val="00D43A9D"/>
    <w:rsid w:val="00D45300"/>
    <w:rsid w:val="00D52463"/>
    <w:rsid w:val="00D531EF"/>
    <w:rsid w:val="00D54940"/>
    <w:rsid w:val="00D65035"/>
    <w:rsid w:val="00D65956"/>
    <w:rsid w:val="00D6742B"/>
    <w:rsid w:val="00D67C7B"/>
    <w:rsid w:val="00D76059"/>
    <w:rsid w:val="00D766F0"/>
    <w:rsid w:val="00D76C85"/>
    <w:rsid w:val="00D776F6"/>
    <w:rsid w:val="00D779D5"/>
    <w:rsid w:val="00D77FB3"/>
    <w:rsid w:val="00D81C29"/>
    <w:rsid w:val="00D81F8A"/>
    <w:rsid w:val="00D84A6E"/>
    <w:rsid w:val="00D853A9"/>
    <w:rsid w:val="00D86619"/>
    <w:rsid w:val="00D86DC0"/>
    <w:rsid w:val="00D87BB9"/>
    <w:rsid w:val="00D916D5"/>
    <w:rsid w:val="00D92BBA"/>
    <w:rsid w:val="00D94CE0"/>
    <w:rsid w:val="00D94E12"/>
    <w:rsid w:val="00D96A36"/>
    <w:rsid w:val="00DA2371"/>
    <w:rsid w:val="00DA25A7"/>
    <w:rsid w:val="00DA3826"/>
    <w:rsid w:val="00DA39A0"/>
    <w:rsid w:val="00DA4826"/>
    <w:rsid w:val="00DA5E77"/>
    <w:rsid w:val="00DA60CB"/>
    <w:rsid w:val="00DA7BBB"/>
    <w:rsid w:val="00DB015F"/>
    <w:rsid w:val="00DB10D2"/>
    <w:rsid w:val="00DB2E92"/>
    <w:rsid w:val="00DB3D4E"/>
    <w:rsid w:val="00DB59B1"/>
    <w:rsid w:val="00DB6EF4"/>
    <w:rsid w:val="00DC0074"/>
    <w:rsid w:val="00DC0D20"/>
    <w:rsid w:val="00DC3FB8"/>
    <w:rsid w:val="00DC6363"/>
    <w:rsid w:val="00DC7389"/>
    <w:rsid w:val="00DD0B8C"/>
    <w:rsid w:val="00DD3F05"/>
    <w:rsid w:val="00DD7443"/>
    <w:rsid w:val="00DD7D09"/>
    <w:rsid w:val="00DE25B4"/>
    <w:rsid w:val="00DE3243"/>
    <w:rsid w:val="00DE5437"/>
    <w:rsid w:val="00DE6E5D"/>
    <w:rsid w:val="00DE7D5C"/>
    <w:rsid w:val="00DF1F1D"/>
    <w:rsid w:val="00DF7180"/>
    <w:rsid w:val="00E029EB"/>
    <w:rsid w:val="00E02A91"/>
    <w:rsid w:val="00E03291"/>
    <w:rsid w:val="00E0560F"/>
    <w:rsid w:val="00E1042C"/>
    <w:rsid w:val="00E11537"/>
    <w:rsid w:val="00E142C1"/>
    <w:rsid w:val="00E14571"/>
    <w:rsid w:val="00E14698"/>
    <w:rsid w:val="00E154DE"/>
    <w:rsid w:val="00E15A7D"/>
    <w:rsid w:val="00E22870"/>
    <w:rsid w:val="00E22F49"/>
    <w:rsid w:val="00E249CC"/>
    <w:rsid w:val="00E25FB5"/>
    <w:rsid w:val="00E3230F"/>
    <w:rsid w:val="00E340AF"/>
    <w:rsid w:val="00E34353"/>
    <w:rsid w:val="00E37086"/>
    <w:rsid w:val="00E37B16"/>
    <w:rsid w:val="00E40562"/>
    <w:rsid w:val="00E43CC6"/>
    <w:rsid w:val="00E47B0E"/>
    <w:rsid w:val="00E50206"/>
    <w:rsid w:val="00E50783"/>
    <w:rsid w:val="00E528BA"/>
    <w:rsid w:val="00E52FCE"/>
    <w:rsid w:val="00E53554"/>
    <w:rsid w:val="00E54503"/>
    <w:rsid w:val="00E575B4"/>
    <w:rsid w:val="00E617E6"/>
    <w:rsid w:val="00E6214F"/>
    <w:rsid w:val="00E62DE5"/>
    <w:rsid w:val="00E634C9"/>
    <w:rsid w:val="00E71816"/>
    <w:rsid w:val="00E72DE8"/>
    <w:rsid w:val="00E73108"/>
    <w:rsid w:val="00E74138"/>
    <w:rsid w:val="00E757C0"/>
    <w:rsid w:val="00E75938"/>
    <w:rsid w:val="00E80CC9"/>
    <w:rsid w:val="00E85DA6"/>
    <w:rsid w:val="00E91ABD"/>
    <w:rsid w:val="00E93736"/>
    <w:rsid w:val="00E97164"/>
    <w:rsid w:val="00E97538"/>
    <w:rsid w:val="00E97B0E"/>
    <w:rsid w:val="00E97C37"/>
    <w:rsid w:val="00EA0AF9"/>
    <w:rsid w:val="00EA0AFA"/>
    <w:rsid w:val="00EA258D"/>
    <w:rsid w:val="00EA393F"/>
    <w:rsid w:val="00EA76BD"/>
    <w:rsid w:val="00EB030F"/>
    <w:rsid w:val="00EB0706"/>
    <w:rsid w:val="00EB1E38"/>
    <w:rsid w:val="00EB2CDB"/>
    <w:rsid w:val="00EB38C7"/>
    <w:rsid w:val="00EB531A"/>
    <w:rsid w:val="00EB71F1"/>
    <w:rsid w:val="00EC09B3"/>
    <w:rsid w:val="00EC10AD"/>
    <w:rsid w:val="00EC447D"/>
    <w:rsid w:val="00EC4DEA"/>
    <w:rsid w:val="00ED00DF"/>
    <w:rsid w:val="00ED2943"/>
    <w:rsid w:val="00ED3E1D"/>
    <w:rsid w:val="00EE08F2"/>
    <w:rsid w:val="00EE24F0"/>
    <w:rsid w:val="00EE2DCF"/>
    <w:rsid w:val="00EE7976"/>
    <w:rsid w:val="00EE7DB1"/>
    <w:rsid w:val="00EF5BE4"/>
    <w:rsid w:val="00EF6635"/>
    <w:rsid w:val="00EF7CD6"/>
    <w:rsid w:val="00F00474"/>
    <w:rsid w:val="00F03CA1"/>
    <w:rsid w:val="00F03D55"/>
    <w:rsid w:val="00F04420"/>
    <w:rsid w:val="00F053F3"/>
    <w:rsid w:val="00F078DF"/>
    <w:rsid w:val="00F12DB0"/>
    <w:rsid w:val="00F161B2"/>
    <w:rsid w:val="00F1778E"/>
    <w:rsid w:val="00F22909"/>
    <w:rsid w:val="00F24C4F"/>
    <w:rsid w:val="00F30F2D"/>
    <w:rsid w:val="00F352AE"/>
    <w:rsid w:val="00F36472"/>
    <w:rsid w:val="00F377AD"/>
    <w:rsid w:val="00F37AF2"/>
    <w:rsid w:val="00F41715"/>
    <w:rsid w:val="00F42185"/>
    <w:rsid w:val="00F43364"/>
    <w:rsid w:val="00F46C45"/>
    <w:rsid w:val="00F50128"/>
    <w:rsid w:val="00F52D8B"/>
    <w:rsid w:val="00F53716"/>
    <w:rsid w:val="00F53896"/>
    <w:rsid w:val="00F53C90"/>
    <w:rsid w:val="00F55DF1"/>
    <w:rsid w:val="00F5677A"/>
    <w:rsid w:val="00F60A37"/>
    <w:rsid w:val="00F615EF"/>
    <w:rsid w:val="00F62AD9"/>
    <w:rsid w:val="00F64C25"/>
    <w:rsid w:val="00F65CC6"/>
    <w:rsid w:val="00F66DAC"/>
    <w:rsid w:val="00F67233"/>
    <w:rsid w:val="00F71247"/>
    <w:rsid w:val="00F7186B"/>
    <w:rsid w:val="00F739A7"/>
    <w:rsid w:val="00F75B80"/>
    <w:rsid w:val="00F801AF"/>
    <w:rsid w:val="00F809AB"/>
    <w:rsid w:val="00F835F1"/>
    <w:rsid w:val="00F8374D"/>
    <w:rsid w:val="00F9128C"/>
    <w:rsid w:val="00F914CC"/>
    <w:rsid w:val="00F925FC"/>
    <w:rsid w:val="00F9277B"/>
    <w:rsid w:val="00F9321F"/>
    <w:rsid w:val="00F94EE5"/>
    <w:rsid w:val="00FA018E"/>
    <w:rsid w:val="00FA0E28"/>
    <w:rsid w:val="00FA13BB"/>
    <w:rsid w:val="00FA2A77"/>
    <w:rsid w:val="00FA35F5"/>
    <w:rsid w:val="00FA3687"/>
    <w:rsid w:val="00FA4EE8"/>
    <w:rsid w:val="00FA70A8"/>
    <w:rsid w:val="00FA7FDE"/>
    <w:rsid w:val="00FB1540"/>
    <w:rsid w:val="00FB3009"/>
    <w:rsid w:val="00FB3D3A"/>
    <w:rsid w:val="00FB574A"/>
    <w:rsid w:val="00FB59C8"/>
    <w:rsid w:val="00FC2001"/>
    <w:rsid w:val="00FC6D15"/>
    <w:rsid w:val="00FD22AD"/>
    <w:rsid w:val="00FD2730"/>
    <w:rsid w:val="00FD407E"/>
    <w:rsid w:val="00FD7A31"/>
    <w:rsid w:val="00FE1B23"/>
    <w:rsid w:val="00FE58C2"/>
    <w:rsid w:val="00FE6D77"/>
    <w:rsid w:val="00FF0772"/>
    <w:rsid w:val="00FF07CA"/>
    <w:rsid w:val="00FF195C"/>
    <w:rsid w:val="00FF1A6F"/>
    <w:rsid w:val="00FF25CA"/>
    <w:rsid w:val="00FF3815"/>
    <w:rsid w:val="00FF3F64"/>
    <w:rsid w:val="00FF471D"/>
    <w:rsid w:val="00FF4777"/>
    <w:rsid w:val="00FF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09BA381"/>
  <w15:chartTrackingRefBased/>
  <w15:docId w15:val="{1D55F4A9-6C52-4789-86D8-860F3236A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E38"/>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Heading1"/>
    <w:next w:val="Normal"/>
    <w:qFormat/>
    <w:rsid w:val="00FA0E28"/>
    <w:pPr>
      <w:numPr>
        <w:numId w:val="12"/>
      </w:numPr>
      <w:spacing w:before="120" w:after="0"/>
      <w:outlineLvl w:val="1"/>
    </w:pPr>
    <w:rPr>
      <w:rFonts w:ascii="Arial" w:hAnsi="Arial" w:cs="Arial"/>
      <w:bCs/>
      <w:iCs/>
      <w:sz w:val="22"/>
      <w:szCs w:val="28"/>
    </w:rPr>
  </w:style>
  <w:style w:type="paragraph" w:styleId="Heading3">
    <w:name w:val="heading 3"/>
    <w:basedOn w:val="Normal"/>
    <w:next w:val="Normal"/>
    <w:qFormat/>
    <w:pPr>
      <w:keepNext/>
      <w:numPr>
        <w:ilvl w:val="2"/>
        <w:numId w:val="12"/>
      </w:numPr>
      <w:spacing w:before="240" w:after="60"/>
      <w:outlineLvl w:val="2"/>
    </w:pPr>
    <w:rPr>
      <w:rFonts w:cs="Arial"/>
      <w:b/>
      <w:bCs/>
      <w:sz w:val="26"/>
      <w:szCs w:val="26"/>
    </w:rPr>
  </w:style>
  <w:style w:type="paragraph" w:styleId="Heading4">
    <w:name w:val="heading 4"/>
    <w:basedOn w:val="Normal"/>
    <w:next w:val="Normal"/>
    <w:qFormat/>
    <w:pPr>
      <w:keepNext/>
      <w:numPr>
        <w:ilvl w:val="3"/>
        <w:numId w:val="12"/>
      </w:numPr>
      <w:spacing w:before="240" w:after="60"/>
      <w:outlineLvl w:val="3"/>
    </w:pPr>
    <w:rPr>
      <w:b/>
      <w:bCs/>
      <w:sz w:val="28"/>
      <w:szCs w:val="28"/>
    </w:rPr>
  </w:style>
  <w:style w:type="paragraph" w:styleId="Heading5">
    <w:name w:val="heading 5"/>
    <w:basedOn w:val="Normal"/>
    <w:next w:val="Normal"/>
    <w:qFormat/>
    <w:pPr>
      <w:numPr>
        <w:ilvl w:val="4"/>
        <w:numId w:val="12"/>
      </w:numPr>
      <w:spacing w:before="240" w:after="60"/>
      <w:outlineLvl w:val="4"/>
    </w:pPr>
    <w:rPr>
      <w:b/>
      <w:bCs/>
      <w:i/>
      <w:iCs/>
      <w:sz w:val="26"/>
      <w:szCs w:val="26"/>
    </w:rPr>
  </w:style>
  <w:style w:type="paragraph" w:styleId="Heading6">
    <w:name w:val="heading 6"/>
    <w:basedOn w:val="Normal"/>
    <w:next w:val="Normal"/>
    <w:qFormat/>
    <w:pPr>
      <w:numPr>
        <w:ilvl w:val="5"/>
        <w:numId w:val="12"/>
      </w:numPr>
      <w:spacing w:before="240" w:after="60"/>
      <w:outlineLvl w:val="5"/>
    </w:pPr>
    <w:rPr>
      <w:b/>
      <w:bCs/>
      <w:sz w:val="22"/>
      <w:szCs w:val="22"/>
    </w:rPr>
  </w:style>
  <w:style w:type="paragraph" w:styleId="Heading7">
    <w:name w:val="heading 7"/>
    <w:basedOn w:val="Normal"/>
    <w:next w:val="Normal"/>
    <w:qFormat/>
    <w:pPr>
      <w:numPr>
        <w:ilvl w:val="6"/>
        <w:numId w:val="12"/>
      </w:numPr>
      <w:spacing w:before="240" w:after="60"/>
      <w:outlineLvl w:val="6"/>
    </w:pPr>
  </w:style>
  <w:style w:type="paragraph" w:styleId="Heading8">
    <w:name w:val="heading 8"/>
    <w:basedOn w:val="Normal"/>
    <w:next w:val="Normal"/>
    <w:qFormat/>
    <w:pPr>
      <w:numPr>
        <w:ilvl w:val="7"/>
        <w:numId w:val="12"/>
      </w:numPr>
      <w:spacing w:before="240" w:after="60"/>
      <w:outlineLvl w:val="7"/>
    </w:pPr>
    <w:rPr>
      <w:i/>
      <w:iCs/>
    </w:rPr>
  </w:style>
  <w:style w:type="paragraph" w:styleId="Heading9">
    <w:name w:val="heading 9"/>
    <w:basedOn w:val="Normal"/>
    <w:next w:val="Normal"/>
    <w:qFormat/>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rPr>
  </w:style>
  <w:style w:type="paragraph" w:customStyle="1" w:styleId="Indentwithtabs">
    <w:name w:val="Indent with tabs"/>
    <w:basedOn w:val="Normal"/>
    <w:pPr>
      <w:numPr>
        <w:numId w:val="11"/>
      </w:numPr>
      <w:tabs>
        <w:tab w:val="left" w:pos="360"/>
        <w:tab w:val="right" w:leader="underscore" w:pos="9720"/>
      </w:tabs>
    </w:pPr>
    <w:rPr>
      <w:sz w:val="19"/>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20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semiHidden/>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character" w:customStyle="1" w:styleId="BodyTextChar">
    <w:name w:val="Body Text Char"/>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rsid w:val="003E4A90"/>
    <w:rPr>
      <w:color w:val="0000FF"/>
      <w:u w:val="single"/>
    </w:rPr>
  </w:style>
  <w:style w:type="character" w:styleId="CommentReference">
    <w:name w:val="annotation reference"/>
    <w:rsid w:val="006957DE"/>
    <w:rPr>
      <w:sz w:val="16"/>
      <w:szCs w:val="16"/>
    </w:rPr>
  </w:style>
  <w:style w:type="paragraph" w:styleId="CommentSubject">
    <w:name w:val="annotation subject"/>
    <w:basedOn w:val="CommentText"/>
    <w:next w:val="CommentText"/>
    <w:link w:val="CommentSubjectChar"/>
    <w:rsid w:val="006957DE"/>
    <w:rPr>
      <w:b/>
      <w:bCs/>
    </w:rPr>
  </w:style>
  <w:style w:type="character" w:customStyle="1" w:styleId="CommentTextChar">
    <w:name w:val="Comment Text Char"/>
    <w:link w:val="CommentText"/>
    <w:semiHidden/>
    <w:rsid w:val="006957DE"/>
    <w:rPr>
      <w:rFonts w:ascii="Myriad Roman" w:hAnsi="Myriad Roman"/>
    </w:rPr>
  </w:style>
  <w:style w:type="character" w:customStyle="1" w:styleId="CommentSubjectChar">
    <w:name w:val="Comment Subject Char"/>
    <w:basedOn w:val="CommentTextChar"/>
    <w:link w:val="CommentSubject"/>
    <w:rsid w:val="006957DE"/>
    <w:rPr>
      <w:rFonts w:ascii="Myriad Roman" w:hAnsi="Myriad Roman"/>
    </w:rPr>
  </w:style>
  <w:style w:type="paragraph" w:styleId="BalloonText">
    <w:name w:val="Balloon Text"/>
    <w:basedOn w:val="Normal"/>
    <w:link w:val="BalloonTextChar"/>
    <w:rsid w:val="006957DE"/>
    <w:pPr>
      <w:spacing w:line="240" w:lineRule="auto"/>
    </w:pPr>
    <w:rPr>
      <w:rFonts w:ascii="Tahoma" w:hAnsi="Tahoma"/>
      <w:sz w:val="16"/>
      <w:szCs w:val="16"/>
      <w:lang w:val="x-none" w:eastAsia="x-none"/>
    </w:rPr>
  </w:style>
  <w:style w:type="character" w:customStyle="1" w:styleId="BalloonTextChar">
    <w:name w:val="Balloon Text Char"/>
    <w:link w:val="BalloonText"/>
    <w:rsid w:val="006957DE"/>
    <w:rPr>
      <w:rFonts w:ascii="Tahoma" w:hAnsi="Tahoma" w:cs="Tahoma"/>
      <w:sz w:val="16"/>
      <w:szCs w:val="16"/>
    </w:rPr>
  </w:style>
  <w:style w:type="paragraph" w:styleId="Revision">
    <w:name w:val="Revision"/>
    <w:hidden/>
    <w:uiPriority w:val="99"/>
    <w:semiHidden/>
    <w:rsid w:val="00070B86"/>
    <w:rPr>
      <w:rFonts w:ascii="Arial" w:hAnsi="Arial"/>
      <w:sz w:val="18"/>
      <w:szCs w:val="24"/>
    </w:rPr>
  </w:style>
  <w:style w:type="character" w:customStyle="1" w:styleId="FooterChar">
    <w:name w:val="Footer Char"/>
    <w:link w:val="Footer"/>
    <w:uiPriority w:val="99"/>
    <w:rsid w:val="007508FA"/>
    <w:rPr>
      <w:rFonts w:ascii="Arial" w:hAnsi="Arial"/>
      <w:sz w:val="18"/>
      <w:szCs w:val="24"/>
    </w:rPr>
  </w:style>
  <w:style w:type="character" w:styleId="UnresolvedMention">
    <w:name w:val="Unresolved Mention"/>
    <w:uiPriority w:val="99"/>
    <w:semiHidden/>
    <w:unhideWhenUsed/>
    <w:rsid w:val="00DA60CB"/>
    <w:rPr>
      <w:color w:val="605E5C"/>
      <w:shd w:val="clear" w:color="auto" w:fill="E1DFDD"/>
    </w:rPr>
  </w:style>
  <w:style w:type="paragraph" w:styleId="ListParagraph">
    <w:name w:val="List Paragraph"/>
    <w:basedOn w:val="Normal"/>
    <w:uiPriority w:val="1"/>
    <w:qFormat/>
    <w:rsid w:val="00423BCC"/>
    <w:pPr>
      <w:spacing w:after="160" w:line="259" w:lineRule="auto"/>
      <w:ind w:left="720" w:right="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ocal-handler-materials-application-osp-materials-lis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cof.org/resource/ocal-c61-harvest-transport" TargetMode="External"/><Relationship Id="rId17" Type="http://schemas.openxmlformats.org/officeDocument/2006/relationships/hyperlink" Target="https://www.ccof.org/resource/ocal-handler-materials-application-osp-materials-list" TargetMode="External"/><Relationship Id="rId2" Type="http://schemas.openxmlformats.org/officeDocument/2006/relationships/customXml" Target="../customXml/item2.xml"/><Relationship Id="rId16" Type="http://schemas.openxmlformats.org/officeDocument/2006/relationships/hyperlink" Target="https://www.ccof.org/resource/ocal-handler-materials-application-osp-materials-lis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ocal-handler-materials-application-osp-materials-list"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ocal-handler-materials-application-osp-materials-lis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A44A3-34CF-4DF1-BD54-AE96E3A91DAD}">
  <ds:schemaRefs>
    <ds:schemaRef ds:uri="http://schemas.openxmlformats.org/officeDocument/2006/bibliography"/>
  </ds:schemaRefs>
</ds:datastoreItem>
</file>

<file path=customXml/itemProps2.xml><?xml version="1.0" encoding="utf-8"?>
<ds:datastoreItem xmlns:ds="http://schemas.openxmlformats.org/officeDocument/2006/customXml" ds:itemID="{341AC5C4-F53C-474E-B65F-123D77AA9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FCCD76-E0CB-484E-8694-E7216BCBA21A}">
  <ds:schemaRef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elements/1.1/"/>
    <ds:schemaRef ds:uri="http://purl.org/dc/terms/"/>
    <ds:schemaRef ds:uri="85baac6e-00ee-4400-8471-a7ea50d0936d"/>
    <ds:schemaRef ds:uri="09ababc6-fd81-4b54-b3d2-b3b9331a54f2"/>
    <ds:schemaRef ds:uri="http://purl.org/dc/dcmitype/"/>
  </ds:schemaRefs>
</ds:datastoreItem>
</file>

<file path=customXml/itemProps4.xml><?xml version="1.0" encoding="utf-8"?>
<ds:datastoreItem xmlns:ds="http://schemas.openxmlformats.org/officeDocument/2006/customXml" ds:itemID="{D2ED242C-0BFC-4AED-8391-62815367CF5B}">
  <ds:schemaRefs>
    <ds:schemaRef ds:uri="http://schemas.microsoft.com/office/2006/metadata/longProperties"/>
  </ds:schemaRefs>
</ds:datastoreItem>
</file>

<file path=customXml/itemProps5.xml><?xml version="1.0" encoding="utf-8"?>
<ds:datastoreItem xmlns:ds="http://schemas.openxmlformats.org/officeDocument/2006/customXml" ds:itemID="{75662991-BF08-4456-BDD1-138A2CEC7E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2</TotalTime>
  <Pages>4</Pages>
  <Words>1979</Words>
  <Characters>11282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OCal H4.0</vt:lpstr>
    </vt:vector>
  </TitlesOfParts>
  <Company>Windows User</Company>
  <LinksUpToDate>false</LinksUpToDate>
  <CharactersWithSpaces>13235</CharactersWithSpaces>
  <SharedDoc>false</SharedDoc>
  <HLinks>
    <vt:vector size="54" baseType="variant">
      <vt:variant>
        <vt:i4>7602226</vt:i4>
      </vt:variant>
      <vt:variant>
        <vt:i4>267</vt:i4>
      </vt:variant>
      <vt:variant>
        <vt:i4>0</vt:i4>
      </vt:variant>
      <vt:variant>
        <vt:i4>5</vt:i4>
      </vt:variant>
      <vt:variant>
        <vt:lpwstr>https://www.ccof.org/resource/ocal-handler-materials-application-osp-materials-list</vt:lpwstr>
      </vt:variant>
      <vt:variant>
        <vt:lpwstr/>
      </vt:variant>
      <vt:variant>
        <vt:i4>7602226</vt:i4>
      </vt:variant>
      <vt:variant>
        <vt:i4>255</vt:i4>
      </vt:variant>
      <vt:variant>
        <vt:i4>0</vt:i4>
      </vt:variant>
      <vt:variant>
        <vt:i4>5</vt:i4>
      </vt:variant>
      <vt:variant>
        <vt:lpwstr>https://www.ccof.org/resource/ocal-handler-materials-application-osp-materials-list</vt:lpwstr>
      </vt:variant>
      <vt:variant>
        <vt:lpwstr/>
      </vt:variant>
      <vt:variant>
        <vt:i4>7602226</vt:i4>
      </vt:variant>
      <vt:variant>
        <vt:i4>246</vt:i4>
      </vt:variant>
      <vt:variant>
        <vt:i4>0</vt:i4>
      </vt:variant>
      <vt:variant>
        <vt:i4>5</vt:i4>
      </vt:variant>
      <vt:variant>
        <vt:lpwstr>https://www.ccof.org/resource/ocal-handler-materials-application-osp-materials-list</vt:lpwstr>
      </vt:variant>
      <vt:variant>
        <vt:lpwstr/>
      </vt:variant>
      <vt:variant>
        <vt:i4>7602226</vt:i4>
      </vt:variant>
      <vt:variant>
        <vt:i4>208</vt:i4>
      </vt:variant>
      <vt:variant>
        <vt:i4>0</vt:i4>
      </vt:variant>
      <vt:variant>
        <vt:i4>5</vt:i4>
      </vt:variant>
      <vt:variant>
        <vt:lpwstr>https://www.ccof.org/resource/ocal-handler-materials-application-osp-materials-list</vt:lpwstr>
      </vt:variant>
      <vt:variant>
        <vt:lpwstr/>
      </vt:variant>
      <vt:variant>
        <vt:i4>7602226</vt:i4>
      </vt:variant>
      <vt:variant>
        <vt:i4>122</vt:i4>
      </vt:variant>
      <vt:variant>
        <vt:i4>0</vt:i4>
      </vt:variant>
      <vt:variant>
        <vt:i4>5</vt:i4>
      </vt:variant>
      <vt:variant>
        <vt:lpwstr>https://www.ccof.org/resource/ocal-handler-materials-application-osp-materials-list</vt:lpwstr>
      </vt:variant>
      <vt:variant>
        <vt:lpwstr/>
      </vt:variant>
      <vt:variant>
        <vt:i4>7602226</vt:i4>
      </vt:variant>
      <vt:variant>
        <vt:i4>103</vt:i4>
      </vt:variant>
      <vt:variant>
        <vt:i4>0</vt:i4>
      </vt:variant>
      <vt:variant>
        <vt:i4>5</vt:i4>
      </vt:variant>
      <vt:variant>
        <vt:lpwstr>https://www.ccof.org/resource/ocal-handler-materials-application-osp-materials-list</vt:lpwstr>
      </vt:variant>
      <vt:variant>
        <vt:lpwstr/>
      </vt:variant>
      <vt:variant>
        <vt:i4>5636173</vt:i4>
      </vt:variant>
      <vt:variant>
        <vt:i4>13</vt:i4>
      </vt:variant>
      <vt:variant>
        <vt:i4>0</vt:i4>
      </vt:variant>
      <vt:variant>
        <vt:i4>5</vt:i4>
      </vt:variant>
      <vt:variant>
        <vt:lpwstr>https://www.ccof.org/resource/ocal-c61-harvest-transport</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OCal H4.0</dc:title>
  <dc:subject/>
  <dc:creator>Ray</dc:creator>
  <cp:keywords/>
  <cp:lastModifiedBy>Gamai Gregory</cp:lastModifiedBy>
  <cp:revision>6</cp:revision>
  <cp:lastPrinted>2018-05-21T16:52:00Z</cp:lastPrinted>
  <dcterms:created xsi:type="dcterms:W3CDTF">2025-02-18T22:26:00Z</dcterms:created>
  <dcterms:modified xsi:type="dcterms:W3CDTF">2025-03-11T22:34:00Z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Kristin Matulka</vt:lpwstr>
  </property>
  <property fmtid="{D5CDD505-2E9C-101B-9397-08002B2CF9AE}" pid="3" name="Order">
    <vt:lpwstr>29807800.0000000</vt:lpwstr>
  </property>
  <property fmtid="{D5CDD505-2E9C-101B-9397-08002B2CF9AE}" pid="4" name="display_urn:schemas-microsoft-com:office:office#Author">
    <vt:lpwstr>Kristin Matulka</vt:lpwstr>
  </property>
  <property fmtid="{D5CDD505-2E9C-101B-9397-08002B2CF9AE}" pid="5" name="Hyperlink">
    <vt:lpwstr>, </vt:lpwstr>
  </property>
  <property fmtid="{D5CDD505-2E9C-101B-9397-08002B2CF9AE}" pid="6" name="xd_Signature">
    <vt:lpwstr/>
  </property>
  <property fmtid="{D5CDD505-2E9C-101B-9397-08002B2CF9AE}" pid="7" name="ComplianceAssetId">
    <vt:lpwstr/>
  </property>
  <property fmtid="{D5CDD505-2E9C-101B-9397-08002B2CF9AE}" pid="8" name="TemplateUrl">
    <vt:lpwstr/>
  </property>
  <property fmtid="{D5CDD505-2E9C-101B-9397-08002B2CF9AE}" pid="9" name="xd_ProgID">
    <vt:lpwstr/>
  </property>
  <property fmtid="{D5CDD505-2E9C-101B-9397-08002B2CF9AE}" pid="10" name="_ExtendedDescription">
    <vt:lpwstr/>
  </property>
  <property fmtid="{D5CDD505-2E9C-101B-9397-08002B2CF9AE}" pid="11" name="ContentTypeId">
    <vt:lpwstr>0x010100ACBC70D29333B540B9741A7B319F3CB2</vt:lpwstr>
  </property>
  <property fmtid="{D5CDD505-2E9C-101B-9397-08002B2CF9AE}" pid="12" name="MediaServiceImageTags">
    <vt:lpwstr/>
  </property>
</Properties>
</file>