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C974" w14:textId="2E136B46" w:rsidR="004B0C1F" w:rsidRPr="00CB1473" w:rsidRDefault="00B46F3A" w:rsidP="00D058B9">
      <w:pPr>
        <w:numPr>
          <w:ilvl w:val="0"/>
          <w:numId w:val="34"/>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w:t>
      </w:r>
      <w:hyperlink r:id="rId12" w:history="1">
        <w:r w:rsidRPr="0088090B">
          <w:rPr>
            <w:rStyle w:val="Hyperlink"/>
            <w:rFonts w:cs="Arial"/>
            <w:b/>
            <w:bCs/>
            <w:szCs w:val="18"/>
          </w:rPr>
          <w:t>Expedited services</w:t>
        </w:r>
      </w:hyperlink>
      <w:r w:rsidRPr="00CB1473">
        <w:rPr>
          <w:rFonts w:cs="Arial"/>
          <w:szCs w:val="18"/>
        </w:rPr>
        <w:t xml:space="preserve"> are available. </w:t>
      </w:r>
    </w:p>
    <w:bookmarkEnd w:id="0"/>
    <w:p w14:paraId="47C6EF3D" w14:textId="1838DE71" w:rsidR="00D058B9" w:rsidRPr="00CB1473" w:rsidRDefault="00D058B9" w:rsidP="00D058B9">
      <w:pPr>
        <w:numPr>
          <w:ilvl w:val="0"/>
          <w:numId w:val="34"/>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72779E88" w:rsidR="000513D2" w:rsidRPr="00CB1473" w:rsidRDefault="00561D67" w:rsidP="000513D2">
      <w:pPr>
        <w:numPr>
          <w:ilvl w:val="0"/>
          <w:numId w:val="34"/>
        </w:numPr>
        <w:tabs>
          <w:tab w:val="left" w:pos="360"/>
        </w:tabs>
        <w:spacing w:before="60"/>
        <w:ind w:right="-43"/>
        <w:rPr>
          <w:rFonts w:cs="Arial"/>
          <w:szCs w:val="18"/>
        </w:rPr>
      </w:pPr>
      <w:r w:rsidRPr="00CB1473">
        <w:rPr>
          <w:rFonts w:cs="Arial"/>
          <w:bCs/>
          <w:szCs w:val="18"/>
        </w:rPr>
        <w:t xml:space="preserve">See </w:t>
      </w:r>
      <w:hyperlink r:id="rId13"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4"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F05BEE">
      <w:pPr>
        <w:pStyle w:val="ListParagraph"/>
        <w:numPr>
          <w:ilvl w:val="0"/>
          <w:numId w:val="45"/>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06AC80F8" w:rsidR="004A7026" w:rsidRPr="00CB1473" w:rsidRDefault="00CE4CF8" w:rsidP="00665269">
      <w:pPr>
        <w:pStyle w:val="ListParagraph"/>
        <w:numPr>
          <w:ilvl w:val="0"/>
          <w:numId w:val="46"/>
        </w:numPr>
        <w:spacing w:before="60"/>
        <w:ind w:right="-43"/>
        <w:contextualSpacing w:val="0"/>
        <w:outlineLvl w:val="0"/>
        <w:rPr>
          <w:rFonts w:cs="Arial"/>
          <w:b/>
          <w:szCs w:val="18"/>
        </w:rPr>
      </w:pPr>
      <w:r>
        <w:rPr>
          <w:rFonts w:cs="Arial"/>
          <w:bCs/>
          <w:szCs w:val="18"/>
        </w:rPr>
        <w:t xml:space="preserve">CCOF </w:t>
      </w:r>
      <w:r w:rsidR="0010745E" w:rsidRPr="00CB1473">
        <w:rPr>
          <w:rFonts w:cs="Arial"/>
          <w:bCs/>
          <w:szCs w:val="18"/>
        </w:rPr>
        <w:t xml:space="preserve">Certification Contract (this </w:t>
      </w:r>
      <w:r w:rsidR="007F6BF7">
        <w:rPr>
          <w:rFonts w:cs="Arial"/>
          <w:bCs/>
          <w:szCs w:val="18"/>
        </w:rPr>
        <w:t>5</w:t>
      </w:r>
      <w:r w:rsidR="0010745E" w:rsidRPr="00CB1473">
        <w:rPr>
          <w:rFonts w:cs="Arial"/>
          <w:bCs/>
          <w:szCs w:val="18"/>
        </w:rPr>
        <w:t>-page form)</w:t>
      </w:r>
    </w:p>
    <w:p w14:paraId="4E71C16F" w14:textId="77777777" w:rsidR="004A7026" w:rsidRPr="00CB1473" w:rsidRDefault="0010745E" w:rsidP="00665269">
      <w:pPr>
        <w:pStyle w:val="ListParagraph"/>
        <w:numPr>
          <w:ilvl w:val="0"/>
          <w:numId w:val="46"/>
        </w:numPr>
        <w:spacing w:before="60"/>
        <w:ind w:right="-43"/>
        <w:contextualSpacing w:val="0"/>
        <w:outlineLvl w:val="0"/>
        <w:rPr>
          <w:rFonts w:cs="Arial"/>
          <w:b/>
          <w:szCs w:val="18"/>
        </w:rPr>
      </w:pPr>
      <w:r w:rsidRPr="00CB1473">
        <w:rPr>
          <w:rFonts w:cs="Arial"/>
          <w:bCs/>
          <w:szCs w:val="18"/>
        </w:rPr>
        <w:t>Organic System Plan (OSP) forms and attachments</w:t>
      </w:r>
    </w:p>
    <w:p w14:paraId="6A008061" w14:textId="77777777" w:rsidR="004A7026" w:rsidRPr="00CB1473" w:rsidRDefault="0010745E"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Carefully review the Organic System Plan (OSP) Guides applicable to your operation, and complete all forms</w:t>
      </w:r>
      <w:r w:rsidR="004A7026" w:rsidRPr="00CB1473">
        <w:rPr>
          <w:rFonts w:cs="Arial"/>
          <w:bCs/>
          <w:szCs w:val="18"/>
        </w:rPr>
        <w:t xml:space="preserve"> </w:t>
      </w:r>
      <w:r w:rsidRPr="00CB1473">
        <w:rPr>
          <w:rFonts w:cs="Arial"/>
          <w:bCs/>
          <w:szCs w:val="18"/>
        </w:rPr>
        <w:t xml:space="preserve">indicated: </w:t>
      </w:r>
    </w:p>
    <w:p w14:paraId="67471086" w14:textId="0C246504" w:rsidR="004A7026" w:rsidRPr="00CE4CF8" w:rsidRDefault="0010745E" w:rsidP="0031762E">
      <w:pPr>
        <w:pStyle w:val="ListParagraph"/>
        <w:numPr>
          <w:ilvl w:val="2"/>
          <w:numId w:val="46"/>
        </w:numPr>
        <w:spacing w:before="60"/>
        <w:ind w:left="1440" w:right="-43"/>
        <w:contextualSpacing w:val="0"/>
        <w:outlineLvl w:val="0"/>
        <w:rPr>
          <w:rFonts w:cs="Arial"/>
          <w:b/>
          <w:szCs w:val="18"/>
        </w:rPr>
      </w:pPr>
      <w:hyperlink r:id="rId15" w:history="1">
        <w:r w:rsidRPr="00CE4CF8">
          <w:rPr>
            <w:rStyle w:val="Hyperlink"/>
            <w:rFonts w:cs="Arial"/>
            <w:b/>
            <w:szCs w:val="18"/>
          </w:rPr>
          <w:t>Guide to Grower OSP Forms</w:t>
        </w:r>
      </w:hyperlink>
    </w:p>
    <w:p w14:paraId="533ACC5D" w14:textId="5053999D" w:rsidR="0045064E" w:rsidRDefault="0045064E" w:rsidP="0031762E">
      <w:pPr>
        <w:pStyle w:val="ListParagraph"/>
        <w:numPr>
          <w:ilvl w:val="2"/>
          <w:numId w:val="46"/>
        </w:numPr>
        <w:spacing w:before="60"/>
        <w:ind w:left="1440" w:right="-43"/>
        <w:contextualSpacing w:val="0"/>
        <w:outlineLvl w:val="0"/>
        <w:rPr>
          <w:rFonts w:cs="Arial"/>
          <w:b/>
          <w:szCs w:val="18"/>
        </w:rPr>
      </w:pPr>
      <w:hyperlink r:id="rId16" w:history="1">
        <w:r w:rsidRPr="0045064E">
          <w:rPr>
            <w:rStyle w:val="Hyperlink"/>
            <w:rFonts w:cs="Arial"/>
            <w:b/>
            <w:szCs w:val="18"/>
          </w:rPr>
          <w:t>Guide to Livestock Producer OSP Forms</w:t>
        </w:r>
      </w:hyperlink>
    </w:p>
    <w:p w14:paraId="6D0F5D37" w14:textId="4E1B3557" w:rsidR="004A7026" w:rsidRPr="00CB1473" w:rsidRDefault="003417E7" w:rsidP="0031762E">
      <w:pPr>
        <w:pStyle w:val="ListParagraph"/>
        <w:numPr>
          <w:ilvl w:val="2"/>
          <w:numId w:val="46"/>
        </w:numPr>
        <w:spacing w:before="60"/>
        <w:ind w:left="1440" w:right="-43"/>
        <w:contextualSpacing w:val="0"/>
        <w:outlineLvl w:val="0"/>
        <w:rPr>
          <w:rFonts w:cs="Arial"/>
          <w:b/>
          <w:szCs w:val="18"/>
        </w:rPr>
      </w:pPr>
      <w:hyperlink r:id="rId17" w:history="1">
        <w:r>
          <w:rPr>
            <w:rStyle w:val="Hyperlink"/>
            <w:rFonts w:cs="Arial"/>
            <w:b/>
            <w:szCs w:val="18"/>
          </w:rPr>
          <w:t>Guide to Handler OSP Forms</w:t>
        </w:r>
      </w:hyperlink>
    </w:p>
    <w:p w14:paraId="2861771C" w14:textId="0839F3EB" w:rsidR="0010745E" w:rsidRPr="00CB1473" w:rsidRDefault="00AB7152" w:rsidP="00665269">
      <w:pPr>
        <w:pStyle w:val="ListParagraph"/>
        <w:numPr>
          <w:ilvl w:val="0"/>
          <w:numId w:val="46"/>
        </w:numPr>
        <w:spacing w:before="60"/>
        <w:ind w:right="-43"/>
        <w:contextualSpacing w:val="0"/>
        <w:outlineLvl w:val="0"/>
        <w:rPr>
          <w:rFonts w:cs="Arial"/>
          <w:b/>
          <w:szCs w:val="18"/>
        </w:rPr>
      </w:pPr>
      <w:r w:rsidRPr="00CB1473">
        <w:rPr>
          <w:rFonts w:cs="Arial"/>
          <w:bCs/>
          <w:szCs w:val="18"/>
        </w:rPr>
        <w:t>$3</w:t>
      </w:r>
      <w:r w:rsidR="004622AB">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Non-refundable and due with application</w:t>
      </w:r>
    </w:p>
    <w:p w14:paraId="20715944" w14:textId="2CB84F5F" w:rsidR="00F27032" w:rsidRPr="00F27032" w:rsidRDefault="00F27032" w:rsidP="0031762E">
      <w:pPr>
        <w:spacing w:before="60"/>
        <w:ind w:left="108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5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900" w:type="dxa"/>
        <w:tblInd w:w="1080" w:type="dxa"/>
        <w:tblLayout w:type="fixed"/>
        <w:tblCellMar>
          <w:left w:w="115" w:type="dxa"/>
          <w:right w:w="115" w:type="dxa"/>
        </w:tblCellMar>
        <w:tblLook w:val="0000" w:firstRow="0" w:lastRow="0" w:firstColumn="0" w:lastColumn="0" w:noHBand="0" w:noVBand="0"/>
      </w:tblPr>
      <w:tblGrid>
        <w:gridCol w:w="2250"/>
        <w:gridCol w:w="7650"/>
      </w:tblGrid>
      <w:tr w:rsidR="004A7026" w:rsidRPr="00CB1473" w14:paraId="7E9B5F16" w14:textId="77777777" w:rsidTr="0031762E">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65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03A90834" w:rsidR="0010745E" w:rsidRDefault="0010745E" w:rsidP="001C0DFD">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8"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 xml:space="preserve">CCOF, </w:t>
      </w:r>
      <w:r w:rsidR="00220D30" w:rsidRPr="00220D30">
        <w:rPr>
          <w:rFonts w:cs="Arial"/>
          <w:b/>
          <w:szCs w:val="18"/>
        </w:rPr>
        <w:t>877 Cedar Street, Suite 248, Santa Cruz, CA 95060</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0D2EF2">
            <w:pPr>
              <w:pStyle w:val="ListParagraph"/>
              <w:numPr>
                <w:ilvl w:val="0"/>
                <w:numId w:val="45"/>
              </w:numPr>
              <w:spacing w:before="60"/>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1D4730">
            <w:pPr>
              <w:spacing w:before="60"/>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0AC43634" w:rsidR="00B52612" w:rsidRPr="00DA3F7F" w:rsidRDefault="00005F29" w:rsidP="0010745E">
      <w:pPr>
        <w:pStyle w:val="BoldInstructions"/>
        <w:numPr>
          <w:ilvl w:val="0"/>
          <w:numId w:val="44"/>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 xml:space="preserve">Company </w:t>
      </w:r>
      <w:r w:rsidR="006C767C" w:rsidRPr="00DA3F7F">
        <w:rPr>
          <w:rFonts w:ascii="Arial" w:hAnsi="Arial" w:cs="Arial"/>
          <w:spacing w:val="0"/>
          <w:sz w:val="22"/>
          <w:szCs w:val="22"/>
        </w:rPr>
        <w:t>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DA3F7F">
            <w:pPr>
              <w:pStyle w:val="BodyText"/>
              <w:numPr>
                <w:ilvl w:val="0"/>
                <w:numId w:val="18"/>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51BFA04A" w:rsidR="0005794B" w:rsidRPr="0046053E" w:rsidRDefault="00FC3667" w:rsidP="00DA3F7F">
      <w:pPr>
        <w:numPr>
          <w:ilvl w:val="0"/>
          <w:numId w:val="18"/>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800"/>
        <w:gridCol w:w="1260"/>
        <w:gridCol w:w="540"/>
        <w:gridCol w:w="540"/>
        <w:gridCol w:w="720"/>
        <w:gridCol w:w="6120"/>
      </w:tblGrid>
      <w:tr w:rsidR="00BD36D4" w:rsidRPr="0046053E" w14:paraId="14AA1732" w14:textId="77777777" w:rsidTr="00643650">
        <w:trPr>
          <w:cantSplit/>
          <w:trHeight w:val="360"/>
        </w:trPr>
        <w:tc>
          <w:tcPr>
            <w:tcW w:w="1800" w:type="dxa"/>
            <w:vAlign w:val="center"/>
          </w:tcPr>
          <w:p w14:paraId="0D1C3FE4" w14:textId="501367B2" w:rsidR="00BD36D4" w:rsidRPr="00F91757" w:rsidRDefault="00280CA9" w:rsidP="008236DF">
            <w:pPr>
              <w:pStyle w:val="BodyText"/>
              <w:spacing w:before="60" w:after="0"/>
              <w:ind w:left="240" w:right="-43"/>
              <w:rPr>
                <w:rFonts w:cs="Arial"/>
                <w:szCs w:val="18"/>
              </w:rPr>
            </w:pPr>
            <w:r>
              <w:rPr>
                <w:rFonts w:cs="Arial"/>
                <w:szCs w:val="18"/>
              </w:rPr>
              <w:t xml:space="preserve">Federal </w:t>
            </w:r>
            <w:r w:rsidR="00BD36D4" w:rsidRPr="00F91757">
              <w:rPr>
                <w:rFonts w:cs="Arial"/>
                <w:szCs w:val="18"/>
              </w:rPr>
              <w:t>Tax ID#:</w:t>
            </w:r>
          </w:p>
        </w:tc>
        <w:tc>
          <w:tcPr>
            <w:tcW w:w="918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32746F">
        <w:trPr>
          <w:cantSplit/>
          <w:trHeight w:val="360"/>
        </w:trPr>
        <w:tc>
          <w:tcPr>
            <w:tcW w:w="4860" w:type="dxa"/>
            <w:gridSpan w:val="5"/>
            <w:vAlign w:val="center"/>
          </w:tcPr>
          <w:p w14:paraId="22910A1A" w14:textId="69C3E952"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sidR="0032746F">
              <w:rPr>
                <w:rFonts w:cs="Arial"/>
                <w:szCs w:val="18"/>
              </w:rPr>
              <w:t>–</w:t>
            </w:r>
            <w:r w:rsidRPr="0046053E">
              <w:rPr>
                <w:rFonts w:cs="Arial"/>
                <w:szCs w:val="18"/>
              </w:rPr>
              <w:t>OR</w:t>
            </w:r>
            <w:r w:rsidR="0032746F">
              <w:rPr>
                <w:rFonts w:cs="Arial"/>
                <w:szCs w:val="18"/>
              </w:rPr>
              <w:t>–</w:t>
            </w:r>
            <w:r w:rsidRPr="0046053E">
              <w:rPr>
                <w:rFonts w:cs="Arial"/>
                <w:szCs w:val="18"/>
              </w:rPr>
              <w:t xml:space="preserve">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12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CD5E9A">
      <w:pPr>
        <w:keepNext/>
        <w:numPr>
          <w:ilvl w:val="0"/>
          <w:numId w:val="18"/>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24601BC5" w:rsidR="00F24681" w:rsidRPr="00F24681" w:rsidRDefault="00F24681" w:rsidP="00ED39DE">
      <w:pPr>
        <w:keepNext/>
        <w:spacing w:before="60"/>
        <w:ind w:left="360" w:right="54"/>
        <w:rPr>
          <w:rFonts w:cs="Arial"/>
          <w:szCs w:val="18"/>
        </w:rPr>
      </w:pPr>
      <w:r>
        <w:rPr>
          <w:rFonts w:cs="Arial"/>
          <w:i/>
          <w:szCs w:val="18"/>
        </w:rPr>
        <w:t>Where organic production occurs, or records are kept (for broker/trader/private label owners)</w:t>
      </w:r>
      <w:r w:rsidR="007C573E">
        <w:rPr>
          <w:rFonts w:cs="Arial"/>
          <w:i/>
          <w:szCs w:val="18"/>
        </w:rPr>
        <w:t>.</w:t>
      </w:r>
      <w:r w:rsidR="0054229E" w:rsidRPr="0054229E">
        <w:rPr>
          <w:i/>
          <w:iCs/>
        </w:rPr>
        <w:t xml:space="preserve"> </w:t>
      </w:r>
      <w:r w:rsidR="0054229E">
        <w:rPr>
          <w:i/>
          <w:iCs/>
        </w:rPr>
        <w:t>Your physical location will be inspected and will be listed on your organic certificate</w:t>
      </w:r>
      <w:r w:rsidR="0054229E" w:rsidRPr="003B56F5">
        <w:rPr>
          <w:rFonts w:cs="Arial"/>
          <w:bCs/>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F57D75">
      <w:pPr>
        <w:keepNext/>
        <w:numPr>
          <w:ilvl w:val="0"/>
          <w:numId w:val="18"/>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06BBC66E" w14:textId="77777777" w:rsidTr="006A005A">
        <w:trPr>
          <w:cantSplit/>
          <w:trHeight w:val="360"/>
        </w:trPr>
        <w:tc>
          <w:tcPr>
            <w:tcW w:w="810" w:type="dxa"/>
            <w:vAlign w:val="center"/>
          </w:tcPr>
          <w:p w14:paraId="23FEC695"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001504D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416692BA"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717CA6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1B66E5">
        <w:trPr>
          <w:cantSplit/>
          <w:trHeight w:val="360"/>
        </w:trPr>
        <w:tc>
          <w:tcPr>
            <w:tcW w:w="1350" w:type="dxa"/>
            <w:gridSpan w:val="2"/>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F57D75">
      <w:pPr>
        <w:keepNext/>
        <w:numPr>
          <w:ilvl w:val="0"/>
          <w:numId w:val="18"/>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15EB5A56" w14:textId="77777777" w:rsidTr="006A005A">
        <w:trPr>
          <w:cantSplit/>
          <w:trHeight w:val="360"/>
        </w:trPr>
        <w:tc>
          <w:tcPr>
            <w:tcW w:w="810" w:type="dxa"/>
            <w:vAlign w:val="center"/>
          </w:tcPr>
          <w:p w14:paraId="5A8CFCB3"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6DC73FC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0FE5E26D"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012C2746"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1B66E5">
        <w:trPr>
          <w:cantSplit/>
          <w:trHeight w:val="360"/>
        </w:trPr>
        <w:tc>
          <w:tcPr>
            <w:tcW w:w="1350" w:type="dxa"/>
            <w:gridSpan w:val="2"/>
            <w:vAlign w:val="center"/>
          </w:tcPr>
          <w:p w14:paraId="41FE951E" w14:textId="77777777" w:rsidR="00E54B21" w:rsidRPr="0046053E" w:rsidRDefault="00E54B21" w:rsidP="006A005A">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6A005A">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0B7B904" w14:textId="77777777" w:rsidR="00E54B21" w:rsidRPr="0046053E" w:rsidRDefault="00E54B21" w:rsidP="006A005A">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341803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8297534" w14:textId="484AC3B7" w:rsidR="00F57D75" w:rsidRDefault="00F57D75" w:rsidP="00700F92">
      <w:pPr>
        <w:keepNext/>
        <w:numPr>
          <w:ilvl w:val="0"/>
          <w:numId w:val="18"/>
        </w:numPr>
        <w:spacing w:before="60"/>
        <w:ind w:left="360" w:right="-43"/>
        <w:rPr>
          <w:rFonts w:cs="Arial"/>
          <w:szCs w:val="18"/>
        </w:rPr>
      </w:pPr>
      <w:r w:rsidRPr="00303750">
        <w:rPr>
          <w:rFonts w:cs="Arial"/>
          <w:szCs w:val="18"/>
        </w:rPr>
        <w:t>Preferred language for communication:</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English</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Spanish (most CCOF forms &amp; materials available in Spanish)</w:t>
      </w:r>
    </w:p>
    <w:p w14:paraId="59822474" w14:textId="67241326" w:rsidR="00F57D75" w:rsidRPr="00700F92" w:rsidRDefault="00F57D75" w:rsidP="00F57D75">
      <w:pPr>
        <w:numPr>
          <w:ilvl w:val="0"/>
          <w:numId w:val="18"/>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5FA04B5A" w:rsidR="00F24681" w:rsidRDefault="00F24681" w:rsidP="0010745E">
      <w:pPr>
        <w:keepNext/>
        <w:numPr>
          <w:ilvl w:val="0"/>
          <w:numId w:val="44"/>
        </w:numPr>
        <w:spacing w:before="120"/>
        <w:ind w:right="54"/>
        <w:rPr>
          <w:rFonts w:cs="Arial"/>
          <w:b/>
          <w:bCs/>
          <w:sz w:val="22"/>
          <w:szCs w:val="22"/>
        </w:rPr>
      </w:pPr>
      <w:r w:rsidRPr="001E065E">
        <w:rPr>
          <w:rFonts w:cs="Arial"/>
          <w:b/>
          <w:bCs/>
          <w:sz w:val="22"/>
          <w:szCs w:val="22"/>
        </w:rPr>
        <w:lastRenderedPageBreak/>
        <w:t xml:space="preserve">Organic Operation </w:t>
      </w:r>
      <w:r w:rsidR="00F57D75">
        <w:rPr>
          <w:rFonts w:cs="Arial"/>
          <w:b/>
          <w:bCs/>
          <w:sz w:val="22"/>
          <w:szCs w:val="22"/>
        </w:rPr>
        <w:t>Summary</w:t>
      </w:r>
    </w:p>
    <w:p w14:paraId="3CF50C18" w14:textId="59756A00" w:rsidR="003F3C51" w:rsidRPr="00EB766A" w:rsidRDefault="00F24681" w:rsidP="007B2183">
      <w:pPr>
        <w:pStyle w:val="ListParagraph"/>
        <w:keepNext/>
        <w:numPr>
          <w:ilvl w:val="0"/>
          <w:numId w:val="47"/>
        </w:numPr>
        <w:spacing w:before="60"/>
        <w:ind w:right="54"/>
        <w:rPr>
          <w:rFonts w:cs="Arial"/>
          <w:i/>
          <w:iCs/>
          <w:szCs w:val="18"/>
        </w:rPr>
      </w:pPr>
      <w:r w:rsidRPr="00EB766A">
        <w:rPr>
          <w:rFonts w:cs="Arial"/>
          <w:szCs w:val="18"/>
        </w:rPr>
        <w:t xml:space="preserve">Help us understand your organic operation. Describe or attach a </w:t>
      </w:r>
      <w:r w:rsidR="00F57D75" w:rsidRPr="00EB766A">
        <w:rPr>
          <w:rFonts w:cs="Arial"/>
          <w:szCs w:val="18"/>
        </w:rPr>
        <w:t xml:space="preserve">summary </w:t>
      </w:r>
      <w:r w:rsidRPr="00EB766A">
        <w:rPr>
          <w:rFonts w:cs="Arial"/>
          <w:szCs w:val="18"/>
        </w:rPr>
        <w:t>description of your organic business or plans.</w:t>
      </w:r>
      <w:r w:rsidR="001C58E7" w:rsidRPr="00EB766A">
        <w:rPr>
          <w:rFonts w:cs="Arial"/>
          <w:i/>
          <w:iCs/>
          <w:szCs w:val="18"/>
        </w:rPr>
        <w:t xml:space="preserve"> </w:t>
      </w:r>
    </w:p>
    <w:p w14:paraId="1FDDC5B8" w14:textId="6C139781" w:rsidR="003F7C15" w:rsidRDefault="001C58E7">
      <w:pPr>
        <w:keepNext/>
        <w:spacing w:before="60"/>
        <w:ind w:left="360" w:right="54"/>
        <w:rPr>
          <w:szCs w:val="18"/>
        </w:rPr>
      </w:pPr>
      <w:r>
        <w:rPr>
          <w:rFonts w:cs="Arial"/>
          <w:i/>
          <w:iCs/>
          <w:szCs w:val="18"/>
        </w:rPr>
        <w:t>Your full details will be on the complete Organic System Plan you submit</w:t>
      </w:r>
      <w:r w:rsidR="00F57D75">
        <w:rPr>
          <w:szCs w:val="18"/>
        </w:rPr>
        <w:t>.</w:t>
      </w:r>
    </w:p>
    <w:p w14:paraId="2D3C36B0" w14:textId="6ED60375" w:rsidR="00372A55" w:rsidRPr="00770CF5" w:rsidRDefault="00F24681">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Pr="00205982">
        <w:rPr>
          <w:szCs w:val="18"/>
        </w:rPr>
      </w:r>
      <w:r w:rsidRPr="00205982">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9E2D0F">
        <w:trPr>
          <w:cantSplit/>
          <w:trHeight w:val="720"/>
        </w:trPr>
        <w:tc>
          <w:tcPr>
            <w:tcW w:w="10620" w:type="dxa"/>
            <w:tcBorders>
              <w:bottom w:val="single" w:sz="4" w:space="0" w:color="auto"/>
            </w:tcBorders>
            <w:vAlign w:val="center"/>
          </w:tcPr>
          <w:p w14:paraId="2FB77F0E" w14:textId="77777777" w:rsidR="00C1180E" w:rsidRPr="00F24681" w:rsidRDefault="00F24681" w:rsidP="00CC6CF0">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600BBC2D" w14:textId="1C722C31" w:rsidR="002653E3" w:rsidRPr="002653E3" w:rsidRDefault="00B46D8A" w:rsidP="1656D523">
      <w:pPr>
        <w:pStyle w:val="ListParagraph"/>
        <w:keepNext/>
        <w:numPr>
          <w:ilvl w:val="0"/>
          <w:numId w:val="47"/>
        </w:numPr>
        <w:spacing w:before="120"/>
        <w:ind w:right="-36"/>
        <w:rPr>
          <w:rFonts w:cs="Arial"/>
          <w:i/>
          <w:iCs/>
          <w:szCs w:val="18"/>
        </w:rPr>
      </w:pPr>
      <w:bookmarkStart w:id="14" w:name="_Hlk19541406"/>
      <w:r w:rsidRPr="1656D523">
        <w:rPr>
          <w:rFonts w:cs="Arial"/>
        </w:rPr>
        <w:t xml:space="preserve">How frequently do you review your entire Organic System Plan to </w:t>
      </w:r>
      <w:r w:rsidR="4C94AD98" w:rsidRPr="1656D523">
        <w:rPr>
          <w:rFonts w:cs="Arial"/>
        </w:rPr>
        <w:t>v</w:t>
      </w:r>
      <w:r w:rsidR="01A6CDC1" w:rsidRPr="1656D523">
        <w:rPr>
          <w:rFonts w:cs="Arial"/>
        </w:rPr>
        <w:t xml:space="preserve">erify it is effectively </w:t>
      </w:r>
      <w:r w:rsidR="25B23AE8" w:rsidRPr="1656D523">
        <w:rPr>
          <w:rFonts w:cs="Arial"/>
        </w:rPr>
        <w:t>implemented</w:t>
      </w:r>
      <w:r w:rsidR="004D948E" w:rsidRPr="1656D523">
        <w:rPr>
          <w:rFonts w:cs="Arial"/>
        </w:rPr>
        <w:t>,</w:t>
      </w:r>
      <w:r w:rsidR="01A6CDC1" w:rsidRPr="1656D523">
        <w:rPr>
          <w:rFonts w:cs="Arial"/>
        </w:rPr>
        <w:t xml:space="preserve"> and </w:t>
      </w:r>
      <w:r w:rsidR="527711DA" w:rsidRPr="1656D523">
        <w:rPr>
          <w:rFonts w:cs="Arial"/>
        </w:rPr>
        <w:t xml:space="preserve">ensure it accurately reflects all your </w:t>
      </w:r>
      <w:r w:rsidRPr="1656D523">
        <w:rPr>
          <w:rFonts w:cs="Arial"/>
        </w:rPr>
        <w:t>practices and procedures?</w:t>
      </w:r>
      <w:r w:rsidR="00991B86" w:rsidRPr="1656D523">
        <w:rPr>
          <w:rFonts w:cs="Arial"/>
        </w:rPr>
        <w:t xml:space="preserve"> </w:t>
      </w:r>
    </w:p>
    <w:p w14:paraId="1E41B96F" w14:textId="63161BBC" w:rsidR="00B46D8A" w:rsidRPr="00E85EF9" w:rsidRDefault="00B46D8A" w:rsidP="1656D523">
      <w:pPr>
        <w:pStyle w:val="ListParagraph"/>
        <w:keepNext/>
        <w:spacing w:before="120"/>
        <w:ind w:left="360" w:right="-36"/>
        <w:rPr>
          <w:rFonts w:cs="Arial"/>
          <w:i/>
          <w:iCs/>
        </w:rPr>
      </w:pPr>
      <w:r w:rsidRPr="1656D523">
        <w:rPr>
          <w:rFonts w:cs="Arial"/>
          <w:i/>
          <w:iCs/>
        </w:rPr>
        <w:t>Per 7 CFR §205.</w:t>
      </w:r>
      <w:r w:rsidR="706E69A4" w:rsidRPr="1656D523">
        <w:rPr>
          <w:rFonts w:cs="Arial"/>
          <w:i/>
          <w:iCs/>
        </w:rPr>
        <w:t>201(</w:t>
      </w:r>
      <w:r w:rsidRPr="1656D523">
        <w:rPr>
          <w:rFonts w:cs="Arial"/>
          <w:i/>
          <w:iCs/>
        </w:rPr>
        <w:t>a)(3), applicants shall provide CCOF with an adequate response to this question.</w:t>
      </w:r>
    </w:p>
    <w:tbl>
      <w:tblPr>
        <w:tblW w:w="10620" w:type="dxa"/>
        <w:tblInd w:w="360" w:type="dxa"/>
        <w:tblLayout w:type="fixed"/>
        <w:tblCellMar>
          <w:left w:w="115" w:type="dxa"/>
          <w:right w:w="115" w:type="dxa"/>
        </w:tblCellMar>
        <w:tblLook w:val="01E0" w:firstRow="1" w:lastRow="1" w:firstColumn="1" w:lastColumn="1" w:noHBand="0" w:noVBand="0"/>
      </w:tblPr>
      <w:tblGrid>
        <w:gridCol w:w="1800"/>
        <w:gridCol w:w="8820"/>
      </w:tblGrid>
      <w:tr w:rsidR="00A4720A" w:rsidRPr="0046053E" w14:paraId="2D3BDD60" w14:textId="77777777" w:rsidTr="006A005A">
        <w:trPr>
          <w:cantSplit/>
          <w:trHeight w:val="360"/>
        </w:trPr>
        <w:tc>
          <w:tcPr>
            <w:tcW w:w="10620" w:type="dxa"/>
            <w:gridSpan w:val="2"/>
            <w:vAlign w:val="center"/>
          </w:tcPr>
          <w:p w14:paraId="71322ED7" w14:textId="0C6F2B7C" w:rsidR="00A4720A" w:rsidRPr="00F24681" w:rsidRDefault="00A4720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Pr="006622FA">
              <w:rPr>
                <w:szCs w:val="18"/>
              </w:rPr>
            </w:r>
            <w:r w:rsidRPr="006622FA">
              <w:rPr>
                <w:szCs w:val="18"/>
              </w:rPr>
              <w:fldChar w:fldCharType="separate"/>
            </w:r>
            <w:r w:rsidRPr="006622FA">
              <w:rPr>
                <w:szCs w:val="18"/>
              </w:rPr>
              <w:fldChar w:fldCharType="end"/>
            </w:r>
            <w:r w:rsidRPr="006622FA">
              <w:rPr>
                <w:szCs w:val="18"/>
              </w:rPr>
              <w:t xml:space="preserve"> Annually</w:t>
            </w:r>
            <w:r w:rsidR="00BB643A">
              <w:rPr>
                <w:szCs w:val="18"/>
              </w:rPr>
              <w:t xml:space="preserve">    </w:t>
            </w:r>
            <w:r w:rsidR="00BB643A" w:rsidRPr="006622FA">
              <w:rPr>
                <w:szCs w:val="18"/>
              </w:rPr>
              <w:fldChar w:fldCharType="begin">
                <w:ffData>
                  <w:name w:val=""/>
                  <w:enabled/>
                  <w:calcOnExit w:val="0"/>
                  <w:checkBox>
                    <w:size w:val="18"/>
                    <w:default w:val="0"/>
                    <w:checked w:val="0"/>
                  </w:checkBox>
                </w:ffData>
              </w:fldChar>
            </w:r>
            <w:r w:rsidR="00BB643A" w:rsidRPr="006622FA">
              <w:rPr>
                <w:szCs w:val="18"/>
              </w:rPr>
              <w:instrText xml:space="preserve"> FORMCHECKBOX </w:instrText>
            </w:r>
            <w:r w:rsidR="00BB643A" w:rsidRPr="006622FA">
              <w:rPr>
                <w:szCs w:val="18"/>
              </w:rPr>
            </w:r>
            <w:r w:rsidR="00BB643A" w:rsidRPr="006622FA">
              <w:rPr>
                <w:szCs w:val="18"/>
              </w:rPr>
              <w:fldChar w:fldCharType="separate"/>
            </w:r>
            <w:r w:rsidR="00BB643A" w:rsidRPr="006622FA">
              <w:rPr>
                <w:szCs w:val="18"/>
              </w:rPr>
              <w:fldChar w:fldCharType="end"/>
            </w:r>
            <w:r w:rsidR="00BB643A">
              <w:rPr>
                <w:szCs w:val="18"/>
              </w:rPr>
              <w:t xml:space="preserve"> Quarterly    </w:t>
            </w:r>
            <w:r w:rsidR="00BB643A" w:rsidRPr="00205982">
              <w:rPr>
                <w:szCs w:val="18"/>
              </w:rPr>
              <w:fldChar w:fldCharType="begin">
                <w:ffData>
                  <w:name w:val=""/>
                  <w:enabled/>
                  <w:calcOnExit w:val="0"/>
                  <w:checkBox>
                    <w:size w:val="18"/>
                    <w:default w:val="0"/>
                    <w:checked w:val="0"/>
                  </w:checkBox>
                </w:ffData>
              </w:fldChar>
            </w:r>
            <w:r w:rsidR="00BB643A" w:rsidRPr="00205982">
              <w:rPr>
                <w:szCs w:val="18"/>
              </w:rPr>
              <w:instrText xml:space="preserve"> FORMCHECKBOX </w:instrText>
            </w:r>
            <w:r w:rsidR="00BB643A" w:rsidRPr="00205982">
              <w:rPr>
                <w:szCs w:val="18"/>
              </w:rPr>
            </w:r>
            <w:r w:rsidR="00BB643A" w:rsidRPr="00205982">
              <w:rPr>
                <w:szCs w:val="18"/>
              </w:rPr>
              <w:fldChar w:fldCharType="separate"/>
            </w:r>
            <w:r w:rsidR="00BB643A" w:rsidRPr="00205982">
              <w:rPr>
                <w:szCs w:val="18"/>
              </w:rPr>
              <w:fldChar w:fldCharType="end"/>
            </w:r>
            <w:r w:rsidR="00BB643A">
              <w:rPr>
                <w:szCs w:val="18"/>
              </w:rPr>
              <w:t xml:space="preserve"> Monthly</w:t>
            </w:r>
          </w:p>
        </w:tc>
      </w:tr>
      <w:tr w:rsidR="00BB643A" w:rsidRPr="0046053E" w14:paraId="42A9018B" w14:textId="77777777" w:rsidTr="006A005A">
        <w:trPr>
          <w:cantSplit/>
          <w:trHeight w:val="360"/>
        </w:trPr>
        <w:tc>
          <w:tcPr>
            <w:tcW w:w="1800" w:type="dxa"/>
            <w:vAlign w:val="center"/>
          </w:tcPr>
          <w:p w14:paraId="5D80B199" w14:textId="2CE31FF4" w:rsidR="00BB643A" w:rsidRPr="00F24681" w:rsidRDefault="00BB643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Pr="006622FA">
              <w:rPr>
                <w:szCs w:val="18"/>
              </w:rPr>
            </w:r>
            <w:r w:rsidRPr="006622FA">
              <w:rPr>
                <w:szCs w:val="18"/>
              </w:rPr>
              <w:fldChar w:fldCharType="separate"/>
            </w:r>
            <w:r w:rsidRPr="006622FA">
              <w:rPr>
                <w:szCs w:val="18"/>
              </w:rPr>
              <w:fldChar w:fldCharType="end"/>
            </w:r>
            <w:r>
              <w:rPr>
                <w:szCs w:val="18"/>
              </w:rPr>
              <w:t xml:space="preserve"> Other (describe):</w:t>
            </w:r>
          </w:p>
        </w:tc>
        <w:tc>
          <w:tcPr>
            <w:tcW w:w="8820" w:type="dxa"/>
            <w:tcBorders>
              <w:bottom w:val="single" w:sz="4" w:space="0" w:color="auto"/>
            </w:tcBorders>
            <w:vAlign w:val="center"/>
          </w:tcPr>
          <w:p w14:paraId="2D2A165F" w14:textId="204DA324" w:rsidR="00BB643A" w:rsidRPr="00D332F7" w:rsidRDefault="00BB643A" w:rsidP="006622FA">
            <w:pPr>
              <w:pStyle w:val="BodyText"/>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p w14:paraId="55C234E7" w14:textId="09019F1C" w:rsidR="003863B2" w:rsidRPr="0046053E" w:rsidRDefault="00CA000E" w:rsidP="0010745E">
      <w:pPr>
        <w:keepNext/>
        <w:numPr>
          <w:ilvl w:val="0"/>
          <w:numId w:val="44"/>
        </w:numPr>
        <w:spacing w:before="120"/>
        <w:ind w:right="-36"/>
        <w:rPr>
          <w:rFonts w:cs="Arial"/>
          <w:szCs w:val="18"/>
        </w:rPr>
      </w:pPr>
      <w:r>
        <w:rPr>
          <w:rFonts w:cs="Arial"/>
          <w:b/>
          <w:kern w:val="18"/>
          <w:sz w:val="22"/>
          <w:szCs w:val="22"/>
        </w:rPr>
        <w:t>Contact Information</w:t>
      </w:r>
    </w:p>
    <w:p w14:paraId="16745C6F" w14:textId="77777777" w:rsidR="005D19AB" w:rsidRDefault="003863B2" w:rsidP="00C1180E">
      <w:pPr>
        <w:pStyle w:val="Indentwithtabs"/>
        <w:keepNext/>
        <w:numPr>
          <w:ilvl w:val="0"/>
          <w:numId w:val="19"/>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1CA7AAA6" w:rsidR="003863B2" w:rsidRPr="005D19AB" w:rsidRDefault="003863B2" w:rsidP="1D297652">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1D297652">
        <w:rPr>
          <w:rStyle w:val="Heading2Char"/>
          <w:b w:val="0"/>
          <w:bCs w:val="0"/>
          <w:i w:val="0"/>
          <w:iCs w:val="0"/>
          <w:sz w:val="18"/>
          <w:szCs w:val="18"/>
        </w:rPr>
        <w:t xml:space="preserve">Please designate one person in your operation to be </w:t>
      </w:r>
      <w:r w:rsidR="005529E3" w:rsidRPr="1D297652">
        <w:rPr>
          <w:rStyle w:val="Heading2Char"/>
          <w:b w:val="0"/>
          <w:bCs w:val="0"/>
          <w:i w:val="0"/>
          <w:iCs w:val="0"/>
          <w:sz w:val="18"/>
          <w:szCs w:val="18"/>
        </w:rPr>
        <w:t>CCOF</w:t>
      </w:r>
      <w:r w:rsidRPr="1D297652">
        <w:rPr>
          <w:rStyle w:val="Heading2Char"/>
          <w:b w:val="0"/>
          <w:bCs w:val="0"/>
          <w:i w:val="0"/>
          <w:iCs w:val="0"/>
          <w:sz w:val="18"/>
          <w:szCs w:val="18"/>
        </w:rPr>
        <w:t>’s Primary Conta</w:t>
      </w:r>
      <w:r w:rsidR="008F3678" w:rsidRPr="1D297652">
        <w:rPr>
          <w:rStyle w:val="Heading2Char"/>
          <w:b w:val="0"/>
          <w:bCs w:val="0"/>
          <w:i w:val="0"/>
          <w:iCs w:val="0"/>
          <w:sz w:val="18"/>
          <w:szCs w:val="18"/>
        </w:rPr>
        <w:t xml:space="preserve">ct. </w:t>
      </w:r>
      <w:r w:rsidRPr="1D297652">
        <w:rPr>
          <w:rStyle w:val="Heading2Char"/>
          <w:b w:val="0"/>
          <w:bCs w:val="0"/>
          <w:i w:val="0"/>
          <w:iCs w:val="0"/>
          <w:sz w:val="18"/>
          <w:szCs w:val="18"/>
        </w:rPr>
        <w:t xml:space="preserve">This person will be listed in </w:t>
      </w:r>
      <w:r w:rsidR="002C604F">
        <w:rPr>
          <w:rStyle w:val="Heading2Char"/>
          <w:b w:val="0"/>
          <w:bCs w:val="0"/>
          <w:i w:val="0"/>
          <w:iCs w:val="0"/>
          <w:sz w:val="18"/>
          <w:szCs w:val="18"/>
        </w:rPr>
        <w:t xml:space="preserve">the </w:t>
      </w:r>
      <w:r w:rsidR="005529E3" w:rsidRPr="1D297652">
        <w:rPr>
          <w:rStyle w:val="Heading2Char"/>
          <w:b w:val="0"/>
          <w:bCs w:val="0"/>
          <w:i w:val="0"/>
          <w:iCs w:val="0"/>
          <w:sz w:val="18"/>
          <w:szCs w:val="18"/>
        </w:rPr>
        <w:t>CCOF</w:t>
      </w:r>
      <w:r w:rsidRPr="1D297652">
        <w:rPr>
          <w:rStyle w:val="Heading2Char"/>
          <w:b w:val="0"/>
          <w:bCs w:val="0"/>
          <w:i w:val="0"/>
          <w:iCs w:val="0"/>
          <w:sz w:val="18"/>
          <w:szCs w:val="18"/>
        </w:rPr>
        <w:t xml:space="preserve"> </w:t>
      </w:r>
      <w:r w:rsidR="008F3678" w:rsidRPr="1D297652">
        <w:rPr>
          <w:rStyle w:val="Heading2Char"/>
          <w:b w:val="0"/>
          <w:bCs w:val="0"/>
          <w:i w:val="0"/>
          <w:iCs w:val="0"/>
          <w:sz w:val="18"/>
          <w:szCs w:val="18"/>
        </w:rPr>
        <w:t>online director</w:t>
      </w:r>
      <w:r w:rsidR="00F665B9">
        <w:rPr>
          <w:rStyle w:val="Heading2Char"/>
          <w:b w:val="0"/>
          <w:bCs w:val="0"/>
          <w:i w:val="0"/>
          <w:iCs w:val="0"/>
          <w:sz w:val="18"/>
          <w:szCs w:val="18"/>
        </w:rPr>
        <w:t>y</w:t>
      </w:r>
      <w:r w:rsidR="00D1375A">
        <w:rPr>
          <w:rStyle w:val="Heading2Char"/>
          <w:b w:val="0"/>
          <w:bCs w:val="0"/>
          <w:i w:val="0"/>
          <w:iCs w:val="0"/>
          <w:sz w:val="18"/>
          <w:szCs w:val="18"/>
        </w:rPr>
        <w:t xml:space="preserve"> and </w:t>
      </w:r>
      <w:r w:rsidR="00F709C2">
        <w:rPr>
          <w:rStyle w:val="Heading2Char"/>
          <w:b w:val="0"/>
          <w:bCs w:val="0"/>
          <w:i w:val="0"/>
          <w:iCs w:val="0"/>
          <w:sz w:val="18"/>
          <w:szCs w:val="18"/>
        </w:rPr>
        <w:t>in</w:t>
      </w:r>
      <w:r w:rsidR="00653E83" w:rsidRPr="00653E83">
        <w:rPr>
          <w:rStyle w:val="Heading2Char"/>
          <w:b w:val="0"/>
          <w:bCs w:val="0"/>
          <w:i w:val="0"/>
          <w:iCs w:val="0"/>
          <w:sz w:val="18"/>
          <w:szCs w:val="18"/>
        </w:rPr>
        <w:t xml:space="preserve"> </w:t>
      </w:r>
      <w:r w:rsidR="00A01697">
        <w:rPr>
          <w:rStyle w:val="Heading2Char"/>
          <w:b w:val="0"/>
          <w:bCs w:val="0"/>
          <w:i w:val="0"/>
          <w:iCs w:val="0"/>
          <w:sz w:val="18"/>
          <w:szCs w:val="18"/>
        </w:rPr>
        <w:t xml:space="preserve">the </w:t>
      </w:r>
      <w:r w:rsidR="00653E83" w:rsidRPr="00653E83">
        <w:rPr>
          <w:rStyle w:val="Heading2Char"/>
          <w:b w:val="0"/>
          <w:bCs w:val="0"/>
          <w:i w:val="0"/>
          <w:iCs w:val="0"/>
          <w:sz w:val="18"/>
          <w:szCs w:val="18"/>
        </w:rPr>
        <w:t>National Organic Program</w:t>
      </w:r>
      <w:r w:rsidR="00A01697">
        <w:rPr>
          <w:rStyle w:val="Heading2Char"/>
          <w:b w:val="0"/>
          <w:bCs w:val="0"/>
          <w:i w:val="0"/>
          <w:iCs w:val="0"/>
          <w:sz w:val="18"/>
          <w:szCs w:val="18"/>
        </w:rPr>
        <w:t xml:space="preserve"> </w:t>
      </w:r>
      <w:r w:rsidR="00653E83" w:rsidRPr="00653E83">
        <w:rPr>
          <w:rStyle w:val="Heading2Char"/>
          <w:b w:val="0"/>
          <w:bCs w:val="0"/>
          <w:i w:val="0"/>
          <w:iCs w:val="0"/>
          <w:sz w:val="18"/>
          <w:szCs w:val="18"/>
        </w:rPr>
        <w:t>Organic Integrity Database (OID)</w:t>
      </w:r>
      <w:r w:rsidR="008F3678" w:rsidRPr="1D297652">
        <w:rPr>
          <w:rStyle w:val="Heading2Char"/>
          <w:b w:val="0"/>
          <w:bCs w:val="0"/>
          <w:i w:val="0"/>
          <w:iCs w:val="0"/>
          <w:sz w:val="18"/>
          <w:szCs w:val="18"/>
        </w:rPr>
        <w:t xml:space="preserve">. </w:t>
      </w:r>
      <w:r w:rsidRPr="1D297652">
        <w:rPr>
          <w:rStyle w:val="Heading2Char"/>
          <w:b w:val="0"/>
          <w:bCs w:val="0"/>
          <w:i w:val="0"/>
          <w:iCs w:val="0"/>
          <w:sz w:val="18"/>
          <w:szCs w:val="18"/>
        </w:rPr>
        <w:t xml:space="preserve">This person should be knowledgeable of your operation, your Organic System Plan, your operation’s activities, applicable organic standards, and have the authority to act on behalf of the company. </w:t>
      </w:r>
      <w:bookmarkStart w:id="15" w:name="_Hlk10115117"/>
      <w:r w:rsidR="000B2BA9" w:rsidRPr="1D297652">
        <w:rPr>
          <w:rStyle w:val="Heading2Char"/>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90"/>
        <w:gridCol w:w="630"/>
        <w:gridCol w:w="270"/>
        <w:gridCol w:w="5310"/>
      </w:tblGrid>
      <w:tr w:rsidR="00AE01B5" w:rsidRPr="0046053E" w14:paraId="6D88C978" w14:textId="77777777" w:rsidTr="002D2F37">
        <w:trPr>
          <w:cantSplit/>
          <w:trHeight w:val="360"/>
        </w:trPr>
        <w:tc>
          <w:tcPr>
            <w:tcW w:w="630" w:type="dxa"/>
            <w:vAlign w:val="center"/>
          </w:tcPr>
          <w:p w14:paraId="7F268B35" w14:textId="77777777" w:rsidR="00AE01B5" w:rsidRPr="0046053E" w:rsidRDefault="00AE01B5" w:rsidP="00E00645">
            <w:pPr>
              <w:keepNext/>
              <w:spacing w:before="60"/>
              <w:ind w:left="72" w:right="-43" w:hanging="187"/>
              <w:rPr>
                <w:rFonts w:cs="Arial"/>
                <w:szCs w:val="18"/>
              </w:rPr>
            </w:pPr>
            <w:r w:rsidRPr="0046053E">
              <w:rPr>
                <w:rFonts w:cs="Arial"/>
                <w:szCs w:val="18"/>
              </w:rPr>
              <w:t>Name:</w:t>
            </w:r>
          </w:p>
        </w:tc>
        <w:bookmarkStart w:id="16" w:name="Text36"/>
        <w:tc>
          <w:tcPr>
            <w:tcW w:w="3780" w:type="dxa"/>
            <w:gridSpan w:val="2"/>
            <w:tcBorders>
              <w:bottom w:val="single" w:sz="4" w:space="0" w:color="auto"/>
            </w:tcBorders>
            <w:vAlign w:val="center"/>
          </w:tcPr>
          <w:p w14:paraId="04B76838"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vAlign w:val="center"/>
          </w:tcPr>
          <w:p w14:paraId="0B25D87B" w14:textId="77777777" w:rsidR="00AE01B5" w:rsidRPr="0046053E" w:rsidRDefault="00AE01B5" w:rsidP="00E00645">
            <w:pPr>
              <w:keepNext/>
              <w:spacing w:before="60"/>
              <w:ind w:right="-43"/>
              <w:rPr>
                <w:rFonts w:cs="Arial"/>
                <w:szCs w:val="18"/>
              </w:rPr>
            </w:pPr>
            <w:r w:rsidRPr="0046053E">
              <w:rPr>
                <w:rFonts w:cs="Arial"/>
                <w:szCs w:val="18"/>
              </w:rPr>
              <w:t>Title:</w:t>
            </w:r>
          </w:p>
        </w:tc>
        <w:tc>
          <w:tcPr>
            <w:tcW w:w="5580" w:type="dxa"/>
            <w:gridSpan w:val="2"/>
            <w:tcBorders>
              <w:bottom w:val="single" w:sz="4" w:space="0" w:color="auto"/>
            </w:tcBorders>
            <w:vAlign w:val="center"/>
          </w:tcPr>
          <w:p w14:paraId="45EE99A3"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E00645">
        <w:trPr>
          <w:cantSplit/>
          <w:trHeight w:val="360"/>
        </w:trPr>
        <w:tc>
          <w:tcPr>
            <w:tcW w:w="720" w:type="dxa"/>
            <w:gridSpan w:val="2"/>
            <w:vAlign w:val="center"/>
          </w:tcPr>
          <w:p w14:paraId="33A5F6D5" w14:textId="77777777" w:rsidR="00297784" w:rsidRPr="0046053E" w:rsidRDefault="00297784" w:rsidP="00E00645">
            <w:pPr>
              <w:keepNext/>
              <w:spacing w:before="60"/>
              <w:ind w:left="-115" w:right="-43"/>
              <w:rPr>
                <w:rFonts w:cs="Arial"/>
                <w:szCs w:val="18"/>
              </w:rPr>
            </w:pPr>
            <w:r w:rsidRPr="0046053E">
              <w:rPr>
                <w:rFonts w:cs="Arial"/>
                <w:szCs w:val="18"/>
              </w:rPr>
              <w:t>Phone:</w:t>
            </w:r>
          </w:p>
        </w:tc>
        <w:tc>
          <w:tcPr>
            <w:tcW w:w="3690" w:type="dxa"/>
            <w:tcBorders>
              <w:bottom w:val="single" w:sz="4" w:space="0" w:color="auto"/>
            </w:tcBorders>
            <w:vAlign w:val="center"/>
          </w:tcPr>
          <w:p w14:paraId="3B668554" w14:textId="17677EBA" w:rsidR="00297784" w:rsidRPr="0046053E" w:rsidRDefault="00297784" w:rsidP="00E00645">
            <w:pPr>
              <w:keepNext/>
              <w:spacing w:before="60"/>
              <w:ind w:left="-115" w:right="-43"/>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00" w:type="dxa"/>
            <w:gridSpan w:val="2"/>
            <w:vAlign w:val="center"/>
          </w:tcPr>
          <w:p w14:paraId="6715C866" w14:textId="78756A5A" w:rsidR="00297784" w:rsidRPr="00D332F7" w:rsidRDefault="00297784" w:rsidP="00E00645">
            <w:pPr>
              <w:keepNext/>
              <w:spacing w:before="60"/>
              <w:ind w:right="-43"/>
              <w:rPr>
                <w:rFonts w:cs="Arial"/>
                <w:b/>
                <w:color w:val="0070C0"/>
                <w:szCs w:val="18"/>
              </w:rPr>
            </w:pPr>
            <w:r w:rsidRPr="0046053E">
              <w:rPr>
                <w:rFonts w:cs="Arial"/>
                <w:szCs w:val="18"/>
              </w:rPr>
              <w:t>Email(s):</w:t>
            </w:r>
          </w:p>
        </w:tc>
        <w:tc>
          <w:tcPr>
            <w:tcW w:w="5310" w:type="dxa"/>
            <w:tcBorders>
              <w:bottom w:val="single" w:sz="4" w:space="0" w:color="auto"/>
            </w:tcBorders>
            <w:vAlign w:val="center"/>
          </w:tcPr>
          <w:p w14:paraId="5F213A42" w14:textId="5FDE959F" w:rsidR="00297784" w:rsidRPr="00D332F7" w:rsidRDefault="00297784" w:rsidP="00E00645">
            <w:pPr>
              <w:keepNext/>
              <w:spacing w:before="60"/>
              <w:ind w:left="-115" w:right="-43"/>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DA3F7F">
      <w:pPr>
        <w:pStyle w:val="Indentwithtabs"/>
        <w:numPr>
          <w:ilvl w:val="0"/>
          <w:numId w:val="19"/>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8497E1E" w:rsidR="003863B2" w:rsidRPr="005D19AB" w:rsidRDefault="003863B2" w:rsidP="005D19AB">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156AF8EF"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474D7FCE"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3DCB267"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2B230D" w:rsidRPr="0046053E">
              <w:rPr>
                <w:rFonts w:cs="Arial"/>
                <w:szCs w:val="18"/>
              </w:rPr>
            </w:r>
            <w:r w:rsidR="002B230D" w:rsidRPr="0046053E">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04B5017F"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10745E">
      <w:pPr>
        <w:numPr>
          <w:ilvl w:val="0"/>
          <w:numId w:val="44"/>
        </w:numPr>
        <w:tabs>
          <w:tab w:val="left" w:pos="-90"/>
        </w:tabs>
        <w:spacing w:before="120"/>
        <w:ind w:right="-36"/>
        <w:rPr>
          <w:rFonts w:cs="Arial"/>
          <w:b/>
          <w:kern w:val="18"/>
          <w:sz w:val="22"/>
          <w:szCs w:val="22"/>
        </w:rPr>
      </w:pPr>
      <w:r>
        <w:rPr>
          <w:rFonts w:cs="Arial"/>
          <w:b/>
          <w:kern w:val="18"/>
          <w:sz w:val="22"/>
          <w:szCs w:val="22"/>
        </w:rPr>
        <w:t>Certification Program Information</w:t>
      </w:r>
    </w:p>
    <w:p w14:paraId="372CFC6D" w14:textId="77777777" w:rsidR="00D54037" w:rsidRPr="00D54037" w:rsidRDefault="00ED2318" w:rsidP="00DA3F7F">
      <w:pPr>
        <w:numPr>
          <w:ilvl w:val="0"/>
          <w:numId w:val="20"/>
        </w:numPr>
        <w:spacing w:before="60"/>
        <w:ind w:right="-36"/>
        <w:rPr>
          <w:rFonts w:cs="Arial"/>
          <w:i/>
          <w:szCs w:val="18"/>
        </w:rPr>
      </w:pPr>
      <w:r w:rsidRPr="00F91757">
        <w:rPr>
          <w:rFonts w:cs="Arial"/>
          <w:szCs w:val="18"/>
        </w:rPr>
        <w:t>Which organic standards are you applying to be certified to?</w:t>
      </w:r>
      <w:r w:rsidR="00A755DE" w:rsidRPr="00F91757">
        <w:rPr>
          <w:rFonts w:cs="Arial"/>
          <w:szCs w:val="18"/>
        </w:rPr>
        <w:t xml:space="preserve"> </w:t>
      </w:r>
      <w:bookmarkStart w:id="20" w:name="_Hlk514145085"/>
      <w:r w:rsidR="00D54037" w:rsidRPr="00ED39DE">
        <w:rPr>
          <w:rFonts w:cs="Arial"/>
          <w:iCs/>
          <w:szCs w:val="18"/>
        </w:rPr>
        <w:t>Check all that apply:</w:t>
      </w:r>
    </w:p>
    <w:bookmarkEnd w:id="20"/>
    <w:p w14:paraId="53DCC421" w14:textId="59A67660" w:rsidR="00D54037" w:rsidRDefault="00A755DE" w:rsidP="00ED39DE">
      <w:pPr>
        <w:spacing w:before="60"/>
        <w:ind w:left="360" w:right="-36"/>
        <w:rPr>
          <w:rFonts w:cs="Arial"/>
          <w:i/>
          <w:szCs w:val="18"/>
        </w:rPr>
      </w:pPr>
      <w:r w:rsidRPr="00F91757">
        <w:rPr>
          <w:rFonts w:cs="Arial"/>
          <w:i/>
          <w:szCs w:val="18"/>
        </w:rPr>
        <w:t xml:space="preserve">For more information about </w:t>
      </w:r>
      <w:r w:rsidR="00881C9B" w:rsidRPr="00F91757">
        <w:rPr>
          <w:rFonts w:cs="Arial"/>
          <w:i/>
          <w:szCs w:val="18"/>
        </w:rPr>
        <w:t>CCOF</w:t>
      </w:r>
      <w:r w:rsidRPr="00F91757">
        <w:rPr>
          <w:rFonts w:cs="Arial"/>
          <w:i/>
          <w:szCs w:val="18"/>
        </w:rPr>
        <w:t xml:space="preserve"> certification programs, or to determine which program</w:t>
      </w:r>
      <w:r w:rsidR="00881C9B" w:rsidRPr="00F91757">
        <w:rPr>
          <w:rFonts w:cs="Arial"/>
          <w:i/>
          <w:szCs w:val="18"/>
        </w:rPr>
        <w:t>(</w:t>
      </w:r>
      <w:r w:rsidRPr="00F91757">
        <w:rPr>
          <w:rFonts w:cs="Arial"/>
          <w:i/>
          <w:szCs w:val="18"/>
        </w:rPr>
        <w:t>s</w:t>
      </w:r>
      <w:r w:rsidR="00881C9B" w:rsidRPr="00F91757">
        <w:rPr>
          <w:rFonts w:cs="Arial"/>
          <w:i/>
          <w:szCs w:val="18"/>
        </w:rPr>
        <w:t>)</w:t>
      </w:r>
      <w:r w:rsidRPr="00F91757">
        <w:rPr>
          <w:rFonts w:cs="Arial"/>
          <w:i/>
          <w:szCs w:val="18"/>
        </w:rPr>
        <w:t xml:space="preserve"> you </w:t>
      </w:r>
      <w:r w:rsidR="00881C9B" w:rsidRPr="00F91757">
        <w:rPr>
          <w:rFonts w:cs="Arial"/>
          <w:i/>
          <w:szCs w:val="18"/>
        </w:rPr>
        <w:t>need</w:t>
      </w:r>
      <w:r w:rsidRPr="00F91757">
        <w:rPr>
          <w:rFonts w:cs="Arial"/>
          <w:i/>
          <w:szCs w:val="18"/>
        </w:rPr>
        <w:t xml:space="preserve">, visit </w:t>
      </w:r>
      <w:hyperlink r:id="rId19" w:history="1">
        <w:r w:rsidR="005529E3" w:rsidRPr="005D19AB">
          <w:rPr>
            <w:rStyle w:val="Hyperlink"/>
            <w:rFonts w:cs="Arial"/>
            <w:i/>
            <w:szCs w:val="18"/>
          </w:rPr>
          <w:t>www.ccof.org</w:t>
        </w:r>
        <w:r w:rsidR="005D19AB" w:rsidRPr="005D19AB">
          <w:rPr>
            <w:rStyle w:val="Hyperlink"/>
            <w:rFonts w:cs="Arial"/>
            <w:i/>
            <w:szCs w:val="18"/>
          </w:rPr>
          <w:t>/standards</w:t>
        </w:r>
      </w:hyperlink>
      <w:r w:rsidR="00881C9B" w:rsidRPr="00F91757">
        <w:rPr>
          <w:rFonts w:cs="Arial"/>
          <w:i/>
          <w:szCs w:val="18"/>
        </w:rPr>
        <w:t xml:space="preserve"> to review the CCOF Certification Services Program Manual</w:t>
      </w:r>
      <w:r w:rsidRPr="00F91757">
        <w:rPr>
          <w:rFonts w:cs="Arial"/>
          <w:i/>
          <w:szCs w:val="18"/>
        </w:rPr>
        <w:t xml:space="preserve"> or contact us by phone or email. </w:t>
      </w:r>
    </w:p>
    <w:p w14:paraId="575CFA5B" w14:textId="77777777" w:rsidR="00DA3F7F" w:rsidRPr="00D54037" w:rsidRDefault="003A2A74" w:rsidP="00D54037">
      <w:pPr>
        <w:spacing w:before="60"/>
        <w:ind w:left="360" w:right="-36"/>
        <w:rPr>
          <w:rFonts w:cs="Arial"/>
          <w:i/>
          <w:szCs w:val="18"/>
        </w:rPr>
      </w:pPr>
      <w:r w:rsidRPr="00F91757">
        <w:rPr>
          <w:rFonts w:cs="Arial"/>
          <w:szCs w:val="18"/>
        </w:rPr>
        <w:fldChar w:fldCharType="begin">
          <w:ffData>
            <w:name w:val="Check15"/>
            <w:enabled/>
            <w:calcOnExit w:val="0"/>
            <w:checkBox>
              <w:sizeAuto/>
              <w:default w:val="0"/>
            </w:checkBox>
          </w:ffData>
        </w:fldChar>
      </w:r>
      <w:r w:rsidRPr="00F91757">
        <w:rPr>
          <w:rFonts w:cs="Arial"/>
          <w:szCs w:val="18"/>
        </w:rPr>
        <w:instrText xml:space="preserve"> FORMCHECKBOX </w:instrText>
      </w:r>
      <w:r w:rsidRPr="00F91757">
        <w:rPr>
          <w:rFonts w:cs="Arial"/>
          <w:szCs w:val="18"/>
        </w:rPr>
      </w:r>
      <w:r w:rsidRPr="00F91757">
        <w:rPr>
          <w:rFonts w:cs="Arial"/>
          <w:szCs w:val="18"/>
        </w:rPr>
        <w:fldChar w:fldCharType="separate"/>
      </w:r>
      <w:r w:rsidRPr="00F91757">
        <w:rPr>
          <w:rFonts w:cs="Arial"/>
          <w:szCs w:val="18"/>
        </w:rPr>
        <w:fldChar w:fldCharType="end"/>
      </w:r>
      <w:r w:rsidRPr="00F91757">
        <w:rPr>
          <w:rFonts w:cs="Arial"/>
          <w:szCs w:val="18"/>
        </w:rPr>
        <w:t xml:space="preserve"> </w:t>
      </w:r>
      <w:r w:rsidRPr="00F91757">
        <w:rPr>
          <w:rFonts w:cs="Arial"/>
          <w:b/>
          <w:szCs w:val="18"/>
        </w:rPr>
        <w:t xml:space="preserve">USDA National Organic Program </w:t>
      </w:r>
      <w:r w:rsidR="00881C9B" w:rsidRPr="00F91757">
        <w:rPr>
          <w:rFonts w:cs="Arial"/>
          <w:b/>
          <w:szCs w:val="18"/>
        </w:rPr>
        <w:t xml:space="preserve">(NOP) </w:t>
      </w:r>
      <w:r w:rsidRPr="00F91757">
        <w:rPr>
          <w:rFonts w:cs="Arial"/>
          <w:b/>
          <w:szCs w:val="18"/>
        </w:rPr>
        <w:t>Compliance</w:t>
      </w:r>
    </w:p>
    <w:p w14:paraId="24FD6321" w14:textId="77777777" w:rsidR="008C4675" w:rsidRPr="00F91757" w:rsidRDefault="003A2A74" w:rsidP="00DA3F7F">
      <w:pPr>
        <w:spacing w:before="60"/>
        <w:ind w:left="634" w:right="0"/>
        <w:rPr>
          <w:rFonts w:cs="Arial"/>
          <w:szCs w:val="18"/>
        </w:rPr>
      </w:pPr>
      <w:r w:rsidRPr="00F91757">
        <w:rPr>
          <w:rFonts w:cs="Arial"/>
          <w:szCs w:val="18"/>
        </w:rPr>
        <w:t xml:space="preserve">Base program for operations in the US or Mexico. </w:t>
      </w:r>
      <w:r w:rsidR="00D13491">
        <w:rPr>
          <w:rFonts w:cs="Arial"/>
          <w:szCs w:val="18"/>
        </w:rPr>
        <w:t>F</w:t>
      </w:r>
      <w:r w:rsidR="00D13491" w:rsidRPr="00F91757">
        <w:rPr>
          <w:rFonts w:cs="Arial"/>
          <w:szCs w:val="18"/>
        </w:rPr>
        <w:t>arm operations converting to organic production with intention to be certified under the NOP</w:t>
      </w:r>
      <w:r w:rsidR="00D13491">
        <w:rPr>
          <w:rFonts w:cs="Arial"/>
          <w:szCs w:val="18"/>
        </w:rPr>
        <w:t xml:space="preserve"> will be reviewed for transitional certification.</w:t>
      </w:r>
    </w:p>
    <w:p w14:paraId="27D0BC4F" w14:textId="77777777" w:rsidR="000D10FC" w:rsidRPr="008C4675" w:rsidRDefault="003A2A74" w:rsidP="00DA3F7F">
      <w:pPr>
        <w:spacing w:before="60"/>
        <w:ind w:left="634" w:right="0"/>
        <w:rPr>
          <w:rFonts w:cs="Arial"/>
          <w:b/>
          <w:szCs w:val="18"/>
        </w:rPr>
      </w:pPr>
      <w:r w:rsidRPr="00F91757">
        <w:rPr>
          <w:rFonts w:cs="Arial"/>
          <w:szCs w:val="18"/>
        </w:rPr>
        <w:t>Complete the Organic System Plan.</w:t>
      </w:r>
    </w:p>
    <w:p w14:paraId="0DD4FBF1" w14:textId="77777777" w:rsidR="00DA3F7F" w:rsidRDefault="003A2A74" w:rsidP="00DA3F7F">
      <w:pPr>
        <w:spacing w:before="60"/>
        <w:ind w:left="634" w:right="0" w:hanging="270"/>
        <w:rPr>
          <w:rFonts w:cs="Arial"/>
          <w:b/>
          <w:szCs w:val="18"/>
        </w:rPr>
      </w:pPr>
      <w:r w:rsidRPr="008C4675">
        <w:rPr>
          <w:rFonts w:cs="Arial"/>
          <w:szCs w:val="18"/>
        </w:rPr>
        <w:fldChar w:fldCharType="begin">
          <w:ffData>
            <w:name w:val="Check15"/>
            <w:enabled/>
            <w:calcOnExit w:val="0"/>
            <w:checkBox>
              <w:sizeAuto/>
              <w:default w:val="0"/>
            </w:checkBox>
          </w:ffData>
        </w:fldChar>
      </w:r>
      <w:r w:rsidRPr="008C4675">
        <w:rPr>
          <w:rFonts w:cs="Arial"/>
          <w:szCs w:val="18"/>
        </w:rPr>
        <w:instrText xml:space="preserve"> FORMCHECKBOX </w:instrText>
      </w:r>
      <w:r w:rsidRPr="008C4675">
        <w:rPr>
          <w:rFonts w:cs="Arial"/>
          <w:szCs w:val="18"/>
        </w:rPr>
      </w:r>
      <w:r w:rsidRPr="008C4675">
        <w:rPr>
          <w:rFonts w:cs="Arial"/>
          <w:szCs w:val="18"/>
        </w:rPr>
        <w:fldChar w:fldCharType="separate"/>
      </w:r>
      <w:r w:rsidRPr="008C4675">
        <w:rPr>
          <w:rFonts w:cs="Arial"/>
          <w:szCs w:val="18"/>
        </w:rPr>
        <w:fldChar w:fldCharType="end"/>
      </w:r>
      <w:r w:rsidRPr="008C4675">
        <w:rPr>
          <w:rFonts w:cs="Arial"/>
          <w:szCs w:val="18"/>
        </w:rPr>
        <w:t xml:space="preserve"> </w:t>
      </w:r>
      <w:r w:rsidRPr="008C4675">
        <w:rPr>
          <w:rFonts w:cs="Arial"/>
          <w:b/>
          <w:szCs w:val="18"/>
        </w:rPr>
        <w:t>Canadian Organic Regime Compliance</w:t>
      </w:r>
    </w:p>
    <w:p w14:paraId="3ED20CD7" w14:textId="77777777" w:rsidR="003A2A74" w:rsidRPr="00DA3F7F" w:rsidRDefault="003A2A74" w:rsidP="00DA3F7F">
      <w:pPr>
        <w:spacing w:before="60"/>
        <w:ind w:left="634" w:right="0"/>
        <w:rPr>
          <w:rFonts w:cs="Arial"/>
          <w:szCs w:val="18"/>
        </w:rPr>
      </w:pPr>
      <w:r w:rsidRPr="008C4675">
        <w:rPr>
          <w:rFonts w:cs="Arial"/>
          <w:szCs w:val="18"/>
        </w:rPr>
        <w:t>Base program for operations in Canada only.</w:t>
      </w:r>
      <w:r w:rsidR="00DA3F7F">
        <w:rPr>
          <w:rFonts w:cs="Arial"/>
          <w:szCs w:val="18"/>
        </w:rPr>
        <w:t xml:space="preserve"> </w:t>
      </w:r>
      <w:r w:rsidRPr="008C4675">
        <w:rPr>
          <w:rFonts w:cs="Arial"/>
          <w:szCs w:val="18"/>
        </w:rPr>
        <w:t>Complete the COR Organic System Plan.</w:t>
      </w:r>
    </w:p>
    <w:p w14:paraId="1B43681A" w14:textId="77777777" w:rsidR="00DA3F7F" w:rsidRDefault="00B82EC8" w:rsidP="00DA3F7F">
      <w:pPr>
        <w:spacing w:before="60"/>
        <w:ind w:left="634" w:right="0" w:hanging="270"/>
        <w:rPr>
          <w:rFonts w:cs="Arial"/>
          <w:szCs w:val="18"/>
        </w:rPr>
      </w:pPr>
      <w:r w:rsidRPr="00B82EC8">
        <w:rPr>
          <w:rFonts w:cs="Arial"/>
          <w:szCs w:val="18"/>
        </w:rPr>
        <w:fldChar w:fldCharType="begin">
          <w:ffData>
            <w:name w:val="Check15"/>
            <w:enabled/>
            <w:calcOnExit w:val="0"/>
            <w:checkBox>
              <w:sizeAuto/>
              <w:default w:val="0"/>
            </w:checkBox>
          </w:ffData>
        </w:fldChar>
      </w:r>
      <w:r w:rsidRPr="00B82EC8">
        <w:rPr>
          <w:rFonts w:cs="Arial"/>
          <w:szCs w:val="18"/>
        </w:rPr>
        <w:instrText xml:space="preserve"> FORMCHECKBOX </w:instrText>
      </w:r>
      <w:r w:rsidRPr="00B82EC8">
        <w:rPr>
          <w:rFonts w:cs="Arial"/>
          <w:szCs w:val="18"/>
        </w:rPr>
      </w:r>
      <w:r w:rsidRPr="00B82EC8">
        <w:rPr>
          <w:rFonts w:cs="Arial"/>
          <w:szCs w:val="18"/>
        </w:rPr>
        <w:fldChar w:fldCharType="separate"/>
      </w:r>
      <w:r w:rsidRPr="00B82EC8">
        <w:rPr>
          <w:rFonts w:cs="Arial"/>
          <w:szCs w:val="18"/>
        </w:rPr>
        <w:fldChar w:fldCharType="end"/>
      </w:r>
      <w:r w:rsidRPr="00B82EC8">
        <w:rPr>
          <w:rFonts w:cs="Arial"/>
          <w:szCs w:val="18"/>
        </w:rPr>
        <w:t xml:space="preserve"> </w:t>
      </w:r>
      <w:r w:rsidRPr="00B82EC8">
        <w:rPr>
          <w:rFonts w:cs="Arial"/>
          <w:b/>
          <w:szCs w:val="18"/>
        </w:rPr>
        <w:t>CCOF Global Market Access Program:</w:t>
      </w:r>
      <w:r w:rsidRPr="00B82EC8">
        <w:rPr>
          <w:rFonts w:cs="Arial"/>
          <w:szCs w:val="18"/>
        </w:rPr>
        <w:t xml:space="preserve"> </w:t>
      </w:r>
    </w:p>
    <w:p w14:paraId="0DE01F1F" w14:textId="0EB4A4C3" w:rsidR="00B82EC8" w:rsidRPr="00DA3F7F" w:rsidRDefault="00B82EC8" w:rsidP="1D679436">
      <w:pPr>
        <w:spacing w:before="60"/>
        <w:ind w:left="634" w:right="0"/>
        <w:rPr>
          <w:rFonts w:cs="Arial"/>
        </w:rPr>
      </w:pPr>
      <w:r w:rsidRPr="54083989">
        <w:rPr>
          <w:rFonts w:cs="Arial"/>
        </w:rPr>
        <w:t>Export verification</w:t>
      </w:r>
      <w:r w:rsidR="10DE1404" w:rsidRPr="1BB40809">
        <w:rPr>
          <w:rFonts w:cs="Arial"/>
        </w:rPr>
        <w:t xml:space="preserve"> </w:t>
      </w:r>
      <w:r w:rsidR="4DEBCF55" w:rsidRPr="3225C457">
        <w:rPr>
          <w:rFonts w:cs="Arial"/>
        </w:rPr>
        <w:t xml:space="preserve">for: </w:t>
      </w:r>
    </w:p>
    <w:p w14:paraId="03FD78AD" w14:textId="72205342" w:rsidR="00B82EC8" w:rsidRPr="00DA3F7F" w:rsidRDefault="361F9C7C" w:rsidP="00DA3F7F">
      <w:pPr>
        <w:spacing w:before="60"/>
        <w:ind w:left="634" w:right="0"/>
        <w:rPr>
          <w:rFonts w:cs="Arial"/>
        </w:rPr>
      </w:pPr>
      <w:r w:rsidRPr="1BB40809">
        <w:rPr>
          <w:rFonts w:cs="Arial"/>
        </w:rPr>
        <w:t>US to</w:t>
      </w:r>
      <w:r w:rsidR="00B82EC8" w:rsidRPr="54083989">
        <w:rPr>
          <w:rFonts w:cs="Arial"/>
        </w:rPr>
        <w:t xml:space="preserve"> Canada, the EU</w:t>
      </w:r>
      <w:r w:rsidR="00C9686A" w:rsidRPr="54083989">
        <w:rPr>
          <w:rFonts w:cs="Arial"/>
        </w:rPr>
        <w:t>/UK</w:t>
      </w:r>
      <w:r w:rsidR="00B82EC8" w:rsidRPr="54083989">
        <w:rPr>
          <w:rFonts w:cs="Arial"/>
        </w:rPr>
        <w:t>, Japan, Korea</w:t>
      </w:r>
      <w:r w:rsidR="00C9686A" w:rsidRPr="54083989">
        <w:rPr>
          <w:rFonts w:cs="Arial"/>
        </w:rPr>
        <w:t xml:space="preserve">, </w:t>
      </w:r>
      <w:r w:rsidR="4DDF920A" w:rsidRPr="54083989">
        <w:rPr>
          <w:rFonts w:cs="Arial"/>
        </w:rPr>
        <w:t>Switzerland,</w:t>
      </w:r>
      <w:r w:rsidR="00B82EC8" w:rsidRPr="54083989">
        <w:rPr>
          <w:rFonts w:cs="Arial"/>
        </w:rPr>
        <w:t xml:space="preserve"> and </w:t>
      </w:r>
      <w:r w:rsidR="4DDF920A" w:rsidRPr="54083989">
        <w:rPr>
          <w:rFonts w:cs="Arial"/>
        </w:rPr>
        <w:t>Taiwan</w:t>
      </w:r>
      <w:r w:rsidR="4243F9B2" w:rsidRPr="5787EADB">
        <w:rPr>
          <w:rFonts w:cs="Arial"/>
        </w:rPr>
        <w:t xml:space="preserve">; </w:t>
      </w:r>
      <w:r w:rsidR="59CC4731" w:rsidRPr="5787EADB">
        <w:rPr>
          <w:rFonts w:cs="Arial"/>
        </w:rPr>
        <w:t>M</w:t>
      </w:r>
      <w:r w:rsidR="02B34A13" w:rsidRPr="5787EADB">
        <w:rPr>
          <w:rFonts w:cs="Arial"/>
        </w:rPr>
        <w:t xml:space="preserve">exico to </w:t>
      </w:r>
      <w:r w:rsidR="5E32204C" w:rsidRPr="5787EADB">
        <w:rPr>
          <w:rFonts w:cs="Arial"/>
        </w:rPr>
        <w:t>Canada</w:t>
      </w:r>
      <w:r w:rsidR="37FF34DC" w:rsidRPr="45ED2A1B">
        <w:rPr>
          <w:rFonts w:cs="Arial"/>
        </w:rPr>
        <w:t>;</w:t>
      </w:r>
      <w:r w:rsidR="5E32204C" w:rsidRPr="54083989">
        <w:rPr>
          <w:rFonts w:cs="Arial"/>
        </w:rPr>
        <w:t xml:space="preserve"> </w:t>
      </w:r>
      <w:r w:rsidR="22E8FC46" w:rsidRPr="54083989">
        <w:rPr>
          <w:rFonts w:cs="Arial"/>
        </w:rPr>
        <w:t xml:space="preserve">Canada </w:t>
      </w:r>
      <w:r w:rsidR="525E14A9" w:rsidRPr="54083989">
        <w:rPr>
          <w:rFonts w:cs="Arial"/>
        </w:rPr>
        <w:t>to the</w:t>
      </w:r>
      <w:r w:rsidR="0943E0BD" w:rsidRPr="54083989">
        <w:rPr>
          <w:rFonts w:cs="Arial"/>
        </w:rPr>
        <w:t xml:space="preserve"> US, the EU/UK, </w:t>
      </w:r>
      <w:r w:rsidR="49EF8B14" w:rsidRPr="54083989">
        <w:rPr>
          <w:rFonts w:cs="Arial"/>
        </w:rPr>
        <w:t>Japan, Switzerland, a</w:t>
      </w:r>
      <w:r w:rsidR="18FA8E3E" w:rsidRPr="54083989">
        <w:rPr>
          <w:rFonts w:cs="Arial"/>
        </w:rPr>
        <w:t>nd</w:t>
      </w:r>
      <w:r w:rsidR="29B125A6" w:rsidRPr="54083989">
        <w:rPr>
          <w:rFonts w:cs="Arial"/>
        </w:rPr>
        <w:t xml:space="preserve"> Taiwan</w:t>
      </w:r>
      <w:r w:rsidR="4DDF920A" w:rsidRPr="45ED2A1B">
        <w:rPr>
          <w:rFonts w:cs="Arial"/>
        </w:rPr>
        <w:t>.</w:t>
      </w:r>
      <w:r w:rsidR="4DDF920A" w:rsidRPr="54083989">
        <w:rPr>
          <w:rFonts w:cs="Arial"/>
        </w:rPr>
        <w:t xml:space="preserve"> </w:t>
      </w:r>
      <w:r w:rsidR="10DE1404" w:rsidRPr="54083989">
        <w:rPr>
          <w:rFonts w:cs="Arial"/>
        </w:rPr>
        <w:t xml:space="preserve">Complete the </w:t>
      </w:r>
      <w:hyperlink r:id="rId20">
        <w:r w:rsidR="10DE1404" w:rsidRPr="54083989">
          <w:rPr>
            <w:rStyle w:val="Hyperlink"/>
            <w:rFonts w:cs="Arial"/>
            <w:b/>
            <w:bCs/>
          </w:rPr>
          <w:t>GMA application</w:t>
        </w:r>
      </w:hyperlink>
      <w:r w:rsidR="3E26BC91" w:rsidRPr="54083989">
        <w:rPr>
          <w:rFonts w:cs="Arial"/>
        </w:rPr>
        <w:t>.</w:t>
      </w:r>
    </w:p>
    <w:p w14:paraId="65DBD07C" w14:textId="77777777" w:rsidR="00DA3F7F" w:rsidRDefault="003A2A74" w:rsidP="00DA3F7F">
      <w:pPr>
        <w:spacing w:before="60"/>
        <w:ind w:left="634" w:right="0" w:hanging="270"/>
        <w:rPr>
          <w:rFonts w:cs="Arial"/>
          <w:b/>
          <w:szCs w:val="18"/>
        </w:rPr>
      </w:pPr>
      <w:r w:rsidRPr="008C4675">
        <w:rPr>
          <w:rFonts w:cs="Arial"/>
          <w:b/>
          <w:szCs w:val="18"/>
        </w:rPr>
        <w:fldChar w:fldCharType="begin">
          <w:ffData>
            <w:name w:val="Check15"/>
            <w:enabled/>
            <w:calcOnExit w:val="0"/>
            <w:checkBox>
              <w:sizeAuto/>
              <w:default w:val="0"/>
            </w:checkBox>
          </w:ffData>
        </w:fldChar>
      </w:r>
      <w:r w:rsidRPr="008C4675">
        <w:rPr>
          <w:rFonts w:cs="Arial"/>
          <w:b/>
          <w:szCs w:val="18"/>
        </w:rPr>
        <w:instrText xml:space="preserve"> FORMCHECKBOX </w:instrText>
      </w:r>
      <w:r w:rsidRPr="008C4675">
        <w:rPr>
          <w:rFonts w:cs="Arial"/>
          <w:b/>
          <w:szCs w:val="18"/>
        </w:rPr>
      </w:r>
      <w:r w:rsidRPr="008C4675">
        <w:rPr>
          <w:rFonts w:cs="Arial"/>
          <w:b/>
          <w:szCs w:val="18"/>
        </w:rPr>
        <w:fldChar w:fldCharType="separate"/>
      </w:r>
      <w:r w:rsidRPr="008C4675">
        <w:rPr>
          <w:rFonts w:cs="Arial"/>
          <w:b/>
          <w:szCs w:val="18"/>
        </w:rPr>
        <w:fldChar w:fldCharType="end"/>
      </w:r>
      <w:r w:rsidRPr="008C4675">
        <w:rPr>
          <w:rFonts w:cs="Arial"/>
          <w:b/>
          <w:szCs w:val="18"/>
        </w:rPr>
        <w:t xml:space="preserve"> CCOF Mexico Compliance Program</w:t>
      </w:r>
    </w:p>
    <w:p w14:paraId="3CDA1358" w14:textId="799D2058" w:rsidR="003A2A74" w:rsidRPr="00DA3F7F" w:rsidRDefault="003A2A74" w:rsidP="00DA3F7F">
      <w:pPr>
        <w:spacing w:before="60"/>
        <w:ind w:left="634" w:right="0"/>
        <w:rPr>
          <w:rFonts w:cs="Arial"/>
          <w:szCs w:val="18"/>
        </w:rPr>
      </w:pPr>
      <w:r w:rsidRPr="008C4675">
        <w:rPr>
          <w:rFonts w:cs="Arial"/>
          <w:szCs w:val="18"/>
        </w:rPr>
        <w:t xml:space="preserve">Required for operations in </w:t>
      </w:r>
      <w:proofErr w:type="gramStart"/>
      <w:r w:rsidRPr="008C4675">
        <w:rPr>
          <w:rFonts w:cs="Arial"/>
          <w:szCs w:val="18"/>
        </w:rPr>
        <w:t>Mexico;</w:t>
      </w:r>
      <w:proofErr w:type="gramEnd"/>
      <w:r w:rsidRPr="008C4675">
        <w:rPr>
          <w:rFonts w:cs="Arial"/>
          <w:szCs w:val="18"/>
        </w:rPr>
        <w:t xml:space="preserve"> export verification for shipments to Mexico. Complete the Mexico Compliance Program application.</w:t>
      </w:r>
    </w:p>
    <w:p w14:paraId="1524E44C" w14:textId="77777777" w:rsidR="00E37A58" w:rsidRDefault="003863B2" w:rsidP="00DA3F7F">
      <w:pPr>
        <w:pStyle w:val="Indentwithtabs"/>
        <w:numPr>
          <w:ilvl w:val="0"/>
          <w:numId w:val="20"/>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 or handle</w:t>
      </w:r>
      <w:r w:rsidR="002607BF">
        <w:rPr>
          <w:rFonts w:ascii="Arial" w:hAnsi="Arial" w:cs="Arial"/>
          <w:sz w:val="18"/>
          <w:szCs w:val="18"/>
        </w:rPr>
        <w:t>:</w:t>
      </w:r>
    </w:p>
    <w:bookmarkStart w:id="21" w:name="_Hlk525221695"/>
    <w:bookmarkStart w:id="22" w:name="_Hlk525222479"/>
    <w:p w14:paraId="4356FC78" w14:textId="77777777" w:rsidR="003863B2" w:rsidRPr="0046053E" w:rsidRDefault="003863B2" w:rsidP="00E37A58">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organic and nonorganic product(</w:t>
      </w:r>
      <w:proofErr w:type="gramStart"/>
      <w:r w:rsidRPr="0046053E">
        <w:rPr>
          <w:rFonts w:ascii="Arial" w:hAnsi="Arial" w:cs="Arial"/>
          <w:sz w:val="18"/>
          <w:szCs w:val="18"/>
        </w:rPr>
        <w:t>s)</w:t>
      </w:r>
      <w:bookmarkStart w:id="23"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23"/>
      <w:r w:rsidRPr="0046053E">
        <w:rPr>
          <w:rFonts w:ascii="Arial" w:hAnsi="Arial" w:cs="Arial"/>
          <w:sz w:val="18"/>
          <w:szCs w:val="18"/>
        </w:rPr>
        <w:t xml:space="preserve"> Organic product(s) only</w:t>
      </w:r>
      <w:r w:rsidR="00D94208">
        <w:rPr>
          <w:rFonts w:ascii="Arial" w:hAnsi="Arial" w:cs="Arial"/>
          <w:sz w:val="18"/>
          <w:szCs w:val="18"/>
        </w:rPr>
        <w:t xml:space="preserve">    </w:t>
      </w:r>
      <w:r w:rsidR="00D94208" w:rsidRPr="0046053E">
        <w:rPr>
          <w:rFonts w:ascii="Arial" w:hAnsi="Arial" w:cs="Arial"/>
          <w:sz w:val="18"/>
          <w:szCs w:val="18"/>
        </w:rPr>
        <w:fldChar w:fldCharType="begin">
          <w:ffData>
            <w:name w:val="Check1"/>
            <w:enabled/>
            <w:calcOnExit w:val="0"/>
            <w:checkBox>
              <w:sizeAuto/>
              <w:default w:val="0"/>
            </w:checkBox>
          </w:ffData>
        </w:fldChar>
      </w:r>
      <w:r w:rsidR="00D94208" w:rsidRPr="0046053E">
        <w:rPr>
          <w:rFonts w:ascii="Arial" w:hAnsi="Arial" w:cs="Arial"/>
          <w:sz w:val="18"/>
          <w:szCs w:val="18"/>
        </w:rPr>
        <w:instrText xml:space="preserve"> FORMCHECKBOX </w:instrText>
      </w:r>
      <w:r w:rsidR="00D94208" w:rsidRPr="0046053E">
        <w:rPr>
          <w:rFonts w:ascii="Arial" w:hAnsi="Arial" w:cs="Arial"/>
          <w:sz w:val="18"/>
          <w:szCs w:val="18"/>
        </w:rPr>
      </w:r>
      <w:r w:rsidR="00D94208" w:rsidRPr="0046053E">
        <w:rPr>
          <w:rFonts w:ascii="Arial" w:hAnsi="Arial" w:cs="Arial"/>
          <w:sz w:val="18"/>
          <w:szCs w:val="18"/>
        </w:rPr>
        <w:fldChar w:fldCharType="separate"/>
      </w:r>
      <w:r w:rsidR="00D94208" w:rsidRPr="0046053E">
        <w:rPr>
          <w:rFonts w:ascii="Arial" w:hAnsi="Arial" w:cs="Arial"/>
          <w:sz w:val="18"/>
          <w:szCs w:val="18"/>
        </w:rPr>
        <w:fldChar w:fldCharType="end"/>
      </w:r>
      <w:r w:rsidR="00D94208" w:rsidRPr="0046053E">
        <w:rPr>
          <w:rFonts w:ascii="Arial" w:hAnsi="Arial" w:cs="Arial"/>
          <w:sz w:val="18"/>
          <w:szCs w:val="18"/>
        </w:rPr>
        <w:t xml:space="preserve"> </w:t>
      </w:r>
      <w:r w:rsidR="00D94208">
        <w:rPr>
          <w:rFonts w:ascii="Arial" w:hAnsi="Arial" w:cs="Arial"/>
          <w:sz w:val="18"/>
          <w:szCs w:val="18"/>
        </w:rPr>
        <w:t>Organic and transitional product(s)</w:t>
      </w:r>
      <w:r w:rsidRPr="0046053E">
        <w:rPr>
          <w:rFonts w:ascii="Arial" w:hAnsi="Arial" w:cs="Arial"/>
          <w:sz w:val="18"/>
          <w:szCs w:val="18"/>
        </w:rPr>
        <w:t xml:space="preserve"> </w:t>
      </w:r>
      <w:bookmarkEnd w:id="21"/>
    </w:p>
    <w:bookmarkEnd w:id="22"/>
    <w:p w14:paraId="7B205EA8" w14:textId="77777777" w:rsidR="00835FAD" w:rsidRDefault="00835FAD" w:rsidP="009E2D0F">
      <w:pPr>
        <w:keepNext/>
        <w:numPr>
          <w:ilvl w:val="0"/>
          <w:numId w:val="20"/>
        </w:numPr>
        <w:tabs>
          <w:tab w:val="left" w:pos="360"/>
          <w:tab w:val="left" w:pos="5220"/>
          <w:tab w:val="left" w:pos="5400"/>
          <w:tab w:val="left" w:leader="underscore" w:pos="8100"/>
        </w:tabs>
        <w:spacing w:before="60"/>
        <w:ind w:right="-43"/>
        <w:rPr>
          <w:rFonts w:cs="Arial"/>
          <w:szCs w:val="18"/>
        </w:rPr>
      </w:pPr>
      <w:r w:rsidRPr="0046053E">
        <w:rPr>
          <w:rFonts w:cs="Arial"/>
          <w:szCs w:val="18"/>
        </w:rPr>
        <w:lastRenderedPageBreak/>
        <w:t>Please indicate any markets you export</w:t>
      </w:r>
      <w:r w:rsidR="00DA3F7F">
        <w:rPr>
          <w:rFonts w:cs="Arial"/>
          <w:szCs w:val="18"/>
        </w:rPr>
        <w:t xml:space="preserve"> or plan to export </w:t>
      </w:r>
      <w:r w:rsidRPr="0046053E">
        <w:rPr>
          <w:rFonts w:cs="Arial"/>
          <w:szCs w:val="18"/>
        </w:rPr>
        <w:t>to</w:t>
      </w:r>
      <w:r w:rsidR="00DA3F7F">
        <w:rPr>
          <w:rFonts w:cs="Arial"/>
          <w:szCs w:val="18"/>
        </w:rPr>
        <w:t>,</w:t>
      </w:r>
      <w:r w:rsidRPr="0046053E">
        <w:rPr>
          <w:rFonts w:cs="Arial"/>
          <w:szCs w:val="18"/>
        </w:rPr>
        <w:t xml:space="preserve"> directly or indirectly (as an ingredient or through brokers/traders etc</w:t>
      </w:r>
      <w:r w:rsidR="00BB094F">
        <w:rPr>
          <w:rFonts w:cs="Arial"/>
          <w:szCs w:val="18"/>
        </w:rPr>
        <w:t>.</w:t>
      </w:r>
      <w:r w:rsidRPr="0046053E">
        <w:rPr>
          <w:rFonts w:cs="Arial"/>
          <w:szCs w:val="18"/>
        </w:rPr>
        <w:t>).</w:t>
      </w:r>
    </w:p>
    <w:p w14:paraId="23DC55C8" w14:textId="77777777" w:rsidR="00297784" w:rsidRPr="006D0506" w:rsidRDefault="00297784" w:rsidP="009E2D0F">
      <w:pPr>
        <w:keepNext/>
        <w:tabs>
          <w:tab w:val="left" w:pos="360"/>
          <w:tab w:val="left" w:pos="5220"/>
          <w:tab w:val="left" w:pos="5400"/>
          <w:tab w:val="left" w:leader="underscore" w:pos="8100"/>
        </w:tabs>
        <w:spacing w:before="60"/>
        <w:ind w:left="360" w:right="-36"/>
        <w:rPr>
          <w:rFonts w:cs="Arial"/>
          <w:szCs w:val="18"/>
          <w:lang w:val="es-MX"/>
        </w:rPr>
      </w:pPr>
      <w:r w:rsidRPr="009E4B22">
        <w:rPr>
          <w:rFonts w:cs="Arial"/>
          <w:szCs w:val="18"/>
        </w:rPr>
        <w:fldChar w:fldCharType="begin">
          <w:ffData>
            <w:name w:val="Check10"/>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Canada    </w:t>
      </w:r>
      <w:r w:rsidRPr="009E4B22">
        <w:rPr>
          <w:rFonts w:cs="Arial"/>
          <w:szCs w:val="18"/>
        </w:rPr>
        <w:fldChar w:fldCharType="begin">
          <w:ffData>
            <w:name w:val="Check8"/>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Europe</w:t>
      </w:r>
      <w:r>
        <w:rPr>
          <w:rFonts w:cs="Arial"/>
          <w:szCs w:val="18"/>
          <w:lang w:val="es-MX"/>
        </w:rPr>
        <w:t>/UK</w:t>
      </w:r>
      <w:r w:rsidRPr="00DA3F7F">
        <w:rPr>
          <w:rFonts w:cs="Arial"/>
          <w:szCs w:val="18"/>
          <w:lang w:val="es-MX"/>
        </w:rPr>
        <w:t xml:space="preserve">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Japan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Korea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w:t>
      </w:r>
      <w:r>
        <w:rPr>
          <w:rFonts w:cs="Arial"/>
          <w:szCs w:val="18"/>
          <w:lang w:val="es-MX"/>
        </w:rPr>
        <w:t>Taiwan</w:t>
      </w:r>
      <w:r w:rsidRPr="00961F9B">
        <w:rPr>
          <w:rFonts w:cs="Arial"/>
          <w:szCs w:val="18"/>
          <w:lang w:val="es-MX"/>
        </w:rPr>
        <w:t xml:space="preserve">  </w:t>
      </w:r>
      <w:r>
        <w:rPr>
          <w:rFonts w:cs="Arial"/>
          <w:szCs w:val="18"/>
          <w:lang w:val="es-MX"/>
        </w:rPr>
        <w:t xml:space="preserve">  </w:t>
      </w:r>
      <w:r w:rsidRPr="009E4B22">
        <w:rPr>
          <w:rFonts w:cs="Arial"/>
          <w:szCs w:val="18"/>
        </w:rPr>
        <w:fldChar w:fldCharType="begin">
          <w:ffData>
            <w:name w:val="Check23"/>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Switzerland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Mexico</w:t>
      </w:r>
    </w:p>
    <w:tbl>
      <w:tblPr>
        <w:tblW w:w="10980" w:type="dxa"/>
        <w:tblLayout w:type="fixed"/>
        <w:tblCellMar>
          <w:left w:w="115" w:type="dxa"/>
          <w:right w:w="115" w:type="dxa"/>
        </w:tblCellMar>
        <w:tblLook w:val="01E0" w:firstRow="1" w:lastRow="1" w:firstColumn="1" w:lastColumn="1" w:noHBand="0" w:noVBand="0"/>
      </w:tblPr>
      <w:tblGrid>
        <w:gridCol w:w="366"/>
        <w:gridCol w:w="877"/>
        <w:gridCol w:w="3797"/>
        <w:gridCol w:w="2430"/>
        <w:gridCol w:w="3510"/>
      </w:tblGrid>
      <w:tr w:rsidR="00366AAE" w:rsidRPr="009E4B22" w14:paraId="735ECC8E" w14:textId="77777777" w:rsidTr="004A0B25">
        <w:trPr>
          <w:gridBefore w:val="1"/>
          <w:wBefore w:w="366" w:type="dxa"/>
          <w:cantSplit/>
          <w:trHeight w:val="360"/>
        </w:trPr>
        <w:tc>
          <w:tcPr>
            <w:tcW w:w="877" w:type="dxa"/>
            <w:vAlign w:val="center"/>
          </w:tcPr>
          <w:p w14:paraId="56D3B225" w14:textId="7C5D579A" w:rsidR="00366AAE" w:rsidRPr="00DA3F7F" w:rsidRDefault="00366AAE" w:rsidP="000266AA">
            <w:pPr>
              <w:spacing w:before="60"/>
              <w:ind w:left="-108" w:right="-36"/>
              <w:rPr>
                <w:rFonts w:cs="Arial"/>
                <w:b/>
                <w:szCs w:val="18"/>
                <w:lang w:val="es-MX"/>
              </w:rPr>
            </w:pPr>
            <w:r w:rsidRPr="009E4B22">
              <w:rPr>
                <w:rFonts w:cs="Arial"/>
                <w:szCs w:val="18"/>
              </w:rPr>
              <w:fldChar w:fldCharType="begin">
                <w:ffData>
                  <w:name w:val="Check11"/>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Other:</w:t>
            </w:r>
          </w:p>
        </w:tc>
        <w:tc>
          <w:tcPr>
            <w:tcW w:w="9737" w:type="dxa"/>
            <w:gridSpan w:val="3"/>
            <w:tcBorders>
              <w:bottom w:val="single" w:sz="4" w:space="0" w:color="auto"/>
            </w:tcBorders>
            <w:vAlign w:val="center"/>
          </w:tcPr>
          <w:p w14:paraId="12662324" w14:textId="77777777" w:rsidR="00366AAE" w:rsidRPr="009E4B22" w:rsidRDefault="00366AAE" w:rsidP="000C62D0">
            <w:pPr>
              <w:spacing w:before="60"/>
              <w:ind w:left="-101" w:right="-43"/>
              <w:rPr>
                <w:rFonts w:cs="Arial"/>
                <w:b/>
                <w:szCs w:val="18"/>
              </w:rPr>
            </w:pPr>
            <w:r w:rsidRPr="009E4B22">
              <w:rPr>
                <w:rFonts w:cs="Arial"/>
                <w:b/>
                <w:color w:val="0070C0"/>
                <w:szCs w:val="18"/>
              </w:rPr>
              <w:fldChar w:fldCharType="begin">
                <w:ffData>
                  <w:name w:val="Text106"/>
                  <w:enabled/>
                  <w:calcOnExit w:val="0"/>
                  <w:textInput/>
                </w:ffData>
              </w:fldChar>
            </w:r>
            <w:r w:rsidRPr="009E4B22">
              <w:rPr>
                <w:rFonts w:cs="Arial"/>
                <w:b/>
                <w:color w:val="0070C0"/>
                <w:szCs w:val="18"/>
              </w:rPr>
              <w:instrText xml:space="preserve"> FORMTEXT </w:instrText>
            </w:r>
            <w:r w:rsidRPr="009E4B22">
              <w:rPr>
                <w:rFonts w:cs="Arial"/>
                <w:b/>
                <w:color w:val="0070C0"/>
                <w:szCs w:val="18"/>
              </w:rPr>
            </w:r>
            <w:r w:rsidRPr="009E4B22">
              <w:rPr>
                <w:rFonts w:cs="Arial"/>
                <w:b/>
                <w:color w:val="0070C0"/>
                <w:szCs w:val="18"/>
              </w:rPr>
              <w:fldChar w:fldCharType="separate"/>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color w:val="0070C0"/>
                <w:szCs w:val="18"/>
              </w:rPr>
              <w:fldChar w:fldCharType="end"/>
            </w:r>
          </w:p>
        </w:tc>
      </w:tr>
      <w:tr w:rsidR="00073AAC" w:rsidRPr="0046053E" w14:paraId="6FBF12A1" w14:textId="77777777" w:rsidTr="004E1902">
        <w:trPr>
          <w:cantSplit/>
          <w:trHeight w:val="360"/>
        </w:trPr>
        <w:tc>
          <w:tcPr>
            <w:tcW w:w="5040" w:type="dxa"/>
            <w:gridSpan w:val="3"/>
            <w:vAlign w:val="center"/>
          </w:tcPr>
          <w:p w14:paraId="6477FA5E" w14:textId="77777777" w:rsidR="00073AAC" w:rsidRPr="004444C7" w:rsidRDefault="00073AAC" w:rsidP="006A005A">
            <w:pPr>
              <w:pStyle w:val="BodyText"/>
              <w:numPr>
                <w:ilvl w:val="0"/>
                <w:numId w:val="20"/>
              </w:numPr>
              <w:spacing w:before="60" w:after="0"/>
              <w:ind w:left="245" w:right="-43"/>
              <w:rPr>
                <w:rFonts w:cs="Arial"/>
                <w:szCs w:val="18"/>
              </w:rPr>
            </w:pPr>
            <w:bookmarkStart w:id="24" w:name="_Hlk19542605"/>
            <w:r>
              <w:rPr>
                <w:rFonts w:cs="Arial"/>
                <w:szCs w:val="18"/>
              </w:rPr>
              <w:t>By what date</w:t>
            </w:r>
            <w:r w:rsidRPr="0046053E">
              <w:rPr>
                <w:rFonts w:cs="Arial"/>
                <w:szCs w:val="18"/>
              </w:rPr>
              <w:t xml:space="preserve"> do you anticipate the need for certification?</w:t>
            </w:r>
          </w:p>
        </w:tc>
        <w:tc>
          <w:tcPr>
            <w:tcW w:w="5940" w:type="dxa"/>
            <w:gridSpan w:val="2"/>
            <w:tcBorders>
              <w:bottom w:val="single" w:sz="4" w:space="0" w:color="auto"/>
            </w:tcBorders>
            <w:vAlign w:val="center"/>
          </w:tcPr>
          <w:p w14:paraId="69CCC56F" w14:textId="77777777" w:rsidR="00073AAC" w:rsidRPr="000848EB" w:rsidRDefault="00073AAC" w:rsidP="006A005A">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073AAC" w:rsidRPr="0046053E" w14:paraId="35F816F2" w14:textId="77777777" w:rsidTr="004A0B25">
        <w:trPr>
          <w:cantSplit/>
        </w:trPr>
        <w:tc>
          <w:tcPr>
            <w:tcW w:w="10980" w:type="dxa"/>
            <w:gridSpan w:val="5"/>
            <w:vAlign w:val="center"/>
          </w:tcPr>
          <w:p w14:paraId="103AAC7E" w14:textId="659FD9E9" w:rsidR="00073AAC" w:rsidRPr="00F57D75" w:rsidRDefault="00073AAC" w:rsidP="006D0506">
            <w:pPr>
              <w:pStyle w:val="BodyText"/>
              <w:keepNext/>
              <w:spacing w:before="60" w:after="0"/>
              <w:ind w:left="240" w:right="-43"/>
              <w:rPr>
                <w:rFonts w:cs="Arial"/>
                <w:b/>
                <w:szCs w:val="18"/>
              </w:rPr>
            </w:pPr>
            <w:r>
              <w:rPr>
                <w:rFonts w:cs="Arial"/>
                <w:i/>
                <w:iCs/>
                <w:szCs w:val="18"/>
              </w:rPr>
              <w:t>T</w:t>
            </w:r>
            <w:r w:rsidRPr="00CA7D56">
              <w:rPr>
                <w:rFonts w:cs="Arial"/>
                <w:i/>
                <w:iCs/>
                <w:szCs w:val="18"/>
              </w:rPr>
              <w:t>he certification process could take 12 weeks</w:t>
            </w:r>
            <w:r>
              <w:rPr>
                <w:rFonts w:cs="Arial"/>
                <w:i/>
                <w:iCs/>
                <w:szCs w:val="18"/>
              </w:rPr>
              <w:t xml:space="preserve"> or longer. If you need a shorter timeline you can enroll in the </w:t>
            </w:r>
            <w:hyperlink r:id="rId21" w:history="1">
              <w:r w:rsidRPr="00790B69">
                <w:rPr>
                  <w:rStyle w:val="Hyperlink"/>
                  <w:rFonts w:cs="Arial"/>
                  <w:b/>
                  <w:bCs/>
                  <w:i/>
                  <w:iCs/>
                  <w:szCs w:val="18"/>
                </w:rPr>
                <w:t>Expedited Certification Service</w:t>
              </w:r>
            </w:hyperlink>
            <w:r w:rsidRPr="00CA7D56">
              <w:rPr>
                <w:rFonts w:cs="Arial"/>
                <w:i/>
                <w:iCs/>
                <w:szCs w:val="18"/>
              </w:rPr>
              <w:t>.</w:t>
            </w:r>
          </w:p>
        </w:tc>
      </w:tr>
      <w:tr w:rsidR="00073AAC" w:rsidRPr="0046053E" w14:paraId="35FDC7D1" w14:textId="77777777" w:rsidTr="004A0B25">
        <w:trPr>
          <w:cantSplit/>
          <w:trHeight w:val="270"/>
        </w:trPr>
        <w:tc>
          <w:tcPr>
            <w:tcW w:w="10980" w:type="dxa"/>
            <w:gridSpan w:val="5"/>
            <w:vAlign w:val="center"/>
          </w:tcPr>
          <w:p w14:paraId="09950C19" w14:textId="386FD8E2" w:rsidR="00073AAC" w:rsidRDefault="00073AAC" w:rsidP="006A005A">
            <w:pPr>
              <w:pStyle w:val="BodyText"/>
              <w:keepNext/>
              <w:numPr>
                <w:ilvl w:val="0"/>
                <w:numId w:val="20"/>
              </w:numPr>
              <w:spacing w:before="60" w:after="0"/>
              <w:ind w:left="245" w:right="-43"/>
              <w:rPr>
                <w:rFonts w:cs="Arial"/>
                <w:i/>
                <w:iCs/>
                <w:szCs w:val="18"/>
              </w:rPr>
            </w:pPr>
            <w:r w:rsidRPr="0046053E">
              <w:rPr>
                <w:rFonts w:cs="Arial"/>
                <w:szCs w:val="18"/>
              </w:rPr>
              <w:t xml:space="preserve">Is </w:t>
            </w:r>
            <w:r w:rsidR="00B25E56">
              <w:rPr>
                <w:rFonts w:cs="Arial"/>
                <w:szCs w:val="18"/>
              </w:rPr>
              <w:t>this</w:t>
            </w:r>
            <w:r w:rsidR="00B25E56" w:rsidRPr="0046053E">
              <w:rPr>
                <w:rFonts w:cs="Arial"/>
                <w:szCs w:val="18"/>
              </w:rPr>
              <w:t xml:space="preserve"> </w:t>
            </w:r>
            <w:r w:rsidRPr="0046053E">
              <w:rPr>
                <w:rFonts w:cs="Arial"/>
                <w:szCs w:val="18"/>
              </w:rPr>
              <w:t>operation currently certified organic?</w:t>
            </w:r>
          </w:p>
        </w:tc>
      </w:tr>
      <w:tr w:rsidR="00B25E56" w:rsidRPr="0046053E" w14:paraId="788ACA24" w14:textId="77777777" w:rsidTr="00643650">
        <w:trPr>
          <w:cantSplit/>
          <w:trHeight w:val="360"/>
        </w:trPr>
        <w:tc>
          <w:tcPr>
            <w:tcW w:w="10980" w:type="dxa"/>
            <w:gridSpan w:val="5"/>
            <w:vAlign w:val="center"/>
          </w:tcPr>
          <w:p w14:paraId="63E76142" w14:textId="04B39137" w:rsidR="00B25E56" w:rsidRPr="0046053E" w:rsidRDefault="00B25E56" w:rsidP="006A005A">
            <w:pPr>
              <w:pStyle w:val="BodyText"/>
              <w:spacing w:before="60" w:after="0"/>
              <w:ind w:left="245"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w:t>
            </w:r>
            <w:r>
              <w:rPr>
                <w:rFonts w:cs="Arial"/>
                <w:szCs w:val="18"/>
              </w:rPr>
              <w:t xml:space="preserve"> attach certificate and completed </w:t>
            </w:r>
            <w:hyperlink r:id="rId22" w:history="1">
              <w:r w:rsidRPr="004202F1">
                <w:rPr>
                  <w:rStyle w:val="Hyperlink"/>
                  <w:rFonts w:cs="Arial"/>
                  <w:b/>
                  <w:bCs/>
                  <w:szCs w:val="18"/>
                </w:rPr>
                <w:t>Certification Transfer Form</w:t>
              </w:r>
            </w:hyperlink>
            <w:r>
              <w:rPr>
                <w:rFonts w:cs="Arial"/>
                <w:szCs w:val="18"/>
              </w:rPr>
              <w:t>.</w:t>
            </w:r>
          </w:p>
        </w:tc>
      </w:tr>
      <w:tr w:rsidR="00073AAC" w:rsidRPr="0046053E" w14:paraId="7D43ADE2" w14:textId="77777777" w:rsidTr="004A0B25">
        <w:trPr>
          <w:cantSplit/>
        </w:trPr>
        <w:tc>
          <w:tcPr>
            <w:tcW w:w="10980" w:type="dxa"/>
            <w:gridSpan w:val="5"/>
            <w:vAlign w:val="center"/>
          </w:tcPr>
          <w:p w14:paraId="7F79C33B" w14:textId="572195A1" w:rsidR="00073AAC" w:rsidRPr="0046053E" w:rsidRDefault="00073AAC" w:rsidP="006A005A">
            <w:pPr>
              <w:pStyle w:val="BodyText"/>
              <w:keepNext/>
              <w:numPr>
                <w:ilvl w:val="0"/>
                <w:numId w:val="20"/>
              </w:numPr>
              <w:spacing w:before="60" w:after="0"/>
              <w:ind w:left="245" w:right="-43"/>
              <w:rPr>
                <w:rFonts w:cs="Arial"/>
                <w:szCs w:val="18"/>
              </w:rPr>
            </w:pPr>
            <w:r w:rsidRPr="0046053E">
              <w:rPr>
                <w:rFonts w:cs="Arial"/>
                <w:szCs w:val="18"/>
              </w:rPr>
              <w:t xml:space="preserve">Has this operation </w:t>
            </w:r>
            <w:r w:rsidR="00B25E56">
              <w:rPr>
                <w:rFonts w:cs="Arial"/>
                <w:szCs w:val="18"/>
              </w:rPr>
              <w:t>or any responsibly connected person with this operation</w:t>
            </w:r>
            <w:r w:rsidR="00B25E56" w:rsidRPr="0046053E">
              <w:rPr>
                <w:rFonts w:cs="Arial"/>
                <w:szCs w:val="18"/>
              </w:rPr>
              <w:t xml:space="preserve"> ever applied for</w:t>
            </w:r>
            <w:r w:rsidR="00B25E56">
              <w:rPr>
                <w:rFonts w:cs="Arial"/>
                <w:szCs w:val="18"/>
              </w:rPr>
              <w:t>,</w:t>
            </w:r>
            <w:r w:rsidR="00B25E56" w:rsidRPr="0046053E">
              <w:rPr>
                <w:rFonts w:cs="Arial"/>
                <w:szCs w:val="18"/>
              </w:rPr>
              <w:t xml:space="preserve"> or been granted</w:t>
            </w:r>
            <w:r w:rsidR="00B25E56">
              <w:rPr>
                <w:rFonts w:cs="Arial"/>
                <w:szCs w:val="18"/>
              </w:rPr>
              <w:t>,</w:t>
            </w:r>
            <w:r w:rsidR="00B25E56" w:rsidRPr="0046053E">
              <w:rPr>
                <w:rFonts w:cs="Arial"/>
                <w:szCs w:val="18"/>
              </w:rPr>
              <w:t xml:space="preserve"> organic certification?</w:t>
            </w:r>
            <w:r w:rsidR="00B25E56">
              <w:rPr>
                <w:rFonts w:cs="Arial"/>
                <w:szCs w:val="18"/>
              </w:rPr>
              <w:t xml:space="preserve"> </w:t>
            </w:r>
            <w:r w:rsidR="00B25E56" w:rsidRPr="0050052A">
              <w:rPr>
                <w:rFonts w:cs="Arial"/>
                <w:i/>
                <w:iCs/>
                <w:szCs w:val="18"/>
              </w:rPr>
              <w:t xml:space="preserve">NOP </w:t>
            </w:r>
            <w:proofErr w:type="gramStart"/>
            <w:r w:rsidR="00B25E56" w:rsidRPr="0050052A">
              <w:rPr>
                <w:rFonts w:cs="Arial"/>
                <w:i/>
                <w:iCs/>
                <w:szCs w:val="18"/>
              </w:rPr>
              <w:t xml:space="preserve">205.2  </w:t>
            </w:r>
            <w:r w:rsidR="00B25E56">
              <w:rPr>
                <w:rFonts w:cs="Arial"/>
                <w:i/>
                <w:iCs/>
                <w:szCs w:val="18"/>
              </w:rPr>
              <w:t>“</w:t>
            </w:r>
            <w:proofErr w:type="gramEnd"/>
            <w:r w:rsidR="00B25E56" w:rsidRPr="0050052A">
              <w:rPr>
                <w:rFonts w:cs="Arial"/>
                <w:i/>
                <w:iCs/>
                <w:szCs w:val="18"/>
              </w:rPr>
              <w:t>Responsibly connected</w:t>
            </w:r>
            <w:r w:rsidR="00B25E56">
              <w:rPr>
                <w:rFonts w:cs="Arial"/>
                <w:i/>
                <w:iCs/>
                <w:szCs w:val="18"/>
              </w:rPr>
              <w:t xml:space="preserve">” - </w:t>
            </w:r>
            <w:r w:rsidR="00B25E56" w:rsidRPr="0050052A">
              <w:rPr>
                <w:rFonts w:cs="Arial"/>
                <w:i/>
                <w:iCs/>
                <w:szCs w:val="18"/>
              </w:rPr>
              <w:t>Any person who is a partner, officer, director, holder, manager, or owner of 10 percent or more of the voting stock of an applicant or a recipient of certification or accreditation</w:t>
            </w:r>
            <w:r w:rsidR="00B25E56">
              <w:rPr>
                <w:rFonts w:cs="Arial"/>
                <w:i/>
                <w:iCs/>
                <w:szCs w:val="18"/>
              </w:rPr>
              <w:t>.</w:t>
            </w:r>
          </w:p>
        </w:tc>
      </w:tr>
      <w:tr w:rsidR="00073AAC" w:rsidRPr="0046053E" w14:paraId="0A962485" w14:textId="77777777" w:rsidTr="004E1902">
        <w:trPr>
          <w:cantSplit/>
          <w:trHeight w:val="360"/>
        </w:trPr>
        <w:tc>
          <w:tcPr>
            <w:tcW w:w="7470" w:type="dxa"/>
            <w:gridSpan w:val="4"/>
            <w:vAlign w:val="center"/>
          </w:tcPr>
          <w:p w14:paraId="2872B642" w14:textId="77777777" w:rsidR="00073AAC" w:rsidRPr="0046053E" w:rsidRDefault="00073AAC" w:rsidP="006A005A">
            <w:pPr>
              <w:pStyle w:val="BodyText"/>
              <w:keepNext/>
              <w:spacing w:before="60" w:after="0"/>
              <w:ind w:left="245" w:right="-36" w:hanging="360"/>
              <w:rPr>
                <w:rFonts w:cs="Arial"/>
                <w:szCs w:val="18"/>
              </w:rPr>
            </w:pPr>
            <w:r w:rsidRPr="0046053E">
              <w:rPr>
                <w:rFonts w:cs="Arial"/>
                <w:szCs w:val="18"/>
              </w:rPr>
              <w:tab/>
            </w:r>
            <w:r w:rsidRPr="0046053E">
              <w:rPr>
                <w:rFonts w:cs="Arial"/>
                <w:szCs w:val="18"/>
              </w:rPr>
              <w:fldChar w:fldCharType="begin">
                <w:ffData>
                  <w:name w:val="Check16"/>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Skip to section E.    </w:t>
            </w:r>
            <w:r w:rsidRPr="0046053E">
              <w:rPr>
                <w:rFonts w:cs="Arial"/>
                <w:szCs w:val="18"/>
              </w:rPr>
              <w:fldChar w:fldCharType="begin">
                <w:ffData>
                  <w:name w:val="Check17"/>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Pr>
                <w:rFonts w:cs="Arial"/>
                <w:szCs w:val="18"/>
              </w:rPr>
              <w:t xml:space="preserve"> Yes. Complete this section and</w:t>
            </w:r>
            <w:r w:rsidRPr="0046053E">
              <w:rPr>
                <w:rFonts w:cs="Arial"/>
                <w:szCs w:val="18"/>
              </w:rPr>
              <w:t xml:space="preserve"> provide name of certifier:</w:t>
            </w:r>
          </w:p>
        </w:tc>
        <w:tc>
          <w:tcPr>
            <w:tcW w:w="3510" w:type="dxa"/>
            <w:tcBorders>
              <w:bottom w:val="single" w:sz="4" w:space="0" w:color="auto"/>
            </w:tcBorders>
            <w:vAlign w:val="center"/>
          </w:tcPr>
          <w:p w14:paraId="53C6BEE4" w14:textId="77777777" w:rsidR="00073AAC" w:rsidRPr="000848EB" w:rsidRDefault="00073AAC" w:rsidP="006A005A">
            <w:pPr>
              <w:pStyle w:val="BodyText"/>
              <w:keepN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E762824" w:rsidR="007056CD" w:rsidRPr="007056CD" w:rsidRDefault="007056CD" w:rsidP="0089376D">
      <w:pPr>
        <w:pStyle w:val="Heading2"/>
        <w:numPr>
          <w:ilvl w:val="0"/>
          <w:numId w:val="38"/>
        </w:numPr>
        <w:spacing w:before="60" w:after="0"/>
        <w:ind w:left="720" w:right="0"/>
        <w:rPr>
          <w:b w:val="0"/>
          <w:i w:val="0"/>
          <w:iCs w:val="0"/>
          <w:sz w:val="18"/>
          <w:szCs w:val="18"/>
        </w:rPr>
      </w:pPr>
      <w:r w:rsidRPr="007056CD">
        <w:rPr>
          <w:b w:val="0"/>
          <w:i w:val="0"/>
          <w:iCs w:val="0"/>
          <w:sz w:val="18"/>
          <w:szCs w:val="18"/>
        </w:rPr>
        <w:t xml:space="preserve">Was </w:t>
      </w:r>
      <w:r w:rsidR="00B25E56" w:rsidRPr="0052737B">
        <w:rPr>
          <w:b w:val="0"/>
          <w:i w:val="0"/>
          <w:iCs w:val="0"/>
          <w:sz w:val="18"/>
          <w:szCs w:val="18"/>
          <w:lang w:val="en-US"/>
        </w:rPr>
        <w:t>the operation’s</w:t>
      </w:r>
      <w:r w:rsidR="00B25E56" w:rsidRPr="0052737B">
        <w:rPr>
          <w:b w:val="0"/>
          <w:i w:val="0"/>
          <w:iCs w:val="0"/>
          <w:sz w:val="18"/>
          <w:szCs w:val="18"/>
        </w:rPr>
        <w:t xml:space="preserve"> </w:t>
      </w:r>
      <w:r w:rsidR="00B25E56" w:rsidRPr="00426944">
        <w:rPr>
          <w:rFonts w:cs="Arial"/>
          <w:b w:val="0"/>
          <w:i w:val="0"/>
          <w:iCs w:val="0"/>
          <w:sz w:val="18"/>
          <w:szCs w:val="18"/>
        </w:rPr>
        <w:t>or any responsibly connected person with this operation</w:t>
      </w:r>
      <w:r w:rsidR="007541C6">
        <w:rPr>
          <w:rFonts w:cs="Arial"/>
          <w:b w:val="0"/>
          <w:i w:val="0"/>
          <w:iCs w:val="0"/>
          <w:sz w:val="18"/>
          <w:szCs w:val="18"/>
          <w:lang w:val="en-US"/>
        </w:rPr>
        <w:t>’s</w:t>
      </w:r>
      <w:r w:rsidR="00B25E56">
        <w:rPr>
          <w:rFonts w:cs="Arial"/>
          <w:b w:val="0"/>
          <w:i w:val="0"/>
          <w:iCs w:val="0"/>
          <w:sz w:val="18"/>
          <w:szCs w:val="18"/>
          <w:lang w:val="en-US"/>
        </w:rPr>
        <w:t xml:space="preserve"> </w:t>
      </w:r>
      <w:r w:rsidRPr="007056CD">
        <w:rPr>
          <w:b w:val="0"/>
          <w:i w:val="0"/>
          <w:iCs w:val="0"/>
          <w:sz w:val="18"/>
          <w:szCs w:val="18"/>
        </w:rPr>
        <w:t>certification or the</w:t>
      </w:r>
      <w:r w:rsidR="00B25E56">
        <w:rPr>
          <w:b w:val="0"/>
          <w:i w:val="0"/>
          <w:iCs w:val="0"/>
          <w:sz w:val="18"/>
          <w:szCs w:val="18"/>
        </w:rPr>
        <w:br/>
      </w:r>
      <w:r w:rsidRPr="007056CD">
        <w:rPr>
          <w:b w:val="0"/>
          <w:i w:val="0"/>
          <w:iCs w:val="0"/>
          <w:sz w:val="18"/>
          <w:szCs w:val="18"/>
        </w:rPr>
        <w:t xml:space="preserve"> certification of fields or products ever suspended or revoked?</w:t>
      </w:r>
      <w:r w:rsidRPr="007056CD">
        <w:rPr>
          <w:b w:val="0"/>
          <w:i w:val="0"/>
          <w:iCs w:val="0"/>
          <w:sz w:val="18"/>
          <w:szCs w:val="18"/>
        </w:rPr>
        <w:tab/>
      </w:r>
      <w:r>
        <w:rPr>
          <w:b w:val="0"/>
          <w:i w:val="0"/>
          <w:iCs w:val="0"/>
          <w:sz w:val="18"/>
          <w:szCs w:val="18"/>
        </w:rPr>
        <w:tab/>
      </w:r>
      <w:r w:rsidR="00B25E56">
        <w:rPr>
          <w:b w:val="0"/>
          <w:i w:val="0"/>
          <w:iCs w:val="0"/>
          <w:sz w:val="18"/>
          <w:szCs w:val="18"/>
        </w:rPr>
        <w:tab/>
      </w:r>
      <w:r w:rsidR="00B25E56">
        <w:rPr>
          <w:b w:val="0"/>
          <w:i w:val="0"/>
          <w:iCs w:val="0"/>
          <w:sz w:val="18"/>
          <w:szCs w:val="18"/>
        </w:rPr>
        <w:tab/>
      </w:r>
      <w:r w:rsidR="00B25E56">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773F2F7D"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Was your application for organic 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7056CD">
      <w:pPr>
        <w:numPr>
          <w:ilvl w:val="0"/>
          <w:numId w:val="38"/>
        </w:numPr>
        <w:spacing w:before="60" w:line="240" w:lineRule="exact"/>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037CC632" w14:textId="77777777" w:rsidR="007056CD" w:rsidRDefault="007056CD" w:rsidP="0089376D">
      <w:pPr>
        <w:keepNext/>
        <w:numPr>
          <w:ilvl w:val="0"/>
          <w:numId w:val="20"/>
        </w:numPr>
        <w:spacing w:before="60" w:line="240" w:lineRule="exact"/>
        <w:ind w:right="-36"/>
        <w:rPr>
          <w:rFonts w:cs="Arial"/>
          <w:szCs w:val="18"/>
        </w:rPr>
      </w:pPr>
      <w:r>
        <w:rPr>
          <w:rFonts w:cs="Arial"/>
          <w:szCs w:val="18"/>
        </w:rPr>
        <w:t>If you answered yes to a, b, c, or d above, please list the years and agencies, attach a copy of all relevant letter(s) and a description</w:t>
      </w:r>
      <w:r w:rsidR="00784BBB">
        <w:rPr>
          <w:rFonts w:cs="Arial"/>
          <w:szCs w:val="18"/>
        </w:rPr>
        <w:t xml:space="preserve"> of all corrective actions:    </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5247B5">
        <w:trPr>
          <w:cantSplit/>
          <w:trHeight w:val="360"/>
        </w:trPr>
        <w:tc>
          <w:tcPr>
            <w:tcW w:w="720" w:type="dxa"/>
            <w:vAlign w:val="center"/>
            <w:hideMark/>
          </w:tcPr>
          <w:p w14:paraId="64CC258F" w14:textId="77777777" w:rsidR="007056CD" w:rsidRDefault="007056CD" w:rsidP="0089376D">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89376D">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5247B5">
            <w:pPr>
              <w:pStyle w:val="BodyText"/>
              <w:keepNext/>
              <w:spacing w:before="60" w:after="0"/>
              <w:ind w:right="-30"/>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77777777" w:rsidR="007056CD" w:rsidRDefault="007056CD">
            <w:pPr>
              <w:pStyle w:val="BodyText"/>
              <w:tabs>
                <w:tab w:val="left" w:pos="245"/>
              </w:tabs>
              <w:spacing w:before="60" w:after="0"/>
              <w:ind w:right="-36" w:hanging="151"/>
              <w:rPr>
                <w:rFonts w:cs="Arial"/>
                <w:b/>
                <w:color w:val="0070C0"/>
                <w:szCs w:val="18"/>
              </w:rPr>
            </w:pPr>
            <w:r>
              <w:rPr>
                <w:rFonts w:cs="Arial"/>
                <w:szCs w:val="18"/>
              </w:rPr>
              <w:t xml:space="preserve"> </w:t>
            </w: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77777777" w:rsidR="003863B2" w:rsidRPr="000848EB" w:rsidRDefault="009C04D1" w:rsidP="0010745E">
      <w:pPr>
        <w:pStyle w:val="BoldInstructions"/>
        <w:keepNext/>
        <w:numPr>
          <w:ilvl w:val="0"/>
          <w:numId w:val="44"/>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Organic Registration    </w:t>
      </w:r>
      <w:r w:rsidR="007754AD" w:rsidRPr="000848EB">
        <w:rPr>
          <w:rFonts w:ascii="Arial" w:hAnsi="Arial" w:cs="Arial"/>
          <w:spacing w:val="0"/>
          <w:sz w:val="18"/>
          <w:szCs w:val="18"/>
        </w:rPr>
        <w:fldChar w:fldCharType="begin">
          <w:ffData>
            <w:name w:val="Check1"/>
            <w:enabled/>
            <w:calcOnExit w:val="0"/>
            <w:checkBox>
              <w:sizeAuto/>
              <w:default w:val="0"/>
              <w:checked w:val="0"/>
            </w:checkBox>
          </w:ffData>
        </w:fldChar>
      </w:r>
      <w:r w:rsidR="007754AD" w:rsidRPr="000848EB">
        <w:rPr>
          <w:rFonts w:ascii="Arial" w:hAnsi="Arial" w:cs="Arial"/>
          <w:spacing w:val="0"/>
          <w:sz w:val="18"/>
          <w:szCs w:val="18"/>
        </w:rPr>
        <w:instrText xml:space="preserve"> FORMCHECKBOX </w:instrText>
      </w:r>
      <w:r w:rsidR="007754AD" w:rsidRPr="000848EB">
        <w:rPr>
          <w:rFonts w:ascii="Arial" w:hAnsi="Arial" w:cs="Arial"/>
          <w:spacing w:val="0"/>
          <w:sz w:val="18"/>
          <w:szCs w:val="18"/>
        </w:rPr>
      </w:r>
      <w:r w:rsidR="007754AD" w:rsidRPr="000848EB">
        <w:rPr>
          <w:rFonts w:ascii="Arial" w:hAnsi="Arial" w:cs="Arial"/>
          <w:spacing w:val="0"/>
          <w:sz w:val="18"/>
          <w:szCs w:val="18"/>
        </w:rPr>
        <w:fldChar w:fldCharType="separate"/>
      </w:r>
      <w:r w:rsidR="007754AD" w:rsidRPr="000848EB">
        <w:rPr>
          <w:rFonts w:ascii="Arial" w:hAnsi="Arial" w:cs="Arial"/>
          <w:spacing w:val="0"/>
          <w:sz w:val="18"/>
          <w:szCs w:val="18"/>
        </w:rPr>
        <w:fldChar w:fldCharType="end"/>
      </w:r>
      <w:r w:rsidR="007754AD" w:rsidRPr="000848EB">
        <w:rPr>
          <w:rFonts w:ascii="Arial" w:hAnsi="Arial" w:cs="Arial"/>
          <w:spacing w:val="0"/>
          <w:sz w:val="18"/>
          <w:szCs w:val="18"/>
        </w:rPr>
        <w:t xml:space="preserve"> </w:t>
      </w:r>
      <w:r w:rsidR="007754AD" w:rsidRPr="000848EB">
        <w:rPr>
          <w:rFonts w:ascii="Arial" w:hAnsi="Arial" w:cs="Arial"/>
          <w:b w:val="0"/>
          <w:spacing w:val="0"/>
          <w:sz w:val="18"/>
          <w:szCs w:val="18"/>
        </w:rPr>
        <w:t>Not applicable, not based in California</w:t>
      </w:r>
      <w:r w:rsidR="00C73150">
        <w:rPr>
          <w:rFonts w:ascii="Arial" w:hAnsi="Arial" w:cs="Arial"/>
          <w:b w:val="0"/>
          <w:spacing w:val="0"/>
          <w:sz w:val="18"/>
          <w:szCs w:val="18"/>
        </w:rPr>
        <w:t xml:space="preserve">   </w:t>
      </w:r>
      <w:r w:rsidR="00C73150" w:rsidRPr="000848EB">
        <w:rPr>
          <w:rFonts w:ascii="Arial" w:hAnsi="Arial" w:cs="Arial"/>
          <w:spacing w:val="0"/>
          <w:sz w:val="18"/>
          <w:szCs w:val="18"/>
        </w:rPr>
        <w:fldChar w:fldCharType="begin">
          <w:ffData>
            <w:name w:val="Check1"/>
            <w:enabled/>
            <w:calcOnExit w:val="0"/>
            <w:checkBox>
              <w:sizeAuto/>
              <w:default w:val="0"/>
              <w:checked w:val="0"/>
            </w:checkBox>
          </w:ffData>
        </w:fldChar>
      </w:r>
      <w:r w:rsidR="00C73150" w:rsidRPr="000848EB">
        <w:rPr>
          <w:rFonts w:ascii="Arial" w:hAnsi="Arial" w:cs="Arial"/>
          <w:spacing w:val="0"/>
          <w:sz w:val="18"/>
          <w:szCs w:val="18"/>
        </w:rPr>
        <w:instrText xml:space="preserve"> FORMCHECKBOX </w:instrText>
      </w:r>
      <w:r w:rsidR="00C73150" w:rsidRPr="000848EB">
        <w:rPr>
          <w:rFonts w:ascii="Arial" w:hAnsi="Arial" w:cs="Arial"/>
          <w:spacing w:val="0"/>
          <w:sz w:val="18"/>
          <w:szCs w:val="18"/>
        </w:rPr>
      </w:r>
      <w:r w:rsidR="00C73150" w:rsidRPr="000848EB">
        <w:rPr>
          <w:rFonts w:ascii="Arial" w:hAnsi="Arial" w:cs="Arial"/>
          <w:spacing w:val="0"/>
          <w:sz w:val="18"/>
          <w:szCs w:val="18"/>
        </w:rPr>
        <w:fldChar w:fldCharType="separate"/>
      </w:r>
      <w:r w:rsidR="00C73150" w:rsidRPr="000848EB">
        <w:rPr>
          <w:rFonts w:ascii="Arial" w:hAnsi="Arial" w:cs="Arial"/>
          <w:spacing w:val="0"/>
          <w:sz w:val="18"/>
          <w:szCs w:val="18"/>
        </w:rPr>
        <w:fldChar w:fldCharType="end"/>
      </w:r>
      <w:r w:rsidR="00C73150" w:rsidRPr="000848EB">
        <w:rPr>
          <w:rFonts w:ascii="Arial" w:hAnsi="Arial" w:cs="Arial"/>
          <w:spacing w:val="0"/>
          <w:sz w:val="18"/>
          <w:szCs w:val="18"/>
        </w:rPr>
        <w:t xml:space="preserve"> </w:t>
      </w:r>
      <w:r w:rsidR="00C73150" w:rsidRPr="000848EB">
        <w:rPr>
          <w:rFonts w:ascii="Arial" w:hAnsi="Arial" w:cs="Arial"/>
          <w:b w:val="0"/>
          <w:spacing w:val="0"/>
          <w:sz w:val="18"/>
          <w:szCs w:val="18"/>
        </w:rPr>
        <w:t xml:space="preserve">Not applicable, </w:t>
      </w:r>
      <w:r w:rsidR="00C73150">
        <w:rPr>
          <w:rFonts w:ascii="Arial" w:hAnsi="Arial" w:cs="Arial"/>
          <w:b w:val="0"/>
          <w:spacing w:val="0"/>
          <w:sz w:val="18"/>
          <w:szCs w:val="18"/>
        </w:rPr>
        <w:t>retail or restaurant</w:t>
      </w:r>
    </w:p>
    <w:p w14:paraId="6DCBF4AA" w14:textId="77777777" w:rsidR="003863B2" w:rsidRDefault="003863B2" w:rsidP="00CD5E9A">
      <w:pPr>
        <w:pStyle w:val="BodyTextIndent"/>
        <w:keepNext/>
        <w:spacing w:before="60" w:after="0"/>
        <w:ind w:left="0" w:right="-43"/>
        <w:rPr>
          <w:rFonts w:cs="Arial"/>
          <w:szCs w:val="16"/>
        </w:rPr>
      </w:pPr>
      <w:r w:rsidRPr="00024105">
        <w:rPr>
          <w:rFonts w:cs="Arial"/>
          <w:szCs w:val="16"/>
        </w:rPr>
        <w:t xml:space="preserve">Operations engaged in production of organic products in California must register with the state prior to the first sale. </w:t>
      </w:r>
      <w:r w:rsidR="00D24379" w:rsidRPr="00024105">
        <w:rPr>
          <w:rFonts w:cs="Arial"/>
          <w:szCs w:val="16"/>
        </w:rPr>
        <w:t xml:space="preserve">Visit the CDFA Organic Program </w:t>
      </w:r>
      <w:r w:rsidR="00665DBB" w:rsidRPr="00024105">
        <w:rPr>
          <w:rFonts w:cs="Arial"/>
          <w:szCs w:val="16"/>
        </w:rPr>
        <w:t>webpage or</w:t>
      </w:r>
      <w:r w:rsidR="00D24379" w:rsidRPr="00024105">
        <w:rPr>
          <w:rFonts w:cs="Arial"/>
          <w:szCs w:val="16"/>
        </w:rPr>
        <w:t xml:space="preserve"> c</w:t>
      </w:r>
      <w:r w:rsidRPr="00024105">
        <w:rPr>
          <w:rFonts w:cs="Arial"/>
          <w:szCs w:val="16"/>
        </w:rPr>
        <w:t>ontact your local County Agricultural Commissioner for more information if you produce organic crops, livestock, or process meat, fowl, or dairy products. Contact the Department of Health Services if you process or handle any other organic products.  [California Organic Products Act of 2003].</w:t>
      </w:r>
    </w:p>
    <w:p w14:paraId="4476212F" w14:textId="77777777" w:rsidR="00874AA0" w:rsidRPr="007A634F" w:rsidRDefault="00874AA0" w:rsidP="00874AA0">
      <w:pPr>
        <w:keepNext/>
        <w:numPr>
          <w:ilvl w:val="0"/>
          <w:numId w:val="40"/>
        </w:numPr>
        <w:spacing w:before="60"/>
        <w:ind w:left="360" w:right="-43"/>
        <w:rPr>
          <w:rFonts w:cs="Arial"/>
          <w:szCs w:val="16"/>
          <w:lang w:val="es-MX"/>
        </w:rPr>
      </w:pPr>
      <w:r w:rsidRPr="0046053E">
        <w:rPr>
          <w:rFonts w:cs="Arial"/>
          <w:szCs w:val="18"/>
        </w:rPr>
        <w:t>California Organic Program Registration number (grower and post harvest handling)</w:t>
      </w:r>
      <w:r>
        <w:rPr>
          <w:rFonts w:cs="Arial"/>
          <w:szCs w:val="18"/>
        </w:rPr>
        <w:t xml:space="preserve">. </w:t>
      </w:r>
      <w:r w:rsidRPr="00F44ED0">
        <w:rPr>
          <w:rFonts w:cs="Arial"/>
          <w:i/>
          <w:iCs/>
          <w:szCs w:val="18"/>
        </w:rPr>
        <w:t>Example: 12-123456</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79143A0F" w14:textId="77777777" w:rsidTr="00073AAC">
        <w:trPr>
          <w:cantSplit/>
          <w:trHeight w:val="360"/>
        </w:trPr>
        <w:tc>
          <w:tcPr>
            <w:tcW w:w="2275" w:type="dxa"/>
            <w:tcBorders>
              <w:top w:val="nil"/>
              <w:left w:val="nil"/>
              <w:bottom w:val="single" w:sz="4" w:space="0" w:color="auto"/>
              <w:right w:val="nil"/>
            </w:tcBorders>
            <w:vAlign w:val="center"/>
            <w:hideMark/>
          </w:tcPr>
          <w:p w14:paraId="02E3D2A2" w14:textId="77777777" w:rsidR="00874AA0" w:rsidRPr="003E2CBA" w:rsidRDefault="00874AA0" w:rsidP="00DC0C0C">
            <w:pPr>
              <w:keepNext/>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18044DE9" w14:textId="77777777" w:rsidR="00874AA0" w:rsidRPr="00073AAC" w:rsidRDefault="00874AA0" w:rsidP="00874AA0">
      <w:pPr>
        <w:keepNext/>
        <w:numPr>
          <w:ilvl w:val="0"/>
          <w:numId w:val="40"/>
        </w:numPr>
        <w:spacing w:before="60"/>
        <w:ind w:left="360" w:right="-43"/>
        <w:rPr>
          <w:rFonts w:cs="Arial"/>
          <w:szCs w:val="16"/>
        </w:rPr>
      </w:pPr>
      <w:r w:rsidRPr="0046053E">
        <w:rPr>
          <w:rFonts w:cs="Arial"/>
          <w:szCs w:val="18"/>
        </w:rPr>
        <w:t>Department of Health Services Organic Registration number (processing)</w:t>
      </w:r>
      <w:r>
        <w:rPr>
          <w:rFonts w:cs="Arial"/>
          <w:szCs w:val="18"/>
        </w:rPr>
        <w:t xml:space="preserve">. </w:t>
      </w:r>
      <w:r w:rsidRPr="00F44ED0">
        <w:rPr>
          <w:rFonts w:cs="Arial"/>
          <w:i/>
          <w:iCs/>
          <w:szCs w:val="18"/>
        </w:rPr>
        <w:t>Example: 12345</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09CBBDC3" w14:textId="77777777" w:rsidTr="00073AAC">
        <w:trPr>
          <w:cantSplit/>
          <w:trHeight w:val="360"/>
        </w:trPr>
        <w:tc>
          <w:tcPr>
            <w:tcW w:w="2275" w:type="dxa"/>
            <w:tcBorders>
              <w:top w:val="nil"/>
              <w:left w:val="nil"/>
              <w:bottom w:val="single" w:sz="4" w:space="0" w:color="auto"/>
              <w:right w:val="nil"/>
            </w:tcBorders>
            <w:vAlign w:val="center"/>
            <w:hideMark/>
          </w:tcPr>
          <w:p w14:paraId="782DA2CE" w14:textId="77777777" w:rsidR="00874AA0" w:rsidRPr="003E2CBA" w:rsidRDefault="00874AA0" w:rsidP="00EA56F7">
            <w:pPr>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7490EAEA" w14:textId="77777777" w:rsidR="002149C2" w:rsidRPr="00226C69" w:rsidRDefault="002149C2" w:rsidP="00226C69">
      <w:pPr>
        <w:pStyle w:val="ListParagraph"/>
        <w:numPr>
          <w:ilvl w:val="0"/>
          <w:numId w:val="44"/>
        </w:numPr>
        <w:tabs>
          <w:tab w:val="left" w:pos="360"/>
        </w:tabs>
        <w:spacing w:before="120"/>
        <w:ind w:right="-36"/>
        <w:rPr>
          <w:rFonts w:cs="Arial"/>
          <w:b/>
          <w:spacing w:val="-8"/>
          <w:sz w:val="22"/>
          <w:szCs w:val="22"/>
        </w:rPr>
      </w:pPr>
      <w:bookmarkStart w:id="25" w:name="_Hlk517781370"/>
      <w:r w:rsidRPr="00226C69">
        <w:rPr>
          <w:rFonts w:cs="Arial"/>
          <w:b/>
          <w:spacing w:val="-8"/>
          <w:sz w:val="22"/>
          <w:szCs w:val="22"/>
        </w:rPr>
        <w:t>Annual Certification Fee</w:t>
      </w:r>
    </w:p>
    <w:p w14:paraId="76910EA3" w14:textId="77777777" w:rsidR="002149C2" w:rsidRPr="00504EB1" w:rsidRDefault="002149C2" w:rsidP="00B937CE">
      <w:pPr>
        <w:spacing w:before="60"/>
        <w:ind w:right="-36"/>
        <w:rPr>
          <w:rFonts w:cs="Arial"/>
          <w:iCs/>
          <w:szCs w:val="18"/>
        </w:rPr>
      </w:pPr>
      <w:r w:rsidRPr="00504EB1">
        <w:rPr>
          <w:rFonts w:cs="Arial"/>
          <w:noProof/>
          <w:szCs w:val="18"/>
        </w:rPr>
        <w:t xml:space="preserve">CCOF </w:t>
      </w:r>
      <w:r w:rsidRPr="00504EB1">
        <w:rPr>
          <w:rFonts w:cs="Arial"/>
          <w:iCs/>
          <w:szCs w:val="18"/>
        </w:rPr>
        <w:t xml:space="preserve">will estimate and invoice your certification fee based on the information provided below and collected at your initial and subsequent inspections. Please refer to the </w:t>
      </w:r>
      <w:hyperlink r:id="rId23" w:history="1">
        <w:r w:rsidRPr="00504EB1">
          <w:rPr>
            <w:b/>
            <w:bCs/>
            <w:color w:val="0000FF"/>
            <w:u w:val="single"/>
          </w:rPr>
          <w:t>CCOF Certification Services Program Manual</w:t>
        </w:r>
      </w:hyperlink>
      <w:r w:rsidRPr="00504EB1">
        <w:rPr>
          <w:rFonts w:cs="Arial"/>
          <w:iCs/>
          <w:szCs w:val="18"/>
        </w:rPr>
        <w:t xml:space="preserve"> for fee information. </w:t>
      </w:r>
      <w:r w:rsidRPr="00504EB1">
        <w:rPr>
          <w:rFonts w:cs="Arial"/>
          <w:b/>
          <w:bCs/>
          <w:iCs/>
          <w:szCs w:val="18"/>
        </w:rPr>
        <w:t>If you do not provide the information requested below, you cannot move forward in the certification process and your inspection will be delayed.</w:t>
      </w:r>
      <w:r w:rsidRPr="00504EB1">
        <w:rPr>
          <w:rFonts w:cs="Arial"/>
          <w:iCs/>
          <w:szCs w:val="18"/>
        </w:rPr>
        <w:t xml:space="preserve"> Certification</w:t>
      </w:r>
      <w:r w:rsidRPr="00504EB1">
        <w:rPr>
          <w:rFonts w:cs="Arial"/>
          <w:b/>
          <w:iCs/>
          <w:szCs w:val="18"/>
        </w:rPr>
        <w:t xml:space="preserve"> fees must be paid prior to issuance of certification.</w:t>
      </w:r>
      <w:r w:rsidRPr="00504EB1">
        <w:rPr>
          <w:rFonts w:cs="Arial"/>
          <w:iCs/>
          <w:szCs w:val="18"/>
        </w:rPr>
        <w:t xml:space="preserve"> Enter your credit card information on page 4 or attach another form of payment.</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2149C2" w:rsidRPr="00504EB1" w14:paraId="257404C3" w14:textId="77777777" w:rsidTr="00BF0241">
        <w:trPr>
          <w:cantSplit/>
        </w:trPr>
        <w:tc>
          <w:tcPr>
            <w:tcW w:w="10980" w:type="dxa"/>
            <w:gridSpan w:val="3"/>
            <w:vAlign w:val="center"/>
          </w:tcPr>
          <w:p w14:paraId="35EB7854" w14:textId="77777777" w:rsidR="002149C2" w:rsidRPr="00504EB1" w:rsidRDefault="002149C2" w:rsidP="002149C2">
            <w:pPr>
              <w:numPr>
                <w:ilvl w:val="0"/>
                <w:numId w:val="48"/>
              </w:numPr>
              <w:tabs>
                <w:tab w:val="left" w:pos="245"/>
              </w:tabs>
              <w:spacing w:before="60"/>
              <w:ind w:right="-43"/>
              <w:rPr>
                <w:rFonts w:cs="Arial"/>
                <w:b/>
                <w:color w:val="0070C0"/>
                <w:szCs w:val="18"/>
              </w:rPr>
            </w:pPr>
            <w:r w:rsidRPr="00504EB1">
              <w:rPr>
                <w:rFonts w:cs="Arial"/>
                <w:b/>
                <w:szCs w:val="18"/>
              </w:rPr>
              <w:t>All Operations:</w:t>
            </w:r>
            <w:r w:rsidRPr="00504EB1">
              <w:rPr>
                <w:rFonts w:cs="Arial"/>
                <w:szCs w:val="18"/>
              </w:rPr>
              <w:t xml:space="preserve"> </w:t>
            </w:r>
            <w:r w:rsidRPr="00504EB1">
              <w:rPr>
                <w:rFonts w:cs="Arial"/>
                <w:iCs/>
              </w:rPr>
              <w:t>Current or expected total value of certified organic production/sales/services (gross, next 12 months)</w:t>
            </w:r>
          </w:p>
        </w:tc>
      </w:tr>
      <w:tr w:rsidR="002149C2" w:rsidRPr="00504EB1" w14:paraId="40AA73B8" w14:textId="77777777" w:rsidTr="00E80784">
        <w:trPr>
          <w:cantSplit/>
          <w:trHeight w:val="360"/>
        </w:trPr>
        <w:tc>
          <w:tcPr>
            <w:tcW w:w="360" w:type="dxa"/>
            <w:vAlign w:val="center"/>
          </w:tcPr>
          <w:p w14:paraId="6EE762EF" w14:textId="77777777" w:rsidR="002149C2" w:rsidRPr="00504EB1" w:rsidRDefault="002149C2" w:rsidP="00E80784">
            <w:pPr>
              <w:tabs>
                <w:tab w:val="left" w:pos="245"/>
              </w:tabs>
              <w:spacing w:before="60"/>
              <w:ind w:left="255" w:right="-43"/>
              <w:rPr>
                <w:rFonts w:cs="Arial"/>
                <w:b/>
                <w:i/>
                <w:color w:val="0070C0"/>
              </w:rPr>
            </w:pPr>
          </w:p>
        </w:tc>
        <w:tc>
          <w:tcPr>
            <w:tcW w:w="10620" w:type="dxa"/>
            <w:gridSpan w:val="2"/>
            <w:tcBorders>
              <w:bottom w:val="single" w:sz="4" w:space="0" w:color="auto"/>
            </w:tcBorders>
            <w:vAlign w:val="center"/>
          </w:tcPr>
          <w:p w14:paraId="3DCB7092"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63DE63A1" w14:textId="77777777" w:rsidTr="00E80784">
        <w:trPr>
          <w:cantSplit/>
          <w:trHeight w:val="360"/>
        </w:trPr>
        <w:tc>
          <w:tcPr>
            <w:tcW w:w="10980" w:type="dxa"/>
            <w:gridSpan w:val="3"/>
            <w:vAlign w:val="center"/>
          </w:tcPr>
          <w:p w14:paraId="66263C26"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Farm and Livestock operations: </w:t>
            </w:r>
            <w:r w:rsidRPr="00504EB1">
              <w:rPr>
                <w:rFonts w:cs="Arial"/>
              </w:rPr>
              <w:t xml:space="preserve">Current or expected cost of certified organic </w:t>
            </w:r>
            <w:r w:rsidRPr="00504EB1">
              <w:rPr>
                <w:rFonts w:cs="Arial"/>
                <w:noProof/>
              </w:rPr>
              <w:t xml:space="preserve">product purchased, such as </w:t>
            </w:r>
            <w:r w:rsidRPr="00504EB1">
              <w:rPr>
                <w:rFonts w:cs="Arial"/>
              </w:rPr>
              <w:t>seed</w:t>
            </w:r>
            <w:r w:rsidRPr="00504EB1">
              <w:rPr>
                <w:rFonts w:cs="Arial"/>
                <w:noProof/>
              </w:rPr>
              <w:t>, feed, transplants</w:t>
            </w:r>
            <w:r w:rsidRPr="00504EB1">
              <w:rPr>
                <w:rFonts w:cs="Arial"/>
              </w:rPr>
              <w:t xml:space="preserve"> (next 12 months)</w:t>
            </w:r>
            <w:r w:rsidRPr="00504EB1">
              <w:rPr>
                <w:rFonts w:cs="Arial"/>
                <w:noProof/>
              </w:rPr>
              <w:t xml:space="preserve"> and service fees charged by certified organic co-processors, custom grazing, etc. This will be subtracted from the amount in line 1 to determine your annual certification fee. </w:t>
            </w:r>
          </w:p>
        </w:tc>
      </w:tr>
      <w:tr w:rsidR="002149C2" w:rsidRPr="00504EB1" w14:paraId="06AEFA45" w14:textId="77777777" w:rsidTr="00E80784">
        <w:trPr>
          <w:cantSplit/>
          <w:trHeight w:val="360"/>
        </w:trPr>
        <w:tc>
          <w:tcPr>
            <w:tcW w:w="720" w:type="dxa"/>
            <w:gridSpan w:val="2"/>
            <w:vAlign w:val="center"/>
          </w:tcPr>
          <w:p w14:paraId="65A111EB"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6F395CEE"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A015CA" w14:textId="77777777" w:rsidTr="00E80784">
        <w:trPr>
          <w:cantSplit/>
          <w:trHeight w:val="360"/>
        </w:trPr>
        <w:tc>
          <w:tcPr>
            <w:tcW w:w="10980" w:type="dxa"/>
            <w:gridSpan w:val="3"/>
            <w:vAlign w:val="center"/>
          </w:tcPr>
          <w:p w14:paraId="01C3DA73" w14:textId="77777777" w:rsidR="002149C2" w:rsidRPr="00504EB1" w:rsidRDefault="002149C2" w:rsidP="002149C2">
            <w:pPr>
              <w:numPr>
                <w:ilvl w:val="1"/>
                <w:numId w:val="47"/>
              </w:numPr>
              <w:spacing w:before="60"/>
              <w:ind w:left="600" w:right="-43"/>
              <w:rPr>
                <w:rFonts w:cs="Arial"/>
                <w:b/>
                <w:color w:val="0070C0"/>
                <w:szCs w:val="18"/>
              </w:rPr>
            </w:pPr>
            <w:r w:rsidRPr="00504EB1">
              <w:rPr>
                <w:rFonts w:cs="Arial"/>
                <w:b/>
                <w:iCs/>
                <w:noProof/>
                <w:szCs w:val="18"/>
              </w:rPr>
              <w:t xml:space="preserve">Handlers/processors/private labelers and other non-farm businesses: </w:t>
            </w:r>
            <w:r w:rsidRPr="00504EB1">
              <w:rPr>
                <w:rFonts w:cs="Arial"/>
                <w:iCs/>
                <w:noProof/>
                <w:szCs w:val="18"/>
              </w:rPr>
              <w:t xml:space="preserve">Current or expected cost of certified organic ingredients/products purchased (next 12 months) and service fees charged by certified organic co-processors. This will be subtracted from the amount in line 1 to determine your annual certification fee. </w:t>
            </w:r>
          </w:p>
        </w:tc>
      </w:tr>
      <w:tr w:rsidR="002149C2" w:rsidRPr="00504EB1" w14:paraId="07B23326" w14:textId="77777777" w:rsidTr="00E80784">
        <w:trPr>
          <w:cantSplit/>
          <w:trHeight w:val="360"/>
        </w:trPr>
        <w:tc>
          <w:tcPr>
            <w:tcW w:w="720" w:type="dxa"/>
            <w:gridSpan w:val="2"/>
            <w:vAlign w:val="center"/>
          </w:tcPr>
          <w:p w14:paraId="0570C014"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518573A4"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9AABBE" w14:textId="77777777" w:rsidTr="00E80784">
        <w:trPr>
          <w:cantSplit/>
          <w:trHeight w:val="360"/>
        </w:trPr>
        <w:tc>
          <w:tcPr>
            <w:tcW w:w="10980" w:type="dxa"/>
            <w:gridSpan w:val="3"/>
            <w:vAlign w:val="center"/>
          </w:tcPr>
          <w:p w14:paraId="5A60E0BD"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Retail and Restaurant operations: </w:t>
            </w:r>
            <w:r w:rsidRPr="00504EB1">
              <w:rPr>
                <w:rFonts w:cs="Arial"/>
                <w:noProof/>
                <w:szCs w:val="18"/>
              </w:rPr>
              <w:t>Current or expected number of stores (next 12 months)</w:t>
            </w:r>
            <w:r>
              <w:rPr>
                <w:rFonts w:cs="Arial"/>
                <w:noProof/>
                <w:szCs w:val="18"/>
              </w:rPr>
              <w:t>.</w:t>
            </w:r>
          </w:p>
        </w:tc>
      </w:tr>
      <w:tr w:rsidR="002149C2" w:rsidRPr="00504EB1" w14:paraId="58C49EA7" w14:textId="77777777" w:rsidTr="00E80784">
        <w:trPr>
          <w:cantSplit/>
          <w:trHeight w:val="360"/>
        </w:trPr>
        <w:tc>
          <w:tcPr>
            <w:tcW w:w="720" w:type="dxa"/>
            <w:gridSpan w:val="2"/>
            <w:vAlign w:val="center"/>
          </w:tcPr>
          <w:p w14:paraId="35BB863E"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7619D9C7"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bookmarkEnd w:id="24"/>
      <w:bookmarkEnd w:id="25"/>
    </w:tbl>
    <w:p w14:paraId="291864C8" w14:textId="77777777" w:rsidR="001E065E" w:rsidRDefault="001E065E" w:rsidP="00CC4A2F">
      <w:pPr>
        <w:spacing w:before="60"/>
        <w:ind w:left="-108" w:right="-36"/>
        <w:rPr>
          <w:rFonts w:cs="Arial"/>
          <w:szCs w:val="18"/>
        </w:rPr>
      </w:pPr>
    </w:p>
    <w:bookmarkEnd w:id="14"/>
    <w:tbl>
      <w:tblPr>
        <w:tblW w:w="10980" w:type="dxa"/>
        <w:tblLayout w:type="fixed"/>
        <w:tblLook w:val="01E0" w:firstRow="1" w:lastRow="1" w:firstColumn="1" w:lastColumn="1" w:noHBand="0" w:noVBand="0"/>
      </w:tblPr>
      <w:tblGrid>
        <w:gridCol w:w="1710"/>
        <w:gridCol w:w="6660"/>
        <w:gridCol w:w="720"/>
        <w:gridCol w:w="1890"/>
      </w:tblGrid>
      <w:tr w:rsidR="00DE76DA" w:rsidRPr="0046053E" w14:paraId="3D73801D" w14:textId="77777777" w:rsidTr="004302DA">
        <w:trPr>
          <w:trHeight w:val="360"/>
        </w:trPr>
        <w:tc>
          <w:tcPr>
            <w:tcW w:w="1710" w:type="dxa"/>
            <w:vAlign w:val="center"/>
          </w:tcPr>
          <w:p w14:paraId="347EC2B6" w14:textId="77777777" w:rsidR="00DE76DA" w:rsidRPr="0046053E" w:rsidRDefault="009911CD" w:rsidP="004302DA">
            <w:pPr>
              <w:spacing w:before="60"/>
              <w:ind w:left="-115" w:right="-43"/>
              <w:rPr>
                <w:rFonts w:cs="Arial"/>
                <w:szCs w:val="18"/>
              </w:rPr>
            </w:pPr>
            <w:r w:rsidRPr="00CB09D8">
              <w:rPr>
                <w:rFonts w:cs="Arial"/>
                <w:sz w:val="20"/>
                <w:szCs w:val="20"/>
              </w:rPr>
              <w:br w:type="page"/>
            </w:r>
            <w:r w:rsidR="00DE76DA" w:rsidRPr="00CB09D8">
              <w:rPr>
                <w:rFonts w:cs="Arial"/>
                <w:b/>
                <w:bCs/>
                <w:sz w:val="20"/>
                <w:szCs w:val="22"/>
              </w:rPr>
              <w:t>Operation Name:</w:t>
            </w:r>
          </w:p>
        </w:tc>
        <w:tc>
          <w:tcPr>
            <w:tcW w:w="6660" w:type="dxa"/>
            <w:tcBorders>
              <w:bottom w:val="single" w:sz="4" w:space="0" w:color="auto"/>
            </w:tcBorders>
            <w:vAlign w:val="center"/>
          </w:tcPr>
          <w:p w14:paraId="7E008054"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0" w:type="dxa"/>
            <w:tcBorders>
              <w:left w:val="nil"/>
            </w:tcBorders>
            <w:vAlign w:val="center"/>
          </w:tcPr>
          <w:p w14:paraId="744809E7" w14:textId="77777777" w:rsidR="00DE76DA" w:rsidRPr="00CB09D8" w:rsidRDefault="00DE76DA" w:rsidP="004302DA">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9C5E2A">
      <w:pPr>
        <w:numPr>
          <w:ilvl w:val="0"/>
          <w:numId w:val="44"/>
        </w:numPr>
        <w:spacing w:before="120"/>
        <w:ind w:right="-36"/>
        <w:rPr>
          <w:rFonts w:cs="Arial"/>
          <w:szCs w:val="18"/>
        </w:rPr>
      </w:pPr>
      <w:bookmarkStart w:id="26" w:name="_Hlk491939500"/>
      <w:r>
        <w:rPr>
          <w:rFonts w:cs="Arial"/>
          <w:b/>
          <w:sz w:val="22"/>
          <w:szCs w:val="22"/>
        </w:rPr>
        <w:t>Certification Contract and Agreement</w:t>
      </w:r>
    </w:p>
    <w:p w14:paraId="042970B7" w14:textId="5E437DF6" w:rsidR="00462261" w:rsidRPr="0046053E" w:rsidRDefault="00462261" w:rsidP="27933287">
      <w:pPr>
        <w:shd w:val="clear" w:color="auto" w:fill="FFFFFF" w:themeFill="background1"/>
        <w:ind w:left="360" w:right="-36" w:hanging="360"/>
        <w:rPr>
          <w:rFonts w:cs="Arial"/>
          <w:b/>
          <w:bCs/>
        </w:rPr>
      </w:pPr>
      <w:bookmarkStart w:id="27" w:name="_Hlk19541899"/>
      <w:r w:rsidRPr="27933287">
        <w:rPr>
          <w:rFonts w:cs="Arial"/>
        </w:rPr>
        <w:t>►</w:t>
      </w:r>
      <w:r>
        <w:tab/>
      </w:r>
      <w:r w:rsidRPr="27933287">
        <w:rPr>
          <w:rFonts w:cs="Arial"/>
          <w:b/>
          <w:bCs/>
        </w:rPr>
        <w:t>The following must be signed</w:t>
      </w:r>
      <w:r w:rsidR="00CB0C35" w:rsidRPr="27933287">
        <w:rPr>
          <w:rFonts w:cs="Arial"/>
          <w:b/>
          <w:bCs/>
        </w:rPr>
        <w:t xml:space="preserve"> by a legally authorized representative of an</w:t>
      </w:r>
      <w:r w:rsidR="00095497">
        <w:rPr>
          <w:rFonts w:cs="Arial"/>
          <w:b/>
          <w:bCs/>
        </w:rPr>
        <w:t xml:space="preserve"> </w:t>
      </w:r>
      <w:r w:rsidR="00CB0C35" w:rsidRPr="27933287">
        <w:rPr>
          <w:rFonts w:cs="Arial"/>
          <w:b/>
          <w:bCs/>
        </w:rPr>
        <w:t>operation</w:t>
      </w:r>
      <w:r w:rsidRPr="27933287">
        <w:rPr>
          <w:rFonts w:cs="Arial"/>
          <w:b/>
          <w:bCs/>
        </w:rPr>
        <w:t xml:space="preserve"> </w:t>
      </w:r>
      <w:r w:rsidR="00A57D1E">
        <w:rPr>
          <w:rFonts w:cs="Arial"/>
          <w:b/>
          <w:bCs/>
        </w:rPr>
        <w:t>and</w:t>
      </w:r>
      <w:r w:rsidRPr="27933287">
        <w:rPr>
          <w:rFonts w:cs="Arial"/>
          <w:b/>
          <w:bCs/>
        </w:rPr>
        <w:t xml:space="preserve"> by all applicants for certification by </w:t>
      </w:r>
      <w:r w:rsidR="005529E3" w:rsidRPr="27933287">
        <w:rPr>
          <w:rFonts w:cs="Arial"/>
          <w:b/>
          <w:bCs/>
        </w:rPr>
        <w:t>CCOF</w:t>
      </w:r>
      <w:r w:rsidR="009E35C6" w:rsidRPr="27933287">
        <w:rPr>
          <w:rFonts w:cs="Arial"/>
          <w:b/>
          <w:bCs/>
        </w:rPr>
        <w:t xml:space="preserve"> CS</w:t>
      </w:r>
      <w:r w:rsidR="00927465" w:rsidRPr="27933287">
        <w:rPr>
          <w:rFonts w:cs="Arial"/>
          <w:b/>
          <w:bCs/>
        </w:rPr>
        <w:t xml:space="preserve"> (CCOF)</w:t>
      </w:r>
      <w:r w:rsidR="00CB0C35" w:rsidRPr="27933287">
        <w:rPr>
          <w:rFonts w:cs="Arial"/>
          <w:b/>
          <w:bCs/>
        </w:rPr>
        <w:t>.</w:t>
      </w:r>
      <w:r w:rsidRPr="27933287">
        <w:rPr>
          <w:rFonts w:cs="Arial"/>
          <w:b/>
          <w:bCs/>
        </w:rPr>
        <w:t xml:space="preserve"> </w:t>
      </w:r>
    </w:p>
    <w:p w14:paraId="44D5BC8D" w14:textId="7777777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Pr="00F80ABA">
        <w:rPr>
          <w:rFonts w:cs="Arial"/>
          <w:b/>
          <w:spacing w:val="-1"/>
          <w:szCs w:val="18"/>
        </w:rPr>
        <w:t xml:space="preserve"> CS Certification Manuals and </w:t>
      </w:r>
      <w:r w:rsidR="00733B36" w:rsidRPr="00F80ABA">
        <w:rPr>
          <w:rFonts w:cs="Arial"/>
          <w:b/>
          <w:spacing w:val="-1"/>
          <w:szCs w:val="18"/>
        </w:rPr>
        <w:t xml:space="preserve">further </w:t>
      </w:r>
      <w:r w:rsidRPr="00F80ABA">
        <w:rPr>
          <w:rFonts w:cs="Arial"/>
          <w:b/>
          <w:bCs/>
          <w:szCs w:val="18"/>
        </w:rPr>
        <w:t>agrees to:</w:t>
      </w:r>
    </w:p>
    <w:p w14:paraId="56AF3D2C" w14:textId="6FD9EEE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w:t>
      </w:r>
      <w:r w:rsidR="00B25E56">
        <w:t>and any responsibly connected person</w:t>
      </w:r>
      <w:r w:rsidR="00B25E56" w:rsidRPr="0046053E">
        <w:t xml:space="preserve"> </w:t>
      </w:r>
      <w:r w:rsidRPr="0046053E">
        <w:t>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w:t>
      </w:r>
      <w:r w:rsidR="0013107C" w:rsidRPr="0046053E">
        <w:t xml:space="preserve"> as published on the USDA AMS NOP website</w:t>
      </w:r>
      <w:r w:rsidRPr="0046053E">
        <w:t xml:space="preserve">).  </w:t>
      </w:r>
    </w:p>
    <w:p w14:paraId="1BCA938F"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COR certification: Comply with all </w:t>
      </w:r>
      <w:r w:rsidRPr="0040146B">
        <w:t>Province</w:t>
      </w:r>
      <w:r w:rsidRPr="0046053E">
        <w:t xml:space="preserve"> and applicable organic production and handling regulations as described in rules issued by the Canada Food Inspection Agency</w:t>
      </w:r>
    </w:p>
    <w:p w14:paraId="458B8EDE"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CCOF GMA or International Standard certification: Comply with the requirements set forth in the </w:t>
      </w:r>
      <w:r w:rsidR="005529E3">
        <w:t>CCOF</w:t>
      </w:r>
      <w:r w:rsidRPr="0046053E">
        <w:t xml:space="preserve"> GMA or International Standard Certification Manual, respectively. </w:t>
      </w:r>
    </w:p>
    <w:p w14:paraId="15F4C426" w14:textId="77777777"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For all operations: 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Manuals</w:t>
      </w:r>
      <w:r w:rsidRPr="0046053E">
        <w:t xml:space="preserve"> including but not limited to the following:</w:t>
      </w:r>
    </w:p>
    <w:p w14:paraId="6A15B60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Organic System Plan that will be submitted to </w:t>
      </w:r>
      <w:r w:rsidR="005529E3">
        <w:t>CCOF</w:t>
      </w:r>
      <w:r w:rsidRPr="0046053E">
        <w:t>.</w:t>
      </w:r>
    </w:p>
    <w:p w14:paraId="5DF5FF2A" w14:textId="56168D78"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t>
      </w:r>
      <w:r w:rsidR="00B25E56">
        <w:t>at least once per calendar year</w:t>
      </w:r>
      <w:r w:rsidR="00B25E56" w:rsidRPr="0046053E">
        <w:rPr>
          <w:spacing w:val="-1"/>
        </w:rPr>
        <w:t xml:space="preserve"> </w:t>
      </w:r>
      <w:r w:rsidRPr="0046053E">
        <w:rPr>
          <w:spacing w:val="-1"/>
        </w:rPr>
        <w:t xml:space="preserve">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Maintaining all records applicable to the organic 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notifying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notifying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seal(s) only in accordance with </w:t>
      </w:r>
      <w:r w:rsidR="005529E3">
        <w:t>CCOF</w:t>
      </w:r>
      <w:r w:rsidRPr="0046053E">
        <w:t xml:space="preserve"> standards and ceasing all use of </w:t>
      </w:r>
      <w:r w:rsidR="005529E3">
        <w:t>CCOF</w:t>
      </w:r>
      <w:r w:rsidRPr="0046053E">
        <w:t xml:space="preserve">'s name and 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77777777"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Program Manual.</w:t>
      </w:r>
    </w:p>
    <w:p w14:paraId="042E2B3E" w14:textId="77777777"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organic 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8" w:name="_Hlk491939443"/>
      <w:bookmarkEnd w:id="26"/>
      <w:bookmarkEnd w:id="27"/>
    </w:p>
    <w:p w14:paraId="2F71606E" w14:textId="77777777" w:rsidR="00C1180E" w:rsidRDefault="00C1180E" w:rsidP="00B16B37">
      <w:pPr>
        <w:spacing w:before="60"/>
        <w:ind w:left="-108" w:right="-36"/>
        <w:sectPr w:rsidR="00C1180E" w:rsidSect="004B40A5">
          <w:headerReference w:type="default" r:id="rId24"/>
          <w:footerReference w:type="default" r:id="rId25"/>
          <w:headerReference w:type="first" r:id="rId26"/>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10745E">
      <w:pPr>
        <w:numPr>
          <w:ilvl w:val="0"/>
          <w:numId w:val="44"/>
        </w:numPr>
        <w:spacing w:before="120" w:after="60"/>
        <w:ind w:right="-43"/>
        <w:rPr>
          <w:rFonts w:cs="Arial"/>
          <w:b/>
          <w:sz w:val="22"/>
          <w:szCs w:val="22"/>
        </w:rPr>
      </w:pPr>
      <w:r>
        <w:rPr>
          <w:rFonts w:cs="Arial"/>
          <w:b/>
          <w:sz w:val="22"/>
          <w:szCs w:val="22"/>
        </w:rPr>
        <w:t>Credit Card Payment Information</w:t>
      </w:r>
      <w:bookmarkEnd w:id="28"/>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081290" w:rsidRPr="00081290" w14:paraId="4F1E4107" w14:textId="77777777" w:rsidTr="0011510E">
        <w:trPr>
          <w:cantSplit/>
          <w:trHeight w:val="359"/>
        </w:trPr>
        <w:tc>
          <w:tcPr>
            <w:tcW w:w="7830" w:type="dxa"/>
            <w:gridSpan w:val="4"/>
            <w:tcBorders>
              <w:bottom w:val="single" w:sz="4" w:space="0" w:color="auto"/>
            </w:tcBorders>
            <w:vAlign w:val="center"/>
          </w:tcPr>
          <w:p w14:paraId="4C5132A9" w14:textId="1FA468F9" w:rsidR="00081290" w:rsidRPr="00081290" w:rsidRDefault="00301DC3" w:rsidP="007A336E">
            <w:pPr>
              <w:tabs>
                <w:tab w:val="left" w:pos="3597"/>
                <w:tab w:val="left" w:pos="5037"/>
              </w:tabs>
              <w:spacing w:before="20"/>
              <w:ind w:right="-36"/>
              <w:rPr>
                <w:rFonts w:cs="Arial"/>
                <w:szCs w:val="20"/>
              </w:rPr>
            </w:pPr>
            <w:bookmarkStart w:id="29"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50"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6A005A">
        <w:trPr>
          <w:cantSplit/>
          <w:trHeight w:val="360"/>
        </w:trPr>
        <w:tc>
          <w:tcPr>
            <w:tcW w:w="4770" w:type="dxa"/>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60" w:type="dxa"/>
            <w:gridSpan w:val="3"/>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3F609C" w:rsidRPr="00081290" w14:paraId="46E6C866" w14:textId="77777777" w:rsidTr="00BD5271">
        <w:trPr>
          <w:cantSplit/>
          <w:trHeight w:val="360"/>
        </w:trPr>
        <w:tc>
          <w:tcPr>
            <w:tcW w:w="6300" w:type="dxa"/>
            <w:gridSpan w:val="3"/>
            <w:tcBorders>
              <w:top w:val="single" w:sz="4" w:space="0" w:color="auto"/>
            </w:tcBorders>
            <w:vAlign w:val="center"/>
          </w:tcPr>
          <w:p w14:paraId="234ADA7D" w14:textId="77777777" w:rsidR="003F609C" w:rsidRPr="00081290" w:rsidRDefault="003F609C"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4680" w:type="dxa"/>
            <w:gridSpan w:val="2"/>
            <w:tcBorders>
              <w:top w:val="single" w:sz="4" w:space="0" w:color="auto"/>
            </w:tcBorders>
            <w:vAlign w:val="center"/>
          </w:tcPr>
          <w:p w14:paraId="60C028B6" w14:textId="5ED69E4A" w:rsidR="003F609C" w:rsidRPr="00081290" w:rsidRDefault="003F609C"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BD5271">
        <w:trPr>
          <w:cantSplit/>
          <w:trHeight w:val="360"/>
        </w:trPr>
        <w:tc>
          <w:tcPr>
            <w:tcW w:w="5670" w:type="dxa"/>
            <w:gridSpan w:val="2"/>
            <w:vAlign w:val="center"/>
          </w:tcPr>
          <w:p w14:paraId="74050ADC" w14:textId="770E514F" w:rsidR="001951C8" w:rsidRPr="00081290" w:rsidRDefault="001951C8" w:rsidP="007A336E">
            <w:pPr>
              <w:spacing w:before="20"/>
              <w:ind w:right="-36"/>
              <w:rPr>
                <w:rFonts w:cs="Arial"/>
                <w:szCs w:val="20"/>
              </w:rPr>
            </w:pPr>
            <w:r w:rsidRPr="00923991">
              <w:rPr>
                <w:rFonts w:cs="Arial"/>
                <w:szCs w:val="20"/>
                <w:lang w:val="fr-FR"/>
              </w:rPr>
              <w:t>Expiration Date (mm/yy</w:t>
            </w:r>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10" w:type="dxa"/>
            <w:gridSpan w:val="3"/>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F30F10" w:rsidRPr="00081290" w14:paraId="2512B7F3" w14:textId="77777777" w:rsidTr="001A0A9B">
        <w:trPr>
          <w:cantSplit/>
          <w:trHeight w:val="360"/>
        </w:trPr>
        <w:tc>
          <w:tcPr>
            <w:tcW w:w="10980" w:type="dxa"/>
            <w:gridSpan w:val="5"/>
            <w:vAlign w:val="center"/>
          </w:tcPr>
          <w:p w14:paraId="3284A09F" w14:textId="2B45DBAA" w:rsidR="00F30F10" w:rsidRPr="00081290" w:rsidRDefault="003B6561" w:rsidP="001951C8">
            <w:pPr>
              <w:spacing w:before="20"/>
              <w:ind w:right="-36"/>
              <w:rPr>
                <w:rFonts w:cs="Arial"/>
                <w:szCs w:val="20"/>
              </w:rPr>
            </w:pPr>
            <w:r w:rsidRPr="003B6561">
              <w:rPr>
                <w:rFonts w:cs="Arial"/>
                <w:szCs w:val="20"/>
              </w:rPr>
              <w:t xml:space="preserve">CCOF applies a 3% surcharge to each credit card transaction. </w:t>
            </w:r>
            <w:r w:rsidR="002C1809" w:rsidRPr="002C1809">
              <w:rPr>
                <w:rFonts w:cs="Arial"/>
                <w:szCs w:val="20"/>
              </w:rPr>
              <w:t>No additional surcharge is applied to debit card transactions.</w:t>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29"/>
    <w:p w14:paraId="46878B57" w14:textId="3C75DF6E" w:rsidR="0078490A" w:rsidRPr="008D0E5B" w:rsidRDefault="009C04D1" w:rsidP="0010745E">
      <w:pPr>
        <w:numPr>
          <w:ilvl w:val="0"/>
          <w:numId w:val="44"/>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0B086CF0" w14:textId="54E692A7" w:rsidR="00F77053" w:rsidRDefault="0078490A" w:rsidP="00F77053">
      <w:pPr>
        <w:spacing w:before="60"/>
        <w:ind w:left="360" w:right="-36"/>
        <w:rPr>
          <w:rFonts w:cs="Arial"/>
          <w:szCs w:val="18"/>
        </w:rPr>
      </w:pPr>
      <w:bookmarkStart w:id="30"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e your online directory profile and to help CCOF promote your unique operation.</w:t>
      </w:r>
      <w:bookmarkEnd w:id="30"/>
    </w:p>
    <w:p w14:paraId="4C838FAB" w14:textId="77777777" w:rsidR="00F77053" w:rsidRDefault="00F77053" w:rsidP="00F77053">
      <w:pPr>
        <w:numPr>
          <w:ilvl w:val="0"/>
          <w:numId w:val="28"/>
        </w:numPr>
        <w:spacing w:before="60"/>
        <w:ind w:right="-36"/>
        <w:rPr>
          <w:rFonts w:cs="Arial"/>
          <w:szCs w:val="18"/>
        </w:rPr>
      </w:pPr>
      <w:r>
        <w:rPr>
          <w:rFonts w:cs="Arial"/>
          <w:szCs w:val="18"/>
        </w:rPr>
        <w:t>Online Presence:</w:t>
      </w:r>
    </w:p>
    <w:tbl>
      <w:tblPr>
        <w:tblW w:w="10620" w:type="dxa"/>
        <w:tblInd w:w="360" w:type="dxa"/>
        <w:tblLayout w:type="fixed"/>
        <w:tblCellMar>
          <w:left w:w="115" w:type="dxa"/>
          <w:right w:w="115" w:type="dxa"/>
        </w:tblCellMar>
        <w:tblLook w:val="04A0" w:firstRow="1" w:lastRow="0" w:firstColumn="1" w:lastColumn="0" w:noHBand="0" w:noVBand="1"/>
      </w:tblPr>
      <w:tblGrid>
        <w:gridCol w:w="1260"/>
        <w:gridCol w:w="4050"/>
        <w:gridCol w:w="1260"/>
        <w:gridCol w:w="4050"/>
      </w:tblGrid>
      <w:tr w:rsidR="00F77053" w:rsidRPr="001922CB" w14:paraId="2444E004" w14:textId="77777777" w:rsidTr="00E80784">
        <w:trPr>
          <w:cantSplit/>
          <w:trHeight w:val="360"/>
        </w:trPr>
        <w:tc>
          <w:tcPr>
            <w:tcW w:w="1260" w:type="dxa"/>
            <w:shd w:val="clear" w:color="auto" w:fill="auto"/>
            <w:vAlign w:val="center"/>
          </w:tcPr>
          <w:p w14:paraId="6E2B6730" w14:textId="77777777" w:rsidR="00F77053" w:rsidRPr="001922CB" w:rsidRDefault="00F77053" w:rsidP="00E80784">
            <w:pPr>
              <w:spacing w:before="60" w:line="240" w:lineRule="exact"/>
              <w:ind w:right="-36" w:hanging="120"/>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Facebook:</w:t>
            </w:r>
          </w:p>
        </w:tc>
        <w:tc>
          <w:tcPr>
            <w:tcW w:w="4050" w:type="dxa"/>
            <w:tcBorders>
              <w:bottom w:val="single" w:sz="4" w:space="0" w:color="auto"/>
            </w:tcBorders>
            <w:shd w:val="clear" w:color="auto" w:fill="auto"/>
            <w:vAlign w:val="center"/>
          </w:tcPr>
          <w:p w14:paraId="12229500"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c>
          <w:tcPr>
            <w:tcW w:w="1260" w:type="dxa"/>
          </w:tcPr>
          <w:p w14:paraId="53BADE84"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Linkedin:</w:t>
            </w:r>
          </w:p>
        </w:tc>
        <w:tc>
          <w:tcPr>
            <w:tcW w:w="4050" w:type="dxa"/>
            <w:tcBorders>
              <w:bottom w:val="single" w:sz="4" w:space="0" w:color="auto"/>
            </w:tcBorders>
            <w:vAlign w:val="center"/>
          </w:tcPr>
          <w:p w14:paraId="42F74CAA"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F77053" w:rsidRPr="001922CB" w14:paraId="72C19152" w14:textId="77777777" w:rsidTr="00E80784">
        <w:trPr>
          <w:cantSplit/>
          <w:trHeight w:val="360"/>
        </w:trPr>
        <w:tc>
          <w:tcPr>
            <w:tcW w:w="1260" w:type="dxa"/>
            <w:shd w:val="clear" w:color="auto" w:fill="auto"/>
            <w:vAlign w:val="center"/>
          </w:tcPr>
          <w:p w14:paraId="0152AD28"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Instagram</w:t>
            </w:r>
          </w:p>
        </w:tc>
        <w:tc>
          <w:tcPr>
            <w:tcW w:w="4050" w:type="dxa"/>
            <w:tcBorders>
              <w:top w:val="single" w:sz="4" w:space="0" w:color="auto"/>
              <w:bottom w:val="single" w:sz="4" w:space="0" w:color="auto"/>
            </w:tcBorders>
            <w:shd w:val="clear" w:color="auto" w:fill="auto"/>
            <w:vAlign w:val="center"/>
          </w:tcPr>
          <w:p w14:paraId="5BC997BE"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5FCF476A"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Pinterest:</w:t>
            </w:r>
          </w:p>
        </w:tc>
        <w:tc>
          <w:tcPr>
            <w:tcW w:w="4050" w:type="dxa"/>
            <w:tcBorders>
              <w:top w:val="single" w:sz="4" w:space="0" w:color="auto"/>
              <w:bottom w:val="single" w:sz="4" w:space="0" w:color="auto"/>
            </w:tcBorders>
            <w:vAlign w:val="center"/>
          </w:tcPr>
          <w:p w14:paraId="2DF38853"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0A76F25B" w14:textId="77777777" w:rsidTr="00E80784">
        <w:trPr>
          <w:cantSplit/>
          <w:trHeight w:val="360"/>
        </w:trPr>
        <w:tc>
          <w:tcPr>
            <w:tcW w:w="1260" w:type="dxa"/>
            <w:shd w:val="clear" w:color="auto" w:fill="auto"/>
            <w:vAlign w:val="center"/>
          </w:tcPr>
          <w:p w14:paraId="06F0E756"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Twitter</w:t>
            </w:r>
          </w:p>
        </w:tc>
        <w:tc>
          <w:tcPr>
            <w:tcW w:w="4050" w:type="dxa"/>
            <w:tcBorders>
              <w:top w:val="single" w:sz="4" w:space="0" w:color="auto"/>
              <w:bottom w:val="single" w:sz="4" w:space="0" w:color="auto"/>
            </w:tcBorders>
            <w:shd w:val="clear" w:color="auto" w:fill="auto"/>
            <w:vAlign w:val="center"/>
          </w:tcPr>
          <w:p w14:paraId="62E77B1F"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656B4CE5"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Youtube: </w:t>
            </w:r>
          </w:p>
        </w:tc>
        <w:tc>
          <w:tcPr>
            <w:tcW w:w="4050" w:type="dxa"/>
            <w:tcBorders>
              <w:top w:val="single" w:sz="4" w:space="0" w:color="auto"/>
              <w:bottom w:val="single" w:sz="4" w:space="0" w:color="auto"/>
            </w:tcBorders>
          </w:tcPr>
          <w:p w14:paraId="6071D7F6"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03C3573" w14:textId="77777777" w:rsidR="00F77053" w:rsidRPr="00DF55AA" w:rsidRDefault="00F77053" w:rsidP="00F77053">
      <w:pPr>
        <w:spacing w:before="60"/>
        <w:ind w:right="-36"/>
        <w:rPr>
          <w:rFonts w:cs="Arial"/>
          <w:sz w:val="2"/>
          <w:szCs w:val="18"/>
        </w:rPr>
      </w:pPr>
    </w:p>
    <w:p w14:paraId="70DB2C94" w14:textId="77777777" w:rsidR="00F77053" w:rsidRDefault="00F77053" w:rsidP="00F77053">
      <w:pPr>
        <w:numPr>
          <w:ilvl w:val="0"/>
          <w:numId w:val="28"/>
        </w:numPr>
        <w:spacing w:before="60"/>
        <w:ind w:right="-36"/>
        <w:rPr>
          <w:rFonts w:cs="Arial"/>
          <w:szCs w:val="18"/>
        </w:rPr>
      </w:pPr>
      <w:r>
        <w:rPr>
          <w:rFonts w:cs="Arial"/>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170"/>
        <w:gridCol w:w="180"/>
        <w:gridCol w:w="360"/>
        <w:gridCol w:w="360"/>
        <w:gridCol w:w="90"/>
        <w:gridCol w:w="270"/>
        <w:gridCol w:w="1260"/>
        <w:gridCol w:w="6930"/>
      </w:tblGrid>
      <w:tr w:rsidR="00F77053" w:rsidRPr="001922CB" w14:paraId="78227ACD" w14:textId="77777777" w:rsidTr="004F1858">
        <w:trPr>
          <w:cantSplit/>
          <w:trHeight w:val="346"/>
        </w:trPr>
        <w:tc>
          <w:tcPr>
            <w:tcW w:w="3690" w:type="dxa"/>
            <w:gridSpan w:val="7"/>
            <w:shd w:val="clear" w:color="auto" w:fill="auto"/>
            <w:vAlign w:val="center"/>
          </w:tcPr>
          <w:p w14:paraId="234A25A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Community Supported Agriculture (CSA):</w:t>
            </w:r>
          </w:p>
        </w:tc>
        <w:tc>
          <w:tcPr>
            <w:tcW w:w="6930" w:type="dxa"/>
            <w:tcBorders>
              <w:bottom w:val="single" w:sz="4" w:space="0" w:color="auto"/>
            </w:tcBorders>
            <w:shd w:val="clear" w:color="auto" w:fill="auto"/>
            <w:vAlign w:val="center"/>
          </w:tcPr>
          <w:p w14:paraId="6E922857"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DDF7E44" w14:textId="77777777" w:rsidTr="004F1858">
        <w:trPr>
          <w:cantSplit/>
          <w:trHeight w:val="346"/>
        </w:trPr>
        <w:tc>
          <w:tcPr>
            <w:tcW w:w="2430" w:type="dxa"/>
            <w:gridSpan w:val="6"/>
            <w:shd w:val="clear" w:color="auto" w:fill="auto"/>
            <w:vAlign w:val="center"/>
          </w:tcPr>
          <w:p w14:paraId="5DCE0B93"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Copacking Services (CS):</w:t>
            </w:r>
          </w:p>
        </w:tc>
        <w:tc>
          <w:tcPr>
            <w:tcW w:w="8190" w:type="dxa"/>
            <w:gridSpan w:val="2"/>
            <w:tcBorders>
              <w:bottom w:val="single" w:sz="4" w:space="0" w:color="auto"/>
            </w:tcBorders>
            <w:shd w:val="clear" w:color="auto" w:fill="auto"/>
            <w:vAlign w:val="center"/>
          </w:tcPr>
          <w:p w14:paraId="449EDF0B"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EF4DD6A" w14:textId="77777777" w:rsidTr="004F1858">
        <w:trPr>
          <w:cantSplit/>
          <w:trHeight w:val="346"/>
        </w:trPr>
        <w:tc>
          <w:tcPr>
            <w:tcW w:w="1350" w:type="dxa"/>
            <w:gridSpan w:val="2"/>
            <w:shd w:val="clear" w:color="auto" w:fill="auto"/>
            <w:vAlign w:val="center"/>
          </w:tcPr>
          <w:p w14:paraId="21FBC5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Export (EX):</w:t>
            </w:r>
          </w:p>
        </w:tc>
        <w:tc>
          <w:tcPr>
            <w:tcW w:w="9270" w:type="dxa"/>
            <w:gridSpan w:val="6"/>
            <w:tcBorders>
              <w:bottom w:val="single" w:sz="4" w:space="0" w:color="auto"/>
            </w:tcBorders>
            <w:shd w:val="clear" w:color="auto" w:fill="auto"/>
            <w:vAlign w:val="center"/>
          </w:tcPr>
          <w:p w14:paraId="52CD099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E30E5B8" w14:textId="77777777" w:rsidTr="004F1858">
        <w:trPr>
          <w:cantSplit/>
          <w:trHeight w:val="346"/>
        </w:trPr>
        <w:tc>
          <w:tcPr>
            <w:tcW w:w="2160" w:type="dxa"/>
            <w:gridSpan w:val="5"/>
            <w:shd w:val="clear" w:color="auto" w:fill="auto"/>
            <w:vAlign w:val="center"/>
          </w:tcPr>
          <w:p w14:paraId="32DEE7E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Farmer's Market</w:t>
            </w:r>
            <w:r>
              <w:rPr>
                <w:rFonts w:cs="Arial"/>
                <w:szCs w:val="18"/>
              </w:rPr>
              <w:t xml:space="preserve"> </w:t>
            </w:r>
            <w:r w:rsidRPr="001922CB">
              <w:rPr>
                <w:rFonts w:cs="Arial"/>
                <w:szCs w:val="18"/>
              </w:rPr>
              <w:t>(FM):</w:t>
            </w:r>
          </w:p>
        </w:tc>
        <w:tc>
          <w:tcPr>
            <w:tcW w:w="8460" w:type="dxa"/>
            <w:gridSpan w:val="3"/>
            <w:tcBorders>
              <w:bottom w:val="single" w:sz="4" w:space="0" w:color="auto"/>
            </w:tcBorders>
            <w:shd w:val="clear" w:color="auto" w:fill="auto"/>
            <w:vAlign w:val="center"/>
          </w:tcPr>
          <w:p w14:paraId="2C734BD5"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4428E2B" w14:textId="77777777" w:rsidTr="004F1858">
        <w:trPr>
          <w:cantSplit/>
          <w:trHeight w:val="346"/>
        </w:trPr>
        <w:tc>
          <w:tcPr>
            <w:tcW w:w="1710" w:type="dxa"/>
            <w:gridSpan w:val="3"/>
            <w:shd w:val="clear" w:color="auto" w:fill="auto"/>
            <w:vAlign w:val="center"/>
          </w:tcPr>
          <w:p w14:paraId="14E9BEA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910" w:type="dxa"/>
            <w:gridSpan w:val="5"/>
            <w:tcBorders>
              <w:bottom w:val="single" w:sz="4" w:space="0" w:color="auto"/>
            </w:tcBorders>
            <w:shd w:val="clear" w:color="auto" w:fill="auto"/>
            <w:vAlign w:val="center"/>
          </w:tcPr>
          <w:p w14:paraId="6643DB57"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52472D9" w14:textId="77777777" w:rsidTr="004F1858">
        <w:trPr>
          <w:cantSplit/>
          <w:trHeight w:val="346"/>
        </w:trPr>
        <w:tc>
          <w:tcPr>
            <w:tcW w:w="1710" w:type="dxa"/>
            <w:gridSpan w:val="3"/>
            <w:shd w:val="clear" w:color="auto" w:fill="auto"/>
            <w:vAlign w:val="center"/>
          </w:tcPr>
          <w:p w14:paraId="1854E13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910" w:type="dxa"/>
            <w:gridSpan w:val="5"/>
            <w:tcBorders>
              <w:bottom w:val="single" w:sz="4" w:space="0" w:color="auto"/>
            </w:tcBorders>
            <w:shd w:val="clear" w:color="auto" w:fill="auto"/>
            <w:vAlign w:val="center"/>
          </w:tcPr>
          <w:p w14:paraId="0B519DEE" w14:textId="77777777" w:rsidR="00F77053" w:rsidRPr="001922CB" w:rsidRDefault="00F77053" w:rsidP="00E80784">
            <w:pPr>
              <w:spacing w:before="60" w:line="240" w:lineRule="exact"/>
              <w:ind w:right="-36" w:hanging="115"/>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4848E88" w14:textId="77777777" w:rsidTr="004F1858">
        <w:trPr>
          <w:cantSplit/>
          <w:trHeight w:val="346"/>
        </w:trPr>
        <w:tc>
          <w:tcPr>
            <w:tcW w:w="2070" w:type="dxa"/>
            <w:gridSpan w:val="4"/>
            <w:shd w:val="clear" w:color="auto" w:fill="auto"/>
            <w:vAlign w:val="center"/>
          </w:tcPr>
          <w:p w14:paraId="7256E24B"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Produce Stand (PS):</w:t>
            </w:r>
          </w:p>
        </w:tc>
        <w:tc>
          <w:tcPr>
            <w:tcW w:w="8550" w:type="dxa"/>
            <w:gridSpan w:val="4"/>
            <w:tcBorders>
              <w:bottom w:val="single" w:sz="4" w:space="0" w:color="auto"/>
            </w:tcBorders>
            <w:shd w:val="clear" w:color="auto" w:fill="auto"/>
            <w:vAlign w:val="center"/>
          </w:tcPr>
          <w:p w14:paraId="0A3453EE"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C976E3E" w14:textId="77777777" w:rsidTr="004F1858">
        <w:trPr>
          <w:cantSplit/>
          <w:trHeight w:val="346"/>
        </w:trPr>
        <w:tc>
          <w:tcPr>
            <w:tcW w:w="1170" w:type="dxa"/>
            <w:shd w:val="clear" w:color="auto" w:fill="auto"/>
            <w:vAlign w:val="center"/>
          </w:tcPr>
          <w:p w14:paraId="3C5CAC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50" w:type="dxa"/>
            <w:gridSpan w:val="7"/>
            <w:tcBorders>
              <w:bottom w:val="single" w:sz="4" w:space="0" w:color="auto"/>
            </w:tcBorders>
            <w:shd w:val="clear" w:color="auto" w:fill="auto"/>
            <w:vAlign w:val="center"/>
          </w:tcPr>
          <w:p w14:paraId="4A4B0F5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3D71774" w14:textId="77777777" w:rsidTr="004F1858">
        <w:trPr>
          <w:cantSplit/>
          <w:trHeight w:val="346"/>
        </w:trPr>
        <w:tc>
          <w:tcPr>
            <w:tcW w:w="2160" w:type="dxa"/>
            <w:gridSpan w:val="5"/>
            <w:shd w:val="clear" w:color="auto" w:fill="auto"/>
            <w:vAlign w:val="center"/>
          </w:tcPr>
          <w:p w14:paraId="186D15DF"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Tasting Room/Winery:</w:t>
            </w:r>
          </w:p>
        </w:tc>
        <w:tc>
          <w:tcPr>
            <w:tcW w:w="8460" w:type="dxa"/>
            <w:gridSpan w:val="3"/>
            <w:tcBorders>
              <w:bottom w:val="single" w:sz="4" w:space="0" w:color="auto"/>
            </w:tcBorders>
            <w:shd w:val="clear" w:color="auto" w:fill="auto"/>
            <w:vAlign w:val="center"/>
          </w:tcPr>
          <w:p w14:paraId="2BECBB38"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29F7FAB8" w14:textId="77777777" w:rsidTr="004F1858">
        <w:trPr>
          <w:cantSplit/>
          <w:trHeight w:val="346"/>
        </w:trPr>
        <w:tc>
          <w:tcPr>
            <w:tcW w:w="1350" w:type="dxa"/>
            <w:gridSpan w:val="2"/>
            <w:shd w:val="clear" w:color="auto" w:fill="auto"/>
            <w:vAlign w:val="center"/>
          </w:tcPr>
          <w:p w14:paraId="5DAB9B4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U-Pick (UP):</w:t>
            </w:r>
          </w:p>
        </w:tc>
        <w:tc>
          <w:tcPr>
            <w:tcW w:w="9270" w:type="dxa"/>
            <w:gridSpan w:val="6"/>
            <w:tcBorders>
              <w:bottom w:val="single" w:sz="4" w:space="0" w:color="auto"/>
            </w:tcBorders>
            <w:shd w:val="clear" w:color="auto" w:fill="auto"/>
          </w:tcPr>
          <w:p w14:paraId="1B6FC57D"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075F50C" w14:textId="77777777" w:rsidTr="004F1858">
        <w:trPr>
          <w:cantSplit/>
          <w:trHeight w:val="346"/>
        </w:trPr>
        <w:tc>
          <w:tcPr>
            <w:tcW w:w="1710" w:type="dxa"/>
            <w:gridSpan w:val="3"/>
            <w:shd w:val="clear" w:color="auto" w:fill="auto"/>
            <w:vAlign w:val="center"/>
          </w:tcPr>
          <w:p w14:paraId="295A221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910" w:type="dxa"/>
            <w:gridSpan w:val="5"/>
            <w:tcBorders>
              <w:bottom w:val="single" w:sz="4" w:space="0" w:color="auto"/>
            </w:tcBorders>
            <w:shd w:val="clear" w:color="auto" w:fill="auto"/>
          </w:tcPr>
          <w:p w14:paraId="01D982A7"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8467F91" w14:textId="77777777" w:rsidR="00F77053" w:rsidRDefault="00F77053" w:rsidP="00F77053">
      <w:pPr>
        <w:numPr>
          <w:ilvl w:val="0"/>
          <w:numId w:val="28"/>
        </w:numPr>
        <w:spacing w:before="60"/>
        <w:ind w:right="-36"/>
        <w:rPr>
          <w:rFonts w:cs="Arial"/>
          <w:szCs w:val="18"/>
        </w:rPr>
      </w:pPr>
      <w:r w:rsidRPr="005847CE">
        <w:rPr>
          <w:rFonts w:cs="Arial"/>
          <w:szCs w:val="18"/>
        </w:rPr>
        <w:t>Apprenticeship Options</w:t>
      </w:r>
      <w:r>
        <w:rPr>
          <w:rFonts w:cs="Arial"/>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2250"/>
        <w:gridCol w:w="2430"/>
        <w:gridCol w:w="5940"/>
      </w:tblGrid>
      <w:tr w:rsidR="00F77053" w:rsidRPr="001922CB" w14:paraId="22F698C5" w14:textId="77777777" w:rsidTr="00E80784">
        <w:trPr>
          <w:cantSplit/>
          <w:trHeight w:val="360"/>
        </w:trPr>
        <w:tc>
          <w:tcPr>
            <w:tcW w:w="2250" w:type="dxa"/>
            <w:shd w:val="clear" w:color="auto" w:fill="auto"/>
            <w:vAlign w:val="center"/>
          </w:tcPr>
          <w:p w14:paraId="63989C9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70" w:type="dxa"/>
            <w:gridSpan w:val="2"/>
            <w:tcBorders>
              <w:bottom w:val="single" w:sz="4" w:space="0" w:color="auto"/>
            </w:tcBorders>
            <w:shd w:val="clear" w:color="auto" w:fill="auto"/>
            <w:vAlign w:val="center"/>
          </w:tcPr>
          <w:p w14:paraId="70BD230D"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4D5FCA94" w14:textId="77777777" w:rsidTr="00E80784">
        <w:trPr>
          <w:cantSplit/>
          <w:trHeight w:val="360"/>
        </w:trPr>
        <w:tc>
          <w:tcPr>
            <w:tcW w:w="4680" w:type="dxa"/>
            <w:gridSpan w:val="2"/>
            <w:shd w:val="clear" w:color="auto" w:fill="auto"/>
            <w:vAlign w:val="center"/>
          </w:tcPr>
          <w:p w14:paraId="694F7888" w14:textId="77777777" w:rsidR="00F77053" w:rsidRPr="001922CB" w:rsidRDefault="00F77053" w:rsidP="00E80784">
            <w:pPr>
              <w:spacing w:before="60" w:line="240" w:lineRule="exact"/>
              <w:ind w:right="-36" w:hanging="115"/>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Board</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Internships</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Wage</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Other:</w:t>
            </w:r>
          </w:p>
        </w:tc>
        <w:tc>
          <w:tcPr>
            <w:tcW w:w="5940" w:type="dxa"/>
            <w:tcBorders>
              <w:bottom w:val="single" w:sz="4" w:space="0" w:color="auto"/>
            </w:tcBorders>
            <w:shd w:val="clear" w:color="auto" w:fill="auto"/>
            <w:vAlign w:val="center"/>
          </w:tcPr>
          <w:p w14:paraId="28CFF7BD"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6EEB5D17" w14:textId="77777777" w:rsidR="00F77053" w:rsidRDefault="00F77053" w:rsidP="00F77053">
      <w:pPr>
        <w:numPr>
          <w:ilvl w:val="0"/>
          <w:numId w:val="28"/>
        </w:numPr>
        <w:spacing w:before="60"/>
        <w:ind w:right="-36"/>
        <w:rPr>
          <w:rFonts w:cs="Arial"/>
          <w:szCs w:val="18"/>
        </w:rPr>
      </w:pPr>
      <w:r>
        <w:rPr>
          <w:rFonts w:cs="Arial"/>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F77053" w:rsidRPr="001922CB" w14:paraId="1B57D2E9" w14:textId="77777777" w:rsidTr="00F77053">
        <w:trPr>
          <w:trHeight w:val="518"/>
        </w:trPr>
        <w:tc>
          <w:tcPr>
            <w:tcW w:w="10620" w:type="dxa"/>
            <w:tcBorders>
              <w:top w:val="nil"/>
              <w:left w:val="nil"/>
              <w:bottom w:val="single" w:sz="4" w:space="0" w:color="auto"/>
              <w:right w:val="nil"/>
            </w:tcBorders>
            <w:shd w:val="clear" w:color="auto" w:fill="auto"/>
            <w:vAlign w:val="center"/>
          </w:tcPr>
          <w:p w14:paraId="565F2694" w14:textId="77777777" w:rsidR="00F77053" w:rsidRPr="001922CB" w:rsidRDefault="00F77053" w:rsidP="00E80784">
            <w:pPr>
              <w:spacing w:before="60" w:line="240" w:lineRule="exact"/>
              <w:ind w:left="-120"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342F1A4" w14:textId="20D27231" w:rsidR="00F77053" w:rsidRPr="00D44278" w:rsidRDefault="00F77053" w:rsidP="00D44278">
      <w:pPr>
        <w:pStyle w:val="ListParagraph"/>
        <w:numPr>
          <w:ilvl w:val="0"/>
          <w:numId w:val="44"/>
        </w:numPr>
        <w:spacing w:before="120"/>
        <w:ind w:right="-43"/>
        <w:rPr>
          <w:rFonts w:cs="Arial"/>
          <w:b/>
          <w:bCs/>
          <w:sz w:val="22"/>
          <w:szCs w:val="22"/>
        </w:rPr>
      </w:pPr>
      <w:r w:rsidRPr="00D44278">
        <w:rPr>
          <w:rFonts w:cs="Arial"/>
          <w:b/>
          <w:bCs/>
          <w:sz w:val="22"/>
          <w:szCs w:val="22"/>
        </w:rPr>
        <w:t>Additional Service Opportunities (optional)</w:t>
      </w:r>
    </w:p>
    <w:p w14:paraId="0A3CCE83" w14:textId="77777777" w:rsidR="00F77053" w:rsidRPr="006304E8" w:rsidRDefault="00F77053" w:rsidP="00F77053">
      <w:pPr>
        <w:spacing w:before="60"/>
        <w:ind w:left="360" w:right="-36"/>
        <w:rPr>
          <w:rFonts w:cs="Arial"/>
          <w:szCs w:val="18"/>
        </w:rPr>
      </w:pPr>
      <w:r w:rsidRPr="006304E8">
        <w:rPr>
          <w:rFonts w:cs="Arial"/>
          <w:szCs w:val="18"/>
        </w:rPr>
        <w:t xml:space="preserve">Check any additional services you may be interested in and a CCOF representative or partner organization will contact you. </w:t>
      </w:r>
    </w:p>
    <w:p w14:paraId="643CC5F4" w14:textId="77D522B5" w:rsidR="00F77053" w:rsidRPr="006304E8" w:rsidRDefault="00F77053" w:rsidP="00617664">
      <w:pPr>
        <w:spacing w:before="60"/>
        <w:ind w:left="360"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w:t>
      </w:r>
      <w:proofErr w:type="gramStart"/>
      <w:r w:rsidRPr="006304E8">
        <w:rPr>
          <w:rFonts w:cs="Arial"/>
          <w:szCs w:val="18"/>
        </w:rPr>
        <w:t>GLOBALG.A.P</w:t>
      </w:r>
      <w:proofErr w:type="gramEnd"/>
      <w:r w:rsidRPr="006304E8">
        <w:rPr>
          <w:rFonts w:cs="Arial"/>
          <w:szCs w:val="18"/>
        </w:rPr>
        <w:t xml:space="preserve">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PrimusGFS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Regenerative Organic Certified (ROC)</w:t>
      </w:r>
      <w:r w:rsidR="00617664">
        <w:rPr>
          <w:rFonts w:cs="Arial"/>
          <w:szCs w:val="18"/>
        </w:rPr>
        <w:t xml:space="preserve">    </w:t>
      </w:r>
      <w:r w:rsidR="00617664" w:rsidRPr="006304E8">
        <w:rPr>
          <w:rFonts w:cs="Arial"/>
          <w:szCs w:val="18"/>
        </w:rPr>
        <w:fldChar w:fldCharType="begin">
          <w:ffData>
            <w:name w:val="Check16"/>
            <w:enabled/>
            <w:calcOnExit w:val="0"/>
            <w:checkBox>
              <w:sizeAuto/>
              <w:default w:val="0"/>
            </w:checkBox>
          </w:ffData>
        </w:fldChar>
      </w:r>
      <w:r w:rsidR="00617664" w:rsidRPr="006304E8">
        <w:rPr>
          <w:rFonts w:cs="Arial"/>
          <w:szCs w:val="18"/>
        </w:rPr>
        <w:instrText xml:space="preserve"> FORMCHECKBOX </w:instrText>
      </w:r>
      <w:r w:rsidR="00617664" w:rsidRPr="006304E8">
        <w:rPr>
          <w:rFonts w:cs="Arial"/>
          <w:szCs w:val="18"/>
        </w:rPr>
      </w:r>
      <w:r w:rsidR="00617664" w:rsidRPr="006304E8">
        <w:rPr>
          <w:rFonts w:cs="Arial"/>
          <w:szCs w:val="18"/>
        </w:rPr>
        <w:fldChar w:fldCharType="separate"/>
      </w:r>
      <w:r w:rsidR="00617664" w:rsidRPr="006304E8">
        <w:rPr>
          <w:rFonts w:cs="Arial"/>
          <w:szCs w:val="18"/>
        </w:rPr>
        <w:fldChar w:fldCharType="end"/>
      </w:r>
      <w:r w:rsidR="00617664" w:rsidRPr="006304E8">
        <w:rPr>
          <w:rFonts w:cs="Arial"/>
          <w:szCs w:val="18"/>
        </w:rPr>
        <w:t xml:space="preserve"> OPT Grass-Fed Program</w:t>
      </w:r>
    </w:p>
    <w:tbl>
      <w:tblPr>
        <w:tblW w:w="0" w:type="auto"/>
        <w:tblInd w:w="360" w:type="dxa"/>
        <w:tblLook w:val="04A0" w:firstRow="1" w:lastRow="0" w:firstColumn="1" w:lastColumn="0" w:noHBand="0" w:noVBand="1"/>
      </w:tblPr>
      <w:tblGrid>
        <w:gridCol w:w="5220"/>
        <w:gridCol w:w="5364"/>
      </w:tblGrid>
      <w:tr w:rsidR="00F77053" w:rsidRPr="006304E8" w14:paraId="455B36E4" w14:textId="77777777" w:rsidTr="00617664">
        <w:trPr>
          <w:cantSplit/>
          <w:trHeight w:val="360"/>
        </w:trPr>
        <w:tc>
          <w:tcPr>
            <w:tcW w:w="5220" w:type="dxa"/>
            <w:shd w:val="clear" w:color="auto" w:fill="auto"/>
            <w:vAlign w:val="center"/>
          </w:tcPr>
          <w:p w14:paraId="0A8320DF" w14:textId="4DCB4F2D" w:rsidR="00F77053" w:rsidRPr="006304E8" w:rsidRDefault="00617664" w:rsidP="00E80784">
            <w:pPr>
              <w:spacing w:before="60" w:line="240" w:lineRule="exact"/>
              <w:ind w:left="-106"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OCal Cannabis Certification (CA operations </w:t>
            </w:r>
            <w:proofErr w:type="gramStart"/>
            <w:r w:rsidRPr="006304E8">
              <w:rPr>
                <w:rFonts w:cs="Arial"/>
                <w:szCs w:val="18"/>
              </w:rPr>
              <w:t xml:space="preserve">only)   </w:t>
            </w:r>
            <w:proofErr w:type="gramEnd"/>
            <w:r w:rsidRPr="006304E8">
              <w:rPr>
                <w:rFonts w:cs="Arial"/>
                <w:szCs w:val="18"/>
              </w:rPr>
              <w:t xml:space="preserve"> </w:t>
            </w:r>
            <w:r w:rsidR="00F77053" w:rsidRPr="006304E8">
              <w:rPr>
                <w:rFonts w:cs="Arial"/>
                <w:szCs w:val="18"/>
              </w:rPr>
              <w:fldChar w:fldCharType="begin">
                <w:ffData>
                  <w:name w:val="Check16"/>
                  <w:enabled/>
                  <w:calcOnExit w:val="0"/>
                  <w:checkBox>
                    <w:sizeAuto/>
                    <w:default w:val="0"/>
                  </w:checkBox>
                </w:ffData>
              </w:fldChar>
            </w:r>
            <w:r w:rsidR="00F77053" w:rsidRPr="006304E8">
              <w:rPr>
                <w:rFonts w:cs="Arial"/>
                <w:szCs w:val="18"/>
              </w:rPr>
              <w:instrText xml:space="preserve"> FORMCHECKBOX </w:instrText>
            </w:r>
            <w:r w:rsidR="00F77053" w:rsidRPr="006304E8">
              <w:rPr>
                <w:rFonts w:cs="Arial"/>
                <w:szCs w:val="18"/>
              </w:rPr>
            </w:r>
            <w:r w:rsidR="00F77053" w:rsidRPr="006304E8">
              <w:rPr>
                <w:rFonts w:cs="Arial"/>
                <w:szCs w:val="18"/>
              </w:rPr>
              <w:fldChar w:fldCharType="separate"/>
            </w:r>
            <w:r w:rsidR="00F77053" w:rsidRPr="006304E8">
              <w:rPr>
                <w:rFonts w:cs="Arial"/>
                <w:szCs w:val="18"/>
              </w:rPr>
              <w:fldChar w:fldCharType="end"/>
            </w:r>
            <w:r w:rsidR="00F77053" w:rsidRPr="006304E8">
              <w:rPr>
                <w:rFonts w:cs="Arial"/>
                <w:szCs w:val="18"/>
              </w:rPr>
              <w:t xml:space="preserve"> Other:</w:t>
            </w:r>
          </w:p>
        </w:tc>
        <w:tc>
          <w:tcPr>
            <w:tcW w:w="5364" w:type="dxa"/>
            <w:tcBorders>
              <w:bottom w:val="single" w:sz="4" w:space="0" w:color="auto"/>
            </w:tcBorders>
            <w:shd w:val="clear" w:color="auto" w:fill="auto"/>
            <w:vAlign w:val="center"/>
          </w:tcPr>
          <w:p w14:paraId="6390CED2" w14:textId="77777777" w:rsidR="00F77053" w:rsidRPr="006304E8" w:rsidRDefault="00F77053" w:rsidP="00E80784">
            <w:pPr>
              <w:spacing w:before="60" w:line="240" w:lineRule="exact"/>
              <w:ind w:left="-115" w:right="-36"/>
              <w:rPr>
                <w:rFonts w:cs="Arial"/>
                <w:szCs w:val="18"/>
              </w:rPr>
            </w:pPr>
            <w:r w:rsidRPr="006304E8">
              <w:rPr>
                <w:rFonts w:cs="Arial"/>
                <w:b/>
                <w:color w:val="0070C0"/>
                <w:szCs w:val="18"/>
              </w:rPr>
              <w:fldChar w:fldCharType="begin">
                <w:ffData>
                  <w:name w:val="Text36"/>
                  <w:enabled/>
                  <w:calcOnExit w:val="0"/>
                  <w:textInput/>
                </w:ffData>
              </w:fldChar>
            </w:r>
            <w:r w:rsidRPr="006304E8">
              <w:rPr>
                <w:rFonts w:cs="Arial"/>
                <w:b/>
                <w:color w:val="0070C0"/>
                <w:szCs w:val="18"/>
              </w:rPr>
              <w:instrText xml:space="preserve"> FORMTEXT </w:instrText>
            </w:r>
            <w:r w:rsidRPr="006304E8">
              <w:rPr>
                <w:rFonts w:cs="Arial"/>
                <w:b/>
                <w:color w:val="0070C0"/>
                <w:szCs w:val="18"/>
              </w:rPr>
            </w:r>
            <w:r w:rsidRPr="006304E8">
              <w:rPr>
                <w:rFonts w:cs="Arial"/>
                <w:b/>
                <w:color w:val="0070C0"/>
                <w:szCs w:val="18"/>
              </w:rPr>
              <w:fldChar w:fldCharType="separate"/>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color w:val="0070C0"/>
                <w:szCs w:val="18"/>
              </w:rPr>
              <w:fldChar w:fldCharType="end"/>
            </w:r>
          </w:p>
        </w:tc>
      </w:tr>
    </w:tbl>
    <w:p w14:paraId="5755922F" w14:textId="77777777" w:rsidR="00F77053" w:rsidRPr="003912CD" w:rsidRDefault="00F77053" w:rsidP="00F77053">
      <w:pPr>
        <w:rPr>
          <w:rFonts w:cs="Arial"/>
          <w:sz w:val="2"/>
          <w:szCs w:val="6"/>
        </w:rPr>
      </w:pPr>
    </w:p>
    <w:p w14:paraId="69B89A98" w14:textId="77777777" w:rsidR="00F77053" w:rsidRPr="00F77053" w:rsidRDefault="00F77053" w:rsidP="00F77053">
      <w:pPr>
        <w:ind w:left="360" w:right="-36"/>
        <w:rPr>
          <w:rFonts w:cs="Arial"/>
          <w:sz w:val="2"/>
          <w:szCs w:val="2"/>
        </w:rPr>
      </w:pPr>
    </w:p>
    <w:sectPr w:rsidR="00F77053" w:rsidRPr="00F77053" w:rsidSect="004B40A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12C4E" w14:textId="77777777" w:rsidR="00B41903" w:rsidRDefault="00B41903">
      <w:r>
        <w:separator/>
      </w:r>
    </w:p>
  </w:endnote>
  <w:endnote w:type="continuationSeparator" w:id="0">
    <w:p w14:paraId="3FD8A8CF" w14:textId="77777777" w:rsidR="00B41903" w:rsidRDefault="00B41903">
      <w:r>
        <w:continuationSeparator/>
      </w:r>
    </w:p>
  </w:endnote>
  <w:endnote w:type="continuationNotice" w:id="1">
    <w:p w14:paraId="6C5E63BB" w14:textId="77777777" w:rsidR="00B41903" w:rsidRDefault="00B41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EE01E" w14:textId="0A2C7C72"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51FA87DE">
          <wp:simplePos x="0" y="0"/>
          <wp:positionH relativeFrom="page">
            <wp:posOffset>-19050</wp:posOffset>
          </wp:positionH>
          <wp:positionV relativeFrom="page">
            <wp:posOffset>9604087</wp:posOffset>
          </wp:positionV>
          <wp:extent cx="7810500" cy="456188"/>
          <wp:effectExtent l="0" t="0" r="0" b="1270"/>
          <wp:wrapNone/>
          <wp:docPr id="1578789150" name="Picture 1578789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789150" name="Picture 15787891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55229" cy="458800"/>
                  </a:xfrm>
                  <a:prstGeom prst="rect">
                    <a:avLst/>
                  </a:prstGeom>
                  <a:noFill/>
                </pic:spPr>
              </pic:pic>
            </a:graphicData>
          </a:graphic>
          <wp14:sizeRelH relativeFrom="page">
            <wp14:pctWidth>0</wp14:pctWidth>
          </wp14:sizeRelH>
          <wp14:sizeRelV relativeFrom="page">
            <wp14:pctHeight>0</wp14:pctHeight>
          </wp14:sizeRelV>
        </wp:anchor>
      </w:drawing>
    </w:r>
    <w:r w:rsidR="0002481C">
      <w:rPr>
        <w:rFonts w:cs="Arial"/>
        <w:i/>
        <w:sz w:val="16"/>
        <w:szCs w:val="16"/>
      </w:rPr>
      <w:t xml:space="preserve">NOPB06, </w:t>
    </w:r>
    <w:r w:rsidR="007D30B7">
      <w:rPr>
        <w:rFonts w:cs="Arial"/>
        <w:i/>
        <w:sz w:val="16"/>
        <w:szCs w:val="16"/>
      </w:rPr>
      <w:t>V</w:t>
    </w:r>
    <w:r w:rsidR="00B6796C">
      <w:rPr>
        <w:rFonts w:cs="Arial"/>
        <w:i/>
        <w:sz w:val="16"/>
        <w:szCs w:val="16"/>
      </w:rPr>
      <w:t>2,</w:t>
    </w:r>
    <w:r w:rsidR="00D85A27">
      <w:rPr>
        <w:rFonts w:cs="Arial"/>
        <w:i/>
        <w:sz w:val="16"/>
        <w:szCs w:val="16"/>
      </w:rPr>
      <w:t xml:space="preserve"> R</w:t>
    </w:r>
    <w:r w:rsidR="00423A79">
      <w:rPr>
        <w:rFonts w:cs="Arial"/>
        <w:i/>
        <w:sz w:val="16"/>
        <w:szCs w:val="16"/>
      </w:rPr>
      <w:t>3, 09/30/2024</w:t>
    </w:r>
    <w:r w:rsidR="0002481C" w:rsidRPr="005C234F">
      <w:rPr>
        <w:rFonts w:cs="Arial"/>
        <w:i/>
        <w:sz w:val="16"/>
        <w:szCs w:val="16"/>
      </w:rPr>
      <w:tab/>
      <w:t xml:space="preserve">Page </w:t>
    </w:r>
    <w:r w:rsidR="0002481C" w:rsidRPr="005C234F">
      <w:rPr>
        <w:rFonts w:cs="Arial"/>
        <w:b/>
        <w:i/>
        <w:sz w:val="16"/>
        <w:szCs w:val="16"/>
      </w:rPr>
      <w:fldChar w:fldCharType="begin"/>
    </w:r>
    <w:r w:rsidR="0002481C" w:rsidRPr="005C234F">
      <w:rPr>
        <w:rFonts w:cs="Arial"/>
        <w:b/>
        <w:i/>
        <w:sz w:val="16"/>
        <w:szCs w:val="16"/>
      </w:rPr>
      <w:instrText xml:space="preserve"> PAGE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r w:rsidR="0002481C" w:rsidRPr="005C234F">
      <w:rPr>
        <w:rFonts w:cs="Arial"/>
        <w:i/>
        <w:sz w:val="16"/>
        <w:szCs w:val="16"/>
      </w:rPr>
      <w:t xml:space="preserve"> of </w:t>
    </w:r>
    <w:r w:rsidR="0002481C" w:rsidRPr="005C234F">
      <w:rPr>
        <w:rFonts w:cs="Arial"/>
        <w:b/>
        <w:i/>
        <w:sz w:val="16"/>
        <w:szCs w:val="16"/>
      </w:rPr>
      <w:fldChar w:fldCharType="begin"/>
    </w:r>
    <w:r w:rsidR="0002481C" w:rsidRPr="005C234F">
      <w:rPr>
        <w:rFonts w:cs="Arial"/>
        <w:b/>
        <w:i/>
        <w:sz w:val="16"/>
        <w:szCs w:val="16"/>
      </w:rPr>
      <w:instrText xml:space="preserve"> NUMPAGES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EAF92" w14:textId="77777777" w:rsidR="00B41903" w:rsidRDefault="00B41903">
      <w:r>
        <w:separator/>
      </w:r>
    </w:p>
  </w:footnote>
  <w:footnote w:type="continuationSeparator" w:id="0">
    <w:p w14:paraId="76A6BC75" w14:textId="77777777" w:rsidR="00B41903" w:rsidRDefault="00B41903">
      <w:r>
        <w:continuationSeparator/>
      </w:r>
    </w:p>
  </w:footnote>
  <w:footnote w:type="continuationNotice" w:id="1">
    <w:p w14:paraId="036A0954" w14:textId="77777777" w:rsidR="00B41903" w:rsidRDefault="00B41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39A0" w14:textId="635854BA" w:rsidR="0002481C" w:rsidRPr="00835FAD" w:rsidRDefault="001F14C6" w:rsidP="0099676F">
    <w:pPr>
      <w:spacing w:before="400"/>
      <w:ind w:left="180" w:right="0"/>
      <w:jc w:val="center"/>
      <w:rPr>
        <w:sz w:val="24"/>
        <w:szCs w:val="22"/>
      </w:rPr>
    </w:pPr>
    <w:r>
      <w:rPr>
        <w:noProof/>
        <w:sz w:val="24"/>
        <w:szCs w:val="22"/>
      </w:rPr>
      <w:drawing>
        <wp:anchor distT="0" distB="0" distL="114300" distR="114300" simplePos="0" relativeHeight="251658241" behindDoc="0" locked="0" layoutInCell="1" allowOverlap="1" wp14:anchorId="42B614DD" wp14:editId="17B9B408">
          <wp:simplePos x="0" y="0"/>
          <wp:positionH relativeFrom="column">
            <wp:posOffset>-116205</wp:posOffset>
          </wp:positionH>
          <wp:positionV relativeFrom="paragraph">
            <wp:posOffset>28770</wp:posOffset>
          </wp:positionV>
          <wp:extent cx="591820" cy="712470"/>
          <wp:effectExtent l="0" t="0" r="0" b="0"/>
          <wp:wrapNone/>
          <wp:docPr id="1649253991" name="Picture 164925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76F">
      <w:rPr>
        <w:rFonts w:ascii="Garamond" w:hAnsi="Garamond" w:cs="Arial"/>
        <w:b/>
        <w:color w:val="000000"/>
        <w:sz w:val="44"/>
        <w:szCs w:val="44"/>
        <w:u w:val="single"/>
      </w:rPr>
      <w:t>CCOF CERTIFICATION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1"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0C51543"/>
    <w:multiLevelType w:val="hybridMultilevel"/>
    <w:tmpl w:val="B68E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5"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C800D5B"/>
    <w:multiLevelType w:val="hybridMultilevel"/>
    <w:tmpl w:val="3B1C0A7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FE96303"/>
    <w:multiLevelType w:val="hybridMultilevel"/>
    <w:tmpl w:val="4D7AA4F0"/>
    <w:lvl w:ilvl="0" w:tplc="006EF7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C7A38"/>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EE0670"/>
    <w:multiLevelType w:val="multilevel"/>
    <w:tmpl w:val="F8EE6264"/>
    <w:lvl w:ilvl="0">
      <w:start w:val="1"/>
      <w:numFmt w:val="decimal"/>
      <w:lvlText w:val="%1)"/>
      <w:lvlJc w:val="left"/>
      <w:pPr>
        <w:ind w:left="360" w:hanging="360"/>
      </w:pPr>
      <w:rPr>
        <w:i w:val="0"/>
        <w:iCs w:val="0"/>
      </w:rPr>
    </w:lvl>
    <w:lvl w:ilvl="1">
      <w:start w:val="1"/>
      <w:numFmt w:val="lowerLetter"/>
      <w:lvlText w:val="%2)"/>
      <w:lvlJc w:val="left"/>
      <w:pPr>
        <w:ind w:left="720" w:hanging="360"/>
      </w:pPr>
      <w:rPr>
        <w:b w:val="0"/>
        <w:bCs/>
        <w:color w:val="000000" w:themeColor="text1"/>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33448E"/>
    <w:multiLevelType w:val="hybridMultilevel"/>
    <w:tmpl w:val="7BE2EE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47A04F8"/>
    <w:multiLevelType w:val="hybridMultilevel"/>
    <w:tmpl w:val="C59EF0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AE2479"/>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C44E38"/>
    <w:multiLevelType w:val="hybridMultilevel"/>
    <w:tmpl w:val="9A0668FE"/>
    <w:lvl w:ilvl="0" w:tplc="642E972A">
      <w:start w:val="1"/>
      <w:numFmt w:val="decimal"/>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954A33"/>
    <w:multiLevelType w:val="hybridMultilevel"/>
    <w:tmpl w:val="88547008"/>
    <w:lvl w:ilvl="0" w:tplc="5D12E5F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6AA62D7"/>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80076A"/>
    <w:multiLevelType w:val="hybridMultilevel"/>
    <w:tmpl w:val="66A2E92E"/>
    <w:lvl w:ilvl="0" w:tplc="2818933A">
      <w:start w:val="1"/>
      <w:numFmt w:val="decimal"/>
      <w:lvlText w:val="%1)"/>
      <w:lvlJc w:val="left"/>
      <w:pPr>
        <w:ind w:left="245" w:hanging="360"/>
      </w:pPr>
      <w:rPr>
        <w:rFonts w:hint="default"/>
        <w:b w:val="0"/>
        <w:bCs/>
        <w:color w:val="auto"/>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FB53777"/>
    <w:multiLevelType w:val="hybridMultilevel"/>
    <w:tmpl w:val="7344846E"/>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100C2C"/>
    <w:multiLevelType w:val="hybridMultilevel"/>
    <w:tmpl w:val="2F041930"/>
    <w:lvl w:ilvl="0" w:tplc="98A21298">
      <w:start w:val="1"/>
      <w:numFmt w:val="decimal"/>
      <w:lvlText w:val="%1)"/>
      <w:lvlJc w:val="left"/>
      <w:pPr>
        <w:tabs>
          <w:tab w:val="num" w:pos="720"/>
        </w:tabs>
        <w:ind w:left="720" w:hanging="360"/>
      </w:pPr>
      <w:rPr>
        <w:rFonts w:hint="default"/>
        <w:b w:val="0"/>
        <w:i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65B5238"/>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7EE34C9"/>
    <w:multiLevelType w:val="hybridMultilevel"/>
    <w:tmpl w:val="2A185CB4"/>
    <w:lvl w:ilvl="0" w:tplc="04090011">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8CE4A6C"/>
    <w:multiLevelType w:val="hybridMultilevel"/>
    <w:tmpl w:val="5FBE67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8" w15:restartNumberingAfterBreak="0">
    <w:nsid w:val="518F10F3"/>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EA6B36"/>
    <w:multiLevelType w:val="hybridMultilevel"/>
    <w:tmpl w:val="E500B2E0"/>
    <w:lvl w:ilvl="0" w:tplc="AE9E61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0822C53"/>
    <w:multiLevelType w:val="hybridMultilevel"/>
    <w:tmpl w:val="5B9829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96C1C48"/>
    <w:multiLevelType w:val="hybridMultilevel"/>
    <w:tmpl w:val="911EBBA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9D1464B"/>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CF497C"/>
    <w:multiLevelType w:val="hybridMultilevel"/>
    <w:tmpl w:val="B0E02B36"/>
    <w:lvl w:ilvl="0" w:tplc="F9E45630">
      <w:start w:val="6"/>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D2540EA"/>
    <w:multiLevelType w:val="hybridMultilevel"/>
    <w:tmpl w:val="D6180BFC"/>
    <w:lvl w:ilvl="0" w:tplc="DF00B622">
      <w:start w:val="7"/>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63185231">
    <w:abstractNumId w:val="9"/>
  </w:num>
  <w:num w:numId="2" w16cid:durableId="1781678423">
    <w:abstractNumId w:val="7"/>
  </w:num>
  <w:num w:numId="3" w16cid:durableId="55474994">
    <w:abstractNumId w:val="6"/>
  </w:num>
  <w:num w:numId="4" w16cid:durableId="158154082">
    <w:abstractNumId w:val="5"/>
  </w:num>
  <w:num w:numId="5" w16cid:durableId="2122646021">
    <w:abstractNumId w:val="4"/>
  </w:num>
  <w:num w:numId="6" w16cid:durableId="1615671815">
    <w:abstractNumId w:val="8"/>
  </w:num>
  <w:num w:numId="7" w16cid:durableId="1398552133">
    <w:abstractNumId w:val="3"/>
  </w:num>
  <w:num w:numId="8" w16cid:durableId="538250472">
    <w:abstractNumId w:val="2"/>
  </w:num>
  <w:num w:numId="9" w16cid:durableId="82075138">
    <w:abstractNumId w:val="1"/>
  </w:num>
  <w:num w:numId="10" w16cid:durableId="838428253">
    <w:abstractNumId w:val="0"/>
  </w:num>
  <w:num w:numId="11" w16cid:durableId="348457474">
    <w:abstractNumId w:val="11"/>
  </w:num>
  <w:num w:numId="12" w16cid:durableId="1279990220">
    <w:abstractNumId w:val="10"/>
  </w:num>
  <w:num w:numId="13" w16cid:durableId="1270429655">
    <w:abstractNumId w:val="12"/>
  </w:num>
  <w:num w:numId="14" w16cid:durableId="1596286256">
    <w:abstractNumId w:val="14"/>
  </w:num>
  <w:num w:numId="15" w16cid:durableId="1892418000">
    <w:abstractNumId w:val="32"/>
  </w:num>
  <w:num w:numId="16" w16cid:durableId="1792286202">
    <w:abstractNumId w:val="29"/>
  </w:num>
  <w:num w:numId="17" w16cid:durableId="1850295234">
    <w:abstractNumId w:val="43"/>
  </w:num>
  <w:num w:numId="18" w16cid:durableId="2121340590">
    <w:abstractNumId w:val="37"/>
  </w:num>
  <w:num w:numId="19" w16cid:durableId="610209950">
    <w:abstractNumId w:val="33"/>
  </w:num>
  <w:num w:numId="20" w16cid:durableId="456072308">
    <w:abstractNumId w:val="16"/>
  </w:num>
  <w:num w:numId="21" w16cid:durableId="141891139">
    <w:abstractNumId w:val="22"/>
  </w:num>
  <w:num w:numId="22" w16cid:durableId="1036660624">
    <w:abstractNumId w:val="31"/>
  </w:num>
  <w:num w:numId="23" w16cid:durableId="1457874279">
    <w:abstractNumId w:val="17"/>
  </w:num>
  <w:num w:numId="24" w16cid:durableId="1008144418">
    <w:abstractNumId w:val="47"/>
  </w:num>
  <w:num w:numId="25" w16cid:durableId="1124688880">
    <w:abstractNumId w:val="27"/>
  </w:num>
  <w:num w:numId="26" w16cid:durableId="778337633">
    <w:abstractNumId w:val="26"/>
  </w:num>
  <w:num w:numId="27" w16cid:durableId="412943263">
    <w:abstractNumId w:val="24"/>
  </w:num>
  <w:num w:numId="28" w16cid:durableId="1777478702">
    <w:abstractNumId w:val="39"/>
  </w:num>
  <w:num w:numId="29" w16cid:durableId="787703075">
    <w:abstractNumId w:val="21"/>
  </w:num>
  <w:num w:numId="30" w16cid:durableId="2020084723">
    <w:abstractNumId w:val="41"/>
  </w:num>
  <w:num w:numId="31" w16cid:durableId="23528788">
    <w:abstractNumId w:val="38"/>
  </w:num>
  <w:num w:numId="32" w16cid:durableId="2056005865">
    <w:abstractNumId w:val="44"/>
  </w:num>
  <w:num w:numId="33" w16cid:durableId="878054183">
    <w:abstractNumId w:val="23"/>
  </w:num>
  <w:num w:numId="34" w16cid:durableId="1683313933">
    <w:abstractNumId w:val="46"/>
  </w:num>
  <w:num w:numId="35" w16cid:durableId="1210263136">
    <w:abstractNumId w:val="19"/>
  </w:num>
  <w:num w:numId="36" w16cid:durableId="41367318">
    <w:abstractNumId w:val="18"/>
  </w:num>
  <w:num w:numId="37" w16cid:durableId="1433429187">
    <w:abstractNumId w:val="34"/>
  </w:num>
  <w:num w:numId="38" w16cid:durableId="558171243">
    <w:abstractNumId w:val="29"/>
  </w:num>
  <w:num w:numId="39" w16cid:durableId="863517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6004129">
    <w:abstractNumId w:val="36"/>
  </w:num>
  <w:num w:numId="41" w16cid:durableId="1439830265">
    <w:abstractNumId w:val="25"/>
  </w:num>
  <w:num w:numId="42" w16cid:durableId="1839347486">
    <w:abstractNumId w:val="13"/>
  </w:num>
  <w:num w:numId="43" w16cid:durableId="303776170">
    <w:abstractNumId w:val="42"/>
  </w:num>
  <w:num w:numId="44" w16cid:durableId="816922865">
    <w:abstractNumId w:val="30"/>
  </w:num>
  <w:num w:numId="45" w16cid:durableId="1789615619">
    <w:abstractNumId w:val="40"/>
  </w:num>
  <w:num w:numId="46" w16cid:durableId="31931373">
    <w:abstractNumId w:val="15"/>
  </w:num>
  <w:num w:numId="47" w16cid:durableId="1800031445">
    <w:abstractNumId w:val="20"/>
  </w:num>
  <w:num w:numId="48" w16cid:durableId="751774454">
    <w:abstractNumId w:val="28"/>
  </w:num>
  <w:num w:numId="49" w16cid:durableId="619920715">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Q9oQf7vk7A300fvBUGQJZfyukHObbLXbd58TVYhqvAIX7/04+Z8HNYrI+dcuSxptEyNSk5dWk3104n9qRDpQhA==" w:salt="LNogBUnN1BvoOtoIuTSrNw=="/>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5F29"/>
    <w:rsid w:val="0001034F"/>
    <w:rsid w:val="00010AB4"/>
    <w:rsid w:val="000168A7"/>
    <w:rsid w:val="00022931"/>
    <w:rsid w:val="00022BCF"/>
    <w:rsid w:val="00024105"/>
    <w:rsid w:val="00024630"/>
    <w:rsid w:val="0002481C"/>
    <w:rsid w:val="000266AA"/>
    <w:rsid w:val="00026C52"/>
    <w:rsid w:val="00031767"/>
    <w:rsid w:val="000321B3"/>
    <w:rsid w:val="000322D3"/>
    <w:rsid w:val="000414C5"/>
    <w:rsid w:val="0004342A"/>
    <w:rsid w:val="000445F7"/>
    <w:rsid w:val="00046D11"/>
    <w:rsid w:val="000513D2"/>
    <w:rsid w:val="00051E89"/>
    <w:rsid w:val="000537C4"/>
    <w:rsid w:val="000540B5"/>
    <w:rsid w:val="0005794B"/>
    <w:rsid w:val="000606E0"/>
    <w:rsid w:val="000626B3"/>
    <w:rsid w:val="000634D7"/>
    <w:rsid w:val="0006362A"/>
    <w:rsid w:val="00063E49"/>
    <w:rsid w:val="00064515"/>
    <w:rsid w:val="0006518B"/>
    <w:rsid w:val="00067F08"/>
    <w:rsid w:val="00072F6C"/>
    <w:rsid w:val="00073AAC"/>
    <w:rsid w:val="00073ABE"/>
    <w:rsid w:val="00081290"/>
    <w:rsid w:val="000833CD"/>
    <w:rsid w:val="000848EB"/>
    <w:rsid w:val="0008753B"/>
    <w:rsid w:val="0008784E"/>
    <w:rsid w:val="0009104C"/>
    <w:rsid w:val="000912A8"/>
    <w:rsid w:val="000924FF"/>
    <w:rsid w:val="00095497"/>
    <w:rsid w:val="00095DF9"/>
    <w:rsid w:val="00096349"/>
    <w:rsid w:val="000A0D17"/>
    <w:rsid w:val="000A1B13"/>
    <w:rsid w:val="000B1B22"/>
    <w:rsid w:val="000B2051"/>
    <w:rsid w:val="000B2BA9"/>
    <w:rsid w:val="000B3BB4"/>
    <w:rsid w:val="000C10D2"/>
    <w:rsid w:val="000C15B9"/>
    <w:rsid w:val="000C3920"/>
    <w:rsid w:val="000C56BC"/>
    <w:rsid w:val="000C62D0"/>
    <w:rsid w:val="000C79D9"/>
    <w:rsid w:val="000D067D"/>
    <w:rsid w:val="000D09E3"/>
    <w:rsid w:val="000D0D95"/>
    <w:rsid w:val="000D10FC"/>
    <w:rsid w:val="000D1115"/>
    <w:rsid w:val="000D1536"/>
    <w:rsid w:val="000D2EF2"/>
    <w:rsid w:val="000D5179"/>
    <w:rsid w:val="000D6AE3"/>
    <w:rsid w:val="000E1030"/>
    <w:rsid w:val="000E121B"/>
    <w:rsid w:val="000E1A38"/>
    <w:rsid w:val="000E1B13"/>
    <w:rsid w:val="000E21C9"/>
    <w:rsid w:val="000E79E7"/>
    <w:rsid w:val="000F5D61"/>
    <w:rsid w:val="000F6943"/>
    <w:rsid w:val="00100CD3"/>
    <w:rsid w:val="00100F9E"/>
    <w:rsid w:val="00104E1E"/>
    <w:rsid w:val="00105AA8"/>
    <w:rsid w:val="00105EB2"/>
    <w:rsid w:val="0010745E"/>
    <w:rsid w:val="00112482"/>
    <w:rsid w:val="0011510E"/>
    <w:rsid w:val="00116B12"/>
    <w:rsid w:val="00117079"/>
    <w:rsid w:val="001214AA"/>
    <w:rsid w:val="00125689"/>
    <w:rsid w:val="00126056"/>
    <w:rsid w:val="0013107C"/>
    <w:rsid w:val="001328B1"/>
    <w:rsid w:val="00132B96"/>
    <w:rsid w:val="0013615C"/>
    <w:rsid w:val="00136798"/>
    <w:rsid w:val="00140107"/>
    <w:rsid w:val="0014452E"/>
    <w:rsid w:val="00153DD1"/>
    <w:rsid w:val="00153FD8"/>
    <w:rsid w:val="001607DA"/>
    <w:rsid w:val="00161CA1"/>
    <w:rsid w:val="00173302"/>
    <w:rsid w:val="0017353B"/>
    <w:rsid w:val="00173DD7"/>
    <w:rsid w:val="00174C3F"/>
    <w:rsid w:val="0017703D"/>
    <w:rsid w:val="00177522"/>
    <w:rsid w:val="00182590"/>
    <w:rsid w:val="00183DAE"/>
    <w:rsid w:val="0018696C"/>
    <w:rsid w:val="001879F9"/>
    <w:rsid w:val="001908F3"/>
    <w:rsid w:val="00191390"/>
    <w:rsid w:val="00192FC9"/>
    <w:rsid w:val="00194B1B"/>
    <w:rsid w:val="001951C8"/>
    <w:rsid w:val="00196D24"/>
    <w:rsid w:val="001A0E9A"/>
    <w:rsid w:val="001A22FA"/>
    <w:rsid w:val="001A2C96"/>
    <w:rsid w:val="001A5008"/>
    <w:rsid w:val="001B14B0"/>
    <w:rsid w:val="001B1F15"/>
    <w:rsid w:val="001B2AD1"/>
    <w:rsid w:val="001B6467"/>
    <w:rsid w:val="001B66E5"/>
    <w:rsid w:val="001C01ED"/>
    <w:rsid w:val="001C0DFD"/>
    <w:rsid w:val="001C10C6"/>
    <w:rsid w:val="001C19A8"/>
    <w:rsid w:val="001C4F0F"/>
    <w:rsid w:val="001C58E7"/>
    <w:rsid w:val="001C6E70"/>
    <w:rsid w:val="001D1052"/>
    <w:rsid w:val="001D2722"/>
    <w:rsid w:val="001D4730"/>
    <w:rsid w:val="001D7368"/>
    <w:rsid w:val="001E065E"/>
    <w:rsid w:val="001E30DD"/>
    <w:rsid w:val="001E3A54"/>
    <w:rsid w:val="001E441F"/>
    <w:rsid w:val="001E4693"/>
    <w:rsid w:val="001E472E"/>
    <w:rsid w:val="001E58BA"/>
    <w:rsid w:val="001F14C6"/>
    <w:rsid w:val="001F3240"/>
    <w:rsid w:val="001F4845"/>
    <w:rsid w:val="001F57F3"/>
    <w:rsid w:val="0020128D"/>
    <w:rsid w:val="002018D0"/>
    <w:rsid w:val="00201FC2"/>
    <w:rsid w:val="00204FEB"/>
    <w:rsid w:val="00205A25"/>
    <w:rsid w:val="00205CC6"/>
    <w:rsid w:val="00207BF7"/>
    <w:rsid w:val="00210E91"/>
    <w:rsid w:val="00212117"/>
    <w:rsid w:val="0021250B"/>
    <w:rsid w:val="00212B56"/>
    <w:rsid w:val="00214211"/>
    <w:rsid w:val="002149C2"/>
    <w:rsid w:val="00214BBA"/>
    <w:rsid w:val="00215FC1"/>
    <w:rsid w:val="0021610F"/>
    <w:rsid w:val="00216664"/>
    <w:rsid w:val="00216A35"/>
    <w:rsid w:val="00217994"/>
    <w:rsid w:val="00220D1B"/>
    <w:rsid w:val="00220D30"/>
    <w:rsid w:val="00222C33"/>
    <w:rsid w:val="00222DF9"/>
    <w:rsid w:val="00222EC5"/>
    <w:rsid w:val="0022465A"/>
    <w:rsid w:val="00224859"/>
    <w:rsid w:val="00224C99"/>
    <w:rsid w:val="00226C69"/>
    <w:rsid w:val="00230051"/>
    <w:rsid w:val="002309BD"/>
    <w:rsid w:val="00232AE0"/>
    <w:rsid w:val="0023527A"/>
    <w:rsid w:val="00236260"/>
    <w:rsid w:val="00240D39"/>
    <w:rsid w:val="00241659"/>
    <w:rsid w:val="00244304"/>
    <w:rsid w:val="0024433E"/>
    <w:rsid w:val="0024590D"/>
    <w:rsid w:val="00246A4D"/>
    <w:rsid w:val="00255885"/>
    <w:rsid w:val="00257B76"/>
    <w:rsid w:val="002607BF"/>
    <w:rsid w:val="00263CDA"/>
    <w:rsid w:val="00263D63"/>
    <w:rsid w:val="00263DD2"/>
    <w:rsid w:val="002653E3"/>
    <w:rsid w:val="00267523"/>
    <w:rsid w:val="002733AF"/>
    <w:rsid w:val="00275FAF"/>
    <w:rsid w:val="00280CA9"/>
    <w:rsid w:val="00285C90"/>
    <w:rsid w:val="002862DE"/>
    <w:rsid w:val="00287576"/>
    <w:rsid w:val="00287E13"/>
    <w:rsid w:val="00293ADE"/>
    <w:rsid w:val="00296289"/>
    <w:rsid w:val="00297784"/>
    <w:rsid w:val="002A2C27"/>
    <w:rsid w:val="002A37F2"/>
    <w:rsid w:val="002A4DCF"/>
    <w:rsid w:val="002A691A"/>
    <w:rsid w:val="002A6DEB"/>
    <w:rsid w:val="002B230D"/>
    <w:rsid w:val="002B3D54"/>
    <w:rsid w:val="002B4A23"/>
    <w:rsid w:val="002C1809"/>
    <w:rsid w:val="002C19EC"/>
    <w:rsid w:val="002C3D7D"/>
    <w:rsid w:val="002C604F"/>
    <w:rsid w:val="002C6077"/>
    <w:rsid w:val="002C670B"/>
    <w:rsid w:val="002C7D73"/>
    <w:rsid w:val="002D18D0"/>
    <w:rsid w:val="002D2F37"/>
    <w:rsid w:val="002D3B9E"/>
    <w:rsid w:val="002D76A2"/>
    <w:rsid w:val="002D7957"/>
    <w:rsid w:val="002E0157"/>
    <w:rsid w:val="002E34B3"/>
    <w:rsid w:val="002E443D"/>
    <w:rsid w:val="002E50FC"/>
    <w:rsid w:val="002E5395"/>
    <w:rsid w:val="002E55D0"/>
    <w:rsid w:val="002E7BB6"/>
    <w:rsid w:val="002F0177"/>
    <w:rsid w:val="002F11E9"/>
    <w:rsid w:val="002F1536"/>
    <w:rsid w:val="002F209F"/>
    <w:rsid w:val="002F51EA"/>
    <w:rsid w:val="002F5510"/>
    <w:rsid w:val="002F62D2"/>
    <w:rsid w:val="002F6B90"/>
    <w:rsid w:val="002F6E2D"/>
    <w:rsid w:val="002F711C"/>
    <w:rsid w:val="002F7DDB"/>
    <w:rsid w:val="00301437"/>
    <w:rsid w:val="00301DC3"/>
    <w:rsid w:val="00305B8F"/>
    <w:rsid w:val="00310718"/>
    <w:rsid w:val="00311829"/>
    <w:rsid w:val="00312AA4"/>
    <w:rsid w:val="0031762E"/>
    <w:rsid w:val="003215C6"/>
    <w:rsid w:val="00321881"/>
    <w:rsid w:val="00322C32"/>
    <w:rsid w:val="00326627"/>
    <w:rsid w:val="00326788"/>
    <w:rsid w:val="0032678C"/>
    <w:rsid w:val="0032746F"/>
    <w:rsid w:val="00327749"/>
    <w:rsid w:val="00327C60"/>
    <w:rsid w:val="0033133F"/>
    <w:rsid w:val="00332A3F"/>
    <w:rsid w:val="00333AF0"/>
    <w:rsid w:val="00333E4B"/>
    <w:rsid w:val="00334136"/>
    <w:rsid w:val="00334FEA"/>
    <w:rsid w:val="003417E7"/>
    <w:rsid w:val="00343683"/>
    <w:rsid w:val="00345DE9"/>
    <w:rsid w:val="00350BD1"/>
    <w:rsid w:val="00352914"/>
    <w:rsid w:val="00352ECB"/>
    <w:rsid w:val="00354E72"/>
    <w:rsid w:val="00360F5D"/>
    <w:rsid w:val="00363148"/>
    <w:rsid w:val="003637C9"/>
    <w:rsid w:val="003659F1"/>
    <w:rsid w:val="00365DAF"/>
    <w:rsid w:val="00365F80"/>
    <w:rsid w:val="00366AAE"/>
    <w:rsid w:val="00366EE2"/>
    <w:rsid w:val="00366F7E"/>
    <w:rsid w:val="00367F0C"/>
    <w:rsid w:val="00370B1C"/>
    <w:rsid w:val="00370C4D"/>
    <w:rsid w:val="003716AC"/>
    <w:rsid w:val="00371BA5"/>
    <w:rsid w:val="00372A55"/>
    <w:rsid w:val="003738A0"/>
    <w:rsid w:val="0037502E"/>
    <w:rsid w:val="00377CAF"/>
    <w:rsid w:val="00381CCD"/>
    <w:rsid w:val="0038215E"/>
    <w:rsid w:val="00384604"/>
    <w:rsid w:val="0038513F"/>
    <w:rsid w:val="0038599F"/>
    <w:rsid w:val="003863B2"/>
    <w:rsid w:val="003937D0"/>
    <w:rsid w:val="00397C66"/>
    <w:rsid w:val="003A00C2"/>
    <w:rsid w:val="003A2A74"/>
    <w:rsid w:val="003A417A"/>
    <w:rsid w:val="003A643D"/>
    <w:rsid w:val="003A66E2"/>
    <w:rsid w:val="003A7753"/>
    <w:rsid w:val="003B20CE"/>
    <w:rsid w:val="003B6561"/>
    <w:rsid w:val="003B6BF4"/>
    <w:rsid w:val="003C11A0"/>
    <w:rsid w:val="003C2036"/>
    <w:rsid w:val="003C25CA"/>
    <w:rsid w:val="003C26B3"/>
    <w:rsid w:val="003C32BA"/>
    <w:rsid w:val="003C3460"/>
    <w:rsid w:val="003C5111"/>
    <w:rsid w:val="003C545C"/>
    <w:rsid w:val="003D7CC4"/>
    <w:rsid w:val="003E3657"/>
    <w:rsid w:val="003E475D"/>
    <w:rsid w:val="003E72B7"/>
    <w:rsid w:val="003F03CD"/>
    <w:rsid w:val="003F3C51"/>
    <w:rsid w:val="003F440D"/>
    <w:rsid w:val="003F53B8"/>
    <w:rsid w:val="003F609C"/>
    <w:rsid w:val="003F7C15"/>
    <w:rsid w:val="0040005B"/>
    <w:rsid w:val="0040084C"/>
    <w:rsid w:val="00400D23"/>
    <w:rsid w:val="0040146B"/>
    <w:rsid w:val="00403408"/>
    <w:rsid w:val="00407E5F"/>
    <w:rsid w:val="00410E9E"/>
    <w:rsid w:val="00413C65"/>
    <w:rsid w:val="004159AC"/>
    <w:rsid w:val="00423041"/>
    <w:rsid w:val="00423A79"/>
    <w:rsid w:val="00427944"/>
    <w:rsid w:val="00427A4A"/>
    <w:rsid w:val="004302DA"/>
    <w:rsid w:val="004314D9"/>
    <w:rsid w:val="004334E4"/>
    <w:rsid w:val="00435949"/>
    <w:rsid w:val="00436DC0"/>
    <w:rsid w:val="00440080"/>
    <w:rsid w:val="00442451"/>
    <w:rsid w:val="00442DBF"/>
    <w:rsid w:val="00443A70"/>
    <w:rsid w:val="004444C7"/>
    <w:rsid w:val="0045064E"/>
    <w:rsid w:val="00451D45"/>
    <w:rsid w:val="0045766D"/>
    <w:rsid w:val="0046053E"/>
    <w:rsid w:val="00461C0C"/>
    <w:rsid w:val="00462261"/>
    <w:rsid w:val="004622AB"/>
    <w:rsid w:val="0046337D"/>
    <w:rsid w:val="0046706F"/>
    <w:rsid w:val="004727E0"/>
    <w:rsid w:val="0047439B"/>
    <w:rsid w:val="00476845"/>
    <w:rsid w:val="00476D4A"/>
    <w:rsid w:val="004808B6"/>
    <w:rsid w:val="00484A06"/>
    <w:rsid w:val="004874BA"/>
    <w:rsid w:val="0049133E"/>
    <w:rsid w:val="0049165E"/>
    <w:rsid w:val="00492EF7"/>
    <w:rsid w:val="0049348B"/>
    <w:rsid w:val="00493C33"/>
    <w:rsid w:val="0049425E"/>
    <w:rsid w:val="004A0B25"/>
    <w:rsid w:val="004A6738"/>
    <w:rsid w:val="004A7026"/>
    <w:rsid w:val="004A7C95"/>
    <w:rsid w:val="004B0678"/>
    <w:rsid w:val="004B0C1F"/>
    <w:rsid w:val="004B2952"/>
    <w:rsid w:val="004B40A5"/>
    <w:rsid w:val="004B6FD4"/>
    <w:rsid w:val="004B77D9"/>
    <w:rsid w:val="004C08DD"/>
    <w:rsid w:val="004C286D"/>
    <w:rsid w:val="004D11E5"/>
    <w:rsid w:val="004D1555"/>
    <w:rsid w:val="004D33CF"/>
    <w:rsid w:val="004D641F"/>
    <w:rsid w:val="004D743A"/>
    <w:rsid w:val="004D7C38"/>
    <w:rsid w:val="004D948E"/>
    <w:rsid w:val="004E1536"/>
    <w:rsid w:val="004E1902"/>
    <w:rsid w:val="004E638F"/>
    <w:rsid w:val="004E641F"/>
    <w:rsid w:val="004F0BAC"/>
    <w:rsid w:val="004F1858"/>
    <w:rsid w:val="004F3322"/>
    <w:rsid w:val="004F5BF9"/>
    <w:rsid w:val="004F7191"/>
    <w:rsid w:val="005005FE"/>
    <w:rsid w:val="005079A8"/>
    <w:rsid w:val="005103EF"/>
    <w:rsid w:val="00511C82"/>
    <w:rsid w:val="005120BF"/>
    <w:rsid w:val="00513842"/>
    <w:rsid w:val="00514432"/>
    <w:rsid w:val="00515932"/>
    <w:rsid w:val="005247B5"/>
    <w:rsid w:val="00527FCE"/>
    <w:rsid w:val="00534B60"/>
    <w:rsid w:val="0053621A"/>
    <w:rsid w:val="00537C7C"/>
    <w:rsid w:val="005401AC"/>
    <w:rsid w:val="00540988"/>
    <w:rsid w:val="00540BB8"/>
    <w:rsid w:val="00540BD9"/>
    <w:rsid w:val="005413C8"/>
    <w:rsid w:val="00541B2E"/>
    <w:rsid w:val="005421CE"/>
    <w:rsid w:val="0054229E"/>
    <w:rsid w:val="005428E9"/>
    <w:rsid w:val="00546617"/>
    <w:rsid w:val="00546C68"/>
    <w:rsid w:val="005470F4"/>
    <w:rsid w:val="0055281C"/>
    <w:rsid w:val="0055283A"/>
    <w:rsid w:val="005529E3"/>
    <w:rsid w:val="00553D70"/>
    <w:rsid w:val="00554473"/>
    <w:rsid w:val="00554CF2"/>
    <w:rsid w:val="00555032"/>
    <w:rsid w:val="00555B2D"/>
    <w:rsid w:val="00556FA7"/>
    <w:rsid w:val="005602A4"/>
    <w:rsid w:val="00560796"/>
    <w:rsid w:val="00561D67"/>
    <w:rsid w:val="00561E71"/>
    <w:rsid w:val="005626CB"/>
    <w:rsid w:val="0056402D"/>
    <w:rsid w:val="00564D91"/>
    <w:rsid w:val="00565278"/>
    <w:rsid w:val="00567333"/>
    <w:rsid w:val="005673DF"/>
    <w:rsid w:val="005715FE"/>
    <w:rsid w:val="00573470"/>
    <w:rsid w:val="00576299"/>
    <w:rsid w:val="005808BB"/>
    <w:rsid w:val="005836FE"/>
    <w:rsid w:val="005837B4"/>
    <w:rsid w:val="005847CE"/>
    <w:rsid w:val="005858F8"/>
    <w:rsid w:val="005874FB"/>
    <w:rsid w:val="00591C1A"/>
    <w:rsid w:val="00591DCD"/>
    <w:rsid w:val="00594343"/>
    <w:rsid w:val="00595AC1"/>
    <w:rsid w:val="0059660B"/>
    <w:rsid w:val="00596719"/>
    <w:rsid w:val="005A0E8A"/>
    <w:rsid w:val="005A1FC3"/>
    <w:rsid w:val="005A4747"/>
    <w:rsid w:val="005A488C"/>
    <w:rsid w:val="005A6F78"/>
    <w:rsid w:val="005B043A"/>
    <w:rsid w:val="005B0D86"/>
    <w:rsid w:val="005B1F26"/>
    <w:rsid w:val="005B3E5E"/>
    <w:rsid w:val="005B49BF"/>
    <w:rsid w:val="005B5CD6"/>
    <w:rsid w:val="005C234F"/>
    <w:rsid w:val="005C5B15"/>
    <w:rsid w:val="005D0A64"/>
    <w:rsid w:val="005D175F"/>
    <w:rsid w:val="005D19AB"/>
    <w:rsid w:val="005D273D"/>
    <w:rsid w:val="005D62DC"/>
    <w:rsid w:val="005D647F"/>
    <w:rsid w:val="005E1444"/>
    <w:rsid w:val="005E3FA8"/>
    <w:rsid w:val="005E64E3"/>
    <w:rsid w:val="005E65CA"/>
    <w:rsid w:val="005E751D"/>
    <w:rsid w:val="005E78A3"/>
    <w:rsid w:val="005F026B"/>
    <w:rsid w:val="005F1768"/>
    <w:rsid w:val="005F1888"/>
    <w:rsid w:val="005F2E1B"/>
    <w:rsid w:val="005F400A"/>
    <w:rsid w:val="005F48A9"/>
    <w:rsid w:val="005F4FAA"/>
    <w:rsid w:val="00600DAE"/>
    <w:rsid w:val="0060102A"/>
    <w:rsid w:val="00601935"/>
    <w:rsid w:val="0060219A"/>
    <w:rsid w:val="00602ED9"/>
    <w:rsid w:val="006062CF"/>
    <w:rsid w:val="00614401"/>
    <w:rsid w:val="006150C0"/>
    <w:rsid w:val="00615A53"/>
    <w:rsid w:val="00615FEC"/>
    <w:rsid w:val="006173EA"/>
    <w:rsid w:val="00617664"/>
    <w:rsid w:val="0062075C"/>
    <w:rsid w:val="0062338F"/>
    <w:rsid w:val="00627DCF"/>
    <w:rsid w:val="00630029"/>
    <w:rsid w:val="0063047A"/>
    <w:rsid w:val="00631282"/>
    <w:rsid w:val="00632E65"/>
    <w:rsid w:val="00633472"/>
    <w:rsid w:val="0063374F"/>
    <w:rsid w:val="00633AA8"/>
    <w:rsid w:val="00635818"/>
    <w:rsid w:val="0063603D"/>
    <w:rsid w:val="0063698F"/>
    <w:rsid w:val="00640A52"/>
    <w:rsid w:val="00642504"/>
    <w:rsid w:val="00643650"/>
    <w:rsid w:val="00647D06"/>
    <w:rsid w:val="00650806"/>
    <w:rsid w:val="0065179C"/>
    <w:rsid w:val="00653E83"/>
    <w:rsid w:val="00654703"/>
    <w:rsid w:val="00655354"/>
    <w:rsid w:val="00655FDB"/>
    <w:rsid w:val="00662215"/>
    <w:rsid w:val="006622FA"/>
    <w:rsid w:val="00665179"/>
    <w:rsid w:val="00665269"/>
    <w:rsid w:val="00665B8B"/>
    <w:rsid w:val="00665DBB"/>
    <w:rsid w:val="006670BA"/>
    <w:rsid w:val="0067461C"/>
    <w:rsid w:val="00677BB2"/>
    <w:rsid w:val="00680D18"/>
    <w:rsid w:val="006839E3"/>
    <w:rsid w:val="00687335"/>
    <w:rsid w:val="00687CBB"/>
    <w:rsid w:val="00691FCA"/>
    <w:rsid w:val="00693B49"/>
    <w:rsid w:val="006948E6"/>
    <w:rsid w:val="0069758E"/>
    <w:rsid w:val="006A005A"/>
    <w:rsid w:val="006A0372"/>
    <w:rsid w:val="006A1CC7"/>
    <w:rsid w:val="006A4146"/>
    <w:rsid w:val="006A43B8"/>
    <w:rsid w:val="006A4DEC"/>
    <w:rsid w:val="006A6980"/>
    <w:rsid w:val="006B1725"/>
    <w:rsid w:val="006B27AB"/>
    <w:rsid w:val="006B2916"/>
    <w:rsid w:val="006B396E"/>
    <w:rsid w:val="006B3D3A"/>
    <w:rsid w:val="006B47AE"/>
    <w:rsid w:val="006B4BBE"/>
    <w:rsid w:val="006B7938"/>
    <w:rsid w:val="006C4DA9"/>
    <w:rsid w:val="006C61EF"/>
    <w:rsid w:val="006C767C"/>
    <w:rsid w:val="006D0506"/>
    <w:rsid w:val="006D0B5D"/>
    <w:rsid w:val="006D2197"/>
    <w:rsid w:val="006D3983"/>
    <w:rsid w:val="006D3AF9"/>
    <w:rsid w:val="006D7506"/>
    <w:rsid w:val="006E045C"/>
    <w:rsid w:val="006E1F5D"/>
    <w:rsid w:val="006E4D5B"/>
    <w:rsid w:val="006E717F"/>
    <w:rsid w:val="006F138E"/>
    <w:rsid w:val="006F19F6"/>
    <w:rsid w:val="006F1DD1"/>
    <w:rsid w:val="006F2926"/>
    <w:rsid w:val="006F2CA9"/>
    <w:rsid w:val="006F7800"/>
    <w:rsid w:val="00700F92"/>
    <w:rsid w:val="00703464"/>
    <w:rsid w:val="007039C3"/>
    <w:rsid w:val="0070421C"/>
    <w:rsid w:val="007048C8"/>
    <w:rsid w:val="007056CD"/>
    <w:rsid w:val="0071189A"/>
    <w:rsid w:val="007118BD"/>
    <w:rsid w:val="00712A71"/>
    <w:rsid w:val="00712C9C"/>
    <w:rsid w:val="00715067"/>
    <w:rsid w:val="0071606D"/>
    <w:rsid w:val="007169C3"/>
    <w:rsid w:val="00717911"/>
    <w:rsid w:val="0072058A"/>
    <w:rsid w:val="00721628"/>
    <w:rsid w:val="00721A1E"/>
    <w:rsid w:val="0072780E"/>
    <w:rsid w:val="0073120A"/>
    <w:rsid w:val="00733B36"/>
    <w:rsid w:val="00740509"/>
    <w:rsid w:val="007418DC"/>
    <w:rsid w:val="00742631"/>
    <w:rsid w:val="007475AB"/>
    <w:rsid w:val="00752DBC"/>
    <w:rsid w:val="007536D3"/>
    <w:rsid w:val="007541C6"/>
    <w:rsid w:val="00755114"/>
    <w:rsid w:val="0075638F"/>
    <w:rsid w:val="00761008"/>
    <w:rsid w:val="00761A08"/>
    <w:rsid w:val="007658C6"/>
    <w:rsid w:val="007667FA"/>
    <w:rsid w:val="00767436"/>
    <w:rsid w:val="00770CF5"/>
    <w:rsid w:val="007754AD"/>
    <w:rsid w:val="00776F92"/>
    <w:rsid w:val="00777577"/>
    <w:rsid w:val="007800BC"/>
    <w:rsid w:val="0078012E"/>
    <w:rsid w:val="0078490A"/>
    <w:rsid w:val="00784BBB"/>
    <w:rsid w:val="007850CF"/>
    <w:rsid w:val="00787079"/>
    <w:rsid w:val="00790B69"/>
    <w:rsid w:val="007936B2"/>
    <w:rsid w:val="0079373B"/>
    <w:rsid w:val="007938A9"/>
    <w:rsid w:val="00794638"/>
    <w:rsid w:val="00795C2D"/>
    <w:rsid w:val="007A1D7B"/>
    <w:rsid w:val="007A2167"/>
    <w:rsid w:val="007A336E"/>
    <w:rsid w:val="007A46FB"/>
    <w:rsid w:val="007A7F60"/>
    <w:rsid w:val="007B2183"/>
    <w:rsid w:val="007B2B2A"/>
    <w:rsid w:val="007B4319"/>
    <w:rsid w:val="007B483C"/>
    <w:rsid w:val="007B5E98"/>
    <w:rsid w:val="007C0271"/>
    <w:rsid w:val="007C0338"/>
    <w:rsid w:val="007C0B85"/>
    <w:rsid w:val="007C0E06"/>
    <w:rsid w:val="007C0E56"/>
    <w:rsid w:val="007C1AE4"/>
    <w:rsid w:val="007C3F74"/>
    <w:rsid w:val="007C483E"/>
    <w:rsid w:val="007C573E"/>
    <w:rsid w:val="007C59A9"/>
    <w:rsid w:val="007C725D"/>
    <w:rsid w:val="007C745F"/>
    <w:rsid w:val="007C75F8"/>
    <w:rsid w:val="007D2D05"/>
    <w:rsid w:val="007D30B7"/>
    <w:rsid w:val="007D6844"/>
    <w:rsid w:val="007E66D0"/>
    <w:rsid w:val="007E69EC"/>
    <w:rsid w:val="007F2C16"/>
    <w:rsid w:val="007F503C"/>
    <w:rsid w:val="007F595F"/>
    <w:rsid w:val="007F6BF7"/>
    <w:rsid w:val="00800202"/>
    <w:rsid w:val="00800606"/>
    <w:rsid w:val="00800A2F"/>
    <w:rsid w:val="0080170E"/>
    <w:rsid w:val="00802507"/>
    <w:rsid w:val="00802D26"/>
    <w:rsid w:val="00802F8B"/>
    <w:rsid w:val="00803A11"/>
    <w:rsid w:val="00804050"/>
    <w:rsid w:val="00804104"/>
    <w:rsid w:val="0081339A"/>
    <w:rsid w:val="00814848"/>
    <w:rsid w:val="0082326D"/>
    <w:rsid w:val="008236DF"/>
    <w:rsid w:val="00825EDD"/>
    <w:rsid w:val="00826032"/>
    <w:rsid w:val="00827541"/>
    <w:rsid w:val="008278DD"/>
    <w:rsid w:val="00827C81"/>
    <w:rsid w:val="008314A7"/>
    <w:rsid w:val="00833A9B"/>
    <w:rsid w:val="00835FAD"/>
    <w:rsid w:val="00836B9D"/>
    <w:rsid w:val="00850ABB"/>
    <w:rsid w:val="0085111E"/>
    <w:rsid w:val="00852EFE"/>
    <w:rsid w:val="00856EC5"/>
    <w:rsid w:val="00860312"/>
    <w:rsid w:val="008610B2"/>
    <w:rsid w:val="0086448A"/>
    <w:rsid w:val="00864A08"/>
    <w:rsid w:val="00865B9D"/>
    <w:rsid w:val="008666C8"/>
    <w:rsid w:val="00866DA4"/>
    <w:rsid w:val="00867308"/>
    <w:rsid w:val="008678CE"/>
    <w:rsid w:val="00867DA5"/>
    <w:rsid w:val="00870D04"/>
    <w:rsid w:val="00871B34"/>
    <w:rsid w:val="00873E7A"/>
    <w:rsid w:val="00874AA0"/>
    <w:rsid w:val="00874FF0"/>
    <w:rsid w:val="0088090B"/>
    <w:rsid w:val="0088180C"/>
    <w:rsid w:val="00881C9B"/>
    <w:rsid w:val="00882247"/>
    <w:rsid w:val="008848FA"/>
    <w:rsid w:val="00885950"/>
    <w:rsid w:val="00887248"/>
    <w:rsid w:val="008934A2"/>
    <w:rsid w:val="0089376D"/>
    <w:rsid w:val="00897461"/>
    <w:rsid w:val="008A25F2"/>
    <w:rsid w:val="008A2B82"/>
    <w:rsid w:val="008A370E"/>
    <w:rsid w:val="008A4DB5"/>
    <w:rsid w:val="008A55BF"/>
    <w:rsid w:val="008A5AF3"/>
    <w:rsid w:val="008A6770"/>
    <w:rsid w:val="008A77F9"/>
    <w:rsid w:val="008A7FD6"/>
    <w:rsid w:val="008B118D"/>
    <w:rsid w:val="008B208F"/>
    <w:rsid w:val="008B70A0"/>
    <w:rsid w:val="008C2CB0"/>
    <w:rsid w:val="008C3362"/>
    <w:rsid w:val="008C3DA4"/>
    <w:rsid w:val="008C4481"/>
    <w:rsid w:val="008C4675"/>
    <w:rsid w:val="008C4A1B"/>
    <w:rsid w:val="008C7A85"/>
    <w:rsid w:val="008D0E5B"/>
    <w:rsid w:val="008D4F22"/>
    <w:rsid w:val="008D64A4"/>
    <w:rsid w:val="008D6965"/>
    <w:rsid w:val="008D7FF2"/>
    <w:rsid w:val="008E06E4"/>
    <w:rsid w:val="008E2F80"/>
    <w:rsid w:val="008E4E80"/>
    <w:rsid w:val="008E50CB"/>
    <w:rsid w:val="008E63B4"/>
    <w:rsid w:val="008F23EB"/>
    <w:rsid w:val="008F2703"/>
    <w:rsid w:val="008F3678"/>
    <w:rsid w:val="008F5635"/>
    <w:rsid w:val="008F6869"/>
    <w:rsid w:val="008F7015"/>
    <w:rsid w:val="008F7386"/>
    <w:rsid w:val="008F7524"/>
    <w:rsid w:val="00900083"/>
    <w:rsid w:val="00906F18"/>
    <w:rsid w:val="00910626"/>
    <w:rsid w:val="009126C8"/>
    <w:rsid w:val="00913BE6"/>
    <w:rsid w:val="00914CD8"/>
    <w:rsid w:val="00914E5D"/>
    <w:rsid w:val="009151C8"/>
    <w:rsid w:val="00916468"/>
    <w:rsid w:val="009175E1"/>
    <w:rsid w:val="00922AA6"/>
    <w:rsid w:val="00923991"/>
    <w:rsid w:val="0092568A"/>
    <w:rsid w:val="00927465"/>
    <w:rsid w:val="0093005C"/>
    <w:rsid w:val="00930F50"/>
    <w:rsid w:val="00932400"/>
    <w:rsid w:val="00935581"/>
    <w:rsid w:val="0093609B"/>
    <w:rsid w:val="00936C0D"/>
    <w:rsid w:val="00937AAD"/>
    <w:rsid w:val="00940708"/>
    <w:rsid w:val="0094239B"/>
    <w:rsid w:val="00943B4D"/>
    <w:rsid w:val="00944BCA"/>
    <w:rsid w:val="00945817"/>
    <w:rsid w:val="00945B98"/>
    <w:rsid w:val="00950E74"/>
    <w:rsid w:val="00954A7D"/>
    <w:rsid w:val="00954ABE"/>
    <w:rsid w:val="00957A91"/>
    <w:rsid w:val="00960543"/>
    <w:rsid w:val="0096330D"/>
    <w:rsid w:val="00965294"/>
    <w:rsid w:val="00971647"/>
    <w:rsid w:val="0097168D"/>
    <w:rsid w:val="009742DF"/>
    <w:rsid w:val="0097533B"/>
    <w:rsid w:val="009756E8"/>
    <w:rsid w:val="00977FF3"/>
    <w:rsid w:val="00980D97"/>
    <w:rsid w:val="0098308B"/>
    <w:rsid w:val="0098447E"/>
    <w:rsid w:val="00985EA2"/>
    <w:rsid w:val="00986A52"/>
    <w:rsid w:val="009911CD"/>
    <w:rsid w:val="00991B86"/>
    <w:rsid w:val="00992365"/>
    <w:rsid w:val="00992948"/>
    <w:rsid w:val="00995BB1"/>
    <w:rsid w:val="0099676F"/>
    <w:rsid w:val="009977A6"/>
    <w:rsid w:val="009A019E"/>
    <w:rsid w:val="009A151E"/>
    <w:rsid w:val="009A3A0E"/>
    <w:rsid w:val="009A4E10"/>
    <w:rsid w:val="009A5DC1"/>
    <w:rsid w:val="009A7599"/>
    <w:rsid w:val="009A7DDA"/>
    <w:rsid w:val="009B1EFB"/>
    <w:rsid w:val="009B3343"/>
    <w:rsid w:val="009B4D2D"/>
    <w:rsid w:val="009B57D7"/>
    <w:rsid w:val="009B6080"/>
    <w:rsid w:val="009C04D1"/>
    <w:rsid w:val="009C1291"/>
    <w:rsid w:val="009C1B77"/>
    <w:rsid w:val="009C4CC6"/>
    <w:rsid w:val="009C5E2A"/>
    <w:rsid w:val="009C7637"/>
    <w:rsid w:val="009C7A87"/>
    <w:rsid w:val="009D120B"/>
    <w:rsid w:val="009D1A62"/>
    <w:rsid w:val="009D4133"/>
    <w:rsid w:val="009D42B0"/>
    <w:rsid w:val="009E2D0F"/>
    <w:rsid w:val="009E2E0A"/>
    <w:rsid w:val="009E33A2"/>
    <w:rsid w:val="009E35C6"/>
    <w:rsid w:val="009E4B22"/>
    <w:rsid w:val="009E4F46"/>
    <w:rsid w:val="009E75B5"/>
    <w:rsid w:val="009E7F7D"/>
    <w:rsid w:val="009F0393"/>
    <w:rsid w:val="009F2981"/>
    <w:rsid w:val="009F2DD3"/>
    <w:rsid w:val="00A01697"/>
    <w:rsid w:val="00A05279"/>
    <w:rsid w:val="00A06012"/>
    <w:rsid w:val="00A06867"/>
    <w:rsid w:val="00A07013"/>
    <w:rsid w:val="00A077DC"/>
    <w:rsid w:val="00A14567"/>
    <w:rsid w:val="00A1570E"/>
    <w:rsid w:val="00A16BA7"/>
    <w:rsid w:val="00A25459"/>
    <w:rsid w:val="00A25EBB"/>
    <w:rsid w:val="00A25FA8"/>
    <w:rsid w:val="00A27560"/>
    <w:rsid w:val="00A3101C"/>
    <w:rsid w:val="00A31B8F"/>
    <w:rsid w:val="00A333AC"/>
    <w:rsid w:val="00A34303"/>
    <w:rsid w:val="00A41CF4"/>
    <w:rsid w:val="00A43B7A"/>
    <w:rsid w:val="00A4551D"/>
    <w:rsid w:val="00A45D2A"/>
    <w:rsid w:val="00A46161"/>
    <w:rsid w:val="00A4720A"/>
    <w:rsid w:val="00A5114E"/>
    <w:rsid w:val="00A51364"/>
    <w:rsid w:val="00A52602"/>
    <w:rsid w:val="00A575BB"/>
    <w:rsid w:val="00A57D1E"/>
    <w:rsid w:val="00A63393"/>
    <w:rsid w:val="00A64D2B"/>
    <w:rsid w:val="00A650A7"/>
    <w:rsid w:val="00A700B4"/>
    <w:rsid w:val="00A7188A"/>
    <w:rsid w:val="00A7305E"/>
    <w:rsid w:val="00A734F0"/>
    <w:rsid w:val="00A73E8F"/>
    <w:rsid w:val="00A755DE"/>
    <w:rsid w:val="00A757FF"/>
    <w:rsid w:val="00A77C2E"/>
    <w:rsid w:val="00A81250"/>
    <w:rsid w:val="00A823DD"/>
    <w:rsid w:val="00A82A26"/>
    <w:rsid w:val="00A82F12"/>
    <w:rsid w:val="00A83AC4"/>
    <w:rsid w:val="00A83FF1"/>
    <w:rsid w:val="00A85129"/>
    <w:rsid w:val="00A9024B"/>
    <w:rsid w:val="00A91179"/>
    <w:rsid w:val="00A91308"/>
    <w:rsid w:val="00A91A56"/>
    <w:rsid w:val="00AA026A"/>
    <w:rsid w:val="00AA0A3F"/>
    <w:rsid w:val="00AA0DDE"/>
    <w:rsid w:val="00AA1CFF"/>
    <w:rsid w:val="00AA1FAD"/>
    <w:rsid w:val="00AA3BD3"/>
    <w:rsid w:val="00AA6097"/>
    <w:rsid w:val="00AB104E"/>
    <w:rsid w:val="00AB1A73"/>
    <w:rsid w:val="00AB21E5"/>
    <w:rsid w:val="00AB288A"/>
    <w:rsid w:val="00AB430F"/>
    <w:rsid w:val="00AB668B"/>
    <w:rsid w:val="00AB6785"/>
    <w:rsid w:val="00AB6A79"/>
    <w:rsid w:val="00AB7152"/>
    <w:rsid w:val="00AC2E01"/>
    <w:rsid w:val="00AC3D91"/>
    <w:rsid w:val="00AC5837"/>
    <w:rsid w:val="00AC6FD0"/>
    <w:rsid w:val="00AC73EB"/>
    <w:rsid w:val="00AD3183"/>
    <w:rsid w:val="00AD355B"/>
    <w:rsid w:val="00AD75F0"/>
    <w:rsid w:val="00AD798B"/>
    <w:rsid w:val="00AE01B5"/>
    <w:rsid w:val="00AE1584"/>
    <w:rsid w:val="00AE3262"/>
    <w:rsid w:val="00AE33E8"/>
    <w:rsid w:val="00AE444F"/>
    <w:rsid w:val="00AE47B9"/>
    <w:rsid w:val="00AE53F2"/>
    <w:rsid w:val="00AE6375"/>
    <w:rsid w:val="00AE7F79"/>
    <w:rsid w:val="00AF0E19"/>
    <w:rsid w:val="00AF1EEB"/>
    <w:rsid w:val="00AF3BE2"/>
    <w:rsid w:val="00AF64F7"/>
    <w:rsid w:val="00B01B78"/>
    <w:rsid w:val="00B02EE5"/>
    <w:rsid w:val="00B03101"/>
    <w:rsid w:val="00B03AA7"/>
    <w:rsid w:val="00B03EDE"/>
    <w:rsid w:val="00B0475A"/>
    <w:rsid w:val="00B04B0C"/>
    <w:rsid w:val="00B071BB"/>
    <w:rsid w:val="00B07D3C"/>
    <w:rsid w:val="00B12CAA"/>
    <w:rsid w:val="00B13E9F"/>
    <w:rsid w:val="00B14007"/>
    <w:rsid w:val="00B14C83"/>
    <w:rsid w:val="00B15674"/>
    <w:rsid w:val="00B1668A"/>
    <w:rsid w:val="00B16B37"/>
    <w:rsid w:val="00B16EC5"/>
    <w:rsid w:val="00B2072A"/>
    <w:rsid w:val="00B2271B"/>
    <w:rsid w:val="00B232C1"/>
    <w:rsid w:val="00B24692"/>
    <w:rsid w:val="00B24C8D"/>
    <w:rsid w:val="00B25E56"/>
    <w:rsid w:val="00B26BC4"/>
    <w:rsid w:val="00B31212"/>
    <w:rsid w:val="00B31E5C"/>
    <w:rsid w:val="00B333C6"/>
    <w:rsid w:val="00B35742"/>
    <w:rsid w:val="00B35B3A"/>
    <w:rsid w:val="00B36E17"/>
    <w:rsid w:val="00B41903"/>
    <w:rsid w:val="00B43548"/>
    <w:rsid w:val="00B43F0E"/>
    <w:rsid w:val="00B44A02"/>
    <w:rsid w:val="00B465FA"/>
    <w:rsid w:val="00B46D8A"/>
    <w:rsid w:val="00B46F3A"/>
    <w:rsid w:val="00B474B0"/>
    <w:rsid w:val="00B52612"/>
    <w:rsid w:val="00B53931"/>
    <w:rsid w:val="00B6225F"/>
    <w:rsid w:val="00B63662"/>
    <w:rsid w:val="00B63F8D"/>
    <w:rsid w:val="00B667E8"/>
    <w:rsid w:val="00B6796C"/>
    <w:rsid w:val="00B67DD5"/>
    <w:rsid w:val="00B70FFF"/>
    <w:rsid w:val="00B73798"/>
    <w:rsid w:val="00B738C6"/>
    <w:rsid w:val="00B7479F"/>
    <w:rsid w:val="00B74DEC"/>
    <w:rsid w:val="00B759D2"/>
    <w:rsid w:val="00B762B5"/>
    <w:rsid w:val="00B76842"/>
    <w:rsid w:val="00B7712A"/>
    <w:rsid w:val="00B77D65"/>
    <w:rsid w:val="00B80502"/>
    <w:rsid w:val="00B82EC8"/>
    <w:rsid w:val="00B840AD"/>
    <w:rsid w:val="00B857D2"/>
    <w:rsid w:val="00B868E9"/>
    <w:rsid w:val="00B91945"/>
    <w:rsid w:val="00B937CE"/>
    <w:rsid w:val="00B94745"/>
    <w:rsid w:val="00B948F7"/>
    <w:rsid w:val="00B94D58"/>
    <w:rsid w:val="00B953B0"/>
    <w:rsid w:val="00B96413"/>
    <w:rsid w:val="00B96B11"/>
    <w:rsid w:val="00B97CAF"/>
    <w:rsid w:val="00BA0801"/>
    <w:rsid w:val="00BA1AF3"/>
    <w:rsid w:val="00BA5270"/>
    <w:rsid w:val="00BA6B33"/>
    <w:rsid w:val="00BB078F"/>
    <w:rsid w:val="00BB094F"/>
    <w:rsid w:val="00BB12BB"/>
    <w:rsid w:val="00BB397B"/>
    <w:rsid w:val="00BB5096"/>
    <w:rsid w:val="00BB643A"/>
    <w:rsid w:val="00BC0617"/>
    <w:rsid w:val="00BC1748"/>
    <w:rsid w:val="00BC1764"/>
    <w:rsid w:val="00BC23E6"/>
    <w:rsid w:val="00BC4A39"/>
    <w:rsid w:val="00BC4BAD"/>
    <w:rsid w:val="00BC7FBB"/>
    <w:rsid w:val="00BD0D68"/>
    <w:rsid w:val="00BD0F71"/>
    <w:rsid w:val="00BD36D4"/>
    <w:rsid w:val="00BD5271"/>
    <w:rsid w:val="00BD62CF"/>
    <w:rsid w:val="00BE00B7"/>
    <w:rsid w:val="00BE0201"/>
    <w:rsid w:val="00BE194C"/>
    <w:rsid w:val="00BE3BA1"/>
    <w:rsid w:val="00BE4FFA"/>
    <w:rsid w:val="00BE5CC0"/>
    <w:rsid w:val="00BE66BC"/>
    <w:rsid w:val="00BE6A50"/>
    <w:rsid w:val="00BE6BA6"/>
    <w:rsid w:val="00BF0241"/>
    <w:rsid w:val="00BF08B6"/>
    <w:rsid w:val="00BF2B9D"/>
    <w:rsid w:val="00BF50ED"/>
    <w:rsid w:val="00BF6C10"/>
    <w:rsid w:val="00BF7F10"/>
    <w:rsid w:val="00C0024A"/>
    <w:rsid w:val="00C00939"/>
    <w:rsid w:val="00C014F0"/>
    <w:rsid w:val="00C054A7"/>
    <w:rsid w:val="00C06E41"/>
    <w:rsid w:val="00C0781D"/>
    <w:rsid w:val="00C0788A"/>
    <w:rsid w:val="00C07E62"/>
    <w:rsid w:val="00C1180E"/>
    <w:rsid w:val="00C149F3"/>
    <w:rsid w:val="00C15063"/>
    <w:rsid w:val="00C15E77"/>
    <w:rsid w:val="00C20FA3"/>
    <w:rsid w:val="00C22545"/>
    <w:rsid w:val="00C22E1F"/>
    <w:rsid w:val="00C25FA0"/>
    <w:rsid w:val="00C30436"/>
    <w:rsid w:val="00C3293D"/>
    <w:rsid w:val="00C343B9"/>
    <w:rsid w:val="00C344C6"/>
    <w:rsid w:val="00C3623F"/>
    <w:rsid w:val="00C40525"/>
    <w:rsid w:val="00C406D1"/>
    <w:rsid w:val="00C4410D"/>
    <w:rsid w:val="00C45C56"/>
    <w:rsid w:val="00C51E6F"/>
    <w:rsid w:val="00C53E4A"/>
    <w:rsid w:val="00C60448"/>
    <w:rsid w:val="00C613E5"/>
    <w:rsid w:val="00C614AE"/>
    <w:rsid w:val="00C61F34"/>
    <w:rsid w:val="00C61F47"/>
    <w:rsid w:val="00C65182"/>
    <w:rsid w:val="00C720CA"/>
    <w:rsid w:val="00C7255E"/>
    <w:rsid w:val="00C72743"/>
    <w:rsid w:val="00C73150"/>
    <w:rsid w:val="00C73461"/>
    <w:rsid w:val="00C76344"/>
    <w:rsid w:val="00C76A50"/>
    <w:rsid w:val="00C812A2"/>
    <w:rsid w:val="00C83D3D"/>
    <w:rsid w:val="00C8429F"/>
    <w:rsid w:val="00C8487A"/>
    <w:rsid w:val="00C871BC"/>
    <w:rsid w:val="00C90A19"/>
    <w:rsid w:val="00C94006"/>
    <w:rsid w:val="00C94210"/>
    <w:rsid w:val="00C94BA4"/>
    <w:rsid w:val="00C95F6A"/>
    <w:rsid w:val="00C9681C"/>
    <w:rsid w:val="00C9686A"/>
    <w:rsid w:val="00CA000E"/>
    <w:rsid w:val="00CA1A56"/>
    <w:rsid w:val="00CA3BC5"/>
    <w:rsid w:val="00CA7D56"/>
    <w:rsid w:val="00CB09D8"/>
    <w:rsid w:val="00CB0C35"/>
    <w:rsid w:val="00CB1473"/>
    <w:rsid w:val="00CB7A60"/>
    <w:rsid w:val="00CC05A6"/>
    <w:rsid w:val="00CC09F7"/>
    <w:rsid w:val="00CC18FB"/>
    <w:rsid w:val="00CC26B1"/>
    <w:rsid w:val="00CC26CC"/>
    <w:rsid w:val="00CC4A2F"/>
    <w:rsid w:val="00CC629F"/>
    <w:rsid w:val="00CC6CF0"/>
    <w:rsid w:val="00CD0357"/>
    <w:rsid w:val="00CD1400"/>
    <w:rsid w:val="00CD4410"/>
    <w:rsid w:val="00CD5E9A"/>
    <w:rsid w:val="00CD607B"/>
    <w:rsid w:val="00CD6B6C"/>
    <w:rsid w:val="00CD6C18"/>
    <w:rsid w:val="00CE15D9"/>
    <w:rsid w:val="00CE1E99"/>
    <w:rsid w:val="00CE3161"/>
    <w:rsid w:val="00CE4CF8"/>
    <w:rsid w:val="00CE7CAF"/>
    <w:rsid w:val="00CF4BFE"/>
    <w:rsid w:val="00CF4F46"/>
    <w:rsid w:val="00CF53D0"/>
    <w:rsid w:val="00D002DB"/>
    <w:rsid w:val="00D00A14"/>
    <w:rsid w:val="00D00F20"/>
    <w:rsid w:val="00D01516"/>
    <w:rsid w:val="00D0176F"/>
    <w:rsid w:val="00D058B9"/>
    <w:rsid w:val="00D06151"/>
    <w:rsid w:val="00D13491"/>
    <w:rsid w:val="00D1375A"/>
    <w:rsid w:val="00D17015"/>
    <w:rsid w:val="00D17467"/>
    <w:rsid w:val="00D17523"/>
    <w:rsid w:val="00D22409"/>
    <w:rsid w:val="00D22A28"/>
    <w:rsid w:val="00D23CCA"/>
    <w:rsid w:val="00D23F91"/>
    <w:rsid w:val="00D24379"/>
    <w:rsid w:val="00D25E5C"/>
    <w:rsid w:val="00D260A6"/>
    <w:rsid w:val="00D31108"/>
    <w:rsid w:val="00D3159B"/>
    <w:rsid w:val="00D31A50"/>
    <w:rsid w:val="00D3291E"/>
    <w:rsid w:val="00D33257"/>
    <w:rsid w:val="00D332F7"/>
    <w:rsid w:val="00D345B5"/>
    <w:rsid w:val="00D35BE9"/>
    <w:rsid w:val="00D43C2A"/>
    <w:rsid w:val="00D43C54"/>
    <w:rsid w:val="00D44278"/>
    <w:rsid w:val="00D47904"/>
    <w:rsid w:val="00D50064"/>
    <w:rsid w:val="00D5045E"/>
    <w:rsid w:val="00D5097F"/>
    <w:rsid w:val="00D5223D"/>
    <w:rsid w:val="00D52E23"/>
    <w:rsid w:val="00D52E6F"/>
    <w:rsid w:val="00D54037"/>
    <w:rsid w:val="00D5543E"/>
    <w:rsid w:val="00D56A60"/>
    <w:rsid w:val="00D60B3D"/>
    <w:rsid w:val="00D60E84"/>
    <w:rsid w:val="00D64C19"/>
    <w:rsid w:val="00D72820"/>
    <w:rsid w:val="00D73721"/>
    <w:rsid w:val="00D73854"/>
    <w:rsid w:val="00D73AB0"/>
    <w:rsid w:val="00D74A76"/>
    <w:rsid w:val="00D77664"/>
    <w:rsid w:val="00D83F83"/>
    <w:rsid w:val="00D8516B"/>
    <w:rsid w:val="00D85A27"/>
    <w:rsid w:val="00D85E50"/>
    <w:rsid w:val="00D941BA"/>
    <w:rsid w:val="00D94208"/>
    <w:rsid w:val="00D9474D"/>
    <w:rsid w:val="00D95F65"/>
    <w:rsid w:val="00D96D3E"/>
    <w:rsid w:val="00DA19C5"/>
    <w:rsid w:val="00DA3F7F"/>
    <w:rsid w:val="00DA6007"/>
    <w:rsid w:val="00DA60AD"/>
    <w:rsid w:val="00DB0F5A"/>
    <w:rsid w:val="00DB3BBB"/>
    <w:rsid w:val="00DC0C0C"/>
    <w:rsid w:val="00DC26E4"/>
    <w:rsid w:val="00DC686D"/>
    <w:rsid w:val="00DD35DD"/>
    <w:rsid w:val="00DD6FA6"/>
    <w:rsid w:val="00DD7F2E"/>
    <w:rsid w:val="00DE2920"/>
    <w:rsid w:val="00DE5819"/>
    <w:rsid w:val="00DE6057"/>
    <w:rsid w:val="00DE657A"/>
    <w:rsid w:val="00DE76DA"/>
    <w:rsid w:val="00DF1FE7"/>
    <w:rsid w:val="00DF1FF5"/>
    <w:rsid w:val="00DF3257"/>
    <w:rsid w:val="00DF55AA"/>
    <w:rsid w:val="00DF6649"/>
    <w:rsid w:val="00E00645"/>
    <w:rsid w:val="00E0465B"/>
    <w:rsid w:val="00E0528E"/>
    <w:rsid w:val="00E10CDC"/>
    <w:rsid w:val="00E118FF"/>
    <w:rsid w:val="00E138E7"/>
    <w:rsid w:val="00E15828"/>
    <w:rsid w:val="00E15AD2"/>
    <w:rsid w:val="00E16148"/>
    <w:rsid w:val="00E1634D"/>
    <w:rsid w:val="00E16A0C"/>
    <w:rsid w:val="00E16AA6"/>
    <w:rsid w:val="00E2062F"/>
    <w:rsid w:val="00E24F04"/>
    <w:rsid w:val="00E26806"/>
    <w:rsid w:val="00E3279C"/>
    <w:rsid w:val="00E32F55"/>
    <w:rsid w:val="00E351F5"/>
    <w:rsid w:val="00E37A58"/>
    <w:rsid w:val="00E37BE3"/>
    <w:rsid w:val="00E44381"/>
    <w:rsid w:val="00E44508"/>
    <w:rsid w:val="00E5023D"/>
    <w:rsid w:val="00E538A4"/>
    <w:rsid w:val="00E54B21"/>
    <w:rsid w:val="00E56114"/>
    <w:rsid w:val="00E56513"/>
    <w:rsid w:val="00E56539"/>
    <w:rsid w:val="00E568FF"/>
    <w:rsid w:val="00E57C03"/>
    <w:rsid w:val="00E609C6"/>
    <w:rsid w:val="00E611AD"/>
    <w:rsid w:val="00E6499A"/>
    <w:rsid w:val="00E702D8"/>
    <w:rsid w:val="00E71D64"/>
    <w:rsid w:val="00E7357E"/>
    <w:rsid w:val="00E74A52"/>
    <w:rsid w:val="00E76B40"/>
    <w:rsid w:val="00E76F8A"/>
    <w:rsid w:val="00E7740E"/>
    <w:rsid w:val="00E77C84"/>
    <w:rsid w:val="00E80784"/>
    <w:rsid w:val="00E818A1"/>
    <w:rsid w:val="00E82231"/>
    <w:rsid w:val="00E82784"/>
    <w:rsid w:val="00E85EF9"/>
    <w:rsid w:val="00E92442"/>
    <w:rsid w:val="00E94546"/>
    <w:rsid w:val="00E9590F"/>
    <w:rsid w:val="00E97540"/>
    <w:rsid w:val="00EA56F7"/>
    <w:rsid w:val="00EA739E"/>
    <w:rsid w:val="00EB1058"/>
    <w:rsid w:val="00EB13DC"/>
    <w:rsid w:val="00EB2DC1"/>
    <w:rsid w:val="00EB3F3C"/>
    <w:rsid w:val="00EB4FF4"/>
    <w:rsid w:val="00EB6918"/>
    <w:rsid w:val="00EB766A"/>
    <w:rsid w:val="00EC0023"/>
    <w:rsid w:val="00EC13C7"/>
    <w:rsid w:val="00EC5024"/>
    <w:rsid w:val="00ED1F73"/>
    <w:rsid w:val="00ED2318"/>
    <w:rsid w:val="00ED32FC"/>
    <w:rsid w:val="00ED3418"/>
    <w:rsid w:val="00ED39DE"/>
    <w:rsid w:val="00ED6398"/>
    <w:rsid w:val="00ED76DC"/>
    <w:rsid w:val="00ED7B8E"/>
    <w:rsid w:val="00ED7CB7"/>
    <w:rsid w:val="00EE47DA"/>
    <w:rsid w:val="00EE5590"/>
    <w:rsid w:val="00EE5737"/>
    <w:rsid w:val="00EE67EB"/>
    <w:rsid w:val="00EF0073"/>
    <w:rsid w:val="00EF3427"/>
    <w:rsid w:val="00EF4E53"/>
    <w:rsid w:val="00EF5374"/>
    <w:rsid w:val="00F00951"/>
    <w:rsid w:val="00F00A44"/>
    <w:rsid w:val="00F03593"/>
    <w:rsid w:val="00F05BEE"/>
    <w:rsid w:val="00F11947"/>
    <w:rsid w:val="00F13D41"/>
    <w:rsid w:val="00F14A0C"/>
    <w:rsid w:val="00F151FD"/>
    <w:rsid w:val="00F167EC"/>
    <w:rsid w:val="00F24681"/>
    <w:rsid w:val="00F262EB"/>
    <w:rsid w:val="00F265CC"/>
    <w:rsid w:val="00F26DD7"/>
    <w:rsid w:val="00F27032"/>
    <w:rsid w:val="00F30F10"/>
    <w:rsid w:val="00F31AFD"/>
    <w:rsid w:val="00F3305F"/>
    <w:rsid w:val="00F338E7"/>
    <w:rsid w:val="00F34DC4"/>
    <w:rsid w:val="00F36BC2"/>
    <w:rsid w:val="00F4009A"/>
    <w:rsid w:val="00F40893"/>
    <w:rsid w:val="00F40D8D"/>
    <w:rsid w:val="00F4101E"/>
    <w:rsid w:val="00F42624"/>
    <w:rsid w:val="00F43D17"/>
    <w:rsid w:val="00F44ED0"/>
    <w:rsid w:val="00F475FB"/>
    <w:rsid w:val="00F47D28"/>
    <w:rsid w:val="00F515B6"/>
    <w:rsid w:val="00F53B70"/>
    <w:rsid w:val="00F53ED0"/>
    <w:rsid w:val="00F5470E"/>
    <w:rsid w:val="00F55B52"/>
    <w:rsid w:val="00F57D75"/>
    <w:rsid w:val="00F614F6"/>
    <w:rsid w:val="00F63949"/>
    <w:rsid w:val="00F63B87"/>
    <w:rsid w:val="00F65DEF"/>
    <w:rsid w:val="00F665B9"/>
    <w:rsid w:val="00F66C61"/>
    <w:rsid w:val="00F70661"/>
    <w:rsid w:val="00F709C2"/>
    <w:rsid w:val="00F715F4"/>
    <w:rsid w:val="00F7220B"/>
    <w:rsid w:val="00F725F8"/>
    <w:rsid w:val="00F74235"/>
    <w:rsid w:val="00F757B8"/>
    <w:rsid w:val="00F75930"/>
    <w:rsid w:val="00F76506"/>
    <w:rsid w:val="00F77053"/>
    <w:rsid w:val="00F80ABA"/>
    <w:rsid w:val="00F82036"/>
    <w:rsid w:val="00F91757"/>
    <w:rsid w:val="00F93765"/>
    <w:rsid w:val="00F97E12"/>
    <w:rsid w:val="00FA1437"/>
    <w:rsid w:val="00FA3F7D"/>
    <w:rsid w:val="00FA44AD"/>
    <w:rsid w:val="00FA5365"/>
    <w:rsid w:val="00FB3A10"/>
    <w:rsid w:val="00FB53E7"/>
    <w:rsid w:val="00FB6FF4"/>
    <w:rsid w:val="00FC118B"/>
    <w:rsid w:val="00FC3667"/>
    <w:rsid w:val="00FD1428"/>
    <w:rsid w:val="00FD4AAC"/>
    <w:rsid w:val="00FD722D"/>
    <w:rsid w:val="00FE0C75"/>
    <w:rsid w:val="00FE221B"/>
    <w:rsid w:val="00FE4F5C"/>
    <w:rsid w:val="00FE532A"/>
    <w:rsid w:val="00FF2082"/>
    <w:rsid w:val="00FF3019"/>
    <w:rsid w:val="00FF66AB"/>
    <w:rsid w:val="00FF6774"/>
    <w:rsid w:val="00FF7775"/>
    <w:rsid w:val="01A6CDC1"/>
    <w:rsid w:val="02B34A13"/>
    <w:rsid w:val="08E32976"/>
    <w:rsid w:val="0943E0BD"/>
    <w:rsid w:val="0E939D00"/>
    <w:rsid w:val="10DE1404"/>
    <w:rsid w:val="11836400"/>
    <w:rsid w:val="1656D523"/>
    <w:rsid w:val="18B30B5A"/>
    <w:rsid w:val="18FA8E3E"/>
    <w:rsid w:val="1BB40809"/>
    <w:rsid w:val="1D297652"/>
    <w:rsid w:val="1D679436"/>
    <w:rsid w:val="1E5F73A2"/>
    <w:rsid w:val="228D4ABD"/>
    <w:rsid w:val="22E8FC46"/>
    <w:rsid w:val="23C40B66"/>
    <w:rsid w:val="25B23AE8"/>
    <w:rsid w:val="27933287"/>
    <w:rsid w:val="29B125A6"/>
    <w:rsid w:val="2D169E9E"/>
    <w:rsid w:val="3002A05C"/>
    <w:rsid w:val="3225C457"/>
    <w:rsid w:val="32C5EECD"/>
    <w:rsid w:val="361F9C7C"/>
    <w:rsid w:val="37FF34DC"/>
    <w:rsid w:val="3D507D18"/>
    <w:rsid w:val="3E26BC91"/>
    <w:rsid w:val="4243F9B2"/>
    <w:rsid w:val="45ED2A1B"/>
    <w:rsid w:val="49EF8B14"/>
    <w:rsid w:val="4C361163"/>
    <w:rsid w:val="4C94AD98"/>
    <w:rsid w:val="4D7C63C6"/>
    <w:rsid w:val="4DDF920A"/>
    <w:rsid w:val="4DEBCF55"/>
    <w:rsid w:val="525E14A9"/>
    <w:rsid w:val="527711DA"/>
    <w:rsid w:val="528F8BEE"/>
    <w:rsid w:val="54083989"/>
    <w:rsid w:val="5787EADB"/>
    <w:rsid w:val="59CC4731"/>
    <w:rsid w:val="5E32204C"/>
    <w:rsid w:val="6457A60D"/>
    <w:rsid w:val="68E06057"/>
    <w:rsid w:val="706E69A4"/>
    <w:rsid w:val="731A3711"/>
    <w:rsid w:val="73288859"/>
    <w:rsid w:val="79D11EB7"/>
    <w:rsid w:val="79FF5691"/>
    <w:rsid w:val="7D95D9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6E3E53D8-3A6F-4D9C-8843-BA78B30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E89"/>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semiHidden/>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34"/>
    <w:qFormat/>
    <w:rsid w:val="00241659"/>
    <w:pPr>
      <w:ind w:left="720"/>
      <w:contextualSpacing/>
    </w:pPr>
  </w:style>
  <w:style w:type="character" w:customStyle="1" w:styleId="Mention1">
    <w:name w:val="Mention1"/>
    <w:basedOn w:val="DefaultParagraphFont"/>
    <w:uiPriority w:val="99"/>
    <w:unhideWhenUsed/>
    <w:rsid w:val="005E65CA"/>
    <w:rPr>
      <w:color w:val="2B579A"/>
      <w:shd w:val="clear" w:color="auto" w:fill="E1DFDD"/>
    </w:rPr>
  </w:style>
  <w:style w:type="character" w:styleId="Mention">
    <w:name w:val="Mention"/>
    <w:basedOn w:val="DefaultParagraphFont"/>
    <w:uiPriority w:val="99"/>
    <w:unhideWhenUsed/>
    <w:rsid w:val="00005F29"/>
    <w:rPr>
      <w:color w:val="2B579A"/>
      <w:shd w:val="clear" w:color="auto" w:fill="E1DFDD"/>
    </w:rPr>
  </w:style>
  <w:style w:type="character" w:styleId="UnresolvedMention">
    <w:name w:val="Unresolved Mention"/>
    <w:basedOn w:val="DefaultParagraphFont"/>
    <w:uiPriority w:val="99"/>
    <w:semiHidden/>
    <w:unhideWhenUsed/>
    <w:rsid w:val="00553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ccof1.sharepoint.com/sites/365XCertStaff/Shared%20Documents/General/WIP%20Controlled%20Documents/IN%20PROCESS%20-%20QS%20docs/inbox@ccof.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cof.org/resource/expedited-certification-program" TargetMode="External"/><Relationship Id="rId7" Type="http://schemas.openxmlformats.org/officeDocument/2006/relationships/styles" Target="styles.xml"/><Relationship Id="rId12" Type="http://schemas.openxmlformats.org/officeDocument/2006/relationships/hyperlink" Target="https://www.ccof.org/documents/expedited-certification-program" TargetMode="External"/><Relationship Id="rId17" Type="http://schemas.openxmlformats.org/officeDocument/2006/relationships/hyperlink" Target="https://www.ccof.org/resource/guide-handler-osp-form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guide-livestock-producer-osp-forms" TargetMode="External"/><Relationship Id="rId20" Type="http://schemas.openxmlformats.org/officeDocument/2006/relationships/hyperlink" Target="https://www.ccof.org/resource/global-market-access-applicatio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guide-grower-osp-forms" TargetMode="External"/><Relationship Id="rId23" Type="http://schemas.openxmlformats.org/officeDocument/2006/relationships/hyperlink" Target="https://www.ccof.org/resource/ccof-certification-services-program-manua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cof.org/organic-standards-ccof-organic-certification-program-manua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hyperlink" Target="https://www.ccof.org/resource/certification-transfer-for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Jenya T. Beachy</DisplayName>
        <AccountId>477</AccountId>
        <AccountType/>
      </UserInfo>
      <UserInfo>
        <DisplayName>Renee McKeon</DisplayName>
        <AccountId>14</AccountId>
        <AccountType/>
      </UserInfo>
      <UserInfo>
        <DisplayName>Dave Apple</DisplayName>
        <AccountId>22</AccountId>
        <AccountType/>
      </UserInfo>
      <UserInfo>
        <DisplayName>Rebecca Silver</DisplayName>
        <AccountId>32</AccountId>
        <AccountType/>
      </UserInfo>
      <UserInfo>
        <DisplayName>Gamai Gregory</DisplayName>
        <AccountId>42</AccountId>
        <AccountType/>
      </UserInfo>
      <UserInfo>
        <DisplayName>Renee Delaney [She Her Hers]</DisplayName>
        <AccountId>21</AccountId>
        <AccountType/>
      </UserInfo>
      <UserInfo>
        <DisplayName>Annie Testin</DisplayName>
        <AccountId>65</AccountId>
        <AccountType/>
      </UserInfo>
      <UserInfo>
        <DisplayName>Jamie Carr</DisplayName>
        <AccountId>48</AccountId>
        <AccountType/>
      </UserInfo>
      <UserInfo>
        <DisplayName>Ellie Downing Whisner [She Her Hers]</DisplayName>
        <AccountId>80</AccountId>
        <AccountType/>
      </UserInfo>
      <UserInfo>
        <DisplayName>Janna Schmidt [She Her Hers]</DisplayName>
        <AccountId>47</AccountId>
        <AccountType/>
      </UserInfo>
      <UserInfo>
        <DisplayName>Sarah Ory [She Her Hers]</DisplayName>
        <AccountId>102</AccountId>
        <AccountType/>
      </UserInfo>
      <UserInfo>
        <DisplayName>Jessie Nichols [She Her Hers]</DisplayName>
        <AccountId>27</AccountId>
        <AccountType/>
      </UserInfo>
      <UserInfo>
        <DisplayName>Katie Peck [She Her Hers]</DisplayName>
        <AccountId>64</AccountId>
        <AccountType/>
      </UserInfo>
      <UserInfo>
        <DisplayName>Patrick Arndt [He Him His]</DisplayName>
        <AccountId>18</AccountId>
        <AccountType/>
      </UserInfo>
      <UserInfo>
        <DisplayName>Aerin Martin [She Her Hers]</DisplayName>
        <AccountId>45</AccountId>
        <AccountType/>
      </UserInfo>
      <UserInfo>
        <DisplayName>Zelda Stoltzfus [She Her Hers]</DisplayName>
        <AccountId>91</AccountId>
        <AccountType/>
      </UserInfo>
      <UserInfo>
        <DisplayName>Leslie Claypool [She Her Hers]</DisplayName>
        <AccountId>62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340CD36-C8E7-477F-A0DB-C4CAD119E751}">
  <ds:schemaRefs>
    <ds:schemaRef ds:uri="http://schemas.openxmlformats.org/officeDocument/2006/bibliography"/>
  </ds:schemaRefs>
</ds:datastoreItem>
</file>

<file path=customXml/itemProps2.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3.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388B6D23-28FF-4FC2-9B2B-3927E97D315A}"/>
</file>

<file path=customXml/itemProps5.xml><?xml version="1.0" encoding="utf-8"?>
<ds:datastoreItem xmlns:ds="http://schemas.openxmlformats.org/officeDocument/2006/customXml" ds:itemID="{E9816C28-6E68-4190-9921-AA67634C1B7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raytemplate</Template>
  <TotalTime>471</TotalTime>
  <Pages>5</Pages>
  <Words>2866</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CCOF Certification Contract</vt:lpstr>
    </vt:vector>
  </TitlesOfParts>
  <Company>Dell Computer Corporation</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Certification Contract</dc:title>
  <dc:subject/>
  <dc:creator>Ray</dc:creator>
  <cp:keywords/>
  <cp:lastModifiedBy>Annie Testin</cp:lastModifiedBy>
  <cp:revision>428</cp:revision>
  <cp:lastPrinted>2019-03-21T21:45:00Z</cp:lastPrinted>
  <dcterms:created xsi:type="dcterms:W3CDTF">2024-01-06T00:41:00Z</dcterms:created>
  <dcterms:modified xsi:type="dcterms:W3CDTF">2025-03-07T00:45:00Z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y fmtid="{D5CDD505-2E9C-101B-9397-08002B2CF9AE}" pid="11" name="GrammarlyDocumentId">
    <vt:lpwstr>cdb4f1425a6bc12c71d20799450f244ba538c3e4a1c256c89fb5bebeddd000fe</vt:lpwstr>
  </property>
</Properties>
</file>