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Ind w:w="90" w:type="dxa"/>
        <w:tblLayout w:type="fixed"/>
        <w:tblCellMar>
          <w:left w:w="115" w:type="dxa"/>
          <w:right w:w="115" w:type="dxa"/>
        </w:tblCellMar>
        <w:tblLook w:val="01E0" w:firstRow="1" w:lastRow="1" w:firstColumn="1" w:lastColumn="1" w:noHBand="0" w:noVBand="0"/>
      </w:tblPr>
      <w:tblGrid>
        <w:gridCol w:w="1701"/>
        <w:gridCol w:w="7299"/>
        <w:gridCol w:w="630"/>
        <w:gridCol w:w="1350"/>
      </w:tblGrid>
      <w:tr w:rsidR="00F77172" w:rsidRPr="000B1BCD" w14:paraId="7529FE47" w14:textId="77777777" w:rsidTr="002C5740">
        <w:trPr>
          <w:trHeight w:val="360"/>
        </w:trPr>
        <w:tc>
          <w:tcPr>
            <w:tcW w:w="1701" w:type="dxa"/>
            <w:vAlign w:val="center"/>
          </w:tcPr>
          <w:p w14:paraId="2AAA44A1" w14:textId="77777777" w:rsidR="00F53C90" w:rsidRPr="000B1BCD" w:rsidRDefault="00F53C90" w:rsidP="005C2F8E">
            <w:pPr>
              <w:spacing w:before="60" w:line="240" w:lineRule="auto"/>
              <w:ind w:left="-43" w:right="-115"/>
              <w:rPr>
                <w:rFonts w:cs="Arial"/>
                <w:szCs w:val="18"/>
              </w:rPr>
            </w:pPr>
            <w:r w:rsidRPr="000B1BCD">
              <w:rPr>
                <w:rFonts w:cs="Arial"/>
                <w:b/>
                <w:bCs/>
                <w:sz w:val="20"/>
                <w:szCs w:val="20"/>
              </w:rPr>
              <w:t>Operation Name:</w:t>
            </w:r>
          </w:p>
        </w:tc>
        <w:tc>
          <w:tcPr>
            <w:tcW w:w="7299" w:type="dxa"/>
            <w:tcBorders>
              <w:bottom w:val="single" w:sz="4" w:space="0" w:color="auto"/>
            </w:tcBorders>
            <w:vAlign w:val="center"/>
          </w:tcPr>
          <w:p w14:paraId="61178EEE"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c>
          <w:tcPr>
            <w:tcW w:w="630" w:type="dxa"/>
            <w:tcBorders>
              <w:left w:val="nil"/>
            </w:tcBorders>
            <w:vAlign w:val="center"/>
          </w:tcPr>
          <w:p w14:paraId="5FD33460" w14:textId="77777777" w:rsidR="00F53C90" w:rsidRPr="00AA71D3" w:rsidRDefault="00F53C90" w:rsidP="005C2F8E">
            <w:pPr>
              <w:spacing w:before="60" w:line="240" w:lineRule="auto"/>
              <w:ind w:right="-115"/>
              <w:rPr>
                <w:rFonts w:cs="Arial"/>
                <w:b/>
                <w:sz w:val="20"/>
                <w:szCs w:val="18"/>
              </w:rPr>
            </w:pPr>
            <w:r w:rsidRPr="00AA71D3">
              <w:rPr>
                <w:rFonts w:cs="Arial"/>
                <w:b/>
                <w:sz w:val="20"/>
                <w:szCs w:val="18"/>
              </w:rPr>
              <w:t>Date:</w:t>
            </w:r>
          </w:p>
        </w:tc>
        <w:tc>
          <w:tcPr>
            <w:tcW w:w="1350" w:type="dxa"/>
            <w:tcBorders>
              <w:bottom w:val="single" w:sz="4" w:space="0" w:color="auto"/>
            </w:tcBorders>
            <w:vAlign w:val="center"/>
          </w:tcPr>
          <w:p w14:paraId="448D20A4"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r>
    </w:tbl>
    <w:p w14:paraId="3D1B36EF" w14:textId="77777777" w:rsidR="00544E4C" w:rsidRPr="00B7545D" w:rsidRDefault="00544E4C" w:rsidP="005C2F8E">
      <w:pPr>
        <w:pStyle w:val="ListParagraph"/>
        <w:numPr>
          <w:ilvl w:val="0"/>
          <w:numId w:val="22"/>
        </w:numPr>
        <w:spacing w:before="60"/>
        <w:contextualSpacing w:val="0"/>
        <w:rPr>
          <w:rFonts w:cs="Arial"/>
          <w:szCs w:val="18"/>
        </w:rPr>
      </w:pPr>
      <w:r w:rsidRPr="00B7545D">
        <w:rPr>
          <w:rFonts w:cs="Arial"/>
          <w:szCs w:val="18"/>
        </w:rPr>
        <w:t xml:space="preserve">Complete this form </w:t>
      </w:r>
      <w:r>
        <w:rPr>
          <w:rFonts w:cs="Arial"/>
          <w:szCs w:val="18"/>
        </w:rPr>
        <w:t>if you</w:t>
      </w:r>
      <w:r w:rsidRPr="00B7545D">
        <w:rPr>
          <w:rFonts w:cs="Arial"/>
          <w:szCs w:val="18"/>
        </w:rPr>
        <w:t xml:space="preserve"> make certified organic claims </w:t>
      </w:r>
      <w:r>
        <w:rPr>
          <w:rFonts w:cs="Arial"/>
          <w:szCs w:val="18"/>
        </w:rPr>
        <w:t>for items sold at</w:t>
      </w:r>
      <w:r w:rsidRPr="00B7545D">
        <w:rPr>
          <w:rFonts w:cs="Arial"/>
          <w:szCs w:val="18"/>
        </w:rPr>
        <w:t xml:space="preserve"> a retail establishment. </w:t>
      </w:r>
    </w:p>
    <w:p w14:paraId="581730C3" w14:textId="77777777" w:rsidR="00544E4C" w:rsidRPr="00B7545D" w:rsidRDefault="00544E4C" w:rsidP="005C2F8E">
      <w:pPr>
        <w:pStyle w:val="paragraph"/>
        <w:numPr>
          <w:ilvl w:val="1"/>
          <w:numId w:val="54"/>
        </w:numPr>
        <w:spacing w:before="60" w:beforeAutospacing="0" w:after="0" w:afterAutospacing="0"/>
        <w:ind w:left="720"/>
        <w:textAlignment w:val="baseline"/>
        <w:rPr>
          <w:rFonts w:ascii="Arial" w:hAnsi="Arial" w:cs="Arial"/>
          <w:b/>
          <w:bCs/>
          <w:sz w:val="18"/>
          <w:szCs w:val="18"/>
        </w:rPr>
      </w:pPr>
      <w:r w:rsidRPr="00B7545D">
        <w:rPr>
          <w:rStyle w:val="normaltextrun"/>
          <w:rFonts w:ascii="Arial" w:hAnsi="Arial" w:cs="Arial"/>
          <w:sz w:val="18"/>
          <w:szCs w:val="18"/>
        </w:rPr>
        <w:t>You may only use labels, ingredients, processing aids, suppliers, co-packers, and formulas approved by CCOF to produce organic products. Submit updates for pre-approval before using.</w:t>
      </w:r>
      <w:r w:rsidRPr="00B7545D">
        <w:rPr>
          <w:rStyle w:val="eop"/>
          <w:rFonts w:ascii="Arial" w:hAnsi="Arial" w:cs="Arial"/>
          <w:b/>
          <w:bCs/>
          <w:sz w:val="18"/>
          <w:szCs w:val="18"/>
        </w:rPr>
        <w:t> </w:t>
      </w:r>
    </w:p>
    <w:p w14:paraId="670CEDAA" w14:textId="120EE9B3" w:rsidR="00634E5D" w:rsidRDefault="00544E4C" w:rsidP="005C2F8E">
      <w:pPr>
        <w:pStyle w:val="ListParagraph"/>
        <w:numPr>
          <w:ilvl w:val="1"/>
          <w:numId w:val="54"/>
        </w:numPr>
        <w:spacing w:before="60"/>
        <w:ind w:left="720"/>
        <w:contextualSpacing w:val="0"/>
        <w:rPr>
          <w:rFonts w:cs="Arial"/>
          <w:szCs w:val="18"/>
        </w:rPr>
      </w:pPr>
      <w:r w:rsidRPr="00B7545D">
        <w:rPr>
          <w:rStyle w:val="normaltextrun"/>
          <w:rFonts w:cs="Arial"/>
          <w:szCs w:val="18"/>
        </w:rPr>
        <w:t xml:space="preserve">Once certified, you are only approved to produce organic products listed on your CCOF client profile, available on </w:t>
      </w:r>
      <w:hyperlink r:id="rId11" w:tgtFrame="_blank" w:history="1">
        <w:r w:rsidR="00F77172">
          <w:rPr>
            <w:rStyle w:val="normaltextrun"/>
            <w:rFonts w:cs="Arial"/>
            <w:color w:val="0000FF"/>
            <w:szCs w:val="18"/>
            <w:u w:val="single"/>
          </w:rPr>
          <w:t>www.MyCCOF.org</w:t>
        </w:r>
      </w:hyperlink>
      <w:r w:rsidRPr="00B7545D">
        <w:rPr>
          <w:rStyle w:val="normaltextrun"/>
          <w:rFonts w:cs="Arial"/>
          <w:szCs w:val="18"/>
        </w:rPr>
        <w:t xml:space="preserve">. Pre-approval is required for new products. Approved products will also appear in USDA’s </w:t>
      </w:r>
      <w:hyperlink r:id="rId12" w:history="1">
        <w:r w:rsidRPr="00B7545D">
          <w:rPr>
            <w:rStyle w:val="Hyperlink"/>
            <w:rFonts w:cs="Arial"/>
            <w:bCs/>
            <w:iCs/>
            <w:szCs w:val="18"/>
          </w:rPr>
          <w:t>Organic Integrity Database (Integrity)</w:t>
        </w:r>
      </w:hyperlink>
      <w:r w:rsidRPr="00B7545D">
        <w:rPr>
          <w:rFonts w:cs="Arial"/>
          <w:bCs/>
          <w:iCs/>
          <w:szCs w:val="18"/>
        </w:rPr>
        <w:t>.</w:t>
      </w:r>
    </w:p>
    <w:p w14:paraId="3EF0E9C9" w14:textId="21973FF6" w:rsidR="009278A2" w:rsidRPr="00E12CC2" w:rsidRDefault="00226D0C" w:rsidP="005C2F8E">
      <w:pPr>
        <w:pStyle w:val="ListParagraph"/>
        <w:numPr>
          <w:ilvl w:val="0"/>
          <w:numId w:val="22"/>
        </w:numPr>
        <w:spacing w:before="60"/>
        <w:contextualSpacing w:val="0"/>
        <w:rPr>
          <w:rFonts w:cs="Arial"/>
          <w:szCs w:val="18"/>
        </w:rPr>
      </w:pPr>
      <w:r w:rsidRPr="000B1BCD">
        <w:rPr>
          <w:noProof/>
        </w:rPr>
        <w:t>Where practices differ across</w:t>
      </w:r>
      <w:r w:rsidR="00CE6956">
        <w:rPr>
          <w:noProof/>
        </w:rPr>
        <w:t xml:space="preserve"> departments or </w:t>
      </w:r>
      <w:r w:rsidRPr="000B1BCD">
        <w:rPr>
          <w:noProof/>
        </w:rPr>
        <w:t xml:space="preserve">locations, </w:t>
      </w:r>
      <w:r w:rsidR="002025E5" w:rsidRPr="000B1BCD">
        <w:rPr>
          <w:noProof/>
        </w:rPr>
        <w:t>provide</w:t>
      </w:r>
      <w:r w:rsidRPr="000B1BCD">
        <w:rPr>
          <w:noProof/>
        </w:rPr>
        <w:t xml:space="preserve"> </w:t>
      </w:r>
      <w:r w:rsidR="002025E5" w:rsidRPr="000B1BCD">
        <w:rPr>
          <w:noProof/>
        </w:rPr>
        <w:t>descriptions</w:t>
      </w:r>
      <w:r w:rsidRPr="000B1BCD">
        <w:rPr>
          <w:noProof/>
        </w:rPr>
        <w:t xml:space="preserve"> that reflect every possible practice.</w:t>
      </w:r>
      <w:r w:rsidRPr="00634E5D">
        <w:rPr>
          <w:b/>
          <w:noProof/>
        </w:rPr>
        <w:t xml:space="preserve"> </w:t>
      </w:r>
    </w:p>
    <w:p w14:paraId="740EB33F" w14:textId="5FD6B00A" w:rsidR="006C396E" w:rsidRPr="00F77172" w:rsidRDefault="00C8219F" w:rsidP="005C2F8E">
      <w:pPr>
        <w:pStyle w:val="ListParagraph"/>
        <w:numPr>
          <w:ilvl w:val="0"/>
          <w:numId w:val="57"/>
        </w:numPr>
        <w:tabs>
          <w:tab w:val="left" w:pos="360"/>
        </w:tabs>
        <w:spacing w:before="120"/>
        <w:ind w:hanging="720"/>
        <w:contextualSpacing w:val="0"/>
        <w:rPr>
          <w:b/>
          <w:noProof/>
          <w:sz w:val="22"/>
        </w:rPr>
      </w:pPr>
      <w:r w:rsidRPr="00F77172">
        <w:rPr>
          <w:b/>
          <w:noProof/>
          <w:sz w:val="22"/>
        </w:rPr>
        <w:t xml:space="preserve">Certified </w:t>
      </w:r>
      <w:r w:rsidR="006C396E" w:rsidRPr="00F77172">
        <w:rPr>
          <w:b/>
          <w:noProof/>
          <w:sz w:val="22"/>
        </w:rPr>
        <w:t xml:space="preserve">Organic Retail </w:t>
      </w:r>
      <w:r w:rsidRPr="00F77172">
        <w:rPr>
          <w:b/>
          <w:noProof/>
          <w:sz w:val="22"/>
        </w:rPr>
        <w:t>Area</w:t>
      </w:r>
      <w:r w:rsidR="006C396E" w:rsidRPr="00F77172">
        <w:rPr>
          <w:b/>
          <w:noProof/>
          <w:sz w:val="22"/>
        </w:rPr>
        <w:t xml:space="preserve">s </w:t>
      </w:r>
    </w:p>
    <w:p w14:paraId="05E0D037" w14:textId="6B8D7104" w:rsidR="006C396E" w:rsidRPr="00DB3FF9" w:rsidRDefault="006C396E" w:rsidP="005C2F8E">
      <w:pPr>
        <w:pStyle w:val="ListParagraph"/>
        <w:numPr>
          <w:ilvl w:val="0"/>
          <w:numId w:val="50"/>
        </w:numPr>
        <w:spacing w:before="60"/>
        <w:ind w:left="360" w:right="-43"/>
        <w:contextualSpacing w:val="0"/>
        <w:rPr>
          <w:szCs w:val="18"/>
        </w:rPr>
      </w:pPr>
      <w:r w:rsidRPr="00C802B2">
        <w:rPr>
          <w:rFonts w:cs="Arial"/>
          <w:szCs w:val="18"/>
        </w:rPr>
        <w:t xml:space="preserve">Indicate all retail departments </w:t>
      </w:r>
      <w:r w:rsidR="00C8219F">
        <w:rPr>
          <w:rFonts w:cs="Arial"/>
          <w:szCs w:val="18"/>
        </w:rPr>
        <w:t xml:space="preserve">and prepared foods areas that are </w:t>
      </w:r>
      <w:r w:rsidRPr="00C802B2">
        <w:rPr>
          <w:rFonts w:cs="Arial"/>
          <w:szCs w:val="18"/>
        </w:rPr>
        <w:t>seeking organic certification</w:t>
      </w:r>
      <w:r w:rsidRPr="00DB3FF9">
        <w:rPr>
          <w:rFonts w:cs="Arial"/>
          <w:szCs w:val="18"/>
        </w:rPr>
        <w:t xml:space="preserve">. </w:t>
      </w:r>
    </w:p>
    <w:p w14:paraId="50E6FE63" w14:textId="77777777" w:rsidR="00C66963" w:rsidRDefault="00D63391" w:rsidP="005C2F8E">
      <w:pPr>
        <w:pStyle w:val="ListParagraph"/>
        <w:spacing w:before="60"/>
        <w:ind w:left="360"/>
        <w:contextualSpacing w:val="0"/>
      </w:pP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Produce </w:t>
      </w:r>
      <w:r w:rsidR="00E12CC2">
        <w:rPr>
          <w:rFonts w:cs="Arial"/>
          <w:szCs w:val="18"/>
        </w:rPr>
        <w:t xml:space="preserve"> </w:t>
      </w:r>
      <w:r w:rsidR="00046115">
        <w:rPr>
          <w:rFonts w:cs="Arial"/>
          <w:szCs w:val="18"/>
        </w:rPr>
        <w:t xml:space="preserve"> </w:t>
      </w:r>
      <w:r w:rsidR="00E12CC2">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Bulk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Meat and Poultry   </w:t>
      </w:r>
      <w:r>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Grocery    </w:t>
      </w:r>
      <w:r w:rsidRPr="000B1BCD">
        <w:rPr>
          <w:rFonts w:cs="Arial"/>
          <w:szCs w:val="18"/>
        </w:rPr>
        <w:fldChar w:fldCharType="begin">
          <w:ffData>
            <w:name w:val="Check18"/>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sidRPr="000B1BCD">
        <w:rPr>
          <w:rFonts w:cs="Arial"/>
          <w:szCs w:val="18"/>
        </w:rPr>
        <w:t xml:space="preserve"> Bakery (finish baked only)</w:t>
      </w:r>
      <w:r>
        <w:rPr>
          <w:rFonts w:cs="Arial"/>
          <w:szCs w:val="18"/>
        </w:rPr>
        <w:t xml:space="preserve">  </w:t>
      </w:r>
      <w:r w:rsidR="008D1ACA">
        <w:rPr>
          <w:rFonts w:cs="Arial"/>
          <w:szCs w:val="18"/>
        </w:rPr>
        <w:t xml:space="preserve">  </w:t>
      </w:r>
      <w:r w:rsidRPr="008D1ACA">
        <w:fldChar w:fldCharType="begin">
          <w:ffData>
            <w:name w:val="Check18"/>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Coffee Bar</w:t>
      </w:r>
      <w:r w:rsidR="00046115" w:rsidRPr="008D1ACA">
        <w:t xml:space="preserve">    </w:t>
      </w:r>
      <w:r w:rsidRPr="008D1ACA">
        <w:fldChar w:fldCharType="begin">
          <w:ffData>
            <w:name w:val="Check11"/>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Salad Bar</w:t>
      </w:r>
      <w:r w:rsidR="00046115" w:rsidRPr="008D1ACA">
        <w:t xml:space="preserve">    </w:t>
      </w:r>
    </w:p>
    <w:p w14:paraId="6FE537F5" w14:textId="4552DEF7" w:rsidR="008D1ACA" w:rsidRPr="00C66963" w:rsidRDefault="00D63391" w:rsidP="005C2F8E">
      <w:pPr>
        <w:pStyle w:val="ListParagraph"/>
        <w:spacing w:before="60"/>
        <w:ind w:left="360"/>
        <w:contextualSpacing w:val="0"/>
      </w:pPr>
      <w:r w:rsidRPr="008D1ACA">
        <w:fldChar w:fldCharType="begin">
          <w:ffData>
            <w:name w:val="Check18"/>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Specialty &amp; Gourmet Foods (e.g. cheese, olive </w:t>
      </w:r>
      <w:proofErr w:type="gramStart"/>
      <w:r w:rsidRPr="008D1ACA">
        <w:t xml:space="preserve">bar) </w:t>
      </w:r>
      <w:r w:rsidR="008D1ACA">
        <w:t xml:space="preserve">  </w:t>
      </w:r>
      <w:proofErr w:type="gramEnd"/>
      <w:r w:rsidR="008D1ACA">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Pr="00C66963">
        <w:rPr>
          <w:rFonts w:cs="Arial"/>
          <w:szCs w:val="18"/>
        </w:rPr>
      </w:r>
      <w:r w:rsidRPr="00C66963">
        <w:rPr>
          <w:rFonts w:cs="Arial"/>
          <w:szCs w:val="18"/>
        </w:rPr>
        <w:fldChar w:fldCharType="separate"/>
      </w:r>
      <w:r w:rsidRPr="00C66963">
        <w:rPr>
          <w:rFonts w:cs="Arial"/>
          <w:szCs w:val="18"/>
        </w:rPr>
        <w:fldChar w:fldCharType="end"/>
      </w:r>
      <w:r w:rsidRPr="00C66963">
        <w:rPr>
          <w:rFonts w:cs="Arial"/>
          <w:szCs w:val="18"/>
        </w:rPr>
        <w:t xml:space="preserve"> In-store Prepared Foods</w:t>
      </w:r>
      <w:r w:rsidR="00046115" w:rsidRPr="00C66963">
        <w:rPr>
          <w:rFonts w:cs="Arial"/>
          <w:szCs w:val="18"/>
        </w:rPr>
        <w:t xml:space="preserve">    </w:t>
      </w:r>
      <w:r w:rsidR="00C66963" w:rsidRPr="00C66963">
        <w:rPr>
          <w:rFonts w:cs="Arial"/>
          <w:szCs w:val="18"/>
        </w:rPr>
        <w:fldChar w:fldCharType="begin">
          <w:ffData>
            <w:name w:val="Check11"/>
            <w:enabled/>
            <w:calcOnExit w:val="0"/>
            <w:checkBox>
              <w:sizeAuto/>
              <w:default w:val="0"/>
            </w:checkBox>
          </w:ffData>
        </w:fldChar>
      </w:r>
      <w:r w:rsidR="00C66963" w:rsidRPr="00C66963">
        <w:rPr>
          <w:rFonts w:cs="Arial"/>
          <w:szCs w:val="18"/>
        </w:rPr>
        <w:instrText xml:space="preserve"> FORMCHECKBOX </w:instrText>
      </w:r>
      <w:r w:rsidR="00C66963" w:rsidRPr="00C66963">
        <w:rPr>
          <w:rFonts w:cs="Arial"/>
          <w:szCs w:val="18"/>
        </w:rPr>
      </w:r>
      <w:r w:rsidR="00C66963" w:rsidRPr="00C66963">
        <w:rPr>
          <w:rFonts w:cs="Arial"/>
          <w:szCs w:val="18"/>
        </w:rPr>
        <w:fldChar w:fldCharType="separate"/>
      </w:r>
      <w:r w:rsidR="00C66963" w:rsidRPr="00C66963">
        <w:rPr>
          <w:rFonts w:cs="Arial"/>
          <w:szCs w:val="18"/>
        </w:rPr>
        <w:fldChar w:fldCharType="end"/>
      </w:r>
      <w:r w:rsidR="00C66963" w:rsidRPr="00C66963">
        <w:rPr>
          <w:rFonts w:cs="Arial"/>
          <w:szCs w:val="18"/>
        </w:rPr>
        <w:t xml:space="preserve"> Juice/Smoothie Bar</w:t>
      </w:r>
    </w:p>
    <w:p w14:paraId="3EBCB45F" w14:textId="4F6DE0B8" w:rsidR="00D63391" w:rsidRPr="00C66963" w:rsidRDefault="00D63391" w:rsidP="005C2F8E">
      <w:pPr>
        <w:pStyle w:val="ListParagraph"/>
        <w:spacing w:before="60"/>
        <w:ind w:left="360"/>
        <w:contextualSpacing w:val="0"/>
        <w:rPr>
          <w:rFonts w:cs="Arial"/>
          <w:szCs w:val="18"/>
        </w:rPr>
      </w:pP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Full-Service Bakery (in-store baked </w:t>
      </w:r>
      <w:proofErr w:type="gramStart"/>
      <w:r w:rsidRPr="00D63391">
        <w:rPr>
          <w:rFonts w:cs="Arial"/>
          <w:szCs w:val="18"/>
        </w:rPr>
        <w:t>products)</w:t>
      </w:r>
      <w:r w:rsidR="008D1ACA">
        <w:rPr>
          <w:rFonts w:cs="Arial"/>
          <w:szCs w:val="18"/>
        </w:rPr>
        <w:t xml:space="preserve">   </w:t>
      </w:r>
      <w:proofErr w:type="gramEnd"/>
      <w:r w:rsidR="008D1ACA">
        <w:rPr>
          <w:rFonts w:cs="Arial"/>
          <w:szCs w:val="18"/>
        </w:rPr>
        <w:t xml:space="preserve"> </w:t>
      </w: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Full-Service Restaurant</w:t>
      </w:r>
      <w:r w:rsidR="00046115">
        <w:rPr>
          <w:rFonts w:cs="Arial"/>
          <w:szCs w:val="18"/>
        </w:rPr>
        <w:t xml:space="preserve">    </w:t>
      </w:r>
      <w:r w:rsidRPr="00D63391">
        <w:rPr>
          <w:rFonts w:cs="Arial"/>
          <w:szCs w:val="18"/>
        </w:rPr>
        <w:fldChar w:fldCharType="begin">
          <w:ffData>
            <w:name w:val="Check10"/>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Food Truc</w:t>
      </w:r>
      <w:r w:rsidR="00F77172">
        <w:rPr>
          <w:rFonts w:cs="Arial"/>
          <w:szCs w:val="18"/>
        </w:rPr>
        <w:t>k</w:t>
      </w:r>
      <w:r w:rsidR="00046115">
        <w:rPr>
          <w:rFonts w:cs="Arial"/>
          <w:szCs w:val="18"/>
        </w:rPr>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Pr="00C66963">
        <w:rPr>
          <w:rFonts w:cs="Arial"/>
          <w:szCs w:val="18"/>
        </w:rPr>
      </w:r>
      <w:r w:rsidRPr="00C66963">
        <w:rPr>
          <w:rFonts w:cs="Arial"/>
          <w:szCs w:val="18"/>
        </w:rPr>
        <w:fldChar w:fldCharType="separate"/>
      </w:r>
      <w:r w:rsidRPr="00C66963">
        <w:rPr>
          <w:rFonts w:cs="Arial"/>
          <w:szCs w:val="18"/>
        </w:rPr>
        <w:fldChar w:fldCharType="end"/>
      </w:r>
      <w:r w:rsidRPr="00C66963">
        <w:rPr>
          <w:rFonts w:cs="Arial"/>
          <w:szCs w:val="18"/>
        </w:rPr>
        <w:t xml:space="preserve"> Concession stand </w:t>
      </w:r>
      <w:r w:rsidR="00046115" w:rsidRPr="00C66963">
        <w:rPr>
          <w:rFonts w:cs="Arial"/>
          <w:szCs w:val="18"/>
        </w:rPr>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900"/>
        <w:gridCol w:w="9828"/>
      </w:tblGrid>
      <w:tr w:rsidR="00E12CC2" w:rsidRPr="00D575AD" w14:paraId="17F5F261" w14:textId="77777777" w:rsidTr="005C2F8E">
        <w:trPr>
          <w:trHeight w:val="360"/>
        </w:trPr>
        <w:tc>
          <w:tcPr>
            <w:tcW w:w="900" w:type="dxa"/>
            <w:vAlign w:val="center"/>
          </w:tcPr>
          <w:p w14:paraId="20211062" w14:textId="09775158" w:rsidR="00E12CC2" w:rsidRPr="00D575AD" w:rsidRDefault="00E12CC2"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p>
        </w:tc>
        <w:tc>
          <w:tcPr>
            <w:tcW w:w="9828" w:type="dxa"/>
            <w:tcBorders>
              <w:bottom w:val="single" w:sz="4" w:space="0" w:color="auto"/>
            </w:tcBorders>
            <w:vAlign w:val="center"/>
          </w:tcPr>
          <w:p w14:paraId="2F7E364D" w14:textId="77777777" w:rsidR="00E12CC2" w:rsidRPr="00901D4A" w:rsidRDefault="00E12CC2"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0CE58102" w14:textId="359BD570" w:rsidR="00034D6C" w:rsidRPr="00F77172" w:rsidRDefault="00AE77C1" w:rsidP="005C2F8E">
      <w:pPr>
        <w:pStyle w:val="ListParagraph"/>
        <w:numPr>
          <w:ilvl w:val="0"/>
          <w:numId w:val="57"/>
        </w:numPr>
        <w:spacing w:before="120"/>
        <w:ind w:left="360"/>
        <w:contextualSpacing w:val="0"/>
        <w:rPr>
          <w:b/>
          <w:sz w:val="22"/>
          <w:szCs w:val="22"/>
        </w:rPr>
      </w:pPr>
      <w:r w:rsidRPr="00F77172">
        <w:rPr>
          <w:b/>
          <w:sz w:val="22"/>
          <w:szCs w:val="22"/>
        </w:rPr>
        <w:t>Organic Claims</w:t>
      </w:r>
      <w:r w:rsidR="00FB52E1" w:rsidRPr="00F77172">
        <w:rPr>
          <w:b/>
          <w:sz w:val="22"/>
          <w:szCs w:val="22"/>
        </w:rPr>
        <w:t>, Labels,</w:t>
      </w:r>
      <w:r w:rsidR="0079774A" w:rsidRPr="00F77172">
        <w:rPr>
          <w:b/>
          <w:sz w:val="22"/>
          <w:szCs w:val="22"/>
        </w:rPr>
        <w:t xml:space="preserve"> </w:t>
      </w:r>
      <w:r w:rsidR="00034D6C" w:rsidRPr="00F77172">
        <w:rPr>
          <w:b/>
          <w:sz w:val="22"/>
          <w:szCs w:val="22"/>
        </w:rPr>
        <w:t xml:space="preserve">Menus, </w:t>
      </w:r>
      <w:r w:rsidR="00FB52E1" w:rsidRPr="00F77172">
        <w:rPr>
          <w:b/>
          <w:sz w:val="22"/>
          <w:szCs w:val="22"/>
        </w:rPr>
        <w:t xml:space="preserve">and </w:t>
      </w:r>
      <w:r w:rsidR="00034D6C" w:rsidRPr="00F77172">
        <w:rPr>
          <w:b/>
          <w:sz w:val="22"/>
          <w:szCs w:val="22"/>
        </w:rPr>
        <w:t>Sig</w:t>
      </w:r>
      <w:r w:rsidR="0079774A" w:rsidRPr="00F77172">
        <w:rPr>
          <w:b/>
          <w:sz w:val="22"/>
          <w:szCs w:val="22"/>
        </w:rPr>
        <w:t>n</w:t>
      </w:r>
      <w:r w:rsidR="00FB52E1" w:rsidRPr="00F77172">
        <w:rPr>
          <w:b/>
          <w:sz w:val="22"/>
          <w:szCs w:val="22"/>
        </w:rPr>
        <w:t>s</w:t>
      </w:r>
    </w:p>
    <w:p w14:paraId="32C58B44" w14:textId="77777777" w:rsidR="00F90B55" w:rsidRPr="006C115B" w:rsidRDefault="00F90B55" w:rsidP="005C2F8E">
      <w:pPr>
        <w:pStyle w:val="ListParagraph"/>
        <w:numPr>
          <w:ilvl w:val="0"/>
          <w:numId w:val="55"/>
        </w:numPr>
        <w:spacing w:before="60"/>
        <w:ind w:left="360" w:right="-43"/>
        <w:contextualSpacing w:val="0"/>
        <w:rPr>
          <w:rFonts w:cs="Arial"/>
          <w:szCs w:val="18"/>
        </w:rPr>
      </w:pPr>
      <w:r w:rsidRPr="000C098C">
        <w:rPr>
          <w:rFonts w:cs="Arial"/>
          <w:szCs w:val="18"/>
        </w:rPr>
        <w:t xml:space="preserve">Which </w:t>
      </w:r>
      <w:r>
        <w:rPr>
          <w:rFonts w:cs="Arial"/>
          <w:szCs w:val="18"/>
        </w:rPr>
        <w:t xml:space="preserve">statement </w:t>
      </w:r>
      <w:r w:rsidRPr="000C098C">
        <w:rPr>
          <w:rFonts w:cs="Arial"/>
          <w:szCs w:val="18"/>
        </w:rPr>
        <w:t xml:space="preserve">best describes your </w:t>
      </w:r>
      <w:r>
        <w:rPr>
          <w:rFonts w:cs="Arial"/>
          <w:szCs w:val="18"/>
        </w:rPr>
        <w:t>organic claim to customers</w:t>
      </w:r>
      <w:r w:rsidRPr="000C098C">
        <w:rPr>
          <w:rFonts w:cs="Arial"/>
          <w:szCs w:val="18"/>
        </w:rPr>
        <w:t xml:space="preserve">? </w:t>
      </w:r>
      <w:r>
        <w:rPr>
          <w:rFonts w:cs="Arial"/>
          <w:szCs w:val="18"/>
        </w:rPr>
        <w:t xml:space="preserve">If claims differ across retail areas, attach a description of organic claims by specific area. </w:t>
      </w:r>
      <w:r w:rsidRPr="006C115B">
        <w:rPr>
          <w:rFonts w:cs="Arial"/>
          <w:szCs w:val="18"/>
        </w:rPr>
        <w:fldChar w:fldCharType="begin">
          <w:ffData>
            <w:name w:val="Check10"/>
            <w:enabled/>
            <w:calcOnExit w:val="0"/>
            <w:checkBox>
              <w:sizeAuto/>
              <w:default w:val="0"/>
            </w:checkBox>
          </w:ffData>
        </w:fldChar>
      </w:r>
      <w:r w:rsidRPr="006C115B">
        <w:rPr>
          <w:rFonts w:cs="Arial"/>
          <w:szCs w:val="18"/>
        </w:rPr>
        <w:instrText xml:space="preserve"> FORMCHECKBOX </w:instrText>
      </w:r>
      <w:r w:rsidRPr="006C115B">
        <w:rPr>
          <w:rFonts w:cs="Arial"/>
          <w:szCs w:val="18"/>
        </w:rPr>
      </w:r>
      <w:r w:rsidRPr="006C115B">
        <w:rPr>
          <w:rFonts w:cs="Arial"/>
          <w:szCs w:val="18"/>
        </w:rPr>
        <w:fldChar w:fldCharType="separate"/>
      </w:r>
      <w:r w:rsidRPr="006C115B">
        <w:rPr>
          <w:rFonts w:cs="Arial"/>
          <w:szCs w:val="18"/>
        </w:rPr>
        <w:fldChar w:fldCharType="end"/>
      </w:r>
      <w:r w:rsidRPr="006C115B">
        <w:rPr>
          <w:rFonts w:cs="Arial"/>
          <w:szCs w:val="18"/>
        </w:rPr>
        <w:t xml:space="preserve"> Description attached</w:t>
      </w:r>
      <w:r>
        <w:rPr>
          <w:rFonts w:cs="Arial"/>
          <w:szCs w:val="18"/>
        </w:rPr>
        <w:t>.</w:t>
      </w:r>
      <w:r w:rsidRPr="006C115B">
        <w:rPr>
          <w:rFonts w:cs="Arial"/>
          <w:szCs w:val="18"/>
        </w:rPr>
        <w:t xml:space="preserve"> </w:t>
      </w:r>
    </w:p>
    <w:p w14:paraId="5F7C6D11" w14:textId="0EF4C370" w:rsidR="00F90B55" w:rsidRPr="00B255DF" w:rsidRDefault="00F90B55" w:rsidP="005C2F8E">
      <w:pPr>
        <w:pStyle w:val="ListParagraph"/>
        <w:spacing w:before="60"/>
        <w:ind w:left="605" w:right="-43" w:hanging="245"/>
        <w:contextualSpacing w:val="0"/>
        <w:rPr>
          <w:rFonts w:cs="Arial"/>
          <w:strike/>
          <w:szCs w:val="18"/>
        </w:rPr>
      </w:pPr>
      <w:r w:rsidRPr="00DB3FF9">
        <w:rPr>
          <w:rFonts w:cs="Arial"/>
          <w:szCs w:val="18"/>
        </w:rPr>
        <w:fldChar w:fldCharType="begin">
          <w:ffData>
            <w:name w:val="Check10"/>
            <w:enabled/>
            <w:calcOnExit w:val="0"/>
            <w:checkBox>
              <w:sizeAuto/>
              <w:default w:val="0"/>
            </w:checkBox>
          </w:ffData>
        </w:fldChar>
      </w:r>
      <w:r w:rsidRPr="00FD3D8B">
        <w:rPr>
          <w:rFonts w:cs="Arial"/>
          <w:szCs w:val="18"/>
        </w:rPr>
        <w:instrText xml:space="preserve"> FORMCHECKBOX </w:instrText>
      </w:r>
      <w:r w:rsidRPr="00DB3FF9">
        <w:rPr>
          <w:rFonts w:cs="Arial"/>
          <w:szCs w:val="18"/>
        </w:rPr>
      </w:r>
      <w:r w:rsidRPr="00DB3FF9">
        <w:rPr>
          <w:rFonts w:cs="Arial"/>
          <w:szCs w:val="18"/>
        </w:rPr>
        <w:fldChar w:fldCharType="separate"/>
      </w:r>
      <w:r w:rsidRPr="00DB3FF9">
        <w:rPr>
          <w:rFonts w:cs="Arial"/>
          <w:szCs w:val="18"/>
        </w:rPr>
        <w:fldChar w:fldCharType="end"/>
      </w:r>
      <w:r w:rsidRPr="00FD3D8B">
        <w:rPr>
          <w:rFonts w:cs="Arial"/>
          <w:szCs w:val="18"/>
        </w:rPr>
        <w:t xml:space="preserve"> </w:t>
      </w:r>
      <w:r w:rsidRPr="00FC1EA0">
        <w:rPr>
          <w:rFonts w:cs="Arial"/>
          <w:b/>
          <w:bCs/>
          <w:szCs w:val="18"/>
        </w:rPr>
        <w:t xml:space="preserve">All </w:t>
      </w:r>
      <w:r>
        <w:rPr>
          <w:rFonts w:cs="Arial"/>
          <w:b/>
          <w:bCs/>
          <w:szCs w:val="18"/>
        </w:rPr>
        <w:t>items and/or processed products in the Retail Areas indicated above in section A</w:t>
      </w:r>
      <w:r w:rsidR="0046550D">
        <w:rPr>
          <w:rFonts w:cs="Arial"/>
          <w:b/>
          <w:bCs/>
          <w:szCs w:val="18"/>
        </w:rPr>
        <w:t>1</w:t>
      </w:r>
      <w:r>
        <w:rPr>
          <w:rFonts w:cs="Arial"/>
          <w:b/>
          <w:bCs/>
          <w:szCs w:val="18"/>
        </w:rPr>
        <w:t xml:space="preserve"> are organic</w:t>
      </w:r>
      <w:r w:rsidRPr="00FC1EA0">
        <w:rPr>
          <w:rFonts w:cs="Arial"/>
          <w:b/>
          <w:bCs/>
          <w:szCs w:val="18"/>
        </w:rPr>
        <w:t>.</w:t>
      </w:r>
      <w:r w:rsidRPr="00FD3D8B">
        <w:rPr>
          <w:rFonts w:cs="Arial"/>
          <w:szCs w:val="18"/>
        </w:rPr>
        <w:t xml:space="preserve"> </w:t>
      </w:r>
    </w:p>
    <w:p w14:paraId="43711C50" w14:textId="77777777" w:rsidR="00F90B55" w:rsidRPr="00B255DF" w:rsidRDefault="00F90B55" w:rsidP="005C2F8E">
      <w:pPr>
        <w:spacing w:before="60" w:line="240" w:lineRule="auto"/>
        <w:ind w:left="634" w:right="-43" w:hanging="274"/>
        <w:rPr>
          <w:rFonts w:cs="Arial"/>
          <w:i/>
          <w:strike/>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Pr>
          <w:rFonts w:cs="Arial"/>
          <w:szCs w:val="18"/>
        </w:rPr>
        <w:t xml:space="preserve"> </w:t>
      </w:r>
      <w:r>
        <w:rPr>
          <w:rFonts w:cs="Arial"/>
          <w:b/>
          <w:bCs/>
          <w:szCs w:val="18"/>
        </w:rPr>
        <w:t>Select items and/or processed products</w:t>
      </w:r>
      <w:r w:rsidRPr="00FC1EA0">
        <w:rPr>
          <w:rFonts w:cs="Arial"/>
          <w:b/>
          <w:bCs/>
          <w:szCs w:val="18"/>
        </w:rPr>
        <w:t xml:space="preserve"> </w:t>
      </w:r>
      <w:r>
        <w:rPr>
          <w:rFonts w:cs="Arial"/>
          <w:b/>
          <w:bCs/>
          <w:szCs w:val="18"/>
        </w:rPr>
        <w:t xml:space="preserve">in the Retail Areas indicated above in section A1 </w:t>
      </w:r>
      <w:r w:rsidRPr="00FC1EA0">
        <w:rPr>
          <w:rFonts w:cs="Arial"/>
          <w:b/>
          <w:bCs/>
          <w:szCs w:val="18"/>
        </w:rPr>
        <w:t>are organi</w:t>
      </w:r>
      <w:r>
        <w:rPr>
          <w:rFonts w:cs="Arial"/>
          <w:b/>
          <w:bCs/>
          <w:szCs w:val="18"/>
        </w:rPr>
        <w:t>c</w:t>
      </w:r>
      <w:r w:rsidRPr="00FC1EA0">
        <w:rPr>
          <w:rFonts w:cs="Arial"/>
          <w:b/>
          <w:bCs/>
          <w:szCs w:val="18"/>
        </w:rPr>
        <w:t>.</w:t>
      </w:r>
      <w:r>
        <w:rPr>
          <w:rFonts w:cs="Arial"/>
          <w:szCs w:val="18"/>
        </w:rPr>
        <w:t xml:space="preserve"> Labels, menus</w:t>
      </w:r>
      <w:r w:rsidRPr="00D575AD">
        <w:rPr>
          <w:rFonts w:cs="Arial"/>
          <w:szCs w:val="18"/>
        </w:rPr>
        <w:t xml:space="preserve">, </w:t>
      </w:r>
      <w:r>
        <w:rPr>
          <w:rFonts w:cs="Arial"/>
          <w:szCs w:val="18"/>
        </w:rPr>
        <w:t>and</w:t>
      </w:r>
      <w:r w:rsidRPr="00D575AD">
        <w:rPr>
          <w:rFonts w:cs="Arial"/>
          <w:szCs w:val="18"/>
        </w:rPr>
        <w:t xml:space="preserve"> signs</w:t>
      </w:r>
      <w:r>
        <w:rPr>
          <w:rFonts w:cs="Arial"/>
          <w:szCs w:val="18"/>
        </w:rPr>
        <w:t xml:space="preserve"> must clearly distinguish between organic and nonorganic items.</w:t>
      </w:r>
    </w:p>
    <w:p w14:paraId="23CE3902" w14:textId="0003839C" w:rsidR="00037BA1" w:rsidRPr="00952DCD" w:rsidRDefault="00037BA1" w:rsidP="005C2F8E">
      <w:pPr>
        <w:pStyle w:val="ListParagraph"/>
        <w:widowControl w:val="0"/>
        <w:numPr>
          <w:ilvl w:val="0"/>
          <w:numId w:val="55"/>
        </w:numPr>
        <w:autoSpaceDE w:val="0"/>
        <w:autoSpaceDN w:val="0"/>
        <w:adjustRightInd w:val="0"/>
        <w:spacing w:before="60"/>
        <w:ind w:left="360" w:right="-43"/>
        <w:contextualSpacing w:val="0"/>
        <w:rPr>
          <w:rFonts w:cs="Arial"/>
        </w:rPr>
      </w:pPr>
      <w:r w:rsidRPr="066EC32A">
        <w:rPr>
          <w:rFonts w:cs="Arial"/>
        </w:rPr>
        <w:t xml:space="preserve">Attach </w:t>
      </w:r>
      <w:r w:rsidRPr="066EC32A">
        <w:rPr>
          <w:rFonts w:cs="Arial"/>
          <w:color w:val="000000"/>
          <w:kern w:val="18"/>
        </w:rPr>
        <w:t>all labels</w:t>
      </w:r>
      <w:r>
        <w:rPr>
          <w:rFonts w:cs="Arial"/>
          <w:color w:val="000000"/>
          <w:kern w:val="18"/>
        </w:rPr>
        <w:t>, menus, and signs</w:t>
      </w:r>
      <w:r w:rsidRPr="066EC32A">
        <w:rPr>
          <w:rFonts w:cs="Arial"/>
          <w:color w:val="000000"/>
          <w:kern w:val="18"/>
        </w:rPr>
        <w:t xml:space="preserve"> </w:t>
      </w:r>
      <w:r>
        <w:rPr>
          <w:rFonts w:cs="Arial"/>
          <w:color w:val="000000"/>
          <w:kern w:val="18"/>
        </w:rPr>
        <w:t xml:space="preserve">with </w:t>
      </w:r>
      <w:r w:rsidRPr="066EC32A">
        <w:rPr>
          <w:rFonts w:cs="Arial"/>
          <w:color w:val="000000"/>
          <w:kern w:val="18"/>
        </w:rPr>
        <w:t>any reference to organic.</w:t>
      </w:r>
      <w:r w:rsidRPr="066EC32A">
        <w:rPr>
          <w:rFonts w:cs="Arial"/>
          <w:color w:val="000000" w:themeColor="text1"/>
        </w:rPr>
        <w:t xml:space="preserve"> </w:t>
      </w:r>
    </w:p>
    <w:p w14:paraId="396DCFE1"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sidRPr="00952DCD">
        <w:rPr>
          <w:rFonts w:cs="Times New Roman"/>
          <w:lang w:eastAsia="x-none"/>
        </w:rPr>
        <w:t>If you use a template for labels</w:t>
      </w:r>
      <w:r>
        <w:rPr>
          <w:rFonts w:cs="Times New Roman"/>
          <w:lang w:eastAsia="x-none"/>
        </w:rPr>
        <w:t>, menu boards or other signage</w:t>
      </w:r>
      <w:r w:rsidRPr="00952DCD">
        <w:rPr>
          <w:rFonts w:cs="Times New Roman"/>
          <w:lang w:eastAsia="x-none"/>
        </w:rPr>
        <w:t xml:space="preserve">, submit an example of each unique template with a description of what information changes. </w:t>
      </w:r>
    </w:p>
    <w:p w14:paraId="44CCAF86"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Pr>
          <w:rFonts w:cs="Times New Roman"/>
          <w:lang w:eastAsia="x-none"/>
        </w:rPr>
        <w:t xml:space="preserve">If you offer both organic and nonorganic items in your retail establishment, submit an example of </w:t>
      </w:r>
      <w:r w:rsidRPr="005260D5">
        <w:rPr>
          <w:color w:val="000000"/>
          <w:kern w:val="18"/>
        </w:rPr>
        <w:t xml:space="preserve">organic display signs vs. nonorganic display signs, as well as organic menu items vs. nonorganic menu items. </w:t>
      </w:r>
    </w:p>
    <w:p w14:paraId="7B7677C6" w14:textId="67C2E9CA" w:rsidR="00037BA1" w:rsidRPr="00925F12" w:rsidRDefault="00037BA1" w:rsidP="005C2F8E">
      <w:pPr>
        <w:pStyle w:val="ListParagraph"/>
        <w:widowControl w:val="0"/>
        <w:autoSpaceDE w:val="0"/>
        <w:autoSpaceDN w:val="0"/>
        <w:adjustRightInd w:val="0"/>
        <w:spacing w:before="60"/>
        <w:ind w:left="360" w:right="-43"/>
        <w:contextualSpacing w:val="0"/>
        <w:rPr>
          <w:rFonts w:cs="Arial"/>
          <w:i/>
          <w:iCs/>
          <w:szCs w:val="18"/>
        </w:rPr>
      </w:pPr>
      <w:r>
        <w:rPr>
          <w:rFonts w:cs="Arial"/>
          <w:bCs/>
          <w:i/>
          <w:iCs/>
          <w:color w:val="000000"/>
          <w:kern w:val="18"/>
          <w:szCs w:val="16"/>
        </w:rPr>
        <w:t xml:space="preserve">Organic </w:t>
      </w:r>
      <w:r>
        <w:rPr>
          <w:rStyle w:val="normaltextrun"/>
          <w:i/>
          <w:iCs/>
          <w:color w:val="000000"/>
          <w:szCs w:val="18"/>
          <w:shd w:val="clear" w:color="auto" w:fill="FFFFFF"/>
        </w:rPr>
        <w:t xml:space="preserve">labeling guidelines 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3" w:history="1">
        <w:r w:rsidRPr="0064625E">
          <w:rPr>
            <w:rStyle w:val="Hyperlink"/>
            <w:rFonts w:cs="Arial"/>
            <w:bCs/>
            <w:i/>
            <w:iCs/>
            <w:kern w:val="18"/>
            <w:szCs w:val="16"/>
          </w:rPr>
          <w:t>www.ccof.org/labeling</w:t>
        </w:r>
      </w:hyperlink>
      <w:r>
        <w:rPr>
          <w:rFonts w:cs="Arial"/>
          <w:bCs/>
          <w:i/>
          <w:iCs/>
          <w:color w:val="000000"/>
          <w:kern w:val="18"/>
          <w:szCs w:val="16"/>
        </w:rPr>
        <w:t xml:space="preserve">. Submit all revisions to CCOF for pre-approval prior to printing or using new labels. Pay particular </w:t>
      </w:r>
      <w:r w:rsidRPr="00925F12">
        <w:rPr>
          <w:rFonts w:cs="Arial"/>
          <w:bCs/>
          <w:i/>
          <w:iCs/>
          <w:color w:val="000000"/>
          <w:kern w:val="18"/>
          <w:szCs w:val="16"/>
        </w:rPr>
        <w:t>attention to</w:t>
      </w:r>
      <w:r w:rsidRPr="00925F12">
        <w:rPr>
          <w:i/>
          <w:iCs/>
        </w:rPr>
        <w:t xml:space="preserve"> </w:t>
      </w:r>
      <w:hyperlink r:id="rId14" w:history="1">
        <w:r w:rsidRPr="008D4BF1">
          <w:rPr>
            <w:rStyle w:val="Hyperlink"/>
            <w:b/>
            <w:bCs/>
            <w:i/>
            <w:iCs/>
          </w:rPr>
          <w:t>Organic Claims on Websites and Other Marketing guidelines</w:t>
        </w:r>
      </w:hyperlink>
      <w:r w:rsidRPr="00925F12">
        <w:rPr>
          <w:i/>
          <w:iCs/>
        </w:rPr>
        <w:t>.</w:t>
      </w:r>
      <w:r w:rsidRPr="00925F12">
        <w:rPr>
          <w:b/>
          <w:bCs/>
          <w:i/>
          <w:iCs/>
        </w:rPr>
        <w:t xml:space="preserve"> </w:t>
      </w:r>
    </w:p>
    <w:p w14:paraId="248BF0D7" w14:textId="2E0A1C5D" w:rsidR="00037BA1" w:rsidRPr="00D509F9" w:rsidRDefault="00037BA1" w:rsidP="005C2F8E">
      <w:pPr>
        <w:pStyle w:val="ListParagraph"/>
        <w:widowControl w:val="0"/>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Attached    </w:t>
      </w:r>
    </w:p>
    <w:p w14:paraId="7386186B" w14:textId="0058EC48" w:rsidR="00052D6A" w:rsidRPr="002D4F05" w:rsidRDefault="00052D6A" w:rsidP="005C2F8E">
      <w:pPr>
        <w:pStyle w:val="ListParagraph"/>
        <w:numPr>
          <w:ilvl w:val="0"/>
          <w:numId w:val="55"/>
        </w:numPr>
        <w:spacing w:before="60"/>
        <w:ind w:left="360" w:right="-18"/>
        <w:contextualSpacing w:val="0"/>
        <w:rPr>
          <w:szCs w:val="18"/>
        </w:rPr>
      </w:pPr>
      <w:r w:rsidRPr="002D4F05">
        <w:rPr>
          <w:szCs w:val="18"/>
        </w:rPr>
        <w:t xml:space="preserve">Attach an image (or images) to describe how </w:t>
      </w:r>
      <w:r>
        <w:rPr>
          <w:szCs w:val="18"/>
        </w:rPr>
        <w:t xml:space="preserve">the </w:t>
      </w:r>
      <w:r w:rsidRPr="002D4F05">
        <w:rPr>
          <w:szCs w:val="18"/>
        </w:rPr>
        <w:t>“Certified Organic by CCOF” statement is displayed within your retail space</w:t>
      </w:r>
      <w:r w:rsidR="00330C1B">
        <w:rPr>
          <w:szCs w:val="18"/>
        </w:rPr>
        <w:t xml:space="preserve"> beyond product labeling</w:t>
      </w:r>
      <w:r w:rsidRPr="002D4F05">
        <w:rPr>
          <w:szCs w:val="18"/>
        </w:rPr>
        <w:t xml:space="preserve"> (e.g. on menu board, store signage</w:t>
      </w:r>
      <w:r w:rsidR="00571648">
        <w:rPr>
          <w:szCs w:val="18"/>
        </w:rPr>
        <w:t>)</w:t>
      </w:r>
      <w:r w:rsidRPr="002D4F05">
        <w:rPr>
          <w:szCs w:val="18"/>
        </w:rPr>
        <w:t>.</w:t>
      </w:r>
    </w:p>
    <w:p w14:paraId="6F1E5DEB" w14:textId="505D1461" w:rsidR="00052D6A" w:rsidRPr="00052D6A" w:rsidRDefault="00052D6A" w:rsidP="005C2F8E">
      <w:pPr>
        <w:widowControl w:val="0"/>
        <w:autoSpaceDE w:val="0"/>
        <w:autoSpaceDN w:val="0"/>
        <w:adjustRightInd w:val="0"/>
        <w:spacing w:before="60" w:line="240" w:lineRule="auto"/>
        <w:ind w:right="-43" w:firstLine="360"/>
        <w:rPr>
          <w:rFonts w:cs="Arial"/>
          <w:szCs w:val="18"/>
        </w:rPr>
      </w:pPr>
      <w:r>
        <w:fldChar w:fldCharType="begin">
          <w:ffData>
            <w:name w:val="Check32"/>
            <w:enabled/>
            <w:calcOnExit w:val="0"/>
            <w:checkBox>
              <w:sizeAuto/>
              <w:default w:val="0"/>
            </w:checkBox>
          </w:ffData>
        </w:fldChar>
      </w:r>
      <w:r w:rsidRPr="00D509F9">
        <w:rPr>
          <w:rFonts w:cs="Arial"/>
          <w:szCs w:val="18"/>
        </w:rPr>
        <w:instrText xml:space="preserve"> FORMCHECKBOX </w:instrText>
      </w:r>
      <w:r>
        <w:fldChar w:fldCharType="separate"/>
      </w:r>
      <w:r>
        <w:fldChar w:fldCharType="end"/>
      </w:r>
      <w:r w:rsidRPr="00D509F9">
        <w:rPr>
          <w:rFonts w:cs="Arial"/>
          <w:szCs w:val="18"/>
        </w:rPr>
        <w:t xml:space="preserve"> </w:t>
      </w:r>
      <w:r>
        <w:rPr>
          <w:rFonts w:cs="Arial"/>
          <w:szCs w:val="18"/>
        </w:rPr>
        <w:t>A</w:t>
      </w:r>
      <w:r w:rsidRPr="00D509F9">
        <w:rPr>
          <w:rFonts w:cs="Arial"/>
          <w:szCs w:val="18"/>
        </w:rPr>
        <w:t xml:space="preserve">ttached    </w:t>
      </w:r>
    </w:p>
    <w:p w14:paraId="27A33176" w14:textId="7694E0BA" w:rsidR="00037BA1" w:rsidRPr="00C802B2" w:rsidRDefault="00037BA1" w:rsidP="005C2F8E">
      <w:pPr>
        <w:pStyle w:val="ListParagraph"/>
        <w:numPr>
          <w:ilvl w:val="0"/>
          <w:numId w:val="55"/>
        </w:numPr>
        <w:spacing w:before="60"/>
        <w:ind w:left="360" w:right="-18"/>
        <w:contextualSpacing w:val="0"/>
        <w:rPr>
          <w:szCs w:val="18"/>
        </w:rPr>
      </w:pPr>
      <w:r w:rsidRPr="000B1BCD">
        <w:rPr>
          <w:rFonts w:cs="Arial"/>
          <w:szCs w:val="18"/>
        </w:rPr>
        <w:t xml:space="preserve">How </w:t>
      </w:r>
      <w:r w:rsidR="00763F5C">
        <w:rPr>
          <w:rFonts w:cs="Arial"/>
          <w:szCs w:val="18"/>
        </w:rPr>
        <w:t xml:space="preserve">do you promote </w:t>
      </w:r>
      <w:r w:rsidR="003A5E07">
        <w:rPr>
          <w:rFonts w:cs="Arial"/>
          <w:szCs w:val="18"/>
        </w:rPr>
        <w:t xml:space="preserve">your organic products and </w:t>
      </w:r>
      <w:r>
        <w:rPr>
          <w:rFonts w:cs="Arial"/>
          <w:szCs w:val="18"/>
        </w:rPr>
        <w:t>your organic status</w:t>
      </w:r>
      <w:r w:rsidR="003A5E07">
        <w:rPr>
          <w:rFonts w:cs="Arial"/>
          <w:szCs w:val="18"/>
        </w:rPr>
        <w:t xml:space="preserve"> as a certified organic retail establishment</w:t>
      </w:r>
      <w:r>
        <w:rPr>
          <w:rFonts w:cs="Arial"/>
          <w:szCs w:val="18"/>
        </w:rPr>
        <w:t xml:space="preserve">? </w:t>
      </w:r>
    </w:p>
    <w:p w14:paraId="14DAE9E1" w14:textId="75735907" w:rsidR="00A339E6" w:rsidRPr="00745969" w:rsidRDefault="00037BA1" w:rsidP="005C2F8E">
      <w:pPr>
        <w:pStyle w:val="ListParagraph"/>
        <w:spacing w:before="60"/>
        <w:ind w:left="360"/>
        <w:contextualSpacing w:val="0"/>
        <w:rPr>
          <w:rFonts w:cs="Arial"/>
        </w:rPr>
      </w:pP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Shelf Talkers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Table Tents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Website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Social Media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Virtual ads</w:t>
      </w:r>
      <w:r w:rsidR="00C43775">
        <w:rPr>
          <w:rFonts w:cs="Arial"/>
          <w:szCs w:val="18"/>
        </w:rPr>
        <w:t xml:space="preserve">   </w:t>
      </w:r>
      <w:r w:rsidRPr="000B1BCD">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Food Truck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Mailers </w:t>
      </w:r>
      <w:r w:rsidR="00A339E6" w:rsidRPr="00745969">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8C0E4B" w:rsidRPr="00D575AD" w14:paraId="7A63DC1D" w14:textId="77777777" w:rsidTr="00C43775">
        <w:trPr>
          <w:trHeight w:val="360"/>
        </w:trPr>
        <w:tc>
          <w:tcPr>
            <w:tcW w:w="1825" w:type="dxa"/>
            <w:vAlign w:val="center"/>
          </w:tcPr>
          <w:p w14:paraId="4795A326" w14:textId="77777777" w:rsidR="008C0E4B" w:rsidRPr="00D575AD" w:rsidRDefault="008C0E4B"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8903" w:type="dxa"/>
            <w:tcBorders>
              <w:bottom w:val="single" w:sz="4" w:space="0" w:color="auto"/>
            </w:tcBorders>
            <w:vAlign w:val="center"/>
          </w:tcPr>
          <w:p w14:paraId="52A0B59B" w14:textId="77777777" w:rsidR="008C0E4B" w:rsidRPr="00901D4A" w:rsidRDefault="008C0E4B"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1664462A" w14:textId="0ED87659" w:rsidR="005B2384" w:rsidRPr="00F77172" w:rsidRDefault="001F7D96" w:rsidP="005C2F8E">
      <w:pPr>
        <w:pStyle w:val="ListParagraph"/>
        <w:widowControl w:val="0"/>
        <w:numPr>
          <w:ilvl w:val="0"/>
          <w:numId w:val="57"/>
        </w:numPr>
        <w:autoSpaceDE w:val="0"/>
        <w:autoSpaceDN w:val="0"/>
        <w:adjustRightInd w:val="0"/>
        <w:spacing w:before="120"/>
        <w:ind w:left="360" w:right="-43"/>
        <w:contextualSpacing w:val="0"/>
        <w:rPr>
          <w:rFonts w:cs="Arial"/>
          <w:sz w:val="22"/>
          <w:szCs w:val="22"/>
        </w:rPr>
      </w:pPr>
      <w:r>
        <w:rPr>
          <w:rFonts w:cs="Arial"/>
          <w:b/>
          <w:sz w:val="22"/>
          <w:szCs w:val="22"/>
        </w:rPr>
        <w:t>Products</w:t>
      </w:r>
      <w:r w:rsidR="005B2384" w:rsidRPr="00F77172">
        <w:rPr>
          <w:rFonts w:cs="Arial"/>
          <w:b/>
          <w:sz w:val="22"/>
          <w:szCs w:val="22"/>
        </w:rPr>
        <w:t xml:space="preserve"> and Formulas </w:t>
      </w:r>
    </w:p>
    <w:p w14:paraId="091977FB" w14:textId="5753B10E" w:rsidR="005B2384" w:rsidRPr="00F077CB" w:rsidRDefault="005B2384" w:rsidP="005C2F8E">
      <w:pPr>
        <w:pStyle w:val="ListParagraph"/>
        <w:numPr>
          <w:ilvl w:val="0"/>
          <w:numId w:val="61"/>
        </w:numPr>
        <w:spacing w:before="60"/>
        <w:ind w:left="360"/>
        <w:contextualSpacing w:val="0"/>
        <w:rPr>
          <w:rFonts w:cs="Arial"/>
          <w:i/>
          <w:szCs w:val="18"/>
        </w:rPr>
      </w:pPr>
      <w:r w:rsidRPr="00F077CB">
        <w:rPr>
          <w:rFonts w:cs="Arial"/>
          <w:szCs w:val="18"/>
        </w:rPr>
        <w:t xml:space="preserve">Do you offer organic and nonorganic versions of the same item (twin-lined) anywhere within your retail establishment? </w:t>
      </w:r>
    </w:p>
    <w:p w14:paraId="2F7FC00F" w14:textId="4D4F8A75" w:rsidR="005B2384" w:rsidRDefault="005B2384" w:rsidP="005C2F8E">
      <w:pPr>
        <w:pStyle w:val="ListParagraph"/>
        <w:spacing w:before="60"/>
        <w:ind w:hanging="360"/>
        <w:contextualSpacing w:val="0"/>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w:t>
      </w:r>
      <w:r>
        <w:t>No</w:t>
      </w:r>
      <w:r w:rsidR="009C24C4">
        <w:t xml:space="preserve">, no </w:t>
      </w:r>
      <w:r w:rsidR="007A0519">
        <w:t>twi</w:t>
      </w:r>
      <w:r w:rsidR="00FB777E">
        <w:t>n</w:t>
      </w:r>
      <w:r w:rsidR="007A0519">
        <w:t xml:space="preserve">-lined items. </w:t>
      </w:r>
      <w:r w:rsidR="008821E6" w:rsidRPr="007C0AA7">
        <w:rPr>
          <w:b/>
          <w:bCs/>
        </w:rPr>
        <w:t>Skip to question C2.</w:t>
      </w:r>
    </w:p>
    <w:p w14:paraId="64CE1FF1" w14:textId="61E86A95" w:rsidR="00F55D89" w:rsidRDefault="00FB777E" w:rsidP="005C2F8E">
      <w:pPr>
        <w:pStyle w:val="ListParagraph"/>
        <w:spacing w:before="60"/>
        <w:ind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w:t>
      </w:r>
      <w:r w:rsidR="005B77AD">
        <w:rPr>
          <w:szCs w:val="18"/>
        </w:rPr>
        <w:t>Yes</w:t>
      </w:r>
    </w:p>
    <w:p w14:paraId="06EC3628" w14:textId="0B5A5795" w:rsidR="000A2BDD" w:rsidRDefault="00F14B64" w:rsidP="005C2F8E">
      <w:pPr>
        <w:pStyle w:val="ListParagraph"/>
        <w:numPr>
          <w:ilvl w:val="0"/>
          <w:numId w:val="66"/>
        </w:numPr>
        <w:spacing w:before="60"/>
        <w:contextualSpacing w:val="0"/>
        <w:rPr>
          <w:szCs w:val="18"/>
        </w:rPr>
      </w:pPr>
      <w:r>
        <w:rPr>
          <w:szCs w:val="18"/>
        </w:rPr>
        <w:t>If yes, are any twin</w:t>
      </w:r>
      <w:r w:rsidR="00B54143">
        <w:rPr>
          <w:szCs w:val="18"/>
        </w:rPr>
        <w:t xml:space="preserve">-lined items </w:t>
      </w:r>
      <w:r w:rsidR="009B10B8">
        <w:rPr>
          <w:szCs w:val="18"/>
        </w:rPr>
        <w:t xml:space="preserve">processed </w:t>
      </w:r>
      <w:r w:rsidR="00385F10">
        <w:rPr>
          <w:szCs w:val="18"/>
        </w:rPr>
        <w:t>in store</w:t>
      </w:r>
      <w:r w:rsidR="00C82F62">
        <w:rPr>
          <w:szCs w:val="18"/>
        </w:rPr>
        <w:t xml:space="preserve"> (ex. cut fruit, guacamole, pasta salad</w:t>
      </w:r>
      <w:r w:rsidR="0036509F">
        <w:rPr>
          <w:szCs w:val="18"/>
        </w:rPr>
        <w:t>, rotisserie chicken)?</w:t>
      </w:r>
    </w:p>
    <w:p w14:paraId="0CA22DDA" w14:textId="2D283BF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sidR="0036509F">
        <w:rPr>
          <w:szCs w:val="18"/>
        </w:rPr>
        <w:t xml:space="preserve"> No, </w:t>
      </w:r>
      <w:r w:rsidR="00F21F24">
        <w:rPr>
          <w:szCs w:val="18"/>
        </w:rPr>
        <w:t>twin-lined items are not processed in</w:t>
      </w:r>
      <w:r w:rsidR="00385F10">
        <w:rPr>
          <w:szCs w:val="18"/>
        </w:rPr>
        <w:t xml:space="preserve"> store</w:t>
      </w:r>
      <w:r w:rsidR="00F21F24">
        <w:rPr>
          <w:szCs w:val="18"/>
        </w:rPr>
        <w:t xml:space="preserve">. </w:t>
      </w:r>
      <w:r w:rsidR="008821E6" w:rsidRPr="007C0AA7">
        <w:rPr>
          <w:b/>
          <w:bCs/>
          <w:szCs w:val="18"/>
        </w:rPr>
        <w:t>Skip to question C2.</w:t>
      </w:r>
    </w:p>
    <w:p w14:paraId="3A399F91" w14:textId="7B91562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sidR="00087EC8">
        <w:rPr>
          <w:szCs w:val="18"/>
        </w:rPr>
        <w:t xml:space="preserve"> Yes, </w:t>
      </w:r>
      <w:r w:rsidR="00B224AE">
        <w:rPr>
          <w:szCs w:val="18"/>
        </w:rPr>
        <w:t xml:space="preserve">twin-lined items are processed </w:t>
      </w:r>
      <w:r w:rsidR="00385F10">
        <w:rPr>
          <w:szCs w:val="18"/>
        </w:rPr>
        <w:t>in store</w:t>
      </w:r>
      <w:r w:rsidR="00B224AE">
        <w:rPr>
          <w:szCs w:val="18"/>
        </w:rPr>
        <w:t xml:space="preserve">. </w:t>
      </w:r>
    </w:p>
    <w:p w14:paraId="02ADBBB3" w14:textId="68E8CFC6" w:rsidR="00471C19" w:rsidRDefault="00471C19" w:rsidP="005C2F8E">
      <w:pPr>
        <w:pStyle w:val="ListParagraph"/>
        <w:numPr>
          <w:ilvl w:val="1"/>
          <w:numId w:val="66"/>
        </w:numPr>
        <w:spacing w:before="60"/>
        <w:ind w:left="900" w:hanging="180"/>
        <w:contextualSpacing w:val="0"/>
        <w:rPr>
          <w:rFonts w:cs="Arial"/>
          <w:szCs w:val="18"/>
        </w:rPr>
      </w:pPr>
      <w:r>
        <w:rPr>
          <w:szCs w:val="18"/>
        </w:rPr>
        <w:t xml:space="preserve">If yes, </w:t>
      </w:r>
      <w:r>
        <w:rPr>
          <w:rFonts w:cs="Arial"/>
          <w:szCs w:val="18"/>
        </w:rPr>
        <w:t>list twin-lined items or attach a list</w:t>
      </w:r>
      <w:r w:rsidR="0092118C">
        <w:rPr>
          <w:rFonts w:cs="Arial"/>
          <w:szCs w:val="18"/>
        </w:rPr>
        <w:t>.</w:t>
      </w:r>
    </w:p>
    <w:p w14:paraId="5975F968" w14:textId="18814765" w:rsidR="00383474" w:rsidRPr="00383474" w:rsidRDefault="00383474" w:rsidP="005C2F8E">
      <w:pPr>
        <w:pStyle w:val="ListParagraph"/>
        <w:spacing w:before="60"/>
        <w:ind w:left="1350" w:hanging="45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List attached</w:t>
      </w:r>
    </w:p>
    <w:p w14:paraId="0722E479" w14:textId="5E59A425" w:rsidR="00383474" w:rsidRDefault="00383474" w:rsidP="005C2F8E">
      <w:pPr>
        <w:pStyle w:val="ListParagraph"/>
        <w:keepNext/>
        <w:spacing w:before="60"/>
        <w:ind w:left="1454" w:hanging="547"/>
        <w:contextualSpacing w:val="0"/>
        <w:rPr>
          <w:rFonts w:cs="Arial"/>
          <w:szCs w:val="18"/>
        </w:rPr>
      </w:pP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sidRPr="000B1BCD">
        <w:rPr>
          <w:rFonts w:cs="Arial"/>
          <w:szCs w:val="18"/>
        </w:rPr>
        <w:t xml:space="preserve"> </w:t>
      </w:r>
      <w:r>
        <w:rPr>
          <w:rFonts w:cs="Arial"/>
          <w:szCs w:val="18"/>
        </w:rPr>
        <w:t>Twin-lined</w:t>
      </w:r>
      <w:r w:rsidR="0092118C">
        <w:rPr>
          <w:rFonts w:cs="Arial"/>
          <w:szCs w:val="18"/>
        </w:rPr>
        <w:t xml:space="preserve"> items processed </w:t>
      </w:r>
      <w:r w:rsidR="00385F10">
        <w:rPr>
          <w:rFonts w:cs="Arial"/>
          <w:szCs w:val="18"/>
        </w:rPr>
        <w:t>in store</w:t>
      </w:r>
      <w:r>
        <w:rPr>
          <w:rFonts w:cs="Arial"/>
          <w:szCs w:val="18"/>
        </w:rPr>
        <w:t>:</w:t>
      </w:r>
    </w:p>
    <w:tbl>
      <w:tblPr>
        <w:tblW w:w="9900" w:type="dxa"/>
        <w:tblInd w:w="1170" w:type="dxa"/>
        <w:tblLayout w:type="fixed"/>
        <w:tblCellMar>
          <w:left w:w="115" w:type="dxa"/>
          <w:right w:w="115" w:type="dxa"/>
        </w:tblCellMar>
        <w:tblLook w:val="01E0" w:firstRow="1" w:lastRow="1" w:firstColumn="1" w:lastColumn="1" w:noHBand="0" w:noVBand="0"/>
      </w:tblPr>
      <w:tblGrid>
        <w:gridCol w:w="9900"/>
      </w:tblGrid>
      <w:tr w:rsidR="004E59ED" w:rsidRPr="00D575AD" w14:paraId="17B5C3C0" w14:textId="77777777" w:rsidTr="00C66963">
        <w:trPr>
          <w:trHeight w:val="518"/>
        </w:trPr>
        <w:tc>
          <w:tcPr>
            <w:tcW w:w="9900" w:type="dxa"/>
            <w:tcBorders>
              <w:bottom w:val="single" w:sz="4" w:space="0" w:color="auto"/>
            </w:tcBorders>
            <w:vAlign w:val="center"/>
          </w:tcPr>
          <w:p w14:paraId="589999FF" w14:textId="77777777" w:rsidR="004E59ED" w:rsidRPr="00901D4A" w:rsidRDefault="004E59ED"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52F7CC2D" w14:textId="03F07061" w:rsidR="005B2384" w:rsidRDefault="005B2384" w:rsidP="00A93A11">
      <w:pPr>
        <w:pStyle w:val="ListParagraph"/>
        <w:keepNext/>
        <w:numPr>
          <w:ilvl w:val="0"/>
          <w:numId w:val="50"/>
        </w:numPr>
        <w:spacing w:before="60"/>
        <w:ind w:left="360"/>
      </w:pPr>
      <w:r>
        <w:lastRenderedPageBreak/>
        <w:t xml:space="preserve">Do you process organic products </w:t>
      </w:r>
      <w:r w:rsidR="00422B8E">
        <w:t>in store</w:t>
      </w:r>
      <w:r>
        <w:t xml:space="preserve">? </w:t>
      </w:r>
    </w:p>
    <w:p w14:paraId="2E8EA9BF" w14:textId="243F6D2D" w:rsidR="00652120" w:rsidRDefault="005B2384" w:rsidP="00A93A11">
      <w:pPr>
        <w:pStyle w:val="ListParagraph"/>
        <w:keepNext/>
        <w:numPr>
          <w:ilvl w:val="0"/>
          <w:numId w:val="53"/>
        </w:numPr>
        <w:spacing w:before="60"/>
        <w:rPr>
          <w:i/>
          <w:iCs/>
        </w:rPr>
      </w:pPr>
      <w:r w:rsidRPr="00652120">
        <w:rPr>
          <w:i/>
          <w:iCs/>
        </w:rPr>
        <w:t>Examples of activities that ARE NOT considered processing: removing produce from shipping boxes, washing and transferring produce to display cases, opening bags of dry goods and transferring contents to bulk food dispensers.</w:t>
      </w:r>
    </w:p>
    <w:p w14:paraId="23ED671D" w14:textId="35DB0655" w:rsidR="005B2384" w:rsidRPr="00652120" w:rsidRDefault="005B2384" w:rsidP="00A93A11">
      <w:pPr>
        <w:pStyle w:val="ListParagraph"/>
        <w:keepNext/>
        <w:numPr>
          <w:ilvl w:val="0"/>
          <w:numId w:val="53"/>
        </w:numPr>
        <w:spacing w:before="60"/>
        <w:rPr>
          <w:i/>
          <w:iCs/>
        </w:rPr>
      </w:pPr>
      <w:r w:rsidRPr="00652120">
        <w:rPr>
          <w:i/>
          <w:iCs/>
        </w:rPr>
        <w:t xml:space="preserve">Examples of activities that ARE considered processing: cooking, baking, curing, heating, drying, mixing, grinding, churning, separating, extracting, cutting, fermenting, preserving, dehydrating, freezing, chilling, relabeling, repackaging, or otherwise enclosing food in a container. </w:t>
      </w:r>
    </w:p>
    <w:p w14:paraId="6599768F" w14:textId="4AC643FC" w:rsidR="005B2384" w:rsidRDefault="005B2384" w:rsidP="005C2F8E">
      <w:pPr>
        <w:pStyle w:val="ListParagraph"/>
        <w:spacing w:before="60"/>
        <w:contextualSpacing w:val="0"/>
      </w:pPr>
      <w:r w:rsidRPr="009C02A6">
        <w:fldChar w:fldCharType="begin">
          <w:ffData>
            <w:name w:val="Check9"/>
            <w:enabled/>
            <w:calcOnExit w:val="0"/>
            <w:checkBox>
              <w:sizeAuto/>
              <w:default w:val="0"/>
            </w:checkBox>
          </w:ffData>
        </w:fldChar>
      </w:r>
      <w:r w:rsidRPr="009C02A6">
        <w:instrText xml:space="preserve"> FORMCHECKBOX </w:instrText>
      </w:r>
      <w:r w:rsidRPr="009C02A6">
        <w:fldChar w:fldCharType="separate"/>
      </w:r>
      <w:r w:rsidRPr="009C02A6">
        <w:fldChar w:fldCharType="end"/>
      </w:r>
      <w:r w:rsidRPr="009C02A6">
        <w:t xml:space="preserve"> No</w:t>
      </w:r>
      <w:r>
        <w:t xml:space="preserve">t applicable, no processing. </w:t>
      </w:r>
      <w:r w:rsidRPr="007C0AA7">
        <w:rPr>
          <w:b/>
          <w:bCs/>
        </w:rPr>
        <w:t xml:space="preserve">Skip to section </w:t>
      </w:r>
      <w:r w:rsidR="00D02C1D" w:rsidRPr="007C0AA7">
        <w:rPr>
          <w:b/>
          <w:bCs/>
        </w:rPr>
        <w:t>D</w:t>
      </w:r>
      <w:r w:rsidR="008A4B1B" w:rsidRPr="007C0AA7">
        <w:rPr>
          <w:b/>
          <w:bCs/>
        </w:rPr>
        <w:t>.</w:t>
      </w:r>
    </w:p>
    <w:p w14:paraId="4B66408A" w14:textId="77777777" w:rsidR="005B2384" w:rsidRDefault="005B2384" w:rsidP="005C2F8E">
      <w:pPr>
        <w:pStyle w:val="ListParagraph"/>
        <w:spacing w:before="60"/>
        <w:contextualSpacing w:val="0"/>
      </w:pPr>
      <w:r w:rsidRPr="00FA6205">
        <w:fldChar w:fldCharType="begin">
          <w:ffData>
            <w:name w:val="Check9"/>
            <w:enabled/>
            <w:calcOnExit w:val="0"/>
            <w:checkBox>
              <w:sizeAuto/>
              <w:default w:val="0"/>
            </w:checkBox>
          </w:ffData>
        </w:fldChar>
      </w:r>
      <w:r w:rsidRPr="00FA6205">
        <w:instrText xml:space="preserve"> FORMCHECKBOX </w:instrText>
      </w:r>
      <w:r w:rsidRPr="00FA6205">
        <w:fldChar w:fldCharType="separate"/>
      </w:r>
      <w:r w:rsidRPr="00FA6205">
        <w:fldChar w:fldCharType="end"/>
      </w:r>
      <w:r w:rsidRPr="00FA6205">
        <w:t xml:space="preserve"> </w:t>
      </w:r>
      <w:r>
        <w:t xml:space="preserve">Yes, I process. Complete question below. </w:t>
      </w:r>
    </w:p>
    <w:p w14:paraId="2CC6B9E3" w14:textId="693EDF20" w:rsidR="005B2384" w:rsidRDefault="005B2384" w:rsidP="005C2F8E">
      <w:pPr>
        <w:pStyle w:val="ListParagraph"/>
        <w:numPr>
          <w:ilvl w:val="0"/>
          <w:numId w:val="50"/>
        </w:numPr>
        <w:spacing w:before="60"/>
        <w:ind w:left="360"/>
        <w:contextualSpacing w:val="0"/>
      </w:pPr>
      <w:r>
        <w:t xml:space="preserve">Complete table or attach a separate spreadsheet to describe the types of </w:t>
      </w:r>
      <w:r w:rsidR="00A95D1B">
        <w:t xml:space="preserve">processed </w:t>
      </w:r>
      <w:r>
        <w:t>organic products (</w:t>
      </w:r>
      <w:r w:rsidR="008C69CE">
        <w:t>ex:</w:t>
      </w:r>
      <w:r>
        <w:t xml:space="preserve"> value-added produce, coffee drinks</w:t>
      </w:r>
      <w:r w:rsidR="00C07306">
        <w:t xml:space="preserve">, </w:t>
      </w:r>
      <w:r>
        <w:t xml:space="preserve">rotisserie, breakfast items). </w:t>
      </w:r>
    </w:p>
    <w:p w14:paraId="5ED60571" w14:textId="64723440" w:rsidR="005B2384" w:rsidRPr="008E15E7" w:rsidRDefault="005B2384" w:rsidP="005C2F8E">
      <w:pPr>
        <w:pStyle w:val="ListParagraph"/>
        <w:spacing w:before="60" w:after="60"/>
        <w:ind w:left="360"/>
        <w:contextualSpacing w:val="0"/>
        <w:rPr>
          <w:szCs w:val="20"/>
        </w:rPr>
      </w:pPr>
      <w:r w:rsidRPr="00D575AD">
        <w:fldChar w:fldCharType="begin">
          <w:ffData>
            <w:name w:val="Check11"/>
            <w:enabled/>
            <w:calcOnExit w:val="0"/>
            <w:checkBox>
              <w:sizeAuto/>
              <w:default w:val="0"/>
            </w:checkBox>
          </w:ffData>
        </w:fldChar>
      </w:r>
      <w:r w:rsidRPr="00D575AD">
        <w:instrText xml:space="preserve"> FORMCHECKBOX </w:instrText>
      </w:r>
      <w:r w:rsidRPr="00D575AD">
        <w:fldChar w:fldCharType="separate"/>
      </w:r>
      <w:r w:rsidRPr="00D575AD">
        <w:fldChar w:fldCharType="end"/>
      </w:r>
      <w:r>
        <w:t xml:space="preserve"> </w:t>
      </w:r>
      <w:r w:rsidR="00903314">
        <w:t>Spreadsheet a</w:t>
      </w:r>
      <w:r>
        <w:t>ttached</w:t>
      </w:r>
    </w:p>
    <w:tbl>
      <w:tblPr>
        <w:tblW w:w="45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500"/>
      </w:tblGrid>
      <w:tr w:rsidR="0099240F" w:rsidRPr="00637A94" w14:paraId="4562D01D" w14:textId="77777777" w:rsidTr="00F77172">
        <w:trPr>
          <w:cantSplit/>
          <w:tblHeader/>
        </w:trPr>
        <w:tc>
          <w:tcPr>
            <w:tcW w:w="4500" w:type="dxa"/>
            <w:shd w:val="clear" w:color="auto" w:fill="auto"/>
            <w:vAlign w:val="center"/>
          </w:tcPr>
          <w:p w14:paraId="539BA0EF" w14:textId="77777777" w:rsidR="0099240F" w:rsidRPr="00637A94" w:rsidRDefault="0099240F" w:rsidP="005C2F8E">
            <w:pPr>
              <w:spacing w:before="60" w:line="240" w:lineRule="auto"/>
              <w:ind w:left="-101" w:right="-101"/>
              <w:jc w:val="center"/>
              <w:rPr>
                <w:szCs w:val="18"/>
              </w:rPr>
            </w:pPr>
            <w:r w:rsidRPr="00637A94">
              <w:rPr>
                <w:b/>
                <w:szCs w:val="18"/>
              </w:rPr>
              <w:t>Product Category</w:t>
            </w:r>
          </w:p>
        </w:tc>
      </w:tr>
      <w:tr w:rsidR="0099240F" w:rsidRPr="00933C0E" w14:paraId="5B1F4DCF" w14:textId="77777777" w:rsidTr="00F77172">
        <w:trPr>
          <w:cantSplit/>
          <w:tblHeader/>
        </w:trPr>
        <w:tc>
          <w:tcPr>
            <w:tcW w:w="4500" w:type="dxa"/>
            <w:shd w:val="clear" w:color="auto" w:fill="D9D9D9" w:themeFill="background1" w:themeFillShade="D9"/>
            <w:vAlign w:val="center"/>
          </w:tcPr>
          <w:p w14:paraId="7AD6C285" w14:textId="77777777" w:rsidR="0099240F" w:rsidRPr="00592EDE" w:rsidRDefault="0099240F" w:rsidP="005C2F8E">
            <w:pPr>
              <w:spacing w:before="60" w:line="240" w:lineRule="auto"/>
              <w:rPr>
                <w:b/>
                <w:szCs w:val="18"/>
              </w:rPr>
            </w:pPr>
            <w:r>
              <w:rPr>
                <w:rFonts w:cs="Arial"/>
                <w:i/>
                <w:iCs/>
                <w:sz w:val="16"/>
                <w:szCs w:val="18"/>
              </w:rPr>
              <w:t>E</w:t>
            </w:r>
            <w:r w:rsidRPr="0001524F">
              <w:rPr>
                <w:rFonts w:cs="Arial"/>
                <w:i/>
                <w:iCs/>
                <w:sz w:val="16"/>
                <w:szCs w:val="18"/>
              </w:rPr>
              <w:t xml:space="preserve">x: </w:t>
            </w:r>
            <w:r>
              <w:rPr>
                <w:rFonts w:cs="Arial"/>
                <w:i/>
                <w:iCs/>
                <w:sz w:val="16"/>
                <w:szCs w:val="18"/>
              </w:rPr>
              <w:t xml:space="preserve">Smoothies, </w:t>
            </w:r>
            <w:proofErr w:type="gramStart"/>
            <w:r>
              <w:rPr>
                <w:rFonts w:cs="Arial"/>
                <w:i/>
                <w:iCs/>
                <w:sz w:val="16"/>
                <w:szCs w:val="18"/>
              </w:rPr>
              <w:t>Pre-packed</w:t>
            </w:r>
            <w:proofErr w:type="gramEnd"/>
            <w:r>
              <w:rPr>
                <w:rFonts w:cs="Arial"/>
                <w:i/>
                <w:iCs/>
                <w:sz w:val="16"/>
                <w:szCs w:val="18"/>
              </w:rPr>
              <w:t xml:space="preserve"> bulk items</w:t>
            </w:r>
          </w:p>
        </w:tc>
      </w:tr>
      <w:tr w:rsidR="0099240F" w:rsidRPr="00606AD3" w14:paraId="763BD680" w14:textId="77777777" w:rsidTr="00B628FF">
        <w:trPr>
          <w:cantSplit/>
          <w:trHeight w:val="475"/>
        </w:trPr>
        <w:tc>
          <w:tcPr>
            <w:tcW w:w="4500" w:type="dxa"/>
            <w:shd w:val="clear" w:color="auto" w:fill="auto"/>
            <w:vAlign w:val="center"/>
          </w:tcPr>
          <w:p w14:paraId="5AF8EDB1"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50885132" w14:textId="77777777" w:rsidTr="00B628FF">
        <w:trPr>
          <w:cantSplit/>
          <w:trHeight w:val="475"/>
        </w:trPr>
        <w:tc>
          <w:tcPr>
            <w:tcW w:w="4500" w:type="dxa"/>
            <w:shd w:val="clear" w:color="auto" w:fill="auto"/>
            <w:vAlign w:val="center"/>
          </w:tcPr>
          <w:p w14:paraId="70A0D639"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6E9E4279" w14:textId="77777777" w:rsidTr="00B628FF">
        <w:trPr>
          <w:cantSplit/>
          <w:trHeight w:val="475"/>
        </w:trPr>
        <w:tc>
          <w:tcPr>
            <w:tcW w:w="4500" w:type="dxa"/>
            <w:shd w:val="clear" w:color="auto" w:fill="auto"/>
            <w:vAlign w:val="center"/>
          </w:tcPr>
          <w:p w14:paraId="189FC707"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bl>
    <w:p w14:paraId="5475F8DE" w14:textId="5B34C88D" w:rsidR="00742FA9" w:rsidRPr="00F77172" w:rsidRDefault="00D4609D" w:rsidP="005C2F8E">
      <w:pPr>
        <w:pStyle w:val="ListParagraph"/>
        <w:numPr>
          <w:ilvl w:val="0"/>
          <w:numId w:val="50"/>
        </w:numPr>
        <w:spacing w:before="60"/>
        <w:ind w:left="360"/>
        <w:contextualSpacing w:val="0"/>
        <w:rPr>
          <w:i/>
          <w:szCs w:val="18"/>
        </w:rPr>
      </w:pPr>
      <w:r>
        <w:t xml:space="preserve">Attach examples of </w:t>
      </w:r>
      <w:r w:rsidR="00742FA9">
        <w:t xml:space="preserve">processed organic product </w:t>
      </w:r>
      <w:r>
        <w:t>item display/packaging</w:t>
      </w:r>
      <w:r w:rsidR="00742FA9">
        <w:t>.</w:t>
      </w:r>
    </w:p>
    <w:p w14:paraId="55FF5DDC" w14:textId="130904A5" w:rsidR="00AA1214" w:rsidRPr="004E59ED" w:rsidRDefault="00D4609D" w:rsidP="005C2F8E">
      <w:pPr>
        <w:pStyle w:val="ListParagraph"/>
        <w:spacing w:before="60"/>
        <w:ind w:left="360"/>
        <w:contextualSpacing w:val="0"/>
      </w:pPr>
      <w:r w:rsidRPr="00742FA9">
        <w:fldChar w:fldCharType="begin">
          <w:ffData>
            <w:name w:val="Check11"/>
            <w:enabled/>
            <w:calcOnExit w:val="0"/>
            <w:checkBox>
              <w:sizeAuto/>
              <w:default w:val="0"/>
            </w:checkBox>
          </w:ffData>
        </w:fldChar>
      </w:r>
      <w:r w:rsidRPr="00742FA9">
        <w:instrText xml:space="preserve"> FORMCHECKBOX </w:instrText>
      </w:r>
      <w:r w:rsidRPr="00742FA9">
        <w:fldChar w:fldCharType="separate"/>
      </w:r>
      <w:r w:rsidRPr="00742FA9">
        <w:fldChar w:fldCharType="end"/>
      </w:r>
      <w:r w:rsidRPr="00742FA9">
        <w:t xml:space="preserve"> Attached</w:t>
      </w:r>
    </w:p>
    <w:p w14:paraId="4E146D36" w14:textId="2C02C1CB" w:rsidR="00097B99" w:rsidRPr="00AA1214" w:rsidRDefault="00097B99" w:rsidP="005C2F8E">
      <w:pPr>
        <w:pStyle w:val="ListParagraph"/>
        <w:numPr>
          <w:ilvl w:val="0"/>
          <w:numId w:val="50"/>
        </w:numPr>
        <w:spacing w:before="60"/>
        <w:ind w:left="360"/>
        <w:contextualSpacing w:val="0"/>
      </w:pPr>
      <w:r w:rsidRPr="00F77172">
        <w:rPr>
          <w:iCs/>
        </w:rPr>
        <w:t xml:space="preserve">If </w:t>
      </w:r>
      <w:r w:rsidR="006314E5" w:rsidRPr="00F77172">
        <w:rPr>
          <w:iCs/>
        </w:rPr>
        <w:t>you make multi</w:t>
      </w:r>
      <w:r w:rsidR="000E3F79" w:rsidRPr="00F77172">
        <w:rPr>
          <w:iCs/>
        </w:rPr>
        <w:t>-</w:t>
      </w:r>
      <w:r w:rsidR="006314E5" w:rsidRPr="00F77172">
        <w:rPr>
          <w:iCs/>
        </w:rPr>
        <w:t xml:space="preserve">ingredient </w:t>
      </w:r>
      <w:r w:rsidR="00E27839" w:rsidRPr="00F77172">
        <w:rPr>
          <w:iCs/>
        </w:rPr>
        <w:t>organic</w:t>
      </w:r>
      <w:r w:rsidR="009064D1" w:rsidRPr="00F77172">
        <w:rPr>
          <w:iCs/>
        </w:rPr>
        <w:t xml:space="preserve"> </w:t>
      </w:r>
      <w:r w:rsidR="006314E5" w:rsidRPr="00F77172">
        <w:rPr>
          <w:iCs/>
        </w:rPr>
        <w:t>products in store</w:t>
      </w:r>
      <w:r w:rsidR="00FC41C9">
        <w:rPr>
          <w:iCs/>
        </w:rPr>
        <w:t>,</w:t>
      </w:r>
      <w:r w:rsidR="006314E5" w:rsidRPr="00F77172">
        <w:rPr>
          <w:iCs/>
        </w:rPr>
        <w:t xml:space="preserve"> </w:t>
      </w:r>
      <w:r w:rsidR="00A8102A" w:rsidRPr="00F77172">
        <w:rPr>
          <w:iCs/>
        </w:rPr>
        <w:t>d</w:t>
      </w:r>
      <w:r w:rsidR="00F60867" w:rsidRPr="00F77172">
        <w:rPr>
          <w:iCs/>
        </w:rPr>
        <w:t xml:space="preserve">o </w:t>
      </w:r>
      <w:r w:rsidR="000E3F79" w:rsidRPr="00F77172">
        <w:rPr>
          <w:iCs/>
        </w:rPr>
        <w:t>any</w:t>
      </w:r>
      <w:r w:rsidR="00A8102A" w:rsidRPr="00F77172">
        <w:rPr>
          <w:iCs/>
        </w:rPr>
        <w:t xml:space="preserve"> contain nonor</w:t>
      </w:r>
      <w:r w:rsidR="001F7E0D" w:rsidRPr="00F77172">
        <w:rPr>
          <w:iCs/>
        </w:rPr>
        <w:t xml:space="preserve">ganic </w:t>
      </w:r>
      <w:r w:rsidR="009064D1" w:rsidRPr="00F77172">
        <w:rPr>
          <w:iCs/>
        </w:rPr>
        <w:t>ingredients</w:t>
      </w:r>
      <w:r w:rsidR="001F7E0D" w:rsidRPr="00F77172">
        <w:rPr>
          <w:iCs/>
        </w:rPr>
        <w:t xml:space="preserve"> </w:t>
      </w:r>
      <w:r w:rsidR="002E3D91" w:rsidRPr="00F77172">
        <w:rPr>
          <w:iCs/>
        </w:rPr>
        <w:t>other than salt or water?</w:t>
      </w:r>
      <w:r w:rsidR="002E3D91" w:rsidRPr="00AA1214">
        <w:t xml:space="preserve"> </w:t>
      </w:r>
      <w:r w:rsidR="00AA1214" w:rsidRPr="00AA1214">
        <w:rPr>
          <w:color w:val="000000"/>
        </w:rPr>
        <w:t>Product recipes and changes to recipes must be pre-approved by CCOF as eligibility for organic claims could be impacted.</w:t>
      </w:r>
      <w:r w:rsidR="00AA1214" w:rsidRPr="00AA1214">
        <w:t xml:space="preserve"> </w:t>
      </w:r>
    </w:p>
    <w:p w14:paraId="6781C598" w14:textId="1A8B683E"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Ye</w:t>
      </w:r>
      <w:r w:rsidRPr="00F77172">
        <w:t>s</w:t>
      </w:r>
      <w:r w:rsidR="00CB2E1F" w:rsidRPr="00F77172">
        <w:t>. Additional information will be required</w:t>
      </w:r>
      <w:r w:rsidR="00DD617C" w:rsidRPr="00F77172">
        <w:t xml:space="preserve"> including </w:t>
      </w:r>
      <w:r w:rsidR="002C7440" w:rsidRPr="00F77172">
        <w:t xml:space="preserve">recipes (formulas) </w:t>
      </w:r>
      <w:r w:rsidR="00886AA0" w:rsidRPr="00F77172">
        <w:t xml:space="preserve">and commercial </w:t>
      </w:r>
      <w:r w:rsidR="00250E6B" w:rsidRPr="00250E6B">
        <w:t>availability.</w:t>
      </w:r>
      <w:r w:rsidR="00CB2E1F" w:rsidRPr="00F77172">
        <w:t xml:space="preserve"> </w:t>
      </w:r>
    </w:p>
    <w:p w14:paraId="117C4C3D" w14:textId="712AD582"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No</w:t>
      </w:r>
      <w:r w:rsidR="00332A5F" w:rsidRPr="00F77172">
        <w:t xml:space="preserve">, all ingredients are </w:t>
      </w:r>
      <w:r w:rsidR="00CB2E1F" w:rsidRPr="00F77172">
        <w:t>organic</w:t>
      </w:r>
      <w:r w:rsidR="00FC41C9">
        <w:t>.</w:t>
      </w:r>
      <w:r w:rsidR="00CB2E1F" w:rsidRPr="00F77172">
        <w:t xml:space="preserve"> </w:t>
      </w:r>
    </w:p>
    <w:p w14:paraId="52F06221" w14:textId="134DC4E8" w:rsidR="00C456BA" w:rsidRPr="004E59ED"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N/A</w:t>
      </w:r>
      <w:r w:rsidR="00250E6B">
        <w:t>,</w:t>
      </w:r>
      <w:r w:rsidR="008014BC" w:rsidRPr="00F77172">
        <w:t xml:space="preserve"> no mult</w:t>
      </w:r>
      <w:r>
        <w:t>i</w:t>
      </w:r>
      <w:r w:rsidR="00250E6B">
        <w:t>-</w:t>
      </w:r>
      <w:r w:rsidR="008014BC" w:rsidRPr="00F77172">
        <w:t>ingre</w:t>
      </w:r>
      <w:r w:rsidR="00250E6B">
        <w:t>d</w:t>
      </w:r>
      <w:r w:rsidR="00D228E4">
        <w:t>i</w:t>
      </w:r>
      <w:r w:rsidR="008014BC" w:rsidRPr="00F77172">
        <w:t xml:space="preserve">ent </w:t>
      </w:r>
      <w:r w:rsidR="00CB2E1F" w:rsidRPr="00077F9F">
        <w:t>products</w:t>
      </w:r>
    </w:p>
    <w:p w14:paraId="5059F6E4" w14:textId="5E1791B3" w:rsidR="00C456BA" w:rsidRPr="00F77172" w:rsidRDefault="00C456BA" w:rsidP="005C2F8E">
      <w:pPr>
        <w:pStyle w:val="ListParagraph"/>
        <w:numPr>
          <w:ilvl w:val="0"/>
          <w:numId w:val="57"/>
        </w:numPr>
        <w:spacing w:before="120"/>
        <w:ind w:left="360"/>
        <w:contextualSpacing w:val="0"/>
        <w:rPr>
          <w:b/>
          <w:bCs/>
          <w:sz w:val="22"/>
          <w:szCs w:val="22"/>
        </w:rPr>
      </w:pPr>
      <w:r w:rsidRPr="00F77172">
        <w:rPr>
          <w:b/>
          <w:bCs/>
          <w:sz w:val="22"/>
          <w:szCs w:val="22"/>
        </w:rPr>
        <w:t>Shortages and Substitu</w:t>
      </w:r>
      <w:r w:rsidR="00C656B1" w:rsidRPr="00F77172">
        <w:rPr>
          <w:b/>
          <w:bCs/>
          <w:sz w:val="22"/>
          <w:szCs w:val="22"/>
        </w:rPr>
        <w:t>tions</w:t>
      </w:r>
    </w:p>
    <w:p w14:paraId="18DD7214" w14:textId="09D81D87" w:rsidR="00F0152B" w:rsidRPr="00F77172" w:rsidRDefault="00F52437" w:rsidP="005C2F8E">
      <w:pPr>
        <w:pStyle w:val="ListParagraph"/>
        <w:numPr>
          <w:ilvl w:val="0"/>
          <w:numId w:val="63"/>
        </w:numPr>
        <w:spacing w:before="60"/>
        <w:ind w:left="360" w:right="-43"/>
        <w:contextualSpacing w:val="0"/>
      </w:pPr>
      <w:r w:rsidRPr="00F52437">
        <w:rPr>
          <w:noProof/>
          <w:szCs w:val="18"/>
        </w:rPr>
        <w:t xml:space="preserve">Describe how you </w:t>
      </w:r>
      <w:r w:rsidR="00EB7AEE">
        <w:rPr>
          <w:noProof/>
          <w:szCs w:val="18"/>
        </w:rPr>
        <w:t xml:space="preserve">monitor and manage nonorganic </w:t>
      </w:r>
      <w:r w:rsidR="002C0FA0">
        <w:rPr>
          <w:noProof/>
          <w:szCs w:val="18"/>
        </w:rPr>
        <w:t xml:space="preserve">ingredient </w:t>
      </w:r>
      <w:r w:rsidR="00EB7AEE">
        <w:rPr>
          <w:noProof/>
          <w:szCs w:val="18"/>
        </w:rPr>
        <w:t xml:space="preserve">substitutions </w:t>
      </w:r>
      <w:r w:rsidR="007936BA">
        <w:rPr>
          <w:noProof/>
          <w:szCs w:val="18"/>
        </w:rPr>
        <w:t xml:space="preserve">when there is not enough organic product </w:t>
      </w:r>
      <w:r w:rsidR="00AF3435">
        <w:rPr>
          <w:noProof/>
          <w:szCs w:val="18"/>
        </w:rPr>
        <w:t xml:space="preserve">available </w:t>
      </w:r>
      <w:r w:rsidR="007936BA">
        <w:rPr>
          <w:noProof/>
          <w:szCs w:val="18"/>
        </w:rPr>
        <w:t>to cover organic needs</w:t>
      </w:r>
      <w:r w:rsidR="00AC7ADA">
        <w:rPr>
          <w:noProof/>
          <w:szCs w:val="18"/>
        </w:rPr>
        <w:t>.</w:t>
      </w:r>
      <w:r w:rsidR="009E060E">
        <w:rPr>
          <w:noProof/>
          <w:szCs w:val="18"/>
        </w:rPr>
        <w:t xml:space="preserve"> Your description must indicate</w:t>
      </w:r>
      <w:r w:rsidR="009E060E" w:rsidRPr="00F52437">
        <w:rPr>
          <w:noProof/>
          <w:szCs w:val="18"/>
        </w:rPr>
        <w:t xml:space="preserve"> how staff and customers are notified when a </w:t>
      </w:r>
      <w:r w:rsidR="00237F87">
        <w:rPr>
          <w:noProof/>
          <w:szCs w:val="18"/>
        </w:rPr>
        <w:t xml:space="preserve">nonorganic </w:t>
      </w:r>
      <w:r w:rsidR="00F667C5">
        <w:rPr>
          <w:noProof/>
          <w:szCs w:val="18"/>
        </w:rPr>
        <w:t>ingr</w:t>
      </w:r>
      <w:r w:rsidR="002C0FA0">
        <w:rPr>
          <w:noProof/>
          <w:szCs w:val="18"/>
        </w:rPr>
        <w:t xml:space="preserve">edient </w:t>
      </w:r>
      <w:r w:rsidR="009E060E" w:rsidRPr="00F52437">
        <w:rPr>
          <w:noProof/>
          <w:szCs w:val="18"/>
        </w:rPr>
        <w:t xml:space="preserve">substitution is </w:t>
      </w:r>
      <w:r w:rsidR="00716B54">
        <w:rPr>
          <w:noProof/>
          <w:szCs w:val="18"/>
        </w:rPr>
        <w:t>used</w:t>
      </w:r>
      <w:r w:rsidR="006C6C23">
        <w:rPr>
          <w:noProof/>
          <w:szCs w:val="18"/>
        </w:rPr>
        <w:t xml:space="preserve">, and </w:t>
      </w:r>
      <w:r w:rsidR="00DD18A4">
        <w:rPr>
          <w:noProof/>
          <w:szCs w:val="18"/>
        </w:rPr>
        <w:t xml:space="preserve">must specify what situations </w:t>
      </w:r>
      <w:r w:rsidR="00BC353A">
        <w:rPr>
          <w:noProof/>
          <w:szCs w:val="18"/>
        </w:rPr>
        <w:t>warrent</w:t>
      </w:r>
      <w:r w:rsidR="00DD18A4">
        <w:rPr>
          <w:noProof/>
          <w:szCs w:val="18"/>
        </w:rPr>
        <w:t xml:space="preserve"> nonorganic ingredient substitutions. </w:t>
      </w:r>
      <w:r w:rsidR="00470D65">
        <w:rPr>
          <w:noProof/>
          <w:szCs w:val="18"/>
        </w:rPr>
        <w:br/>
      </w:r>
      <w:r w:rsidR="009E060E" w:rsidRPr="00F52437">
        <w:rPr>
          <w:i/>
          <w:noProof/>
          <w:szCs w:val="18"/>
        </w:rPr>
        <w:t>Nonorganic ingredients may be substituted for organic only if organic claims are removed.</w:t>
      </w:r>
    </w:p>
    <w:p w14:paraId="410C8049" w14:textId="4D4EC312" w:rsidR="00CD62CF" w:rsidRDefault="00CD62CF" w:rsidP="005C2F8E">
      <w:pPr>
        <w:pStyle w:val="ListParagraph"/>
        <w:spacing w:before="60"/>
        <w:ind w:left="360" w:right="-43"/>
        <w:contextualSpacing w:val="0"/>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w:t>
      </w:r>
      <w:r>
        <w:rPr>
          <w:rFonts w:cs="Arial"/>
          <w:szCs w:val="18"/>
        </w:rPr>
        <w:t>Shortage and substitution policy</w:t>
      </w:r>
      <w:r w:rsidR="00587B10">
        <w:rPr>
          <w:rFonts w:cs="Arial"/>
          <w:szCs w:val="18"/>
        </w:rPr>
        <w:t>,</w:t>
      </w:r>
      <w:r>
        <w:rPr>
          <w:rFonts w:cs="Arial"/>
          <w:szCs w:val="18"/>
        </w:rPr>
        <w:t xml:space="preserve"> </w:t>
      </w:r>
      <w:r w:rsidR="00BC2003">
        <w:rPr>
          <w:rFonts w:cs="Arial"/>
          <w:szCs w:val="18"/>
        </w:rPr>
        <w:t xml:space="preserve">and relevant internal documents </w:t>
      </w:r>
      <w:r>
        <w:rPr>
          <w:rFonts w:cs="Arial"/>
          <w:szCs w:val="18"/>
        </w:rPr>
        <w:t>attached.</w:t>
      </w:r>
    </w:p>
    <w:p w14:paraId="32311B38" w14:textId="0EE364E2" w:rsidR="00CD62CF" w:rsidRPr="00F77172" w:rsidRDefault="00CD62CF" w:rsidP="005C2F8E">
      <w:pPr>
        <w:pStyle w:val="ListParagraph"/>
        <w:spacing w:before="60"/>
        <w:ind w:left="360" w:right="-43"/>
        <w:contextualSpacing w:val="0"/>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N</w:t>
      </w:r>
      <w:r>
        <w:rPr>
          <w:rFonts w:cs="Arial"/>
          <w:szCs w:val="18"/>
        </w:rPr>
        <w:t>/A. N</w:t>
      </w:r>
      <w:r w:rsidRPr="00D575AD">
        <w:rPr>
          <w:rFonts w:cs="Arial"/>
          <w:szCs w:val="18"/>
        </w:rPr>
        <w:t>onorganic</w:t>
      </w:r>
      <w:r>
        <w:rPr>
          <w:rFonts w:cs="Arial"/>
          <w:szCs w:val="18"/>
        </w:rPr>
        <w:t xml:space="preserve"> </w:t>
      </w:r>
      <w:r w:rsidR="009435C3">
        <w:rPr>
          <w:rFonts w:cs="Arial"/>
          <w:szCs w:val="18"/>
        </w:rPr>
        <w:t xml:space="preserve">ingredients </w:t>
      </w:r>
      <w:r>
        <w:rPr>
          <w:rFonts w:cs="Arial"/>
          <w:szCs w:val="18"/>
        </w:rPr>
        <w:t>never</w:t>
      </w:r>
      <w:r w:rsidR="00630486">
        <w:rPr>
          <w:rFonts w:cs="Arial"/>
          <w:szCs w:val="18"/>
        </w:rPr>
        <w:t xml:space="preserve"> substituted for organic</w:t>
      </w:r>
      <w:r>
        <w:rPr>
          <w:rFonts w:cs="Arial"/>
          <w:szCs w:val="18"/>
        </w:rPr>
        <w:t xml:space="preserve">. </w:t>
      </w:r>
      <w:r w:rsidRPr="007C0AA7">
        <w:rPr>
          <w:rFonts w:cs="Arial"/>
          <w:b/>
          <w:bCs/>
          <w:szCs w:val="18"/>
        </w:rPr>
        <w:t>Skip to section E.</w:t>
      </w:r>
      <w:r>
        <w:rPr>
          <w:rFonts w:cs="Arial"/>
          <w:szCs w:val="18"/>
        </w:rPr>
        <w:t xml:space="preserve"> </w:t>
      </w:r>
    </w:p>
    <w:p w14:paraId="6946F4FF" w14:textId="31EFFC92" w:rsidR="00690DC0" w:rsidRPr="00B628FF" w:rsidRDefault="000A64AA" w:rsidP="00B628FF">
      <w:pPr>
        <w:pStyle w:val="ListParagraph"/>
        <w:numPr>
          <w:ilvl w:val="0"/>
          <w:numId w:val="63"/>
        </w:numPr>
        <w:spacing w:before="60"/>
        <w:ind w:left="360" w:right="-43"/>
        <w:contextualSpacing w:val="0"/>
        <w:rPr>
          <w:rFonts w:cs="Arial"/>
          <w:szCs w:val="18"/>
        </w:rPr>
      </w:pPr>
      <w:r>
        <w:rPr>
          <w:rFonts w:cs="Arial"/>
          <w:szCs w:val="18"/>
        </w:rPr>
        <w:t xml:space="preserve">Attach image(s) demonstrating </w:t>
      </w:r>
      <w:r w:rsidR="00FF51AD">
        <w:rPr>
          <w:rFonts w:cs="Arial"/>
          <w:szCs w:val="18"/>
        </w:rPr>
        <w:t>how</w:t>
      </w:r>
      <w:r w:rsidR="00F42388">
        <w:rPr>
          <w:rFonts w:cs="Arial"/>
          <w:szCs w:val="18"/>
        </w:rPr>
        <w:t xml:space="preserve"> your </w:t>
      </w:r>
      <w:r w:rsidR="00993546">
        <w:rPr>
          <w:rFonts w:cs="Arial"/>
          <w:szCs w:val="18"/>
        </w:rPr>
        <w:t xml:space="preserve">shortage and substitution policy </w:t>
      </w:r>
      <w:r w:rsidR="00690DC0">
        <w:rPr>
          <w:rFonts w:cs="Arial"/>
          <w:szCs w:val="18"/>
        </w:rPr>
        <w:t xml:space="preserve">is </w:t>
      </w:r>
      <w:r w:rsidR="0041421C">
        <w:rPr>
          <w:rFonts w:cs="Arial"/>
          <w:szCs w:val="18"/>
        </w:rPr>
        <w:t>made clear</w:t>
      </w:r>
      <w:r w:rsidR="00B93312">
        <w:rPr>
          <w:rFonts w:cs="Arial"/>
          <w:szCs w:val="18"/>
        </w:rPr>
        <w:t xml:space="preserve"> to your customers</w:t>
      </w:r>
      <w:r w:rsidR="00FF51AD">
        <w:rPr>
          <w:rFonts w:cs="Arial"/>
          <w:szCs w:val="18"/>
        </w:rPr>
        <w:t xml:space="preserve"> at physical and virtual points of purchase.</w:t>
      </w:r>
      <w:r w:rsidR="00B628FF">
        <w:rPr>
          <w:rFonts w:cs="Arial"/>
          <w:szCs w:val="18"/>
        </w:rPr>
        <w:t xml:space="preserve">    </w:t>
      </w:r>
      <w:r w:rsidR="00690DC0">
        <w:fldChar w:fldCharType="begin">
          <w:ffData>
            <w:name w:val="Check32"/>
            <w:enabled/>
            <w:calcOnExit w:val="0"/>
            <w:checkBox>
              <w:sizeAuto/>
              <w:default w:val="0"/>
            </w:checkBox>
          </w:ffData>
        </w:fldChar>
      </w:r>
      <w:r w:rsidR="00690DC0" w:rsidRPr="00B628FF">
        <w:rPr>
          <w:rFonts w:cs="Arial"/>
          <w:szCs w:val="18"/>
        </w:rPr>
        <w:instrText xml:space="preserve"> FORMCHECKBOX </w:instrText>
      </w:r>
      <w:r w:rsidR="00690DC0">
        <w:fldChar w:fldCharType="separate"/>
      </w:r>
      <w:r w:rsidR="00690DC0">
        <w:fldChar w:fldCharType="end"/>
      </w:r>
      <w:r w:rsidR="00690DC0" w:rsidRPr="00B628FF">
        <w:rPr>
          <w:rFonts w:cs="Arial"/>
          <w:szCs w:val="18"/>
        </w:rPr>
        <w:t xml:space="preserve"> Attached    </w:t>
      </w:r>
    </w:p>
    <w:p w14:paraId="7803BA67" w14:textId="0DCA1473" w:rsidR="00AE7250" w:rsidRPr="00B628FF" w:rsidRDefault="00AE7250" w:rsidP="00B628FF">
      <w:pPr>
        <w:pStyle w:val="ListParagraph"/>
        <w:numPr>
          <w:ilvl w:val="0"/>
          <w:numId w:val="63"/>
        </w:numPr>
        <w:spacing w:before="60"/>
        <w:ind w:left="360"/>
        <w:contextualSpacing w:val="0"/>
        <w:rPr>
          <w:rFonts w:cs="Arial"/>
          <w:szCs w:val="18"/>
        </w:rPr>
      </w:pPr>
      <w:r w:rsidRPr="008E1791">
        <w:rPr>
          <w:rFonts w:cs="Arial"/>
          <w:szCs w:val="18"/>
        </w:rPr>
        <w:t xml:space="preserve">Attach image(s) demonstrating how you notify customers when a nonorganic ingredient substitution is used. </w:t>
      </w:r>
      <w:r w:rsidR="00B628FF">
        <w:rPr>
          <w:rFonts w:cs="Arial"/>
          <w:szCs w:val="18"/>
        </w:rPr>
        <w:t xml:space="preserve">    </w:t>
      </w:r>
      <w:r>
        <w:fldChar w:fldCharType="begin">
          <w:ffData>
            <w:name w:val="Check32"/>
            <w:enabled/>
            <w:calcOnExit w:val="0"/>
            <w:checkBox>
              <w:sizeAuto/>
              <w:default w:val="0"/>
            </w:checkBox>
          </w:ffData>
        </w:fldChar>
      </w:r>
      <w:r w:rsidRPr="00B628FF">
        <w:rPr>
          <w:rFonts w:cs="Arial"/>
          <w:szCs w:val="18"/>
        </w:rPr>
        <w:instrText xml:space="preserve"> FORMCHECKBOX </w:instrText>
      </w:r>
      <w:r>
        <w:fldChar w:fldCharType="separate"/>
      </w:r>
      <w:r>
        <w:fldChar w:fldCharType="end"/>
      </w:r>
      <w:r w:rsidRPr="00B628FF">
        <w:rPr>
          <w:rFonts w:cs="Arial"/>
          <w:szCs w:val="18"/>
        </w:rPr>
        <w:t xml:space="preserve"> Attached    </w:t>
      </w:r>
    </w:p>
    <w:p w14:paraId="10973788" w14:textId="4DB0A0F1" w:rsidR="00F52437" w:rsidRPr="000224B4" w:rsidRDefault="00AE7250" w:rsidP="005C2F8E">
      <w:pPr>
        <w:pStyle w:val="ListParagraph"/>
        <w:numPr>
          <w:ilvl w:val="0"/>
          <w:numId w:val="63"/>
        </w:numPr>
        <w:spacing w:before="60"/>
        <w:ind w:left="360" w:right="-43"/>
        <w:contextualSpacing w:val="0"/>
        <w:rPr>
          <w:rFonts w:cs="Arial"/>
          <w:szCs w:val="18"/>
        </w:rPr>
      </w:pPr>
      <w:r>
        <w:rPr>
          <w:rFonts w:cs="Arial"/>
          <w:szCs w:val="18"/>
        </w:rPr>
        <w:t>Describe h</w:t>
      </w:r>
      <w:r w:rsidR="00F52437" w:rsidRPr="000224B4">
        <w:rPr>
          <w:rFonts w:cs="Arial"/>
          <w:szCs w:val="18"/>
        </w:rPr>
        <w:t xml:space="preserve">ow </w:t>
      </w:r>
      <w:r w:rsidR="008B0B1A">
        <w:rPr>
          <w:rFonts w:cs="Arial"/>
          <w:szCs w:val="18"/>
        </w:rPr>
        <w:t xml:space="preserve">nonorganic ingredient </w:t>
      </w:r>
      <w:r w:rsidR="00F52437" w:rsidRPr="000224B4">
        <w:rPr>
          <w:rFonts w:cs="Arial"/>
          <w:szCs w:val="18"/>
        </w:rPr>
        <w:t xml:space="preserve">substitutions </w:t>
      </w:r>
      <w:r>
        <w:rPr>
          <w:rFonts w:cs="Arial"/>
          <w:szCs w:val="18"/>
        </w:rPr>
        <w:t xml:space="preserve">are </w:t>
      </w:r>
      <w:r w:rsidR="00F52437" w:rsidRPr="000224B4">
        <w:rPr>
          <w:rFonts w:cs="Arial"/>
          <w:szCs w:val="18"/>
        </w:rPr>
        <w:t>documente</w:t>
      </w:r>
      <w:r>
        <w:rPr>
          <w:rFonts w:cs="Arial"/>
          <w:szCs w:val="18"/>
        </w:rPr>
        <w:t>d.</w:t>
      </w:r>
    </w:p>
    <w:p w14:paraId="11974D41" w14:textId="66D017BF" w:rsidR="00F52437" w:rsidRPr="00D575AD" w:rsidRDefault="00F52437" w:rsidP="00A6232B">
      <w:pPr>
        <w:spacing w:before="60" w:line="240" w:lineRule="auto"/>
        <w:ind w:left="634" w:right="-43" w:hanging="274"/>
        <w:rPr>
          <w:rFonts w:cs="Arial"/>
          <w:szCs w:val="18"/>
        </w:rPr>
      </w:pPr>
      <w:r w:rsidRPr="00D575AD">
        <w:rPr>
          <w:rFonts w:cs="Arial"/>
          <w:szCs w:val="18"/>
        </w:rPr>
        <w:fldChar w:fldCharType="begin">
          <w:ffData>
            <w:name w:val="Check11"/>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Maintain </w:t>
      </w:r>
      <w:r w:rsidR="001634D5">
        <w:rPr>
          <w:rFonts w:cs="Arial"/>
          <w:szCs w:val="18"/>
        </w:rPr>
        <w:t xml:space="preserve">substitution </w:t>
      </w:r>
      <w:r w:rsidRPr="00D575AD">
        <w:rPr>
          <w:rFonts w:cs="Arial"/>
          <w:szCs w:val="18"/>
        </w:rPr>
        <w:t xml:space="preserve">logs including </w:t>
      </w:r>
      <w:r w:rsidR="00D15D57">
        <w:rPr>
          <w:rFonts w:cs="Arial"/>
          <w:szCs w:val="18"/>
        </w:rPr>
        <w:t xml:space="preserve">ingredient, reason for substitution, </w:t>
      </w:r>
      <w:r w:rsidRPr="00D575AD">
        <w:rPr>
          <w:rFonts w:cs="Arial"/>
          <w:szCs w:val="18"/>
        </w:rPr>
        <w:t>date of purchase, quantity, and verification that staff and customers were notified.</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6D4940" w:rsidRPr="00D575AD" w14:paraId="568B7DF4" w14:textId="77777777" w:rsidTr="004E59ED">
        <w:trPr>
          <w:trHeight w:val="360"/>
        </w:trPr>
        <w:tc>
          <w:tcPr>
            <w:tcW w:w="1710" w:type="dxa"/>
            <w:vAlign w:val="center"/>
          </w:tcPr>
          <w:p w14:paraId="78141E15" w14:textId="77777777" w:rsidR="006D4940" w:rsidRPr="00D575AD" w:rsidRDefault="006D4940"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9018" w:type="dxa"/>
            <w:tcBorders>
              <w:bottom w:val="single" w:sz="4" w:space="0" w:color="auto"/>
            </w:tcBorders>
            <w:vAlign w:val="center"/>
          </w:tcPr>
          <w:p w14:paraId="36D2F847" w14:textId="77777777" w:rsidR="006D4940" w:rsidRPr="00901D4A" w:rsidRDefault="006D4940"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24CB745B" w14:textId="475AF46A" w:rsidR="0091166B" w:rsidRPr="00F77172" w:rsidRDefault="0091166B" w:rsidP="00A93A11">
      <w:pPr>
        <w:pStyle w:val="ListParagraph"/>
        <w:numPr>
          <w:ilvl w:val="0"/>
          <w:numId w:val="57"/>
        </w:numPr>
        <w:spacing w:before="120"/>
        <w:ind w:left="360"/>
        <w:contextualSpacing w:val="0"/>
        <w:rPr>
          <w:rFonts w:cs="Arial"/>
          <w:b/>
        </w:rPr>
      </w:pPr>
      <w:r w:rsidRPr="00F77172">
        <w:rPr>
          <w:rFonts w:cs="Arial"/>
          <w:b/>
          <w:sz w:val="22"/>
        </w:rPr>
        <w:t>Storage Facilities</w:t>
      </w:r>
    </w:p>
    <w:p w14:paraId="2C3B9D4D" w14:textId="77777777" w:rsidR="0091166B" w:rsidRDefault="0091166B" w:rsidP="00A93A11">
      <w:pPr>
        <w:pStyle w:val="ListParagraph"/>
        <w:numPr>
          <w:ilvl w:val="0"/>
          <w:numId w:val="65"/>
        </w:numPr>
        <w:spacing w:before="60"/>
        <w:contextualSpacing w:val="0"/>
        <w:rPr>
          <w:rFonts w:cs="Arial"/>
          <w:szCs w:val="18"/>
        </w:rPr>
      </w:pPr>
      <w:r>
        <w:rPr>
          <w:rFonts w:cs="Arial"/>
          <w:szCs w:val="18"/>
        </w:rPr>
        <w:t xml:space="preserve">If any off-site facilities are used to store organic ingredients or </w:t>
      </w:r>
      <w:r w:rsidRPr="000031CA">
        <w:rPr>
          <w:rFonts w:cs="Arial"/>
          <w:szCs w:val="18"/>
        </w:rPr>
        <w:t>products, complete</w:t>
      </w:r>
      <w:r>
        <w:rPr>
          <w:rFonts w:cs="Arial"/>
          <w:szCs w:val="18"/>
        </w:rPr>
        <w:t xml:space="preserve"> this table, or attach a list with this information.</w:t>
      </w:r>
    </w:p>
    <w:p w14:paraId="060E6F70" w14:textId="31B31A24" w:rsidR="0091166B" w:rsidRDefault="0091166B" w:rsidP="00A93A11">
      <w:pPr>
        <w:pStyle w:val="ListParagraph"/>
        <w:tabs>
          <w:tab w:val="left" w:pos="8097"/>
        </w:tabs>
        <w:spacing w:before="60" w:after="60"/>
        <w:ind w:left="360"/>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 no off-site storage    </w:t>
      </w: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List Attached</w:t>
      </w:r>
    </w:p>
    <w:tbl>
      <w:tblPr>
        <w:tblW w:w="1036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3240"/>
        <w:gridCol w:w="1728"/>
      </w:tblGrid>
      <w:tr w:rsidR="0091166B" w14:paraId="49E0466D" w14:textId="77777777">
        <w:trPr>
          <w:cantSplit/>
          <w:trHeight w:val="217"/>
          <w:tblHeader/>
        </w:trPr>
        <w:tc>
          <w:tcPr>
            <w:tcW w:w="5400" w:type="dxa"/>
            <w:tcBorders>
              <w:top w:val="single" w:sz="4" w:space="0" w:color="auto"/>
              <w:left w:val="single" w:sz="4" w:space="0" w:color="auto"/>
              <w:bottom w:val="single" w:sz="4" w:space="0" w:color="auto"/>
              <w:right w:val="single" w:sz="4" w:space="0" w:color="auto"/>
            </w:tcBorders>
            <w:vAlign w:val="center"/>
            <w:hideMark/>
          </w:tcPr>
          <w:p w14:paraId="72D5D4B5" w14:textId="77777777" w:rsidR="0091166B" w:rsidRDefault="0091166B" w:rsidP="00A93A11">
            <w:pPr>
              <w:spacing w:before="20" w:line="240" w:lineRule="auto"/>
              <w:ind w:left="-115" w:right="-43"/>
              <w:jc w:val="center"/>
              <w:rPr>
                <w:rFonts w:cs="Arial"/>
                <w:b/>
                <w:bCs/>
                <w:szCs w:val="18"/>
              </w:rPr>
            </w:pPr>
            <w:r>
              <w:rPr>
                <w:rFonts w:cs="Arial"/>
                <w:b/>
                <w:bCs/>
                <w:szCs w:val="18"/>
              </w:rPr>
              <w:t>Storage Facility Name &amp; Address</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04E065D" w14:textId="77777777" w:rsidR="0091166B" w:rsidRDefault="0091166B" w:rsidP="00A93A11">
            <w:pPr>
              <w:spacing w:before="20" w:line="240" w:lineRule="auto"/>
              <w:ind w:left="-115" w:right="-43"/>
              <w:jc w:val="center"/>
              <w:rPr>
                <w:rFonts w:cs="Arial"/>
                <w:b/>
                <w:bCs/>
                <w:szCs w:val="18"/>
              </w:rPr>
            </w:pPr>
            <w:r>
              <w:rPr>
                <w:rFonts w:cs="Arial"/>
                <w:b/>
                <w:bCs/>
                <w:szCs w:val="18"/>
              </w:rPr>
              <w:t>Ingredients/Products Stored</w:t>
            </w:r>
          </w:p>
        </w:tc>
        <w:tc>
          <w:tcPr>
            <w:tcW w:w="1728" w:type="dxa"/>
            <w:tcBorders>
              <w:top w:val="single" w:sz="4" w:space="0" w:color="auto"/>
              <w:left w:val="single" w:sz="4" w:space="0" w:color="auto"/>
              <w:bottom w:val="single" w:sz="4" w:space="0" w:color="auto"/>
              <w:right w:val="single" w:sz="4" w:space="0" w:color="auto"/>
            </w:tcBorders>
            <w:vAlign w:val="center"/>
            <w:hideMark/>
          </w:tcPr>
          <w:p w14:paraId="1C56D2C3" w14:textId="77777777" w:rsidR="0091166B" w:rsidRDefault="0091166B" w:rsidP="00A93A11">
            <w:pPr>
              <w:spacing w:before="20" w:line="240" w:lineRule="auto"/>
              <w:ind w:left="-115" w:right="-43"/>
              <w:jc w:val="center"/>
              <w:rPr>
                <w:rFonts w:cs="Arial"/>
                <w:b/>
                <w:bCs/>
                <w:szCs w:val="18"/>
              </w:rPr>
            </w:pPr>
            <w:r>
              <w:rPr>
                <w:rFonts w:cs="Arial"/>
                <w:b/>
                <w:bCs/>
                <w:szCs w:val="18"/>
              </w:rPr>
              <w:t>Documentation</w:t>
            </w:r>
          </w:p>
        </w:tc>
      </w:tr>
      <w:tr w:rsidR="0091166B" w14:paraId="41F01E29"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BFA974B"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178AEDF8"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7D7EEC7"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91166B" w14:paraId="390F43E6"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3C1EAE1"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315C875D"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5C1DB84"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bl>
    <w:p w14:paraId="2EB7AD3B" w14:textId="77777777" w:rsidR="0091166B" w:rsidRDefault="0091166B" w:rsidP="00A93A11">
      <w:pPr>
        <w:spacing w:before="60" w:line="240" w:lineRule="auto"/>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C6AF54A" w14:textId="517FDC23" w:rsidR="00883169" w:rsidRPr="0089419B" w:rsidRDefault="0091166B" w:rsidP="00A93A11">
      <w:pPr>
        <w:spacing w:line="240" w:lineRule="auto"/>
        <w:ind w:left="360" w:right="-36" w:hanging="90"/>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893BDB">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89419B">
        <w:t>.</w:t>
      </w:r>
    </w:p>
    <w:sectPr w:rsidR="00883169" w:rsidRPr="0089419B" w:rsidSect="009C3C8E">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7AB77" w14:textId="77777777" w:rsidR="00A509A7" w:rsidRDefault="00A509A7">
      <w:r>
        <w:separator/>
      </w:r>
    </w:p>
  </w:endnote>
  <w:endnote w:type="continuationSeparator" w:id="0">
    <w:p w14:paraId="4A61AF29" w14:textId="77777777" w:rsidR="00A509A7" w:rsidRDefault="00A509A7">
      <w:r>
        <w:continuationSeparator/>
      </w:r>
    </w:p>
  </w:endnote>
  <w:endnote w:type="continuationNotice" w:id="1">
    <w:p w14:paraId="5AE7911A" w14:textId="77777777" w:rsidR="00A509A7" w:rsidRDefault="00A509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81572" w14:textId="77777777" w:rsidR="00310DB9" w:rsidRDefault="00310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6A9A" w14:textId="22C4D68B" w:rsidR="00636677" w:rsidRPr="007B76DB" w:rsidRDefault="00947FB1" w:rsidP="007B76DB">
    <w:pPr>
      <w:pStyle w:val="Footer"/>
      <w:tabs>
        <w:tab w:val="clear" w:pos="4320"/>
        <w:tab w:val="clear" w:pos="8640"/>
        <w:tab w:val="left" w:pos="9360"/>
      </w:tabs>
      <w:ind w:right="-36"/>
      <w:rPr>
        <w:i/>
        <w:sz w:val="16"/>
        <w:szCs w:val="16"/>
      </w:rPr>
    </w:pPr>
    <w:r>
      <w:rPr>
        <w:i/>
        <w:noProof/>
        <w:sz w:val="16"/>
        <w:szCs w:val="16"/>
      </w:rPr>
      <w:drawing>
        <wp:anchor distT="0" distB="0" distL="114300" distR="114300" simplePos="0" relativeHeight="251658241" behindDoc="1" locked="0" layoutInCell="1" allowOverlap="1" wp14:anchorId="1BDD9DE5" wp14:editId="3D96B76E">
          <wp:simplePos x="0" y="0"/>
          <wp:positionH relativeFrom="page">
            <wp:posOffset>0</wp:posOffset>
          </wp:positionH>
          <wp:positionV relativeFrom="page">
            <wp:posOffset>9608757</wp:posOffset>
          </wp:positionV>
          <wp:extent cx="7772400" cy="4539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2F5066">
      <w:rPr>
        <w:i/>
        <w:sz w:val="16"/>
        <w:szCs w:val="16"/>
      </w:rPr>
      <w:t>NOP</w:t>
    </w:r>
    <w:r w:rsidR="005D4BF8">
      <w:rPr>
        <w:i/>
        <w:sz w:val="16"/>
        <w:szCs w:val="16"/>
      </w:rPr>
      <w:t>B63</w:t>
    </w:r>
    <w:r w:rsidR="00673967">
      <w:rPr>
        <w:i/>
        <w:sz w:val="16"/>
        <w:szCs w:val="16"/>
      </w:rPr>
      <w:t>, V</w:t>
    </w:r>
    <w:r w:rsidR="00786BA5">
      <w:rPr>
        <w:i/>
        <w:sz w:val="16"/>
        <w:szCs w:val="16"/>
      </w:rPr>
      <w:t>2, 06/28/2024</w:t>
    </w:r>
    <w:r w:rsidR="007B76DB" w:rsidRPr="00871418">
      <w:rPr>
        <w:i/>
        <w:sz w:val="16"/>
        <w:szCs w:val="16"/>
      </w:rPr>
      <w:tab/>
      <w:t xml:space="preserve">Page </w:t>
    </w:r>
    <w:r w:rsidR="00DC71E4" w:rsidRPr="00871418">
      <w:rPr>
        <w:b/>
        <w:i/>
        <w:sz w:val="16"/>
        <w:szCs w:val="16"/>
      </w:rPr>
      <w:fldChar w:fldCharType="begin"/>
    </w:r>
    <w:r w:rsidR="007B76DB" w:rsidRPr="00871418">
      <w:rPr>
        <w:b/>
        <w:i/>
        <w:sz w:val="16"/>
        <w:szCs w:val="16"/>
      </w:rPr>
      <w:instrText xml:space="preserve"> PAGE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r w:rsidR="007B76DB" w:rsidRPr="00871418">
      <w:rPr>
        <w:i/>
        <w:sz w:val="16"/>
        <w:szCs w:val="16"/>
      </w:rPr>
      <w:t xml:space="preserve"> of </w:t>
    </w:r>
    <w:r w:rsidR="00DC71E4" w:rsidRPr="00871418">
      <w:rPr>
        <w:b/>
        <w:i/>
        <w:sz w:val="16"/>
        <w:szCs w:val="16"/>
      </w:rPr>
      <w:fldChar w:fldCharType="begin"/>
    </w:r>
    <w:r w:rsidR="007B76DB" w:rsidRPr="00871418">
      <w:rPr>
        <w:b/>
        <w:i/>
        <w:sz w:val="16"/>
        <w:szCs w:val="16"/>
      </w:rPr>
      <w:instrText xml:space="preserve"> NUMPAGES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78315" w14:textId="77777777" w:rsidR="00310DB9" w:rsidRDefault="00310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BE367" w14:textId="77777777" w:rsidR="00A509A7" w:rsidRDefault="00A509A7">
      <w:r>
        <w:separator/>
      </w:r>
    </w:p>
  </w:footnote>
  <w:footnote w:type="continuationSeparator" w:id="0">
    <w:p w14:paraId="55E2DE33" w14:textId="77777777" w:rsidR="00A509A7" w:rsidRDefault="00A509A7">
      <w:r>
        <w:continuationSeparator/>
      </w:r>
    </w:p>
  </w:footnote>
  <w:footnote w:type="continuationNotice" w:id="1">
    <w:p w14:paraId="0CB9CB24" w14:textId="77777777" w:rsidR="00A509A7" w:rsidRDefault="00A509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216B" w14:textId="77777777" w:rsidR="00310DB9" w:rsidRDefault="00310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1195" w14:textId="77777777" w:rsidR="00636677" w:rsidRDefault="002F5066">
    <w:pPr>
      <w:rPr>
        <w:rFonts w:cs="Arial"/>
        <w:sz w:val="22"/>
        <w:szCs w:val="22"/>
      </w:rPr>
    </w:pPr>
    <w:r>
      <w:rPr>
        <w:rFonts w:cs="Arial"/>
        <w:noProof/>
        <w:sz w:val="22"/>
        <w:szCs w:val="22"/>
      </w:rPr>
      <w:drawing>
        <wp:anchor distT="0" distB="0" distL="114300" distR="114300" simplePos="0" relativeHeight="251658240" behindDoc="0" locked="0" layoutInCell="1" allowOverlap="1" wp14:anchorId="59EDEF77" wp14:editId="18089D7F">
          <wp:simplePos x="0" y="0"/>
          <wp:positionH relativeFrom="column">
            <wp:posOffset>-135255</wp:posOffset>
          </wp:positionH>
          <wp:positionV relativeFrom="paragraph">
            <wp:posOffset>95250</wp:posOffset>
          </wp:positionV>
          <wp:extent cx="590550" cy="714375"/>
          <wp:effectExtent l="19050" t="0" r="0" b="0"/>
          <wp:wrapNone/>
          <wp:docPr id="44" name="Picture 8"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srcRect/>
                  <a:stretch>
                    <a:fillRect/>
                  </a:stretch>
                </pic:blipFill>
                <pic:spPr bwMode="auto">
                  <a:xfrm>
                    <a:off x="0" y="0"/>
                    <a:ext cx="590550" cy="714375"/>
                  </a:xfrm>
                  <a:prstGeom prst="rect">
                    <a:avLst/>
                  </a:prstGeom>
                  <a:noFill/>
                  <a:ln w="9525">
                    <a:noFill/>
                    <a:miter lim="800000"/>
                    <a:headEnd/>
                    <a:tailEnd/>
                  </a:ln>
                </pic:spPr>
              </pic:pic>
            </a:graphicData>
          </a:graphic>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7"/>
      <w:gridCol w:w="4950"/>
      <w:gridCol w:w="1088"/>
      <w:gridCol w:w="892"/>
    </w:tblGrid>
    <w:tr w:rsidR="00645D16" w:rsidRPr="000B5C85" w14:paraId="0DC7C96E" w14:textId="77777777" w:rsidTr="00E06B57">
      <w:trPr>
        <w:cantSplit/>
        <w:trHeight w:val="525"/>
      </w:trPr>
      <w:tc>
        <w:tcPr>
          <w:tcW w:w="3217" w:type="dxa"/>
          <w:tcBorders>
            <w:right w:val="nil"/>
          </w:tcBorders>
          <w:vAlign w:val="center"/>
        </w:tcPr>
        <w:p w14:paraId="73736DD9" w14:textId="1FAF4661" w:rsidR="00496C35" w:rsidRPr="003B73EE" w:rsidRDefault="00496C35" w:rsidP="00E06B57">
          <w:pPr>
            <w:spacing w:before="40" w:line="240" w:lineRule="auto"/>
            <w:ind w:left="288" w:right="0" w:hanging="288"/>
            <w:rPr>
              <w:rFonts w:cs="Arial"/>
              <w:b/>
              <w:bCs/>
            </w:rPr>
          </w:pPr>
          <w:r w:rsidRPr="0074784C">
            <w:rPr>
              <w:rFonts w:cs="Arial"/>
              <w:b/>
              <w:sz w:val="16"/>
              <w:szCs w:val="16"/>
            </w:rPr>
            <w:t>NOP §</w:t>
          </w:r>
          <w:r>
            <w:rPr>
              <w:rFonts w:cs="Arial"/>
              <w:b/>
              <w:sz w:val="16"/>
              <w:szCs w:val="16"/>
            </w:rPr>
            <w:t>205.1</w:t>
          </w:r>
          <w:r w:rsidRPr="0074784C">
            <w:rPr>
              <w:rFonts w:cs="Arial"/>
              <w:b/>
              <w:sz w:val="16"/>
              <w:szCs w:val="16"/>
            </w:rPr>
            <w:t>01,</w:t>
          </w:r>
          <w:r>
            <w:rPr>
              <w:rFonts w:cs="Arial"/>
              <w:b/>
              <w:sz w:val="16"/>
              <w:szCs w:val="16"/>
            </w:rPr>
            <w:t xml:space="preserve"> </w:t>
          </w:r>
          <w:r w:rsidR="00117EA9">
            <w:rPr>
              <w:rFonts w:cs="Arial"/>
              <w:b/>
              <w:sz w:val="16"/>
              <w:szCs w:val="16"/>
            </w:rPr>
            <w:t>20</w:t>
          </w:r>
          <w:r w:rsidR="005B5DFD">
            <w:rPr>
              <w:rFonts w:cs="Arial"/>
              <w:b/>
              <w:sz w:val="16"/>
              <w:szCs w:val="16"/>
            </w:rPr>
            <w:t>5</w:t>
          </w:r>
          <w:r w:rsidR="00117EA9">
            <w:rPr>
              <w:rFonts w:cs="Arial"/>
              <w:b/>
              <w:sz w:val="16"/>
              <w:szCs w:val="16"/>
            </w:rPr>
            <w:t xml:space="preserve">.105, </w:t>
          </w:r>
          <w:r w:rsidRPr="0074784C">
            <w:rPr>
              <w:rFonts w:cs="Arial"/>
              <w:b/>
              <w:sz w:val="16"/>
              <w:szCs w:val="16"/>
            </w:rPr>
            <w:t>205.201, 205.</w:t>
          </w:r>
          <w:r>
            <w:rPr>
              <w:rFonts w:cs="Arial"/>
              <w:b/>
              <w:sz w:val="16"/>
              <w:szCs w:val="16"/>
            </w:rPr>
            <w:t>301-311</w:t>
          </w:r>
          <w:r w:rsidR="00FA085D">
            <w:rPr>
              <w:rFonts w:cs="Arial"/>
              <w:b/>
              <w:sz w:val="16"/>
              <w:szCs w:val="16"/>
            </w:rPr>
            <w:t>, 205.605, 205.</w:t>
          </w:r>
          <w:r w:rsidR="005F3689">
            <w:rPr>
              <w:rFonts w:cs="Arial"/>
              <w:b/>
              <w:sz w:val="16"/>
              <w:szCs w:val="16"/>
            </w:rPr>
            <w:t>606</w:t>
          </w:r>
        </w:p>
      </w:tc>
      <w:tc>
        <w:tcPr>
          <w:tcW w:w="4950" w:type="dxa"/>
          <w:tcBorders>
            <w:left w:val="nil"/>
          </w:tcBorders>
          <w:vAlign w:val="center"/>
        </w:tcPr>
        <w:p w14:paraId="2E4A0D2D" w14:textId="222BC6AA" w:rsidR="00496C35" w:rsidRPr="003B73EE" w:rsidRDefault="00496C35" w:rsidP="00E06B57">
          <w:pPr>
            <w:spacing w:before="40"/>
            <w:ind w:left="-720" w:right="0" w:firstLine="1431"/>
            <w:jc w:val="right"/>
            <w:rPr>
              <w:rFonts w:cs="Arial"/>
              <w:b/>
              <w:bCs/>
            </w:rPr>
          </w:pPr>
          <w:r>
            <w:rPr>
              <w:rFonts w:cs="Arial"/>
              <w:b/>
              <w:sz w:val="22"/>
              <w:szCs w:val="22"/>
            </w:rPr>
            <w:t xml:space="preserve">RETAIL </w:t>
          </w:r>
          <w:r w:rsidR="00645D16">
            <w:rPr>
              <w:rFonts w:cs="Arial"/>
              <w:b/>
              <w:sz w:val="22"/>
              <w:szCs w:val="22"/>
            </w:rPr>
            <w:t>ESTABLISHMENT</w:t>
          </w:r>
          <w:r w:rsidR="00E06B57">
            <w:rPr>
              <w:rFonts w:cs="Arial"/>
              <w:b/>
              <w:sz w:val="22"/>
              <w:szCs w:val="22"/>
            </w:rPr>
            <w:br/>
          </w:r>
          <w:r w:rsidR="00DB2E27">
            <w:rPr>
              <w:rFonts w:cs="Arial"/>
              <w:b/>
              <w:sz w:val="22"/>
              <w:szCs w:val="22"/>
            </w:rPr>
            <w:t>A</w:t>
          </w:r>
          <w:r w:rsidR="00645D16">
            <w:rPr>
              <w:rFonts w:cs="Arial"/>
              <w:b/>
              <w:sz w:val="22"/>
              <w:szCs w:val="22"/>
            </w:rPr>
            <w:t>REAS AND PRODUCTS</w:t>
          </w:r>
        </w:p>
      </w:tc>
      <w:tc>
        <w:tcPr>
          <w:tcW w:w="1088" w:type="dxa"/>
          <w:shd w:val="clear" w:color="auto" w:fill="000000"/>
          <w:vAlign w:val="center"/>
        </w:tcPr>
        <w:p w14:paraId="69E84E30" w14:textId="67598AFD" w:rsidR="00496C35" w:rsidRPr="000B5C85" w:rsidRDefault="00496C35" w:rsidP="00E06B57">
          <w:pPr>
            <w:spacing w:before="40"/>
            <w:ind w:right="0"/>
            <w:jc w:val="center"/>
            <w:rPr>
              <w:rFonts w:cs="Arial"/>
              <w:b/>
              <w:bCs/>
            </w:rPr>
          </w:pPr>
          <w:r w:rsidRPr="000B5C85">
            <w:rPr>
              <w:rFonts w:cs="Arial"/>
              <w:b/>
              <w:bCs/>
            </w:rPr>
            <w:t>OSP</w:t>
          </w:r>
        </w:p>
        <w:p w14:paraId="100C7549" w14:textId="77777777" w:rsidR="00496C35" w:rsidRPr="000B5C85" w:rsidRDefault="00496C35" w:rsidP="00E06B57">
          <w:pPr>
            <w:spacing w:before="40"/>
            <w:ind w:right="0"/>
            <w:jc w:val="center"/>
            <w:rPr>
              <w:rFonts w:cs="Arial"/>
              <w:b/>
              <w:bCs/>
            </w:rPr>
          </w:pPr>
          <w:r w:rsidRPr="000B5C85">
            <w:rPr>
              <w:rFonts w:cs="Arial"/>
              <w:b/>
              <w:bCs/>
            </w:rPr>
            <w:t>SECTION:</w:t>
          </w:r>
        </w:p>
      </w:tc>
      <w:tc>
        <w:tcPr>
          <w:tcW w:w="892" w:type="dxa"/>
          <w:shd w:val="clear" w:color="auto" w:fill="000000"/>
          <w:vAlign w:val="center"/>
        </w:tcPr>
        <w:p w14:paraId="48FC2FEF" w14:textId="77777777" w:rsidR="00496C35" w:rsidRPr="00964D75" w:rsidRDefault="00496C35" w:rsidP="00E06B57">
          <w:pPr>
            <w:pStyle w:val="Heading4"/>
            <w:spacing w:before="40" w:after="0"/>
            <w:ind w:right="0"/>
            <w:rPr>
              <w:sz w:val="32"/>
              <w:szCs w:val="32"/>
            </w:rPr>
          </w:pPr>
          <w:r>
            <w:rPr>
              <w:sz w:val="32"/>
              <w:szCs w:val="32"/>
            </w:rPr>
            <w:t>R2.0</w:t>
          </w:r>
        </w:p>
      </w:tc>
    </w:tr>
    <w:tr w:rsidR="00645D16" w:rsidRPr="000B5C85" w14:paraId="782BEFC0" w14:textId="77777777" w:rsidTr="00F77172">
      <w:trPr>
        <w:cantSplit/>
        <w:trHeight w:val="360"/>
        <w:tblHeader/>
      </w:trPr>
      <w:tc>
        <w:tcPr>
          <w:tcW w:w="8167" w:type="dxa"/>
          <w:gridSpan w:val="2"/>
          <w:tcBorders>
            <w:right w:val="nil"/>
          </w:tcBorders>
          <w:vAlign w:val="center"/>
        </w:tcPr>
        <w:p w14:paraId="44874020" w14:textId="16A102FD" w:rsidR="00496C35" w:rsidRPr="005D5739" w:rsidRDefault="005D5739" w:rsidP="00E06B57">
          <w:pPr>
            <w:spacing w:before="40"/>
            <w:ind w:right="0"/>
            <w:rPr>
              <w:rFonts w:cs="Arial"/>
              <w:b/>
              <w:bCs/>
            </w:rPr>
          </w:pPr>
          <w:r w:rsidRPr="005D5739">
            <w:rPr>
              <w:rFonts w:cs="Arial"/>
              <w:b/>
              <w:bCs/>
              <w:szCs w:val="10"/>
            </w:rPr>
            <w:t xml:space="preserve">Find all forms at </w:t>
          </w:r>
          <w:hyperlink r:id="rId2" w:history="1">
            <w:r w:rsidR="000E0CFE">
              <w:rPr>
                <w:rStyle w:val="Hyperlink"/>
                <w:rFonts w:cs="Arial"/>
                <w:b/>
                <w:bCs/>
                <w:szCs w:val="10"/>
              </w:rPr>
              <w:t>www.ccof.org/resources</w:t>
            </w:r>
          </w:hyperlink>
          <w:r w:rsidRPr="005D5739">
            <w:rPr>
              <w:rFonts w:cs="Arial"/>
              <w:b/>
              <w:bCs/>
              <w:szCs w:val="10"/>
            </w:rPr>
            <w:t xml:space="preserve">. Send completed forms to </w:t>
          </w:r>
          <w:hyperlink r:id="rId3" w:history="1">
            <w:r w:rsidRPr="005D5739">
              <w:rPr>
                <w:rStyle w:val="Hyperlink"/>
                <w:rFonts w:cs="Arial"/>
                <w:b/>
                <w:bCs/>
                <w:szCs w:val="10"/>
              </w:rPr>
              <w:t>inbox@ccof.org</w:t>
            </w:r>
          </w:hyperlink>
          <w:r w:rsidRPr="005D5739">
            <w:rPr>
              <w:rFonts w:cs="Arial"/>
              <w:b/>
              <w:bCs/>
              <w:szCs w:val="10"/>
            </w:rPr>
            <w:t>.</w:t>
          </w:r>
        </w:p>
      </w:tc>
      <w:tc>
        <w:tcPr>
          <w:tcW w:w="1980" w:type="dxa"/>
          <w:gridSpan w:val="2"/>
          <w:tcBorders>
            <w:top w:val="nil"/>
            <w:left w:val="nil"/>
            <w:bottom w:val="single" w:sz="4" w:space="0" w:color="auto"/>
          </w:tcBorders>
          <w:vAlign w:val="center"/>
        </w:tcPr>
        <w:p w14:paraId="13B3EA30" w14:textId="77777777" w:rsidR="00496C35" w:rsidRPr="000B5C85" w:rsidRDefault="00496C35" w:rsidP="00E06B57">
          <w:pPr>
            <w:spacing w:before="40"/>
            <w:ind w:right="0"/>
            <w:jc w:val="right"/>
            <w:rPr>
              <w:rFonts w:cs="Arial"/>
            </w:rPr>
          </w:pPr>
          <w:r w:rsidRPr="000B5C85">
            <w:rPr>
              <w:rFonts w:cs="Arial"/>
              <w:b/>
              <w:bCs/>
              <w:sz w:val="16"/>
            </w:rPr>
            <w:t xml:space="preserve">   Page </w:t>
          </w:r>
          <w:r w:rsidR="00DC71E4" w:rsidRPr="000B5C85">
            <w:rPr>
              <w:rFonts w:cs="Arial"/>
              <w:b/>
              <w:bCs/>
              <w:sz w:val="16"/>
            </w:rPr>
            <w:fldChar w:fldCharType="begin"/>
          </w:r>
          <w:r w:rsidRPr="000B5C85">
            <w:rPr>
              <w:rFonts w:cs="Arial"/>
              <w:b/>
              <w:bCs/>
              <w:sz w:val="16"/>
            </w:rPr>
            <w:instrText xml:space="preserve"> PAGE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r w:rsidRPr="000B5C85">
            <w:rPr>
              <w:rFonts w:cs="Arial"/>
              <w:b/>
              <w:bCs/>
              <w:sz w:val="16"/>
            </w:rPr>
            <w:t xml:space="preserve"> of </w:t>
          </w:r>
          <w:r w:rsidR="00DC71E4" w:rsidRPr="000B5C85">
            <w:rPr>
              <w:rFonts w:cs="Arial"/>
              <w:b/>
              <w:bCs/>
              <w:sz w:val="16"/>
            </w:rPr>
            <w:fldChar w:fldCharType="begin"/>
          </w:r>
          <w:r w:rsidRPr="000B5C85">
            <w:rPr>
              <w:rFonts w:cs="Arial"/>
              <w:b/>
              <w:bCs/>
              <w:sz w:val="16"/>
            </w:rPr>
            <w:instrText xml:space="preserve"> NUMPAGES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p>
      </w:tc>
    </w:tr>
  </w:tbl>
  <w:p w14:paraId="4899A16B" w14:textId="77777777" w:rsidR="00496C35" w:rsidRPr="0070526F" w:rsidRDefault="00496C35" w:rsidP="008C0E4B">
    <w:pPr>
      <w:rPr>
        <w:rFonts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62C04" w14:textId="77777777" w:rsidR="00310DB9" w:rsidRDefault="00310D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5723F0"/>
    <w:multiLevelType w:val="hybridMultilevel"/>
    <w:tmpl w:val="B7220B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3E1782"/>
    <w:multiLevelType w:val="hybridMultilevel"/>
    <w:tmpl w:val="3C503218"/>
    <w:lvl w:ilvl="0" w:tplc="4ED843E2">
      <w:start w:val="1"/>
      <w:numFmt w:val="upperLetter"/>
      <w:lvlText w:val="%1."/>
      <w:lvlJc w:val="left"/>
      <w:pPr>
        <w:ind w:left="360" w:hanging="360"/>
      </w:pPr>
      <w:rPr>
        <w:rFonts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B3B0D92"/>
    <w:multiLevelType w:val="hybridMultilevel"/>
    <w:tmpl w:val="990CD644"/>
    <w:lvl w:ilvl="0" w:tplc="A2ECE0DC">
      <w:start w:val="1"/>
      <w:numFmt w:val="decimal"/>
      <w:lvlText w:val="%1)"/>
      <w:lvlJc w:val="left"/>
      <w:pPr>
        <w:ind w:left="720" w:hanging="360"/>
      </w:pPr>
      <w:rPr>
        <w:rFonts w:hint="default"/>
        <w:b w:val="0"/>
        <w:bCs/>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0F4388"/>
    <w:multiLevelType w:val="hybridMultilevel"/>
    <w:tmpl w:val="740A46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011046"/>
    <w:multiLevelType w:val="hybridMultilevel"/>
    <w:tmpl w:val="9F1806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2EB6441"/>
    <w:multiLevelType w:val="hybridMultilevel"/>
    <w:tmpl w:val="D446FC66"/>
    <w:lvl w:ilvl="0" w:tplc="7E74C75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36673A1"/>
    <w:multiLevelType w:val="hybridMultilevel"/>
    <w:tmpl w:val="F9F4CA4E"/>
    <w:lvl w:ilvl="0" w:tplc="05A86A1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13863079"/>
    <w:multiLevelType w:val="hybridMultilevel"/>
    <w:tmpl w:val="51DE1E3A"/>
    <w:lvl w:ilvl="0" w:tplc="0D34DB22">
      <w:start w:val="4"/>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74607F"/>
    <w:multiLevelType w:val="hybridMultilevel"/>
    <w:tmpl w:val="C6CE4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F10F9"/>
    <w:multiLevelType w:val="hybridMultilevel"/>
    <w:tmpl w:val="D160CB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BA5496"/>
    <w:multiLevelType w:val="hybridMultilevel"/>
    <w:tmpl w:val="A956FD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3F331D"/>
    <w:multiLevelType w:val="hybridMultilevel"/>
    <w:tmpl w:val="20BE5E94"/>
    <w:lvl w:ilvl="0" w:tplc="6D885D44">
      <w:start w:val="3"/>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AD428C"/>
    <w:multiLevelType w:val="hybridMultilevel"/>
    <w:tmpl w:val="387E82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A41F87"/>
    <w:multiLevelType w:val="hybridMultilevel"/>
    <w:tmpl w:val="05FE55E2"/>
    <w:lvl w:ilvl="0" w:tplc="FFFFFFFF">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EED2BC6"/>
    <w:multiLevelType w:val="hybridMultilevel"/>
    <w:tmpl w:val="D8F4CB0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897598"/>
    <w:multiLevelType w:val="hybridMultilevel"/>
    <w:tmpl w:val="555E656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61F2E9B"/>
    <w:multiLevelType w:val="hybridMultilevel"/>
    <w:tmpl w:val="8026BBE6"/>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0A0796"/>
    <w:multiLevelType w:val="hybridMultilevel"/>
    <w:tmpl w:val="05BEADB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6D885D44">
      <w:start w:val="3"/>
      <w:numFmt w:val="upperLetter"/>
      <w:lvlText w:val="%3."/>
      <w:lvlJc w:val="left"/>
      <w:pPr>
        <w:ind w:left="2340" w:hanging="360"/>
      </w:pPr>
      <w:rPr>
        <w:rFonts w:hint="default"/>
      </w:rPr>
    </w:lvl>
    <w:lvl w:ilvl="3" w:tplc="698E0C80">
      <w:start w:val="5"/>
      <w:numFmt w:val="decimal"/>
      <w:lvlText w:val="%4."/>
      <w:lvlJc w:val="left"/>
      <w:pPr>
        <w:ind w:left="2880" w:hanging="360"/>
      </w:pPr>
      <w:rPr>
        <w:rFonts w:hint="default"/>
      </w:rPr>
    </w:lvl>
    <w:lvl w:ilvl="4" w:tplc="48C06348">
      <w:start w:val="1"/>
      <w:numFmt w:val="lowerLetter"/>
      <w:lvlText w:val="%5)"/>
      <w:lvlJc w:val="left"/>
      <w:pPr>
        <w:ind w:left="3600" w:hanging="360"/>
      </w:pPr>
      <w:rPr>
        <w:rFonts w:ascii="Arial" w:eastAsia="Times New Roman" w:hAnsi="Arial"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0A4C61"/>
    <w:multiLevelType w:val="hybridMultilevel"/>
    <w:tmpl w:val="D50830F2"/>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1" w15:restartNumberingAfterBreak="0">
    <w:nsid w:val="32506045"/>
    <w:multiLevelType w:val="hybridMultilevel"/>
    <w:tmpl w:val="CD801C3C"/>
    <w:lvl w:ilvl="0" w:tplc="8F286A64">
      <w:start w:val="1"/>
      <w:numFmt w:val="bullet"/>
      <w:lvlText w:val=""/>
      <w:lvlJc w:val="left"/>
      <w:pPr>
        <w:ind w:left="720" w:hanging="360"/>
      </w:pPr>
      <w:rPr>
        <w:rFonts w:ascii="Symbol" w:hAnsi="Symbol"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D749CA"/>
    <w:multiLevelType w:val="hybridMultilevel"/>
    <w:tmpl w:val="3646872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60E74AC"/>
    <w:multiLevelType w:val="hybridMultilevel"/>
    <w:tmpl w:val="D58CD3C8"/>
    <w:lvl w:ilvl="0" w:tplc="1B341FCE">
      <w:start w:val="1"/>
      <w:numFmt w:val="decimal"/>
      <w:lvlText w:val="%1)"/>
      <w:lvlJc w:val="left"/>
      <w:pPr>
        <w:ind w:left="360" w:hanging="360"/>
      </w:pPr>
      <w:rPr>
        <w:b w:val="0"/>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FB1224E"/>
    <w:multiLevelType w:val="hybridMultilevel"/>
    <w:tmpl w:val="7E5CFD48"/>
    <w:lvl w:ilvl="0" w:tplc="04090011">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0D5CF2"/>
    <w:multiLevelType w:val="hybridMultilevel"/>
    <w:tmpl w:val="EB0CBB9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864616E"/>
    <w:multiLevelType w:val="hybridMultilevel"/>
    <w:tmpl w:val="BC92C1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D207A6"/>
    <w:multiLevelType w:val="hybridMultilevel"/>
    <w:tmpl w:val="D042270A"/>
    <w:lvl w:ilvl="0" w:tplc="11BCB3B8">
      <w:start w:val="1"/>
      <w:numFmt w:val="decimal"/>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280254D0">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DD10E9"/>
    <w:multiLevelType w:val="hybridMultilevel"/>
    <w:tmpl w:val="85C6A20C"/>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CFB6EA3"/>
    <w:multiLevelType w:val="hybridMultilevel"/>
    <w:tmpl w:val="19D2FEE8"/>
    <w:lvl w:ilvl="0" w:tplc="99E45CE0">
      <w:start w:val="1"/>
      <w:numFmt w:val="upperLetter"/>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7E0D40"/>
    <w:multiLevelType w:val="hybridMultilevel"/>
    <w:tmpl w:val="54022212"/>
    <w:lvl w:ilvl="0" w:tplc="8F9A94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1643CBD"/>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A7378F"/>
    <w:multiLevelType w:val="hybridMultilevel"/>
    <w:tmpl w:val="9BD22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8345EC"/>
    <w:multiLevelType w:val="hybridMultilevel"/>
    <w:tmpl w:val="6C28BE22"/>
    <w:lvl w:ilvl="0" w:tplc="951A9F1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C63771"/>
    <w:multiLevelType w:val="hybridMultilevel"/>
    <w:tmpl w:val="DDD015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1A037F"/>
    <w:multiLevelType w:val="hybridMultilevel"/>
    <w:tmpl w:val="25708AAA"/>
    <w:lvl w:ilvl="0" w:tplc="5E1826BA">
      <w:start w:val="6"/>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7" w15:restartNumberingAfterBreak="0">
    <w:nsid w:val="5D431DCA"/>
    <w:multiLevelType w:val="hybridMultilevel"/>
    <w:tmpl w:val="740A4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E20472"/>
    <w:multiLevelType w:val="hybridMultilevel"/>
    <w:tmpl w:val="393E6E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00868B1"/>
    <w:multiLevelType w:val="hybridMultilevel"/>
    <w:tmpl w:val="477E412A"/>
    <w:lvl w:ilvl="0" w:tplc="5998A812">
      <w:start w:val="1"/>
      <w:numFmt w:val="upperLetter"/>
      <w:lvlText w:val="%1."/>
      <w:lvlJc w:val="left"/>
      <w:pPr>
        <w:ind w:left="360" w:hanging="360"/>
      </w:pPr>
      <w:rPr>
        <w:rFonts w:ascii="Arial" w:hAnsi="Arial" w:cs="Arial" w:hint="default"/>
        <w:b/>
        <w:bCs/>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21A5CDC"/>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584B4F"/>
    <w:multiLevelType w:val="hybridMultilevel"/>
    <w:tmpl w:val="D9E0EC4E"/>
    <w:lvl w:ilvl="0" w:tplc="CD9EBD32">
      <w:start w:val="5"/>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64C05481"/>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A197A"/>
    <w:multiLevelType w:val="hybridMultilevel"/>
    <w:tmpl w:val="39EA1FFC"/>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5234C0E"/>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CB4E68"/>
    <w:multiLevelType w:val="hybridMultilevel"/>
    <w:tmpl w:val="22FEC3E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C86420"/>
    <w:multiLevelType w:val="hybridMultilevel"/>
    <w:tmpl w:val="11902448"/>
    <w:lvl w:ilvl="0" w:tplc="53FA0FF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EC247CE"/>
    <w:multiLevelType w:val="hybridMultilevel"/>
    <w:tmpl w:val="C952F738"/>
    <w:lvl w:ilvl="0" w:tplc="2C6C8702">
      <w:start w:val="3"/>
      <w:numFmt w:val="decimal"/>
      <w:lvlText w:val="%1)"/>
      <w:lvlJc w:val="left"/>
      <w:pPr>
        <w:ind w:left="36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094481"/>
    <w:multiLevelType w:val="hybridMultilevel"/>
    <w:tmpl w:val="B0067F6E"/>
    <w:lvl w:ilvl="0" w:tplc="A2ECE0DC">
      <w:start w:val="1"/>
      <w:numFmt w:val="decimal"/>
      <w:lvlText w:val="%1)"/>
      <w:lvlJc w:val="left"/>
      <w:pPr>
        <w:ind w:left="720" w:hanging="360"/>
      </w:pPr>
      <w:rPr>
        <w:rFonts w:hint="default"/>
        <w:b w:val="0"/>
        <w:bCs/>
        <w:i w:val="0"/>
        <w:iCs/>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FF0180"/>
    <w:multiLevelType w:val="hybridMultilevel"/>
    <w:tmpl w:val="71BCD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FC729E"/>
    <w:multiLevelType w:val="hybridMultilevel"/>
    <w:tmpl w:val="020E276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7D1E77"/>
    <w:multiLevelType w:val="hybridMultilevel"/>
    <w:tmpl w:val="6772D88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BB4E42"/>
    <w:multiLevelType w:val="hybridMultilevel"/>
    <w:tmpl w:val="90987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152B74"/>
    <w:multiLevelType w:val="hybridMultilevel"/>
    <w:tmpl w:val="9F1806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2D5020"/>
    <w:multiLevelType w:val="hybridMultilevel"/>
    <w:tmpl w:val="1F7A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530D8A"/>
    <w:multiLevelType w:val="hybridMultilevel"/>
    <w:tmpl w:val="AA0404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8592307">
    <w:abstractNumId w:val="9"/>
  </w:num>
  <w:num w:numId="2" w16cid:durableId="432172119">
    <w:abstractNumId w:val="7"/>
  </w:num>
  <w:num w:numId="3" w16cid:durableId="1015497546">
    <w:abstractNumId w:val="6"/>
  </w:num>
  <w:num w:numId="4" w16cid:durableId="12462147">
    <w:abstractNumId w:val="5"/>
  </w:num>
  <w:num w:numId="5" w16cid:durableId="797840531">
    <w:abstractNumId w:val="4"/>
  </w:num>
  <w:num w:numId="6" w16cid:durableId="50732205">
    <w:abstractNumId w:val="8"/>
  </w:num>
  <w:num w:numId="7" w16cid:durableId="647520107">
    <w:abstractNumId w:val="3"/>
  </w:num>
  <w:num w:numId="8" w16cid:durableId="1007055321">
    <w:abstractNumId w:val="2"/>
  </w:num>
  <w:num w:numId="9" w16cid:durableId="2076967961">
    <w:abstractNumId w:val="1"/>
  </w:num>
  <w:num w:numId="10" w16cid:durableId="329673356">
    <w:abstractNumId w:val="0"/>
  </w:num>
  <w:num w:numId="11" w16cid:durableId="1318608231">
    <w:abstractNumId w:val="11"/>
  </w:num>
  <w:num w:numId="12" w16cid:durableId="1497258096">
    <w:abstractNumId w:val="10"/>
  </w:num>
  <w:num w:numId="13" w16cid:durableId="1033648628">
    <w:abstractNumId w:val="30"/>
  </w:num>
  <w:num w:numId="14" w16cid:durableId="780535942">
    <w:abstractNumId w:val="22"/>
  </w:num>
  <w:num w:numId="15" w16cid:durableId="638582888">
    <w:abstractNumId w:val="27"/>
  </w:num>
  <w:num w:numId="16" w16cid:durableId="888568718">
    <w:abstractNumId w:val="17"/>
  </w:num>
  <w:num w:numId="17" w16cid:durableId="903175818">
    <w:abstractNumId w:val="31"/>
  </w:num>
  <w:num w:numId="18" w16cid:durableId="250939962">
    <w:abstractNumId w:val="65"/>
  </w:num>
  <w:num w:numId="19" w16cid:durableId="672222065">
    <w:abstractNumId w:val="21"/>
  </w:num>
  <w:num w:numId="20" w16cid:durableId="1771849184">
    <w:abstractNumId w:val="34"/>
  </w:num>
  <w:num w:numId="21" w16cid:durableId="1655374532">
    <w:abstractNumId w:val="12"/>
  </w:num>
  <w:num w:numId="22" w16cid:durableId="1134980934">
    <w:abstractNumId w:val="53"/>
  </w:num>
  <w:num w:numId="23" w16cid:durableId="843125706">
    <w:abstractNumId w:val="36"/>
  </w:num>
  <w:num w:numId="24" w16cid:durableId="829442363">
    <w:abstractNumId w:val="55"/>
  </w:num>
  <w:num w:numId="25" w16cid:durableId="239339340">
    <w:abstractNumId w:val="14"/>
  </w:num>
  <w:num w:numId="26" w16cid:durableId="2050061698">
    <w:abstractNumId w:val="33"/>
  </w:num>
  <w:num w:numId="27" w16cid:durableId="1239024213">
    <w:abstractNumId w:val="44"/>
  </w:num>
  <w:num w:numId="28" w16cid:durableId="691495590">
    <w:abstractNumId w:val="41"/>
  </w:num>
  <w:num w:numId="29" w16cid:durableId="960381359">
    <w:abstractNumId w:val="37"/>
  </w:num>
  <w:num w:numId="30" w16cid:durableId="192039899">
    <w:abstractNumId w:val="57"/>
  </w:num>
  <w:num w:numId="31" w16cid:durableId="1106538381">
    <w:abstractNumId w:val="48"/>
  </w:num>
  <w:num w:numId="32" w16cid:durableId="908610574">
    <w:abstractNumId w:val="63"/>
  </w:num>
  <w:num w:numId="33" w16cid:durableId="1221163496">
    <w:abstractNumId w:val="13"/>
  </w:num>
  <w:num w:numId="34" w16cid:durableId="2028749662">
    <w:abstractNumId w:val="56"/>
  </w:num>
  <w:num w:numId="35" w16cid:durableId="399207334">
    <w:abstractNumId w:val="29"/>
  </w:num>
  <w:num w:numId="36" w16cid:durableId="1328902308">
    <w:abstractNumId w:val="16"/>
  </w:num>
  <w:num w:numId="37" w16cid:durableId="1067649410">
    <w:abstractNumId w:val="54"/>
  </w:num>
  <w:num w:numId="38" w16cid:durableId="132330202">
    <w:abstractNumId w:val="50"/>
  </w:num>
  <w:num w:numId="39" w16cid:durableId="733431914">
    <w:abstractNumId w:val="52"/>
  </w:num>
  <w:num w:numId="40" w16cid:durableId="274873594">
    <w:abstractNumId w:val="60"/>
  </w:num>
  <w:num w:numId="41" w16cid:durableId="903224748">
    <w:abstractNumId w:val="23"/>
  </w:num>
  <w:num w:numId="42" w16cid:durableId="743650444">
    <w:abstractNumId w:val="46"/>
  </w:num>
  <w:num w:numId="43" w16cid:durableId="1398094238">
    <w:abstractNumId w:val="51"/>
  </w:num>
  <w:num w:numId="44" w16cid:durableId="400097890">
    <w:abstractNumId w:val="42"/>
  </w:num>
  <w:num w:numId="45" w16cid:durableId="2014145678">
    <w:abstractNumId w:val="18"/>
  </w:num>
  <w:num w:numId="46" w16cid:durableId="1544125691">
    <w:abstractNumId w:val="43"/>
  </w:num>
  <w:num w:numId="47" w16cid:durableId="645165921">
    <w:abstractNumId w:val="62"/>
  </w:num>
  <w:num w:numId="48" w16cid:durableId="1761097596">
    <w:abstractNumId w:val="24"/>
  </w:num>
  <w:num w:numId="49" w16cid:durableId="1864707727">
    <w:abstractNumId w:val="58"/>
  </w:num>
  <w:num w:numId="50" w16cid:durableId="558519106">
    <w:abstractNumId w:val="35"/>
  </w:num>
  <w:num w:numId="51" w16cid:durableId="326519873">
    <w:abstractNumId w:val="20"/>
  </w:num>
  <w:num w:numId="52" w16cid:durableId="981541726">
    <w:abstractNumId w:val="59"/>
  </w:num>
  <w:num w:numId="53" w16cid:durableId="1350568185">
    <w:abstractNumId w:val="64"/>
  </w:num>
  <w:num w:numId="54" w16cid:durableId="884682467">
    <w:abstractNumId w:val="25"/>
  </w:num>
  <w:num w:numId="55" w16cid:durableId="207687779">
    <w:abstractNumId w:val="45"/>
  </w:num>
  <w:num w:numId="56" w16cid:durableId="193277155">
    <w:abstractNumId w:val="61"/>
  </w:num>
  <w:num w:numId="57" w16cid:durableId="1825706796">
    <w:abstractNumId w:val="40"/>
  </w:num>
  <w:num w:numId="58" w16cid:durableId="201869271">
    <w:abstractNumId w:val="32"/>
  </w:num>
  <w:num w:numId="59" w16cid:durableId="656036142">
    <w:abstractNumId w:val="38"/>
  </w:num>
  <w:num w:numId="60" w16cid:durableId="972827971">
    <w:abstractNumId w:val="49"/>
  </w:num>
  <w:num w:numId="61" w16cid:durableId="1120228326">
    <w:abstractNumId w:val="26"/>
  </w:num>
  <w:num w:numId="62" w16cid:durableId="1014961493">
    <w:abstractNumId w:val="19"/>
  </w:num>
  <w:num w:numId="63" w16cid:durableId="1777553227">
    <w:abstractNumId w:val="47"/>
  </w:num>
  <w:num w:numId="64" w16cid:durableId="7802467">
    <w:abstractNumId w:val="15"/>
  </w:num>
  <w:num w:numId="65" w16cid:durableId="1587416844">
    <w:abstractNumId w:val="39"/>
  </w:num>
  <w:num w:numId="66" w16cid:durableId="845902267">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Ww6SyR4/R+ed+yVQQbBKvBaQP19SfmE8FOdSXrUpESk4bsrkJtRM4N12B1c1a0gIV8hYGbqWq1FuK5QzctNQA==" w:salt="RWq9aTSPUYuDodefYFk+s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89B"/>
    <w:rsid w:val="000022A5"/>
    <w:rsid w:val="00004FCC"/>
    <w:rsid w:val="00005A52"/>
    <w:rsid w:val="00006433"/>
    <w:rsid w:val="0001008F"/>
    <w:rsid w:val="00014328"/>
    <w:rsid w:val="000152EF"/>
    <w:rsid w:val="00017543"/>
    <w:rsid w:val="00017689"/>
    <w:rsid w:val="00017928"/>
    <w:rsid w:val="000208B4"/>
    <w:rsid w:val="000208BF"/>
    <w:rsid w:val="00021305"/>
    <w:rsid w:val="0002196C"/>
    <w:rsid w:val="00023F69"/>
    <w:rsid w:val="00024FBE"/>
    <w:rsid w:val="0002575D"/>
    <w:rsid w:val="00027037"/>
    <w:rsid w:val="00031C38"/>
    <w:rsid w:val="00032E0B"/>
    <w:rsid w:val="00034D6C"/>
    <w:rsid w:val="000359DA"/>
    <w:rsid w:val="00037BA1"/>
    <w:rsid w:val="0004021F"/>
    <w:rsid w:val="00040417"/>
    <w:rsid w:val="000437F7"/>
    <w:rsid w:val="00044B2F"/>
    <w:rsid w:val="00045843"/>
    <w:rsid w:val="00046115"/>
    <w:rsid w:val="00051009"/>
    <w:rsid w:val="00051C00"/>
    <w:rsid w:val="00052D6A"/>
    <w:rsid w:val="00053190"/>
    <w:rsid w:val="000552E9"/>
    <w:rsid w:val="00057F1E"/>
    <w:rsid w:val="00060DB8"/>
    <w:rsid w:val="00061CEF"/>
    <w:rsid w:val="00061FD5"/>
    <w:rsid w:val="00062993"/>
    <w:rsid w:val="00062F5F"/>
    <w:rsid w:val="000638CD"/>
    <w:rsid w:val="0006500A"/>
    <w:rsid w:val="0006584E"/>
    <w:rsid w:val="00065FE5"/>
    <w:rsid w:val="0006641F"/>
    <w:rsid w:val="0006748C"/>
    <w:rsid w:val="00070CD2"/>
    <w:rsid w:val="00070DA5"/>
    <w:rsid w:val="00071A7F"/>
    <w:rsid w:val="000732AA"/>
    <w:rsid w:val="00074B08"/>
    <w:rsid w:val="00076392"/>
    <w:rsid w:val="00076CE3"/>
    <w:rsid w:val="00077464"/>
    <w:rsid w:val="00077D2F"/>
    <w:rsid w:val="00077E18"/>
    <w:rsid w:val="00077F9F"/>
    <w:rsid w:val="00080472"/>
    <w:rsid w:val="00081CA2"/>
    <w:rsid w:val="00082274"/>
    <w:rsid w:val="000839FF"/>
    <w:rsid w:val="00084104"/>
    <w:rsid w:val="00084652"/>
    <w:rsid w:val="00085430"/>
    <w:rsid w:val="00087D1B"/>
    <w:rsid w:val="00087EC8"/>
    <w:rsid w:val="00090333"/>
    <w:rsid w:val="00092565"/>
    <w:rsid w:val="0009325F"/>
    <w:rsid w:val="000944D7"/>
    <w:rsid w:val="00097B99"/>
    <w:rsid w:val="000A06D8"/>
    <w:rsid w:val="000A2BDD"/>
    <w:rsid w:val="000A5464"/>
    <w:rsid w:val="000A6245"/>
    <w:rsid w:val="000A64AA"/>
    <w:rsid w:val="000A6E32"/>
    <w:rsid w:val="000A7A94"/>
    <w:rsid w:val="000B1149"/>
    <w:rsid w:val="000B1BCD"/>
    <w:rsid w:val="000B348A"/>
    <w:rsid w:val="000B3633"/>
    <w:rsid w:val="000B4BF3"/>
    <w:rsid w:val="000C35A3"/>
    <w:rsid w:val="000C49F4"/>
    <w:rsid w:val="000C57B2"/>
    <w:rsid w:val="000D0201"/>
    <w:rsid w:val="000D2B57"/>
    <w:rsid w:val="000D3342"/>
    <w:rsid w:val="000D6117"/>
    <w:rsid w:val="000D64E4"/>
    <w:rsid w:val="000D7662"/>
    <w:rsid w:val="000E0A5D"/>
    <w:rsid w:val="000E0CFE"/>
    <w:rsid w:val="000E0DB8"/>
    <w:rsid w:val="000E1273"/>
    <w:rsid w:val="000E1398"/>
    <w:rsid w:val="000E1C7F"/>
    <w:rsid w:val="000E2825"/>
    <w:rsid w:val="000E36F4"/>
    <w:rsid w:val="000E3B9C"/>
    <w:rsid w:val="000E3F79"/>
    <w:rsid w:val="000E480D"/>
    <w:rsid w:val="000E6141"/>
    <w:rsid w:val="000E63D1"/>
    <w:rsid w:val="000E66F1"/>
    <w:rsid w:val="000E7901"/>
    <w:rsid w:val="000F01CE"/>
    <w:rsid w:val="000F0C8C"/>
    <w:rsid w:val="000F2CE8"/>
    <w:rsid w:val="000F3451"/>
    <w:rsid w:val="000F498B"/>
    <w:rsid w:val="000F518C"/>
    <w:rsid w:val="000F5686"/>
    <w:rsid w:val="000F5C1F"/>
    <w:rsid w:val="000F5FEB"/>
    <w:rsid w:val="00100968"/>
    <w:rsid w:val="00101056"/>
    <w:rsid w:val="001024B7"/>
    <w:rsid w:val="001025EF"/>
    <w:rsid w:val="0010466A"/>
    <w:rsid w:val="00104D42"/>
    <w:rsid w:val="00105845"/>
    <w:rsid w:val="00106B5A"/>
    <w:rsid w:val="0010700F"/>
    <w:rsid w:val="0010750B"/>
    <w:rsid w:val="0011087C"/>
    <w:rsid w:val="0011127D"/>
    <w:rsid w:val="001112C0"/>
    <w:rsid w:val="00111819"/>
    <w:rsid w:val="00115EE2"/>
    <w:rsid w:val="00117EA9"/>
    <w:rsid w:val="00120A89"/>
    <w:rsid w:val="00121BC2"/>
    <w:rsid w:val="00122C67"/>
    <w:rsid w:val="00124203"/>
    <w:rsid w:val="001248BB"/>
    <w:rsid w:val="00125042"/>
    <w:rsid w:val="00125169"/>
    <w:rsid w:val="00126100"/>
    <w:rsid w:val="00126AC3"/>
    <w:rsid w:val="00130663"/>
    <w:rsid w:val="00130E05"/>
    <w:rsid w:val="00131670"/>
    <w:rsid w:val="00131BF7"/>
    <w:rsid w:val="00133C73"/>
    <w:rsid w:val="00133EA5"/>
    <w:rsid w:val="00136BAD"/>
    <w:rsid w:val="0014047E"/>
    <w:rsid w:val="00146A97"/>
    <w:rsid w:val="001501F1"/>
    <w:rsid w:val="001525BD"/>
    <w:rsid w:val="00156A78"/>
    <w:rsid w:val="00156B46"/>
    <w:rsid w:val="001634D5"/>
    <w:rsid w:val="0016460E"/>
    <w:rsid w:val="00165EEC"/>
    <w:rsid w:val="00167CF8"/>
    <w:rsid w:val="00170D88"/>
    <w:rsid w:val="00172A5C"/>
    <w:rsid w:val="00172FC8"/>
    <w:rsid w:val="001738E1"/>
    <w:rsid w:val="00174BAF"/>
    <w:rsid w:val="001765AB"/>
    <w:rsid w:val="00176E4C"/>
    <w:rsid w:val="00177541"/>
    <w:rsid w:val="00180FF0"/>
    <w:rsid w:val="0018100E"/>
    <w:rsid w:val="001816B5"/>
    <w:rsid w:val="00182162"/>
    <w:rsid w:val="001833C1"/>
    <w:rsid w:val="00192C24"/>
    <w:rsid w:val="00194C13"/>
    <w:rsid w:val="00195C32"/>
    <w:rsid w:val="00195CBE"/>
    <w:rsid w:val="001979BD"/>
    <w:rsid w:val="001A0DCA"/>
    <w:rsid w:val="001A17B8"/>
    <w:rsid w:val="001A183E"/>
    <w:rsid w:val="001A1BFD"/>
    <w:rsid w:val="001A40E9"/>
    <w:rsid w:val="001A4880"/>
    <w:rsid w:val="001A642A"/>
    <w:rsid w:val="001B1023"/>
    <w:rsid w:val="001B136E"/>
    <w:rsid w:val="001B4271"/>
    <w:rsid w:val="001B44D5"/>
    <w:rsid w:val="001B4F68"/>
    <w:rsid w:val="001B797F"/>
    <w:rsid w:val="001C00EC"/>
    <w:rsid w:val="001C06B5"/>
    <w:rsid w:val="001C15E5"/>
    <w:rsid w:val="001C3D48"/>
    <w:rsid w:val="001C3DC7"/>
    <w:rsid w:val="001C4632"/>
    <w:rsid w:val="001C6F90"/>
    <w:rsid w:val="001C7EBE"/>
    <w:rsid w:val="001D0484"/>
    <w:rsid w:val="001D0571"/>
    <w:rsid w:val="001D0AD4"/>
    <w:rsid w:val="001D30E6"/>
    <w:rsid w:val="001D36B8"/>
    <w:rsid w:val="001D3C67"/>
    <w:rsid w:val="001D5A3F"/>
    <w:rsid w:val="001D7574"/>
    <w:rsid w:val="001D7AFB"/>
    <w:rsid w:val="001E0BE8"/>
    <w:rsid w:val="001E2E9A"/>
    <w:rsid w:val="001E34A4"/>
    <w:rsid w:val="001E37B9"/>
    <w:rsid w:val="001E5688"/>
    <w:rsid w:val="001E6C4E"/>
    <w:rsid w:val="001E708D"/>
    <w:rsid w:val="001F251A"/>
    <w:rsid w:val="001F360C"/>
    <w:rsid w:val="001F4F7B"/>
    <w:rsid w:val="001F53C4"/>
    <w:rsid w:val="001F5610"/>
    <w:rsid w:val="001F7D96"/>
    <w:rsid w:val="001F7DA6"/>
    <w:rsid w:val="001F7E0D"/>
    <w:rsid w:val="0020035E"/>
    <w:rsid w:val="00200FBF"/>
    <w:rsid w:val="002025E5"/>
    <w:rsid w:val="002106F5"/>
    <w:rsid w:val="00211D74"/>
    <w:rsid w:val="002130DA"/>
    <w:rsid w:val="002131F6"/>
    <w:rsid w:val="00214123"/>
    <w:rsid w:val="00214AEE"/>
    <w:rsid w:val="00216B54"/>
    <w:rsid w:val="00217BAE"/>
    <w:rsid w:val="00222879"/>
    <w:rsid w:val="00223672"/>
    <w:rsid w:val="002250B5"/>
    <w:rsid w:val="00226D0C"/>
    <w:rsid w:val="00237F87"/>
    <w:rsid w:val="00243782"/>
    <w:rsid w:val="00250E6B"/>
    <w:rsid w:val="00251AA1"/>
    <w:rsid w:val="00253E8A"/>
    <w:rsid w:val="00255B98"/>
    <w:rsid w:val="00255D4A"/>
    <w:rsid w:val="00256AE7"/>
    <w:rsid w:val="002578E1"/>
    <w:rsid w:val="00260D15"/>
    <w:rsid w:val="0026145B"/>
    <w:rsid w:val="00261D23"/>
    <w:rsid w:val="00262157"/>
    <w:rsid w:val="00262319"/>
    <w:rsid w:val="00262871"/>
    <w:rsid w:val="00264D1B"/>
    <w:rsid w:val="00264F69"/>
    <w:rsid w:val="002666DB"/>
    <w:rsid w:val="00267D3A"/>
    <w:rsid w:val="00267F1A"/>
    <w:rsid w:val="002710E8"/>
    <w:rsid w:val="0027180C"/>
    <w:rsid w:val="0027187E"/>
    <w:rsid w:val="0027506A"/>
    <w:rsid w:val="00275EED"/>
    <w:rsid w:val="002767AB"/>
    <w:rsid w:val="00277284"/>
    <w:rsid w:val="002777DC"/>
    <w:rsid w:val="002813BA"/>
    <w:rsid w:val="00281C18"/>
    <w:rsid w:val="00281C51"/>
    <w:rsid w:val="002842EE"/>
    <w:rsid w:val="002847BB"/>
    <w:rsid w:val="002848B3"/>
    <w:rsid w:val="002866BB"/>
    <w:rsid w:val="002874FA"/>
    <w:rsid w:val="00287CFB"/>
    <w:rsid w:val="00287F05"/>
    <w:rsid w:val="00291B57"/>
    <w:rsid w:val="00292BEB"/>
    <w:rsid w:val="002932DC"/>
    <w:rsid w:val="00294BE9"/>
    <w:rsid w:val="00294D88"/>
    <w:rsid w:val="00294E11"/>
    <w:rsid w:val="002A0FAA"/>
    <w:rsid w:val="002A0FD1"/>
    <w:rsid w:val="002A318E"/>
    <w:rsid w:val="002A41D1"/>
    <w:rsid w:val="002A4ED7"/>
    <w:rsid w:val="002A593D"/>
    <w:rsid w:val="002B34D8"/>
    <w:rsid w:val="002B67BE"/>
    <w:rsid w:val="002C0FA0"/>
    <w:rsid w:val="002C21FB"/>
    <w:rsid w:val="002C3A57"/>
    <w:rsid w:val="002C4A9A"/>
    <w:rsid w:val="002C5740"/>
    <w:rsid w:val="002C5DDE"/>
    <w:rsid w:val="002C6772"/>
    <w:rsid w:val="002C6940"/>
    <w:rsid w:val="002C7440"/>
    <w:rsid w:val="002D1D35"/>
    <w:rsid w:val="002D3473"/>
    <w:rsid w:val="002D3B57"/>
    <w:rsid w:val="002D4D77"/>
    <w:rsid w:val="002D5F7A"/>
    <w:rsid w:val="002D7F2D"/>
    <w:rsid w:val="002E0170"/>
    <w:rsid w:val="002E078C"/>
    <w:rsid w:val="002E2B5A"/>
    <w:rsid w:val="002E3D91"/>
    <w:rsid w:val="002E464A"/>
    <w:rsid w:val="002E5BC2"/>
    <w:rsid w:val="002E652C"/>
    <w:rsid w:val="002E7EDA"/>
    <w:rsid w:val="002F0459"/>
    <w:rsid w:val="002F3F00"/>
    <w:rsid w:val="002F5066"/>
    <w:rsid w:val="002F7313"/>
    <w:rsid w:val="003002B1"/>
    <w:rsid w:val="003004B7"/>
    <w:rsid w:val="00302150"/>
    <w:rsid w:val="003023BA"/>
    <w:rsid w:val="00302A76"/>
    <w:rsid w:val="003030AF"/>
    <w:rsid w:val="00304340"/>
    <w:rsid w:val="00305A6D"/>
    <w:rsid w:val="00306D51"/>
    <w:rsid w:val="00310DB9"/>
    <w:rsid w:val="003136C7"/>
    <w:rsid w:val="00313F4C"/>
    <w:rsid w:val="003141B3"/>
    <w:rsid w:val="00315DA9"/>
    <w:rsid w:val="0031705D"/>
    <w:rsid w:val="003204FA"/>
    <w:rsid w:val="00322060"/>
    <w:rsid w:val="00324326"/>
    <w:rsid w:val="003245E3"/>
    <w:rsid w:val="00327EFA"/>
    <w:rsid w:val="00330C1B"/>
    <w:rsid w:val="00331358"/>
    <w:rsid w:val="00332A5F"/>
    <w:rsid w:val="003335D7"/>
    <w:rsid w:val="0033418C"/>
    <w:rsid w:val="00334E4B"/>
    <w:rsid w:val="00334E70"/>
    <w:rsid w:val="003359D3"/>
    <w:rsid w:val="003372DD"/>
    <w:rsid w:val="003378B3"/>
    <w:rsid w:val="00337A01"/>
    <w:rsid w:val="00340867"/>
    <w:rsid w:val="00342AF7"/>
    <w:rsid w:val="00345E65"/>
    <w:rsid w:val="0034618D"/>
    <w:rsid w:val="003546DD"/>
    <w:rsid w:val="0035600D"/>
    <w:rsid w:val="0036366E"/>
    <w:rsid w:val="003648F9"/>
    <w:rsid w:val="0036509F"/>
    <w:rsid w:val="0036523D"/>
    <w:rsid w:val="00365ECF"/>
    <w:rsid w:val="00366DDE"/>
    <w:rsid w:val="00371537"/>
    <w:rsid w:val="003724C0"/>
    <w:rsid w:val="003733F6"/>
    <w:rsid w:val="00373556"/>
    <w:rsid w:val="00374564"/>
    <w:rsid w:val="00381690"/>
    <w:rsid w:val="003821A2"/>
    <w:rsid w:val="00383474"/>
    <w:rsid w:val="003844C0"/>
    <w:rsid w:val="00385AA6"/>
    <w:rsid w:val="00385F10"/>
    <w:rsid w:val="00390321"/>
    <w:rsid w:val="00390D87"/>
    <w:rsid w:val="00391A24"/>
    <w:rsid w:val="003923D9"/>
    <w:rsid w:val="00393634"/>
    <w:rsid w:val="00395208"/>
    <w:rsid w:val="00395871"/>
    <w:rsid w:val="00396455"/>
    <w:rsid w:val="0039684D"/>
    <w:rsid w:val="00396AE2"/>
    <w:rsid w:val="00396DE6"/>
    <w:rsid w:val="003A1061"/>
    <w:rsid w:val="003A5453"/>
    <w:rsid w:val="003A59D1"/>
    <w:rsid w:val="003A5E07"/>
    <w:rsid w:val="003A62F4"/>
    <w:rsid w:val="003B1350"/>
    <w:rsid w:val="003B662E"/>
    <w:rsid w:val="003B74FA"/>
    <w:rsid w:val="003B7B77"/>
    <w:rsid w:val="003C051D"/>
    <w:rsid w:val="003C1FA9"/>
    <w:rsid w:val="003C2D5C"/>
    <w:rsid w:val="003C6336"/>
    <w:rsid w:val="003C7A72"/>
    <w:rsid w:val="003D09CE"/>
    <w:rsid w:val="003D0C3F"/>
    <w:rsid w:val="003D2C91"/>
    <w:rsid w:val="003D6267"/>
    <w:rsid w:val="003D62CA"/>
    <w:rsid w:val="003D6365"/>
    <w:rsid w:val="003D68A8"/>
    <w:rsid w:val="003D6D9D"/>
    <w:rsid w:val="003D7B4E"/>
    <w:rsid w:val="003E011C"/>
    <w:rsid w:val="003E2D8D"/>
    <w:rsid w:val="003E363F"/>
    <w:rsid w:val="003E4A90"/>
    <w:rsid w:val="003E6682"/>
    <w:rsid w:val="003E7218"/>
    <w:rsid w:val="003F041D"/>
    <w:rsid w:val="003F1211"/>
    <w:rsid w:val="003F1437"/>
    <w:rsid w:val="003F2FCF"/>
    <w:rsid w:val="003F3A0F"/>
    <w:rsid w:val="003F4461"/>
    <w:rsid w:val="003F492C"/>
    <w:rsid w:val="003F5852"/>
    <w:rsid w:val="003F59F2"/>
    <w:rsid w:val="00401D59"/>
    <w:rsid w:val="00402351"/>
    <w:rsid w:val="00402743"/>
    <w:rsid w:val="00405543"/>
    <w:rsid w:val="00406720"/>
    <w:rsid w:val="004109F6"/>
    <w:rsid w:val="00412A7C"/>
    <w:rsid w:val="00412DE0"/>
    <w:rsid w:val="00413DDA"/>
    <w:rsid w:val="0041421C"/>
    <w:rsid w:val="00415800"/>
    <w:rsid w:val="00417A45"/>
    <w:rsid w:val="00417F5E"/>
    <w:rsid w:val="00420290"/>
    <w:rsid w:val="00420E44"/>
    <w:rsid w:val="00422B8E"/>
    <w:rsid w:val="00424B67"/>
    <w:rsid w:val="004250BF"/>
    <w:rsid w:val="0042535B"/>
    <w:rsid w:val="00425D2D"/>
    <w:rsid w:val="00427713"/>
    <w:rsid w:val="00427906"/>
    <w:rsid w:val="00431151"/>
    <w:rsid w:val="0043198E"/>
    <w:rsid w:val="004324DB"/>
    <w:rsid w:val="00432AC5"/>
    <w:rsid w:val="00440AE7"/>
    <w:rsid w:val="0044190E"/>
    <w:rsid w:val="00441E2B"/>
    <w:rsid w:val="00442C7A"/>
    <w:rsid w:val="00443D54"/>
    <w:rsid w:val="004466C6"/>
    <w:rsid w:val="00451515"/>
    <w:rsid w:val="0045350D"/>
    <w:rsid w:val="004555F9"/>
    <w:rsid w:val="004558A3"/>
    <w:rsid w:val="00455A08"/>
    <w:rsid w:val="00460010"/>
    <w:rsid w:val="00460126"/>
    <w:rsid w:val="004601EF"/>
    <w:rsid w:val="00463DB0"/>
    <w:rsid w:val="00465498"/>
    <w:rsid w:val="0046550D"/>
    <w:rsid w:val="004662DE"/>
    <w:rsid w:val="004668AC"/>
    <w:rsid w:val="0046747B"/>
    <w:rsid w:val="00470D65"/>
    <w:rsid w:val="00471C19"/>
    <w:rsid w:val="004736C9"/>
    <w:rsid w:val="00473EA8"/>
    <w:rsid w:val="00474538"/>
    <w:rsid w:val="004779B0"/>
    <w:rsid w:val="004829A9"/>
    <w:rsid w:val="00482A8B"/>
    <w:rsid w:val="00485259"/>
    <w:rsid w:val="0048607E"/>
    <w:rsid w:val="00486D68"/>
    <w:rsid w:val="00487264"/>
    <w:rsid w:val="004921C4"/>
    <w:rsid w:val="00493489"/>
    <w:rsid w:val="00494014"/>
    <w:rsid w:val="004969ED"/>
    <w:rsid w:val="00496C35"/>
    <w:rsid w:val="00497643"/>
    <w:rsid w:val="004A1233"/>
    <w:rsid w:val="004A33E4"/>
    <w:rsid w:val="004A4266"/>
    <w:rsid w:val="004A7948"/>
    <w:rsid w:val="004B12AC"/>
    <w:rsid w:val="004B23AD"/>
    <w:rsid w:val="004B44A4"/>
    <w:rsid w:val="004B5828"/>
    <w:rsid w:val="004B5AE8"/>
    <w:rsid w:val="004B6A62"/>
    <w:rsid w:val="004B7F22"/>
    <w:rsid w:val="004C0203"/>
    <w:rsid w:val="004C0A6C"/>
    <w:rsid w:val="004C2261"/>
    <w:rsid w:val="004C2931"/>
    <w:rsid w:val="004C42C1"/>
    <w:rsid w:val="004C43CF"/>
    <w:rsid w:val="004C47FE"/>
    <w:rsid w:val="004C6FBC"/>
    <w:rsid w:val="004D0877"/>
    <w:rsid w:val="004D2CB8"/>
    <w:rsid w:val="004D3453"/>
    <w:rsid w:val="004D655C"/>
    <w:rsid w:val="004D7512"/>
    <w:rsid w:val="004E589E"/>
    <w:rsid w:val="004E59ED"/>
    <w:rsid w:val="004E5BC0"/>
    <w:rsid w:val="004E7D9C"/>
    <w:rsid w:val="004F0D54"/>
    <w:rsid w:val="004F18E7"/>
    <w:rsid w:val="004F2024"/>
    <w:rsid w:val="004F242F"/>
    <w:rsid w:val="004F39DB"/>
    <w:rsid w:val="004F3B80"/>
    <w:rsid w:val="004F41EF"/>
    <w:rsid w:val="004F49B7"/>
    <w:rsid w:val="004F678E"/>
    <w:rsid w:val="004F7221"/>
    <w:rsid w:val="00505174"/>
    <w:rsid w:val="00505B3F"/>
    <w:rsid w:val="00507AC0"/>
    <w:rsid w:val="00507E05"/>
    <w:rsid w:val="005115DD"/>
    <w:rsid w:val="00512772"/>
    <w:rsid w:val="0051450A"/>
    <w:rsid w:val="00515369"/>
    <w:rsid w:val="00515800"/>
    <w:rsid w:val="00520EE5"/>
    <w:rsid w:val="0052195B"/>
    <w:rsid w:val="00522B91"/>
    <w:rsid w:val="005235EB"/>
    <w:rsid w:val="00525443"/>
    <w:rsid w:val="00527DE4"/>
    <w:rsid w:val="00530DFA"/>
    <w:rsid w:val="00532EA3"/>
    <w:rsid w:val="00534C3E"/>
    <w:rsid w:val="0053536B"/>
    <w:rsid w:val="005357FF"/>
    <w:rsid w:val="0053609C"/>
    <w:rsid w:val="00536893"/>
    <w:rsid w:val="00540066"/>
    <w:rsid w:val="00540140"/>
    <w:rsid w:val="00544E4C"/>
    <w:rsid w:val="005464DC"/>
    <w:rsid w:val="00547D0F"/>
    <w:rsid w:val="00550522"/>
    <w:rsid w:val="005506BC"/>
    <w:rsid w:val="00550D96"/>
    <w:rsid w:val="00552CD2"/>
    <w:rsid w:val="00554811"/>
    <w:rsid w:val="00556125"/>
    <w:rsid w:val="00560C44"/>
    <w:rsid w:val="0056192C"/>
    <w:rsid w:val="005625D5"/>
    <w:rsid w:val="005647AB"/>
    <w:rsid w:val="00567934"/>
    <w:rsid w:val="00567B03"/>
    <w:rsid w:val="0057040A"/>
    <w:rsid w:val="00571648"/>
    <w:rsid w:val="00571E10"/>
    <w:rsid w:val="005733C5"/>
    <w:rsid w:val="00574D61"/>
    <w:rsid w:val="00576F02"/>
    <w:rsid w:val="00577503"/>
    <w:rsid w:val="00577BC3"/>
    <w:rsid w:val="00581D89"/>
    <w:rsid w:val="005822F5"/>
    <w:rsid w:val="00582353"/>
    <w:rsid w:val="005839EA"/>
    <w:rsid w:val="0058555A"/>
    <w:rsid w:val="00586609"/>
    <w:rsid w:val="00586BE3"/>
    <w:rsid w:val="00586F5D"/>
    <w:rsid w:val="00587B10"/>
    <w:rsid w:val="00590667"/>
    <w:rsid w:val="00591F5F"/>
    <w:rsid w:val="0059293E"/>
    <w:rsid w:val="00593159"/>
    <w:rsid w:val="00595D1F"/>
    <w:rsid w:val="00595DE9"/>
    <w:rsid w:val="00596160"/>
    <w:rsid w:val="005964B6"/>
    <w:rsid w:val="00597571"/>
    <w:rsid w:val="00597955"/>
    <w:rsid w:val="005A0138"/>
    <w:rsid w:val="005A2039"/>
    <w:rsid w:val="005A2851"/>
    <w:rsid w:val="005A4DF0"/>
    <w:rsid w:val="005A7226"/>
    <w:rsid w:val="005A765E"/>
    <w:rsid w:val="005A7B1C"/>
    <w:rsid w:val="005B0846"/>
    <w:rsid w:val="005B13B5"/>
    <w:rsid w:val="005B1410"/>
    <w:rsid w:val="005B2384"/>
    <w:rsid w:val="005B3646"/>
    <w:rsid w:val="005B4A5C"/>
    <w:rsid w:val="005B5125"/>
    <w:rsid w:val="005B5DFD"/>
    <w:rsid w:val="005B603F"/>
    <w:rsid w:val="005B66B4"/>
    <w:rsid w:val="005B67A7"/>
    <w:rsid w:val="005B77AD"/>
    <w:rsid w:val="005C213C"/>
    <w:rsid w:val="005C2F8E"/>
    <w:rsid w:val="005C36DB"/>
    <w:rsid w:val="005C4A10"/>
    <w:rsid w:val="005C61A8"/>
    <w:rsid w:val="005D160F"/>
    <w:rsid w:val="005D280B"/>
    <w:rsid w:val="005D2C6D"/>
    <w:rsid w:val="005D4BF8"/>
    <w:rsid w:val="005D4FB7"/>
    <w:rsid w:val="005D5033"/>
    <w:rsid w:val="005D5739"/>
    <w:rsid w:val="005D7315"/>
    <w:rsid w:val="005E0720"/>
    <w:rsid w:val="005E420A"/>
    <w:rsid w:val="005E4872"/>
    <w:rsid w:val="005F0429"/>
    <w:rsid w:val="005F08C6"/>
    <w:rsid w:val="005F0C6E"/>
    <w:rsid w:val="005F1D9E"/>
    <w:rsid w:val="005F22CC"/>
    <w:rsid w:val="005F3689"/>
    <w:rsid w:val="005F47D0"/>
    <w:rsid w:val="005F4F39"/>
    <w:rsid w:val="005F6DAB"/>
    <w:rsid w:val="005F7303"/>
    <w:rsid w:val="00600AF2"/>
    <w:rsid w:val="006015B9"/>
    <w:rsid w:val="00602E25"/>
    <w:rsid w:val="0060369E"/>
    <w:rsid w:val="00603EF9"/>
    <w:rsid w:val="0060404F"/>
    <w:rsid w:val="006040F5"/>
    <w:rsid w:val="006060C8"/>
    <w:rsid w:val="006078BB"/>
    <w:rsid w:val="00610DDC"/>
    <w:rsid w:val="006112D8"/>
    <w:rsid w:val="006115E4"/>
    <w:rsid w:val="00613425"/>
    <w:rsid w:val="0061447F"/>
    <w:rsid w:val="00614F66"/>
    <w:rsid w:val="006175E3"/>
    <w:rsid w:val="0062625A"/>
    <w:rsid w:val="006266C1"/>
    <w:rsid w:val="00627DF5"/>
    <w:rsid w:val="00630486"/>
    <w:rsid w:val="00630BDE"/>
    <w:rsid w:val="006312B1"/>
    <w:rsid w:val="006314E5"/>
    <w:rsid w:val="006328DC"/>
    <w:rsid w:val="00633029"/>
    <w:rsid w:val="00634666"/>
    <w:rsid w:val="006349FC"/>
    <w:rsid w:val="00634E5D"/>
    <w:rsid w:val="006361BE"/>
    <w:rsid w:val="00636677"/>
    <w:rsid w:val="00636EEA"/>
    <w:rsid w:val="00640C82"/>
    <w:rsid w:val="00640DDE"/>
    <w:rsid w:val="00640ED1"/>
    <w:rsid w:val="00641BDF"/>
    <w:rsid w:val="006446B2"/>
    <w:rsid w:val="00645D16"/>
    <w:rsid w:val="00646418"/>
    <w:rsid w:val="00651623"/>
    <w:rsid w:val="00652120"/>
    <w:rsid w:val="00652816"/>
    <w:rsid w:val="00653634"/>
    <w:rsid w:val="006579A6"/>
    <w:rsid w:val="0066043A"/>
    <w:rsid w:val="00660EC5"/>
    <w:rsid w:val="0066419D"/>
    <w:rsid w:val="00665C80"/>
    <w:rsid w:val="00671854"/>
    <w:rsid w:val="0067243B"/>
    <w:rsid w:val="00673967"/>
    <w:rsid w:val="0067580F"/>
    <w:rsid w:val="0067681E"/>
    <w:rsid w:val="00681A0A"/>
    <w:rsid w:val="00684749"/>
    <w:rsid w:val="006858A7"/>
    <w:rsid w:val="00686E26"/>
    <w:rsid w:val="00687374"/>
    <w:rsid w:val="00687DF8"/>
    <w:rsid w:val="00690DC0"/>
    <w:rsid w:val="0069274E"/>
    <w:rsid w:val="006A002C"/>
    <w:rsid w:val="006A7FC1"/>
    <w:rsid w:val="006B063A"/>
    <w:rsid w:val="006B1CBA"/>
    <w:rsid w:val="006B587B"/>
    <w:rsid w:val="006C0AC7"/>
    <w:rsid w:val="006C1191"/>
    <w:rsid w:val="006C36D9"/>
    <w:rsid w:val="006C3957"/>
    <w:rsid w:val="006C396E"/>
    <w:rsid w:val="006C3A48"/>
    <w:rsid w:val="006C5D41"/>
    <w:rsid w:val="006C6C23"/>
    <w:rsid w:val="006C7E83"/>
    <w:rsid w:val="006D1724"/>
    <w:rsid w:val="006D185C"/>
    <w:rsid w:val="006D21E5"/>
    <w:rsid w:val="006D2945"/>
    <w:rsid w:val="006D46FC"/>
    <w:rsid w:val="006D4940"/>
    <w:rsid w:val="006D57F0"/>
    <w:rsid w:val="006E24CE"/>
    <w:rsid w:val="006E495C"/>
    <w:rsid w:val="006E5330"/>
    <w:rsid w:val="006E563C"/>
    <w:rsid w:val="006E7D4A"/>
    <w:rsid w:val="006E7E5D"/>
    <w:rsid w:val="006F195A"/>
    <w:rsid w:val="006F1E3A"/>
    <w:rsid w:val="006F2ECB"/>
    <w:rsid w:val="006F3455"/>
    <w:rsid w:val="006F479B"/>
    <w:rsid w:val="006F4A57"/>
    <w:rsid w:val="006F5F1D"/>
    <w:rsid w:val="006F68DC"/>
    <w:rsid w:val="006F77E9"/>
    <w:rsid w:val="007042A0"/>
    <w:rsid w:val="007048FF"/>
    <w:rsid w:val="0070526F"/>
    <w:rsid w:val="00707B2C"/>
    <w:rsid w:val="00711AF5"/>
    <w:rsid w:val="00712B1E"/>
    <w:rsid w:val="00713112"/>
    <w:rsid w:val="00713654"/>
    <w:rsid w:val="00714D86"/>
    <w:rsid w:val="007150BD"/>
    <w:rsid w:val="0071612C"/>
    <w:rsid w:val="00716B54"/>
    <w:rsid w:val="0072090A"/>
    <w:rsid w:val="00720CF1"/>
    <w:rsid w:val="007224B2"/>
    <w:rsid w:val="00722A90"/>
    <w:rsid w:val="00725CA8"/>
    <w:rsid w:val="007309FB"/>
    <w:rsid w:val="007316AE"/>
    <w:rsid w:val="00733ECB"/>
    <w:rsid w:val="00734A5A"/>
    <w:rsid w:val="007351AA"/>
    <w:rsid w:val="007357FC"/>
    <w:rsid w:val="0073744F"/>
    <w:rsid w:val="00737EBA"/>
    <w:rsid w:val="007416E4"/>
    <w:rsid w:val="00742156"/>
    <w:rsid w:val="00742B84"/>
    <w:rsid w:val="00742FA9"/>
    <w:rsid w:val="00743282"/>
    <w:rsid w:val="00745969"/>
    <w:rsid w:val="00745BE1"/>
    <w:rsid w:val="007476CF"/>
    <w:rsid w:val="0074784C"/>
    <w:rsid w:val="00747E07"/>
    <w:rsid w:val="007521BF"/>
    <w:rsid w:val="00753305"/>
    <w:rsid w:val="00753C51"/>
    <w:rsid w:val="007547F1"/>
    <w:rsid w:val="007573A1"/>
    <w:rsid w:val="00757636"/>
    <w:rsid w:val="00763F5C"/>
    <w:rsid w:val="00765C0A"/>
    <w:rsid w:val="00767921"/>
    <w:rsid w:val="00767954"/>
    <w:rsid w:val="00773415"/>
    <w:rsid w:val="00773EF3"/>
    <w:rsid w:val="00774011"/>
    <w:rsid w:val="007745C5"/>
    <w:rsid w:val="00775119"/>
    <w:rsid w:val="007770A7"/>
    <w:rsid w:val="007772A7"/>
    <w:rsid w:val="00777D36"/>
    <w:rsid w:val="00780DB3"/>
    <w:rsid w:val="00781431"/>
    <w:rsid w:val="00782A99"/>
    <w:rsid w:val="007832B0"/>
    <w:rsid w:val="007833B5"/>
    <w:rsid w:val="00785078"/>
    <w:rsid w:val="00785206"/>
    <w:rsid w:val="00785622"/>
    <w:rsid w:val="00786B87"/>
    <w:rsid w:val="00786BA5"/>
    <w:rsid w:val="0079044D"/>
    <w:rsid w:val="00791345"/>
    <w:rsid w:val="00792C2E"/>
    <w:rsid w:val="00792E55"/>
    <w:rsid w:val="00792FFD"/>
    <w:rsid w:val="007936BA"/>
    <w:rsid w:val="00793757"/>
    <w:rsid w:val="00794B0B"/>
    <w:rsid w:val="00794BAA"/>
    <w:rsid w:val="0079774A"/>
    <w:rsid w:val="007A0519"/>
    <w:rsid w:val="007A0740"/>
    <w:rsid w:val="007A0FF3"/>
    <w:rsid w:val="007A1633"/>
    <w:rsid w:val="007A1B7C"/>
    <w:rsid w:val="007A2C32"/>
    <w:rsid w:val="007A2F03"/>
    <w:rsid w:val="007A6534"/>
    <w:rsid w:val="007B0B85"/>
    <w:rsid w:val="007B2D76"/>
    <w:rsid w:val="007B3807"/>
    <w:rsid w:val="007B4AF8"/>
    <w:rsid w:val="007B5602"/>
    <w:rsid w:val="007B5BFA"/>
    <w:rsid w:val="007B673F"/>
    <w:rsid w:val="007B6E81"/>
    <w:rsid w:val="007B76DB"/>
    <w:rsid w:val="007B7D18"/>
    <w:rsid w:val="007C0AA7"/>
    <w:rsid w:val="007C1D5A"/>
    <w:rsid w:val="007C42FA"/>
    <w:rsid w:val="007C4B75"/>
    <w:rsid w:val="007C592B"/>
    <w:rsid w:val="007D2597"/>
    <w:rsid w:val="007D3073"/>
    <w:rsid w:val="007D3AB6"/>
    <w:rsid w:val="007D499B"/>
    <w:rsid w:val="007D5329"/>
    <w:rsid w:val="007D7C00"/>
    <w:rsid w:val="007E5063"/>
    <w:rsid w:val="007E67CA"/>
    <w:rsid w:val="007F1313"/>
    <w:rsid w:val="007F22B2"/>
    <w:rsid w:val="007F32AE"/>
    <w:rsid w:val="007F7BE2"/>
    <w:rsid w:val="0080095F"/>
    <w:rsid w:val="008014BC"/>
    <w:rsid w:val="00801A59"/>
    <w:rsid w:val="00804456"/>
    <w:rsid w:val="008052F8"/>
    <w:rsid w:val="008062AF"/>
    <w:rsid w:val="00806389"/>
    <w:rsid w:val="00807C24"/>
    <w:rsid w:val="00815448"/>
    <w:rsid w:val="00815555"/>
    <w:rsid w:val="00815F1E"/>
    <w:rsid w:val="008177CB"/>
    <w:rsid w:val="00817D51"/>
    <w:rsid w:val="00820C9C"/>
    <w:rsid w:val="00824568"/>
    <w:rsid w:val="008254E8"/>
    <w:rsid w:val="00825F80"/>
    <w:rsid w:val="0082616D"/>
    <w:rsid w:val="00827B75"/>
    <w:rsid w:val="00831CA5"/>
    <w:rsid w:val="00831E5D"/>
    <w:rsid w:val="00831E9D"/>
    <w:rsid w:val="00832077"/>
    <w:rsid w:val="008320A8"/>
    <w:rsid w:val="00832675"/>
    <w:rsid w:val="00833519"/>
    <w:rsid w:val="00834302"/>
    <w:rsid w:val="00834891"/>
    <w:rsid w:val="00834B34"/>
    <w:rsid w:val="00835CB1"/>
    <w:rsid w:val="00836373"/>
    <w:rsid w:val="008364B3"/>
    <w:rsid w:val="008376F4"/>
    <w:rsid w:val="00841B0F"/>
    <w:rsid w:val="00842A75"/>
    <w:rsid w:val="008442AD"/>
    <w:rsid w:val="00844C6D"/>
    <w:rsid w:val="00845F4C"/>
    <w:rsid w:val="0084711B"/>
    <w:rsid w:val="00847F03"/>
    <w:rsid w:val="0085007B"/>
    <w:rsid w:val="00850677"/>
    <w:rsid w:val="00850AED"/>
    <w:rsid w:val="00851AE1"/>
    <w:rsid w:val="00851DBD"/>
    <w:rsid w:val="00851DF6"/>
    <w:rsid w:val="00852B29"/>
    <w:rsid w:val="0085728C"/>
    <w:rsid w:val="00862834"/>
    <w:rsid w:val="00863799"/>
    <w:rsid w:val="0086389B"/>
    <w:rsid w:val="00865B94"/>
    <w:rsid w:val="00867FD8"/>
    <w:rsid w:val="00873503"/>
    <w:rsid w:val="00877580"/>
    <w:rsid w:val="00882049"/>
    <w:rsid w:val="008821E6"/>
    <w:rsid w:val="00883169"/>
    <w:rsid w:val="00885CE0"/>
    <w:rsid w:val="00886AA0"/>
    <w:rsid w:val="00886B24"/>
    <w:rsid w:val="0088764F"/>
    <w:rsid w:val="00887A22"/>
    <w:rsid w:val="008903D3"/>
    <w:rsid w:val="008918EE"/>
    <w:rsid w:val="00892539"/>
    <w:rsid w:val="00893E4A"/>
    <w:rsid w:val="0089419B"/>
    <w:rsid w:val="008943C9"/>
    <w:rsid w:val="008949AD"/>
    <w:rsid w:val="00894A0E"/>
    <w:rsid w:val="00894B22"/>
    <w:rsid w:val="0089566D"/>
    <w:rsid w:val="00895E83"/>
    <w:rsid w:val="008964F3"/>
    <w:rsid w:val="008A051E"/>
    <w:rsid w:val="008A3BDA"/>
    <w:rsid w:val="008A3C03"/>
    <w:rsid w:val="008A4B1B"/>
    <w:rsid w:val="008A742B"/>
    <w:rsid w:val="008A7CC2"/>
    <w:rsid w:val="008B05BE"/>
    <w:rsid w:val="008B0A16"/>
    <w:rsid w:val="008B0B1A"/>
    <w:rsid w:val="008B2C5A"/>
    <w:rsid w:val="008B2EC8"/>
    <w:rsid w:val="008B40D0"/>
    <w:rsid w:val="008B7017"/>
    <w:rsid w:val="008C0093"/>
    <w:rsid w:val="008C0E4B"/>
    <w:rsid w:val="008C0F94"/>
    <w:rsid w:val="008C25ED"/>
    <w:rsid w:val="008C2D25"/>
    <w:rsid w:val="008C4CAC"/>
    <w:rsid w:val="008C6297"/>
    <w:rsid w:val="008C6771"/>
    <w:rsid w:val="008C69CE"/>
    <w:rsid w:val="008D01B0"/>
    <w:rsid w:val="008D059C"/>
    <w:rsid w:val="008D1ACA"/>
    <w:rsid w:val="008E1791"/>
    <w:rsid w:val="008E296A"/>
    <w:rsid w:val="008E380D"/>
    <w:rsid w:val="008E579B"/>
    <w:rsid w:val="008E5FA7"/>
    <w:rsid w:val="008E6929"/>
    <w:rsid w:val="008E7207"/>
    <w:rsid w:val="008E7F7B"/>
    <w:rsid w:val="008F47CD"/>
    <w:rsid w:val="008F4874"/>
    <w:rsid w:val="008F7F30"/>
    <w:rsid w:val="0090017D"/>
    <w:rsid w:val="00900366"/>
    <w:rsid w:val="00901693"/>
    <w:rsid w:val="00901D45"/>
    <w:rsid w:val="009027F3"/>
    <w:rsid w:val="00902ACB"/>
    <w:rsid w:val="00903314"/>
    <w:rsid w:val="00903573"/>
    <w:rsid w:val="009042A1"/>
    <w:rsid w:val="00905DA2"/>
    <w:rsid w:val="009063E7"/>
    <w:rsid w:val="009064D1"/>
    <w:rsid w:val="0091042F"/>
    <w:rsid w:val="0091166B"/>
    <w:rsid w:val="00911839"/>
    <w:rsid w:val="009125E4"/>
    <w:rsid w:val="0091552E"/>
    <w:rsid w:val="00920380"/>
    <w:rsid w:val="00920B4F"/>
    <w:rsid w:val="0092118C"/>
    <w:rsid w:val="00921192"/>
    <w:rsid w:val="00921969"/>
    <w:rsid w:val="00921DC8"/>
    <w:rsid w:val="00922EF7"/>
    <w:rsid w:val="00923675"/>
    <w:rsid w:val="0092373C"/>
    <w:rsid w:val="00925D1A"/>
    <w:rsid w:val="00925D64"/>
    <w:rsid w:val="009266DB"/>
    <w:rsid w:val="00926F26"/>
    <w:rsid w:val="009278A2"/>
    <w:rsid w:val="009305F5"/>
    <w:rsid w:val="00931F0D"/>
    <w:rsid w:val="0093304C"/>
    <w:rsid w:val="0093358C"/>
    <w:rsid w:val="00934073"/>
    <w:rsid w:val="009346E8"/>
    <w:rsid w:val="00934E3E"/>
    <w:rsid w:val="0093509D"/>
    <w:rsid w:val="0093632C"/>
    <w:rsid w:val="0093647B"/>
    <w:rsid w:val="009367D7"/>
    <w:rsid w:val="0094097D"/>
    <w:rsid w:val="009435C3"/>
    <w:rsid w:val="00944FFD"/>
    <w:rsid w:val="00945BA8"/>
    <w:rsid w:val="00946967"/>
    <w:rsid w:val="00947C48"/>
    <w:rsid w:val="00947FB1"/>
    <w:rsid w:val="00954B8D"/>
    <w:rsid w:val="009561BD"/>
    <w:rsid w:val="00956F73"/>
    <w:rsid w:val="00957CC8"/>
    <w:rsid w:val="00961DE6"/>
    <w:rsid w:val="00962144"/>
    <w:rsid w:val="00966D74"/>
    <w:rsid w:val="00970AFC"/>
    <w:rsid w:val="00974A91"/>
    <w:rsid w:val="00975463"/>
    <w:rsid w:val="00976A4E"/>
    <w:rsid w:val="00976D92"/>
    <w:rsid w:val="00976F31"/>
    <w:rsid w:val="00977CDD"/>
    <w:rsid w:val="009814ED"/>
    <w:rsid w:val="00981844"/>
    <w:rsid w:val="0098237F"/>
    <w:rsid w:val="00982772"/>
    <w:rsid w:val="00986199"/>
    <w:rsid w:val="00987150"/>
    <w:rsid w:val="00991E47"/>
    <w:rsid w:val="00992176"/>
    <w:rsid w:val="0099240F"/>
    <w:rsid w:val="00992CE8"/>
    <w:rsid w:val="00993546"/>
    <w:rsid w:val="0099635C"/>
    <w:rsid w:val="00996504"/>
    <w:rsid w:val="009A04C8"/>
    <w:rsid w:val="009A1240"/>
    <w:rsid w:val="009A154E"/>
    <w:rsid w:val="009A212D"/>
    <w:rsid w:val="009A2290"/>
    <w:rsid w:val="009A34CA"/>
    <w:rsid w:val="009A4735"/>
    <w:rsid w:val="009A4D9A"/>
    <w:rsid w:val="009A56C5"/>
    <w:rsid w:val="009A686B"/>
    <w:rsid w:val="009B10B8"/>
    <w:rsid w:val="009B2E57"/>
    <w:rsid w:val="009B3AD0"/>
    <w:rsid w:val="009B3E45"/>
    <w:rsid w:val="009B614D"/>
    <w:rsid w:val="009B7D8F"/>
    <w:rsid w:val="009C1623"/>
    <w:rsid w:val="009C24C4"/>
    <w:rsid w:val="009C28D0"/>
    <w:rsid w:val="009C3C8E"/>
    <w:rsid w:val="009C5458"/>
    <w:rsid w:val="009D1946"/>
    <w:rsid w:val="009D2188"/>
    <w:rsid w:val="009D28C3"/>
    <w:rsid w:val="009D29C7"/>
    <w:rsid w:val="009D4DEB"/>
    <w:rsid w:val="009D4E11"/>
    <w:rsid w:val="009E060E"/>
    <w:rsid w:val="009E2559"/>
    <w:rsid w:val="009E39AF"/>
    <w:rsid w:val="009E4404"/>
    <w:rsid w:val="009E6FB5"/>
    <w:rsid w:val="009F0AD7"/>
    <w:rsid w:val="009F4376"/>
    <w:rsid w:val="009F44FF"/>
    <w:rsid w:val="009F735D"/>
    <w:rsid w:val="009F79BB"/>
    <w:rsid w:val="009F7D81"/>
    <w:rsid w:val="00A017BE"/>
    <w:rsid w:val="00A01CEC"/>
    <w:rsid w:val="00A0205F"/>
    <w:rsid w:val="00A07266"/>
    <w:rsid w:val="00A1079D"/>
    <w:rsid w:val="00A10E64"/>
    <w:rsid w:val="00A122AA"/>
    <w:rsid w:val="00A13A31"/>
    <w:rsid w:val="00A14B17"/>
    <w:rsid w:val="00A14DCF"/>
    <w:rsid w:val="00A1562A"/>
    <w:rsid w:val="00A15C0B"/>
    <w:rsid w:val="00A2039A"/>
    <w:rsid w:val="00A20A94"/>
    <w:rsid w:val="00A218A6"/>
    <w:rsid w:val="00A22C52"/>
    <w:rsid w:val="00A249A2"/>
    <w:rsid w:val="00A2607D"/>
    <w:rsid w:val="00A26379"/>
    <w:rsid w:val="00A26567"/>
    <w:rsid w:val="00A266AE"/>
    <w:rsid w:val="00A27C37"/>
    <w:rsid w:val="00A3101C"/>
    <w:rsid w:val="00A339E6"/>
    <w:rsid w:val="00A33B90"/>
    <w:rsid w:val="00A33E73"/>
    <w:rsid w:val="00A360F7"/>
    <w:rsid w:val="00A37174"/>
    <w:rsid w:val="00A37819"/>
    <w:rsid w:val="00A42393"/>
    <w:rsid w:val="00A42C74"/>
    <w:rsid w:val="00A43489"/>
    <w:rsid w:val="00A441F7"/>
    <w:rsid w:val="00A4541C"/>
    <w:rsid w:val="00A458E9"/>
    <w:rsid w:val="00A45C01"/>
    <w:rsid w:val="00A46E1E"/>
    <w:rsid w:val="00A4722F"/>
    <w:rsid w:val="00A50271"/>
    <w:rsid w:val="00A509A7"/>
    <w:rsid w:val="00A5120A"/>
    <w:rsid w:val="00A51E15"/>
    <w:rsid w:val="00A51FDA"/>
    <w:rsid w:val="00A52166"/>
    <w:rsid w:val="00A54E8D"/>
    <w:rsid w:val="00A55D21"/>
    <w:rsid w:val="00A574BF"/>
    <w:rsid w:val="00A57595"/>
    <w:rsid w:val="00A6232B"/>
    <w:rsid w:val="00A64088"/>
    <w:rsid w:val="00A64DC9"/>
    <w:rsid w:val="00A64DDC"/>
    <w:rsid w:val="00A6506B"/>
    <w:rsid w:val="00A66E34"/>
    <w:rsid w:val="00A70E09"/>
    <w:rsid w:val="00A73897"/>
    <w:rsid w:val="00A7628A"/>
    <w:rsid w:val="00A76CB7"/>
    <w:rsid w:val="00A76E1E"/>
    <w:rsid w:val="00A77B55"/>
    <w:rsid w:val="00A8102A"/>
    <w:rsid w:val="00A837DE"/>
    <w:rsid w:val="00A83D97"/>
    <w:rsid w:val="00A85D61"/>
    <w:rsid w:val="00A87D26"/>
    <w:rsid w:val="00A87D3A"/>
    <w:rsid w:val="00A87D4B"/>
    <w:rsid w:val="00A907A0"/>
    <w:rsid w:val="00A93A11"/>
    <w:rsid w:val="00A95D1B"/>
    <w:rsid w:val="00A95D7D"/>
    <w:rsid w:val="00A95E7A"/>
    <w:rsid w:val="00A967C8"/>
    <w:rsid w:val="00A96C7B"/>
    <w:rsid w:val="00AA029F"/>
    <w:rsid w:val="00AA115E"/>
    <w:rsid w:val="00AA1214"/>
    <w:rsid w:val="00AA168C"/>
    <w:rsid w:val="00AA25C0"/>
    <w:rsid w:val="00AA71D3"/>
    <w:rsid w:val="00AB0038"/>
    <w:rsid w:val="00AB11F7"/>
    <w:rsid w:val="00AB2333"/>
    <w:rsid w:val="00AB2C41"/>
    <w:rsid w:val="00AB2E6F"/>
    <w:rsid w:val="00AB37E7"/>
    <w:rsid w:val="00AB4724"/>
    <w:rsid w:val="00AC1BA0"/>
    <w:rsid w:val="00AC26A4"/>
    <w:rsid w:val="00AC3255"/>
    <w:rsid w:val="00AC32AE"/>
    <w:rsid w:val="00AC3457"/>
    <w:rsid w:val="00AC4DCA"/>
    <w:rsid w:val="00AC55D8"/>
    <w:rsid w:val="00AC5DB0"/>
    <w:rsid w:val="00AC74B8"/>
    <w:rsid w:val="00AC7ADA"/>
    <w:rsid w:val="00AD01F9"/>
    <w:rsid w:val="00AD0C27"/>
    <w:rsid w:val="00AD1497"/>
    <w:rsid w:val="00AD426E"/>
    <w:rsid w:val="00AD5F36"/>
    <w:rsid w:val="00AD6BD6"/>
    <w:rsid w:val="00AE2667"/>
    <w:rsid w:val="00AE3759"/>
    <w:rsid w:val="00AE4298"/>
    <w:rsid w:val="00AE4E48"/>
    <w:rsid w:val="00AE570C"/>
    <w:rsid w:val="00AE5AE1"/>
    <w:rsid w:val="00AE5EA1"/>
    <w:rsid w:val="00AE6742"/>
    <w:rsid w:val="00AE7250"/>
    <w:rsid w:val="00AE72D4"/>
    <w:rsid w:val="00AE77C1"/>
    <w:rsid w:val="00AF0561"/>
    <w:rsid w:val="00AF12B3"/>
    <w:rsid w:val="00AF135B"/>
    <w:rsid w:val="00AF1ECA"/>
    <w:rsid w:val="00AF2F1C"/>
    <w:rsid w:val="00AF3435"/>
    <w:rsid w:val="00AF57B2"/>
    <w:rsid w:val="00AF6A8C"/>
    <w:rsid w:val="00B0315D"/>
    <w:rsid w:val="00B06018"/>
    <w:rsid w:val="00B06FFC"/>
    <w:rsid w:val="00B0787E"/>
    <w:rsid w:val="00B113B7"/>
    <w:rsid w:val="00B15A25"/>
    <w:rsid w:val="00B17B24"/>
    <w:rsid w:val="00B17B7F"/>
    <w:rsid w:val="00B20C4C"/>
    <w:rsid w:val="00B21B0A"/>
    <w:rsid w:val="00B224AE"/>
    <w:rsid w:val="00B22DB9"/>
    <w:rsid w:val="00B2319A"/>
    <w:rsid w:val="00B24A68"/>
    <w:rsid w:val="00B26175"/>
    <w:rsid w:val="00B262A3"/>
    <w:rsid w:val="00B26406"/>
    <w:rsid w:val="00B2726A"/>
    <w:rsid w:val="00B27383"/>
    <w:rsid w:val="00B27E7C"/>
    <w:rsid w:val="00B3000C"/>
    <w:rsid w:val="00B335F9"/>
    <w:rsid w:val="00B34083"/>
    <w:rsid w:val="00B34398"/>
    <w:rsid w:val="00B34681"/>
    <w:rsid w:val="00B35770"/>
    <w:rsid w:val="00B363B8"/>
    <w:rsid w:val="00B36409"/>
    <w:rsid w:val="00B3675F"/>
    <w:rsid w:val="00B36952"/>
    <w:rsid w:val="00B37021"/>
    <w:rsid w:val="00B3732A"/>
    <w:rsid w:val="00B37EAE"/>
    <w:rsid w:val="00B404BC"/>
    <w:rsid w:val="00B40864"/>
    <w:rsid w:val="00B41880"/>
    <w:rsid w:val="00B43061"/>
    <w:rsid w:val="00B46676"/>
    <w:rsid w:val="00B46F5A"/>
    <w:rsid w:val="00B478AC"/>
    <w:rsid w:val="00B50413"/>
    <w:rsid w:val="00B50B52"/>
    <w:rsid w:val="00B51499"/>
    <w:rsid w:val="00B51C8C"/>
    <w:rsid w:val="00B52418"/>
    <w:rsid w:val="00B53B8B"/>
    <w:rsid w:val="00B53C61"/>
    <w:rsid w:val="00B54143"/>
    <w:rsid w:val="00B54D09"/>
    <w:rsid w:val="00B5513E"/>
    <w:rsid w:val="00B5537A"/>
    <w:rsid w:val="00B56823"/>
    <w:rsid w:val="00B571CA"/>
    <w:rsid w:val="00B57877"/>
    <w:rsid w:val="00B6107C"/>
    <w:rsid w:val="00B628FF"/>
    <w:rsid w:val="00B63F4D"/>
    <w:rsid w:val="00B67E29"/>
    <w:rsid w:val="00B71DE2"/>
    <w:rsid w:val="00B72BB5"/>
    <w:rsid w:val="00B74AAB"/>
    <w:rsid w:val="00B77531"/>
    <w:rsid w:val="00B81464"/>
    <w:rsid w:val="00B82234"/>
    <w:rsid w:val="00B82415"/>
    <w:rsid w:val="00B83198"/>
    <w:rsid w:val="00B83685"/>
    <w:rsid w:val="00B87670"/>
    <w:rsid w:val="00B90B91"/>
    <w:rsid w:val="00B91F48"/>
    <w:rsid w:val="00B93312"/>
    <w:rsid w:val="00B953C1"/>
    <w:rsid w:val="00B965CB"/>
    <w:rsid w:val="00B977E7"/>
    <w:rsid w:val="00B97E6D"/>
    <w:rsid w:val="00BA6985"/>
    <w:rsid w:val="00BB227F"/>
    <w:rsid w:val="00BB485B"/>
    <w:rsid w:val="00BB587E"/>
    <w:rsid w:val="00BB5B02"/>
    <w:rsid w:val="00BB68A8"/>
    <w:rsid w:val="00BC00AC"/>
    <w:rsid w:val="00BC04A4"/>
    <w:rsid w:val="00BC14D8"/>
    <w:rsid w:val="00BC17E7"/>
    <w:rsid w:val="00BC2003"/>
    <w:rsid w:val="00BC224D"/>
    <w:rsid w:val="00BC2281"/>
    <w:rsid w:val="00BC353A"/>
    <w:rsid w:val="00BD21F1"/>
    <w:rsid w:val="00BD29C6"/>
    <w:rsid w:val="00BD5A6B"/>
    <w:rsid w:val="00BD62B9"/>
    <w:rsid w:val="00BD726D"/>
    <w:rsid w:val="00BE29CE"/>
    <w:rsid w:val="00BE2F60"/>
    <w:rsid w:val="00BE459A"/>
    <w:rsid w:val="00BE4916"/>
    <w:rsid w:val="00BE544D"/>
    <w:rsid w:val="00BE7EF3"/>
    <w:rsid w:val="00BF37B4"/>
    <w:rsid w:val="00BF3E87"/>
    <w:rsid w:val="00BF546D"/>
    <w:rsid w:val="00BF7A02"/>
    <w:rsid w:val="00C002F4"/>
    <w:rsid w:val="00C02AD9"/>
    <w:rsid w:val="00C047C0"/>
    <w:rsid w:val="00C04FE9"/>
    <w:rsid w:val="00C07306"/>
    <w:rsid w:val="00C1044B"/>
    <w:rsid w:val="00C10D7F"/>
    <w:rsid w:val="00C14435"/>
    <w:rsid w:val="00C15590"/>
    <w:rsid w:val="00C1623C"/>
    <w:rsid w:val="00C16E16"/>
    <w:rsid w:val="00C202B2"/>
    <w:rsid w:val="00C229F2"/>
    <w:rsid w:val="00C22C73"/>
    <w:rsid w:val="00C24099"/>
    <w:rsid w:val="00C3025F"/>
    <w:rsid w:val="00C30877"/>
    <w:rsid w:val="00C31174"/>
    <w:rsid w:val="00C3384A"/>
    <w:rsid w:val="00C33975"/>
    <w:rsid w:val="00C33E96"/>
    <w:rsid w:val="00C35453"/>
    <w:rsid w:val="00C373A8"/>
    <w:rsid w:val="00C40344"/>
    <w:rsid w:val="00C43775"/>
    <w:rsid w:val="00C43D64"/>
    <w:rsid w:val="00C445EB"/>
    <w:rsid w:val="00C44872"/>
    <w:rsid w:val="00C456BA"/>
    <w:rsid w:val="00C503D5"/>
    <w:rsid w:val="00C51C61"/>
    <w:rsid w:val="00C525AF"/>
    <w:rsid w:val="00C534ED"/>
    <w:rsid w:val="00C5433B"/>
    <w:rsid w:val="00C5619D"/>
    <w:rsid w:val="00C5706A"/>
    <w:rsid w:val="00C604D7"/>
    <w:rsid w:val="00C607C7"/>
    <w:rsid w:val="00C60C5F"/>
    <w:rsid w:val="00C613C6"/>
    <w:rsid w:val="00C61507"/>
    <w:rsid w:val="00C61ED1"/>
    <w:rsid w:val="00C62BA5"/>
    <w:rsid w:val="00C6403D"/>
    <w:rsid w:val="00C64CC3"/>
    <w:rsid w:val="00C650D0"/>
    <w:rsid w:val="00C656B1"/>
    <w:rsid w:val="00C65F38"/>
    <w:rsid w:val="00C66777"/>
    <w:rsid w:val="00C66963"/>
    <w:rsid w:val="00C70F85"/>
    <w:rsid w:val="00C71831"/>
    <w:rsid w:val="00C74BE1"/>
    <w:rsid w:val="00C76454"/>
    <w:rsid w:val="00C76A64"/>
    <w:rsid w:val="00C779C2"/>
    <w:rsid w:val="00C802B2"/>
    <w:rsid w:val="00C8219F"/>
    <w:rsid w:val="00C823BB"/>
    <w:rsid w:val="00C82F62"/>
    <w:rsid w:val="00C87E5F"/>
    <w:rsid w:val="00C90464"/>
    <w:rsid w:val="00C90834"/>
    <w:rsid w:val="00C9128B"/>
    <w:rsid w:val="00C93AC6"/>
    <w:rsid w:val="00C93FA4"/>
    <w:rsid w:val="00C96CBC"/>
    <w:rsid w:val="00C9740D"/>
    <w:rsid w:val="00C97EA4"/>
    <w:rsid w:val="00CA057B"/>
    <w:rsid w:val="00CA06EA"/>
    <w:rsid w:val="00CA1E9D"/>
    <w:rsid w:val="00CA61C9"/>
    <w:rsid w:val="00CB0E37"/>
    <w:rsid w:val="00CB1A5B"/>
    <w:rsid w:val="00CB2E1F"/>
    <w:rsid w:val="00CB2E6B"/>
    <w:rsid w:val="00CB5A8D"/>
    <w:rsid w:val="00CB693C"/>
    <w:rsid w:val="00CB6EB7"/>
    <w:rsid w:val="00CB7065"/>
    <w:rsid w:val="00CC3F21"/>
    <w:rsid w:val="00CC6415"/>
    <w:rsid w:val="00CC7492"/>
    <w:rsid w:val="00CD14AE"/>
    <w:rsid w:val="00CD1F39"/>
    <w:rsid w:val="00CD31CA"/>
    <w:rsid w:val="00CD4E8A"/>
    <w:rsid w:val="00CD60BE"/>
    <w:rsid w:val="00CD61D2"/>
    <w:rsid w:val="00CD62CF"/>
    <w:rsid w:val="00CD6D6A"/>
    <w:rsid w:val="00CE11EF"/>
    <w:rsid w:val="00CE166C"/>
    <w:rsid w:val="00CE29F3"/>
    <w:rsid w:val="00CE57ED"/>
    <w:rsid w:val="00CE6956"/>
    <w:rsid w:val="00CE7DC2"/>
    <w:rsid w:val="00CF12E9"/>
    <w:rsid w:val="00CF2E85"/>
    <w:rsid w:val="00CF503D"/>
    <w:rsid w:val="00CF5DC0"/>
    <w:rsid w:val="00CF5E34"/>
    <w:rsid w:val="00D01DDF"/>
    <w:rsid w:val="00D025FF"/>
    <w:rsid w:val="00D026E4"/>
    <w:rsid w:val="00D02B06"/>
    <w:rsid w:val="00D02C1D"/>
    <w:rsid w:val="00D04669"/>
    <w:rsid w:val="00D050C4"/>
    <w:rsid w:val="00D06E3C"/>
    <w:rsid w:val="00D076C8"/>
    <w:rsid w:val="00D10BF6"/>
    <w:rsid w:val="00D12031"/>
    <w:rsid w:val="00D15D57"/>
    <w:rsid w:val="00D16E3B"/>
    <w:rsid w:val="00D17D30"/>
    <w:rsid w:val="00D204FD"/>
    <w:rsid w:val="00D21505"/>
    <w:rsid w:val="00D21BF8"/>
    <w:rsid w:val="00D21D6C"/>
    <w:rsid w:val="00D228E4"/>
    <w:rsid w:val="00D239D1"/>
    <w:rsid w:val="00D27E46"/>
    <w:rsid w:val="00D30177"/>
    <w:rsid w:val="00D316E1"/>
    <w:rsid w:val="00D37638"/>
    <w:rsid w:val="00D405C0"/>
    <w:rsid w:val="00D41C8C"/>
    <w:rsid w:val="00D45D6C"/>
    <w:rsid w:val="00D4609D"/>
    <w:rsid w:val="00D50C42"/>
    <w:rsid w:val="00D54940"/>
    <w:rsid w:val="00D551C9"/>
    <w:rsid w:val="00D55542"/>
    <w:rsid w:val="00D5608E"/>
    <w:rsid w:val="00D607C8"/>
    <w:rsid w:val="00D61A43"/>
    <w:rsid w:val="00D61B1B"/>
    <w:rsid w:val="00D61C66"/>
    <w:rsid w:val="00D6301A"/>
    <w:rsid w:val="00D63196"/>
    <w:rsid w:val="00D63391"/>
    <w:rsid w:val="00D633C5"/>
    <w:rsid w:val="00D666E4"/>
    <w:rsid w:val="00D66907"/>
    <w:rsid w:val="00D676B1"/>
    <w:rsid w:val="00D713DF"/>
    <w:rsid w:val="00D766F0"/>
    <w:rsid w:val="00D76A7B"/>
    <w:rsid w:val="00D76C85"/>
    <w:rsid w:val="00D774AA"/>
    <w:rsid w:val="00D776F6"/>
    <w:rsid w:val="00D779D5"/>
    <w:rsid w:val="00D81BA5"/>
    <w:rsid w:val="00D83D9C"/>
    <w:rsid w:val="00D84660"/>
    <w:rsid w:val="00D84C8C"/>
    <w:rsid w:val="00D850E2"/>
    <w:rsid w:val="00D853A9"/>
    <w:rsid w:val="00D87666"/>
    <w:rsid w:val="00D93652"/>
    <w:rsid w:val="00DA05A4"/>
    <w:rsid w:val="00DA2E3F"/>
    <w:rsid w:val="00DA5E77"/>
    <w:rsid w:val="00DA79D9"/>
    <w:rsid w:val="00DB0AA2"/>
    <w:rsid w:val="00DB1433"/>
    <w:rsid w:val="00DB2638"/>
    <w:rsid w:val="00DB2E27"/>
    <w:rsid w:val="00DB3D4E"/>
    <w:rsid w:val="00DB3FF9"/>
    <w:rsid w:val="00DB4FF7"/>
    <w:rsid w:val="00DB5855"/>
    <w:rsid w:val="00DC053F"/>
    <w:rsid w:val="00DC05FD"/>
    <w:rsid w:val="00DC2462"/>
    <w:rsid w:val="00DC3961"/>
    <w:rsid w:val="00DC4990"/>
    <w:rsid w:val="00DC71E4"/>
    <w:rsid w:val="00DC7389"/>
    <w:rsid w:val="00DD0077"/>
    <w:rsid w:val="00DD18A4"/>
    <w:rsid w:val="00DD4B5F"/>
    <w:rsid w:val="00DD59E9"/>
    <w:rsid w:val="00DD617C"/>
    <w:rsid w:val="00DD7443"/>
    <w:rsid w:val="00DE0373"/>
    <w:rsid w:val="00DE2704"/>
    <w:rsid w:val="00DE3213"/>
    <w:rsid w:val="00DE3A76"/>
    <w:rsid w:val="00DE5B7A"/>
    <w:rsid w:val="00DE607B"/>
    <w:rsid w:val="00DE7D5C"/>
    <w:rsid w:val="00DF147D"/>
    <w:rsid w:val="00DF350E"/>
    <w:rsid w:val="00DF4C30"/>
    <w:rsid w:val="00DF542D"/>
    <w:rsid w:val="00DF738D"/>
    <w:rsid w:val="00E0237F"/>
    <w:rsid w:val="00E02544"/>
    <w:rsid w:val="00E02A91"/>
    <w:rsid w:val="00E0363A"/>
    <w:rsid w:val="00E05519"/>
    <w:rsid w:val="00E06B57"/>
    <w:rsid w:val="00E06EA1"/>
    <w:rsid w:val="00E07A91"/>
    <w:rsid w:val="00E11FF7"/>
    <w:rsid w:val="00E12A9F"/>
    <w:rsid w:val="00E12CC2"/>
    <w:rsid w:val="00E1676E"/>
    <w:rsid w:val="00E16D4D"/>
    <w:rsid w:val="00E1716F"/>
    <w:rsid w:val="00E2137E"/>
    <w:rsid w:val="00E2317F"/>
    <w:rsid w:val="00E24031"/>
    <w:rsid w:val="00E24E4D"/>
    <w:rsid w:val="00E25B64"/>
    <w:rsid w:val="00E262E6"/>
    <w:rsid w:val="00E267E6"/>
    <w:rsid w:val="00E2704A"/>
    <w:rsid w:val="00E27839"/>
    <w:rsid w:val="00E3230F"/>
    <w:rsid w:val="00E32975"/>
    <w:rsid w:val="00E33D95"/>
    <w:rsid w:val="00E3489A"/>
    <w:rsid w:val="00E34A42"/>
    <w:rsid w:val="00E37AB8"/>
    <w:rsid w:val="00E40090"/>
    <w:rsid w:val="00E4039F"/>
    <w:rsid w:val="00E423CE"/>
    <w:rsid w:val="00E44C80"/>
    <w:rsid w:val="00E4567A"/>
    <w:rsid w:val="00E468E7"/>
    <w:rsid w:val="00E51909"/>
    <w:rsid w:val="00E52FCE"/>
    <w:rsid w:val="00E546C5"/>
    <w:rsid w:val="00E554CA"/>
    <w:rsid w:val="00E56763"/>
    <w:rsid w:val="00E60902"/>
    <w:rsid w:val="00E6178A"/>
    <w:rsid w:val="00E62DE5"/>
    <w:rsid w:val="00E634C9"/>
    <w:rsid w:val="00E65A49"/>
    <w:rsid w:val="00E71816"/>
    <w:rsid w:val="00E72184"/>
    <w:rsid w:val="00E73108"/>
    <w:rsid w:val="00E7425A"/>
    <w:rsid w:val="00E757C0"/>
    <w:rsid w:val="00E758F1"/>
    <w:rsid w:val="00E76B97"/>
    <w:rsid w:val="00E818F3"/>
    <w:rsid w:val="00E8353D"/>
    <w:rsid w:val="00E923F2"/>
    <w:rsid w:val="00E97164"/>
    <w:rsid w:val="00EA0AFA"/>
    <w:rsid w:val="00EA393F"/>
    <w:rsid w:val="00EA4F57"/>
    <w:rsid w:val="00EA61DF"/>
    <w:rsid w:val="00EB0364"/>
    <w:rsid w:val="00EB16F1"/>
    <w:rsid w:val="00EB178A"/>
    <w:rsid w:val="00EB45BE"/>
    <w:rsid w:val="00EB5367"/>
    <w:rsid w:val="00EB68D7"/>
    <w:rsid w:val="00EB7AEE"/>
    <w:rsid w:val="00EC10AD"/>
    <w:rsid w:val="00EC2304"/>
    <w:rsid w:val="00EC5A34"/>
    <w:rsid w:val="00EC7153"/>
    <w:rsid w:val="00ED00DF"/>
    <w:rsid w:val="00ED23EF"/>
    <w:rsid w:val="00ED7CE9"/>
    <w:rsid w:val="00EE6060"/>
    <w:rsid w:val="00EE6DBA"/>
    <w:rsid w:val="00EE7976"/>
    <w:rsid w:val="00EF21DE"/>
    <w:rsid w:val="00EF557B"/>
    <w:rsid w:val="00EF5B24"/>
    <w:rsid w:val="00F00D92"/>
    <w:rsid w:val="00F0152B"/>
    <w:rsid w:val="00F0202C"/>
    <w:rsid w:val="00F022EF"/>
    <w:rsid w:val="00F034AB"/>
    <w:rsid w:val="00F03D55"/>
    <w:rsid w:val="00F04159"/>
    <w:rsid w:val="00F04420"/>
    <w:rsid w:val="00F070E9"/>
    <w:rsid w:val="00F077CB"/>
    <w:rsid w:val="00F078DF"/>
    <w:rsid w:val="00F107B4"/>
    <w:rsid w:val="00F122F9"/>
    <w:rsid w:val="00F14B64"/>
    <w:rsid w:val="00F14CE7"/>
    <w:rsid w:val="00F15DDE"/>
    <w:rsid w:val="00F16BEC"/>
    <w:rsid w:val="00F21226"/>
    <w:rsid w:val="00F21B75"/>
    <w:rsid w:val="00F21B9B"/>
    <w:rsid w:val="00F21D6D"/>
    <w:rsid w:val="00F21F24"/>
    <w:rsid w:val="00F22286"/>
    <w:rsid w:val="00F232F6"/>
    <w:rsid w:val="00F24D43"/>
    <w:rsid w:val="00F27620"/>
    <w:rsid w:val="00F27B67"/>
    <w:rsid w:val="00F27E70"/>
    <w:rsid w:val="00F33702"/>
    <w:rsid w:val="00F358EB"/>
    <w:rsid w:val="00F35B05"/>
    <w:rsid w:val="00F377AD"/>
    <w:rsid w:val="00F37AF2"/>
    <w:rsid w:val="00F4004D"/>
    <w:rsid w:val="00F41CFB"/>
    <w:rsid w:val="00F42388"/>
    <w:rsid w:val="00F42614"/>
    <w:rsid w:val="00F45375"/>
    <w:rsid w:val="00F45A3E"/>
    <w:rsid w:val="00F478D0"/>
    <w:rsid w:val="00F479B3"/>
    <w:rsid w:val="00F52437"/>
    <w:rsid w:val="00F52D8B"/>
    <w:rsid w:val="00F53C90"/>
    <w:rsid w:val="00F55D89"/>
    <w:rsid w:val="00F566CD"/>
    <w:rsid w:val="00F5768D"/>
    <w:rsid w:val="00F603E6"/>
    <w:rsid w:val="00F60867"/>
    <w:rsid w:val="00F60E01"/>
    <w:rsid w:val="00F62A69"/>
    <w:rsid w:val="00F64053"/>
    <w:rsid w:val="00F6423F"/>
    <w:rsid w:val="00F65086"/>
    <w:rsid w:val="00F667C5"/>
    <w:rsid w:val="00F70F86"/>
    <w:rsid w:val="00F71D70"/>
    <w:rsid w:val="00F76B00"/>
    <w:rsid w:val="00F770E6"/>
    <w:rsid w:val="00F77172"/>
    <w:rsid w:val="00F80241"/>
    <w:rsid w:val="00F823FD"/>
    <w:rsid w:val="00F8733C"/>
    <w:rsid w:val="00F87701"/>
    <w:rsid w:val="00F90B55"/>
    <w:rsid w:val="00F93EE7"/>
    <w:rsid w:val="00F94A61"/>
    <w:rsid w:val="00F94EE5"/>
    <w:rsid w:val="00F96B7E"/>
    <w:rsid w:val="00F97374"/>
    <w:rsid w:val="00FA085D"/>
    <w:rsid w:val="00FA195B"/>
    <w:rsid w:val="00FA3041"/>
    <w:rsid w:val="00FA3687"/>
    <w:rsid w:val="00FA40E1"/>
    <w:rsid w:val="00FA48D7"/>
    <w:rsid w:val="00FA4CAD"/>
    <w:rsid w:val="00FA6E51"/>
    <w:rsid w:val="00FA70A8"/>
    <w:rsid w:val="00FA7904"/>
    <w:rsid w:val="00FB0DE4"/>
    <w:rsid w:val="00FB0F82"/>
    <w:rsid w:val="00FB23B4"/>
    <w:rsid w:val="00FB34B5"/>
    <w:rsid w:val="00FB37DA"/>
    <w:rsid w:val="00FB47C6"/>
    <w:rsid w:val="00FB52E1"/>
    <w:rsid w:val="00FB5429"/>
    <w:rsid w:val="00FB76A1"/>
    <w:rsid w:val="00FB777E"/>
    <w:rsid w:val="00FC0097"/>
    <w:rsid w:val="00FC3C95"/>
    <w:rsid w:val="00FC41C9"/>
    <w:rsid w:val="00FC5C26"/>
    <w:rsid w:val="00FD08E9"/>
    <w:rsid w:val="00FD3D8B"/>
    <w:rsid w:val="00FD58D3"/>
    <w:rsid w:val="00FD79FE"/>
    <w:rsid w:val="00FE0004"/>
    <w:rsid w:val="00FE00F2"/>
    <w:rsid w:val="00FE2732"/>
    <w:rsid w:val="00FE3BE3"/>
    <w:rsid w:val="00FE4841"/>
    <w:rsid w:val="00FE4E49"/>
    <w:rsid w:val="00FE59EE"/>
    <w:rsid w:val="00FF00B8"/>
    <w:rsid w:val="00FF1A6F"/>
    <w:rsid w:val="00FF3465"/>
    <w:rsid w:val="00FF3815"/>
    <w:rsid w:val="00FF4721"/>
    <w:rsid w:val="00FF51AD"/>
    <w:rsid w:val="00FF5403"/>
    <w:rsid w:val="00FF7B2C"/>
    <w:rsid w:val="4DFB36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A35AFE"/>
  <w15:docId w15:val="{D42D8432-F1CA-4092-AD01-53B60B23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59ED"/>
    <w:pPr>
      <w:spacing w:line="240" w:lineRule="exact"/>
      <w:ind w:right="-720"/>
    </w:pPr>
    <w:rPr>
      <w:rFonts w:ascii="Arial" w:hAnsi="Arial"/>
      <w:sz w:val="18"/>
      <w:szCs w:val="24"/>
    </w:rPr>
  </w:style>
  <w:style w:type="paragraph" w:styleId="Heading1">
    <w:name w:val="heading 1"/>
    <w:next w:val="Normal"/>
    <w:qFormat/>
    <w:rsid w:val="00FC5C26"/>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rsid w:val="00FC5C26"/>
    <w:pPr>
      <w:numPr>
        <w:numId w:val="12"/>
      </w:numPr>
      <w:spacing w:before="240"/>
      <w:outlineLvl w:val="1"/>
    </w:pPr>
    <w:rPr>
      <w:rFonts w:cs="Arial"/>
      <w:bCs/>
      <w:iCs/>
      <w:sz w:val="22"/>
      <w:szCs w:val="28"/>
    </w:rPr>
  </w:style>
  <w:style w:type="paragraph" w:styleId="Heading3">
    <w:name w:val="heading 3"/>
    <w:basedOn w:val="Normal"/>
    <w:next w:val="Normal"/>
    <w:link w:val="Heading3Char"/>
    <w:qFormat/>
    <w:rsid w:val="00FC5C26"/>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rsid w:val="00FC5C26"/>
    <w:pPr>
      <w:keepNext/>
      <w:numPr>
        <w:ilvl w:val="3"/>
        <w:numId w:val="12"/>
      </w:numPr>
      <w:spacing w:before="240" w:after="60"/>
      <w:outlineLvl w:val="3"/>
    </w:pPr>
    <w:rPr>
      <w:b/>
      <w:bCs/>
      <w:sz w:val="28"/>
      <w:szCs w:val="28"/>
    </w:rPr>
  </w:style>
  <w:style w:type="paragraph" w:styleId="Heading5">
    <w:name w:val="heading 5"/>
    <w:basedOn w:val="Normal"/>
    <w:next w:val="Normal"/>
    <w:qFormat/>
    <w:rsid w:val="00FC5C26"/>
    <w:pPr>
      <w:numPr>
        <w:ilvl w:val="4"/>
        <w:numId w:val="12"/>
      </w:numPr>
      <w:spacing w:before="240" w:after="60"/>
      <w:outlineLvl w:val="4"/>
    </w:pPr>
    <w:rPr>
      <w:b/>
      <w:bCs/>
      <w:i/>
      <w:iCs/>
      <w:sz w:val="26"/>
      <w:szCs w:val="26"/>
    </w:rPr>
  </w:style>
  <w:style w:type="paragraph" w:styleId="Heading6">
    <w:name w:val="heading 6"/>
    <w:basedOn w:val="Normal"/>
    <w:next w:val="Normal"/>
    <w:qFormat/>
    <w:rsid w:val="00FC5C26"/>
    <w:pPr>
      <w:numPr>
        <w:ilvl w:val="5"/>
        <w:numId w:val="12"/>
      </w:numPr>
      <w:spacing w:before="240" w:after="60"/>
      <w:outlineLvl w:val="5"/>
    </w:pPr>
    <w:rPr>
      <w:b/>
      <w:bCs/>
      <w:sz w:val="22"/>
      <w:szCs w:val="22"/>
    </w:rPr>
  </w:style>
  <w:style w:type="paragraph" w:styleId="Heading7">
    <w:name w:val="heading 7"/>
    <w:basedOn w:val="Normal"/>
    <w:next w:val="Normal"/>
    <w:qFormat/>
    <w:rsid w:val="00FC5C26"/>
    <w:pPr>
      <w:numPr>
        <w:ilvl w:val="6"/>
        <w:numId w:val="12"/>
      </w:numPr>
      <w:spacing w:before="240" w:after="60"/>
      <w:outlineLvl w:val="6"/>
    </w:pPr>
  </w:style>
  <w:style w:type="paragraph" w:styleId="Heading8">
    <w:name w:val="heading 8"/>
    <w:basedOn w:val="Normal"/>
    <w:next w:val="Normal"/>
    <w:qFormat/>
    <w:rsid w:val="00FC5C26"/>
    <w:pPr>
      <w:numPr>
        <w:ilvl w:val="7"/>
        <w:numId w:val="12"/>
      </w:numPr>
      <w:spacing w:before="240" w:after="60"/>
      <w:outlineLvl w:val="7"/>
    </w:pPr>
    <w:rPr>
      <w:i/>
      <w:iCs/>
    </w:rPr>
  </w:style>
  <w:style w:type="paragraph" w:styleId="Heading9">
    <w:name w:val="heading 9"/>
    <w:basedOn w:val="Normal"/>
    <w:next w:val="Normal"/>
    <w:qFormat/>
    <w:rsid w:val="00FC5C26"/>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5C26"/>
    <w:pPr>
      <w:tabs>
        <w:tab w:val="center" w:pos="4320"/>
        <w:tab w:val="right" w:pos="8640"/>
      </w:tabs>
    </w:pPr>
  </w:style>
  <w:style w:type="paragraph" w:styleId="Footer">
    <w:name w:val="footer"/>
    <w:basedOn w:val="Normal"/>
    <w:link w:val="FooterChar"/>
    <w:uiPriority w:val="99"/>
    <w:rsid w:val="00FC5C26"/>
    <w:pPr>
      <w:tabs>
        <w:tab w:val="center" w:pos="4320"/>
        <w:tab w:val="right" w:pos="8640"/>
      </w:tabs>
    </w:pPr>
  </w:style>
  <w:style w:type="paragraph" w:styleId="BlockText">
    <w:name w:val="Block Text"/>
    <w:basedOn w:val="Normal"/>
    <w:rsid w:val="00FC5C26"/>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rsid w:val="00FC5C26"/>
  </w:style>
  <w:style w:type="paragraph" w:styleId="Title">
    <w:name w:val="Title"/>
    <w:basedOn w:val="Normal"/>
    <w:qFormat/>
    <w:rsid w:val="00FC5C26"/>
    <w:pPr>
      <w:jc w:val="center"/>
    </w:pPr>
    <w:rPr>
      <w:rFonts w:eastAsia="Times"/>
      <w:sz w:val="28"/>
      <w:szCs w:val="20"/>
    </w:rPr>
  </w:style>
  <w:style w:type="paragraph" w:styleId="BodyText2">
    <w:name w:val="Body Text 2"/>
    <w:basedOn w:val="Normal"/>
    <w:rsid w:val="00FC5C26"/>
    <w:pPr>
      <w:spacing w:line="230" w:lineRule="exact"/>
      <w:jc w:val="both"/>
    </w:pPr>
    <w:rPr>
      <w:rFonts w:eastAsia="Times"/>
      <w:szCs w:val="20"/>
    </w:rPr>
  </w:style>
  <w:style w:type="paragraph" w:styleId="BodyText3">
    <w:name w:val="Body Text 3"/>
    <w:basedOn w:val="Normal"/>
    <w:rsid w:val="00FC5C26"/>
    <w:pPr>
      <w:spacing w:after="120"/>
    </w:pPr>
    <w:rPr>
      <w:sz w:val="16"/>
      <w:szCs w:val="16"/>
    </w:rPr>
  </w:style>
  <w:style w:type="paragraph" w:customStyle="1" w:styleId="BoldInstructions">
    <w:name w:val="Bold Instructions"/>
    <w:rsid w:val="00FC5C26"/>
    <w:pPr>
      <w:spacing w:line="210" w:lineRule="exact"/>
    </w:pPr>
    <w:rPr>
      <w:rFonts w:ascii="Myriad Roman" w:hAnsi="Myriad Roman"/>
      <w:b/>
      <w:sz w:val="18"/>
    </w:rPr>
  </w:style>
  <w:style w:type="paragraph" w:customStyle="1" w:styleId="Indentwithtabs">
    <w:name w:val="Indent with tabs"/>
    <w:basedOn w:val="Normal"/>
    <w:rsid w:val="00FC5C26"/>
    <w:pPr>
      <w:numPr>
        <w:numId w:val="11"/>
      </w:numPr>
      <w:tabs>
        <w:tab w:val="left" w:pos="360"/>
        <w:tab w:val="right" w:leader="underscore" w:pos="9720"/>
      </w:tabs>
    </w:pPr>
  </w:style>
  <w:style w:type="paragraph" w:customStyle="1" w:styleId="IndentwithTabs2">
    <w:name w:val="Indent with Tabs2"/>
    <w:basedOn w:val="Normal"/>
    <w:rsid w:val="00FC5C26"/>
    <w:pPr>
      <w:numPr>
        <w:ilvl w:val="1"/>
        <w:numId w:val="11"/>
      </w:numPr>
      <w:tabs>
        <w:tab w:val="left" w:pos="360"/>
        <w:tab w:val="left" w:pos="720"/>
        <w:tab w:val="right" w:leader="underscore" w:pos="9720"/>
      </w:tabs>
    </w:pPr>
    <w:rPr>
      <w:sz w:val="20"/>
    </w:rPr>
  </w:style>
  <w:style w:type="paragraph" w:styleId="BodyTextFirstIndent">
    <w:name w:val="Body Text First Indent"/>
    <w:basedOn w:val="BodyText"/>
    <w:rsid w:val="00FC5C26"/>
    <w:pPr>
      <w:ind w:firstLine="210"/>
    </w:pPr>
  </w:style>
  <w:style w:type="paragraph" w:styleId="BodyTextIndent">
    <w:name w:val="Body Text Indent"/>
    <w:basedOn w:val="Normal"/>
    <w:rsid w:val="00FC5C26"/>
    <w:pPr>
      <w:spacing w:after="120"/>
      <w:ind w:left="360"/>
    </w:pPr>
  </w:style>
  <w:style w:type="paragraph" w:styleId="BodyTextFirstIndent2">
    <w:name w:val="Body Text First Indent 2"/>
    <w:basedOn w:val="BodyTextIndent"/>
    <w:rsid w:val="00FC5C26"/>
    <w:pPr>
      <w:ind w:firstLine="210"/>
    </w:pPr>
  </w:style>
  <w:style w:type="paragraph" w:styleId="BodyTextIndent2">
    <w:name w:val="Body Text Indent 2"/>
    <w:basedOn w:val="Normal"/>
    <w:rsid w:val="00FC5C26"/>
    <w:pPr>
      <w:spacing w:after="120" w:line="480" w:lineRule="auto"/>
      <w:ind w:left="360"/>
    </w:pPr>
  </w:style>
  <w:style w:type="paragraph" w:styleId="BodyTextIndent3">
    <w:name w:val="Body Text Indent 3"/>
    <w:basedOn w:val="Normal"/>
    <w:rsid w:val="00FC5C26"/>
    <w:pPr>
      <w:spacing w:after="120"/>
      <w:ind w:left="360"/>
    </w:pPr>
    <w:rPr>
      <w:sz w:val="16"/>
      <w:szCs w:val="16"/>
    </w:rPr>
  </w:style>
  <w:style w:type="paragraph" w:styleId="DocumentMap">
    <w:name w:val="Document Map"/>
    <w:basedOn w:val="Normal"/>
    <w:semiHidden/>
    <w:rsid w:val="00FC5C26"/>
    <w:pPr>
      <w:shd w:val="clear" w:color="auto" w:fill="000080"/>
    </w:pPr>
    <w:rPr>
      <w:rFonts w:ascii="Tahoma" w:hAnsi="Tahoma" w:cs="Tahoma"/>
    </w:rPr>
  </w:style>
  <w:style w:type="paragraph" w:styleId="FootnoteText">
    <w:name w:val="footnote text"/>
    <w:basedOn w:val="Normal"/>
    <w:autoRedefine/>
    <w:semiHidden/>
    <w:rsid w:val="00FC5C26"/>
    <w:rPr>
      <w:sz w:val="16"/>
      <w:szCs w:val="20"/>
    </w:rPr>
  </w:style>
  <w:style w:type="paragraph" w:styleId="HTMLAddress">
    <w:name w:val="HTML Address"/>
    <w:basedOn w:val="Normal"/>
    <w:rsid w:val="00FC5C26"/>
    <w:rPr>
      <w:i/>
      <w:iCs/>
    </w:rPr>
  </w:style>
  <w:style w:type="paragraph" w:styleId="HTMLPreformatted">
    <w:name w:val="HTML Preformatted"/>
    <w:basedOn w:val="Normal"/>
    <w:rsid w:val="00FC5C26"/>
    <w:rPr>
      <w:rFonts w:ascii="Courier New" w:hAnsi="Courier New" w:cs="Courier New"/>
      <w:szCs w:val="20"/>
    </w:rPr>
  </w:style>
  <w:style w:type="paragraph" w:styleId="IndexHeading">
    <w:name w:val="index heading"/>
    <w:basedOn w:val="Normal"/>
    <w:next w:val="Normal"/>
    <w:semiHidden/>
    <w:rsid w:val="00FC5C26"/>
    <w:rPr>
      <w:rFonts w:cs="Arial"/>
      <w:b/>
      <w:bCs/>
    </w:rPr>
  </w:style>
  <w:style w:type="paragraph" w:styleId="NormalWeb">
    <w:name w:val="Normal (Web)"/>
    <w:basedOn w:val="Normal"/>
    <w:rsid w:val="00FC5C26"/>
    <w:rPr>
      <w:rFonts w:ascii="Times New Roman" w:hAnsi="Times New Roman"/>
      <w:sz w:val="24"/>
    </w:rPr>
  </w:style>
  <w:style w:type="paragraph" w:styleId="NormalIndent">
    <w:name w:val="Normal Indent"/>
    <w:basedOn w:val="Normal"/>
    <w:rsid w:val="00FC5C26"/>
    <w:pPr>
      <w:ind w:left="720"/>
    </w:pPr>
  </w:style>
  <w:style w:type="paragraph" w:styleId="NoteHeading">
    <w:name w:val="Note Heading"/>
    <w:basedOn w:val="Normal"/>
    <w:next w:val="Normal"/>
    <w:rsid w:val="00FC5C26"/>
  </w:style>
  <w:style w:type="paragraph" w:styleId="PlainText">
    <w:name w:val="Plain Text"/>
    <w:basedOn w:val="Normal"/>
    <w:rsid w:val="00FC5C26"/>
    <w:rPr>
      <w:rFonts w:ascii="Courier New" w:hAnsi="Courier New" w:cs="Courier New"/>
      <w:szCs w:val="20"/>
    </w:rPr>
  </w:style>
  <w:style w:type="paragraph" w:styleId="Caption">
    <w:name w:val="caption"/>
    <w:basedOn w:val="Normal"/>
    <w:next w:val="Normal"/>
    <w:qFormat/>
    <w:rsid w:val="00FC5C26"/>
    <w:pPr>
      <w:spacing w:before="120" w:after="120"/>
    </w:pPr>
    <w:rPr>
      <w:b/>
      <w:bCs/>
      <w:sz w:val="20"/>
      <w:szCs w:val="20"/>
    </w:rPr>
  </w:style>
  <w:style w:type="paragraph" w:customStyle="1" w:styleId="TableText">
    <w:name w:val="TableText"/>
    <w:basedOn w:val="BodyText2"/>
    <w:rsid w:val="00FC5C26"/>
    <w:pPr>
      <w:spacing w:line="200" w:lineRule="exact"/>
      <w:jc w:val="left"/>
    </w:pPr>
    <w:rPr>
      <w:b/>
      <w:bCs/>
      <w:noProof/>
    </w:rPr>
  </w:style>
  <w:style w:type="paragraph" w:styleId="Closing">
    <w:name w:val="Closing"/>
    <w:basedOn w:val="Normal"/>
    <w:rsid w:val="00FC5C26"/>
    <w:pPr>
      <w:ind w:left="4320"/>
    </w:pPr>
  </w:style>
  <w:style w:type="paragraph" w:styleId="CommentText">
    <w:name w:val="annotation text"/>
    <w:basedOn w:val="Normal"/>
    <w:link w:val="CommentTextChar"/>
    <w:rsid w:val="00FC5C26"/>
    <w:rPr>
      <w:sz w:val="20"/>
      <w:szCs w:val="20"/>
    </w:rPr>
  </w:style>
  <w:style w:type="paragraph" w:styleId="Date">
    <w:name w:val="Date"/>
    <w:basedOn w:val="Normal"/>
    <w:next w:val="Normal"/>
    <w:rsid w:val="00FC5C26"/>
  </w:style>
  <w:style w:type="paragraph" w:styleId="E-mailSignature">
    <w:name w:val="E-mail Signature"/>
    <w:basedOn w:val="Normal"/>
    <w:rsid w:val="00FC5C26"/>
  </w:style>
  <w:style w:type="paragraph" w:styleId="EndnoteText">
    <w:name w:val="endnote text"/>
    <w:basedOn w:val="Normal"/>
    <w:semiHidden/>
    <w:rsid w:val="00FC5C26"/>
    <w:rPr>
      <w:sz w:val="20"/>
      <w:szCs w:val="20"/>
    </w:rPr>
  </w:style>
  <w:style w:type="paragraph" w:styleId="EnvelopeAddress">
    <w:name w:val="envelope address"/>
    <w:basedOn w:val="Normal"/>
    <w:rsid w:val="00FC5C26"/>
    <w:pPr>
      <w:framePr w:w="7920" w:h="1980" w:hRule="exact" w:hSpace="180" w:wrap="auto" w:hAnchor="page" w:xAlign="center" w:yAlign="bottom"/>
      <w:ind w:left="2880"/>
    </w:pPr>
    <w:rPr>
      <w:rFonts w:cs="Arial"/>
      <w:sz w:val="24"/>
    </w:rPr>
  </w:style>
  <w:style w:type="paragraph" w:styleId="EnvelopeReturn">
    <w:name w:val="envelope return"/>
    <w:basedOn w:val="Normal"/>
    <w:rsid w:val="00FC5C26"/>
    <w:rPr>
      <w:rFonts w:cs="Arial"/>
      <w:sz w:val="20"/>
      <w:szCs w:val="20"/>
    </w:rPr>
  </w:style>
  <w:style w:type="paragraph" w:styleId="Index1">
    <w:name w:val="index 1"/>
    <w:basedOn w:val="Normal"/>
    <w:next w:val="Normal"/>
    <w:autoRedefine/>
    <w:semiHidden/>
    <w:rsid w:val="00FC5C26"/>
    <w:pPr>
      <w:ind w:left="190" w:hanging="190"/>
    </w:pPr>
  </w:style>
  <w:style w:type="paragraph" w:styleId="Index2">
    <w:name w:val="index 2"/>
    <w:basedOn w:val="Normal"/>
    <w:next w:val="Normal"/>
    <w:autoRedefine/>
    <w:semiHidden/>
    <w:rsid w:val="00FC5C26"/>
    <w:pPr>
      <w:ind w:left="380" w:hanging="190"/>
    </w:pPr>
  </w:style>
  <w:style w:type="paragraph" w:styleId="Index3">
    <w:name w:val="index 3"/>
    <w:basedOn w:val="Normal"/>
    <w:next w:val="Normal"/>
    <w:autoRedefine/>
    <w:semiHidden/>
    <w:rsid w:val="00FC5C26"/>
    <w:pPr>
      <w:ind w:left="570" w:hanging="190"/>
    </w:pPr>
  </w:style>
  <w:style w:type="paragraph" w:styleId="Index4">
    <w:name w:val="index 4"/>
    <w:basedOn w:val="Normal"/>
    <w:next w:val="Normal"/>
    <w:autoRedefine/>
    <w:semiHidden/>
    <w:rsid w:val="00FC5C26"/>
    <w:pPr>
      <w:ind w:left="760" w:hanging="190"/>
    </w:pPr>
  </w:style>
  <w:style w:type="paragraph" w:styleId="Index5">
    <w:name w:val="index 5"/>
    <w:basedOn w:val="Normal"/>
    <w:next w:val="Normal"/>
    <w:autoRedefine/>
    <w:semiHidden/>
    <w:rsid w:val="00FC5C26"/>
    <w:pPr>
      <w:ind w:left="950" w:hanging="190"/>
    </w:pPr>
  </w:style>
  <w:style w:type="paragraph" w:styleId="Index6">
    <w:name w:val="index 6"/>
    <w:basedOn w:val="Normal"/>
    <w:next w:val="Normal"/>
    <w:autoRedefine/>
    <w:semiHidden/>
    <w:rsid w:val="00FC5C26"/>
    <w:pPr>
      <w:ind w:left="1140" w:hanging="190"/>
    </w:pPr>
  </w:style>
  <w:style w:type="paragraph" w:styleId="Index7">
    <w:name w:val="index 7"/>
    <w:basedOn w:val="Normal"/>
    <w:next w:val="Normal"/>
    <w:autoRedefine/>
    <w:semiHidden/>
    <w:rsid w:val="00FC5C26"/>
    <w:pPr>
      <w:ind w:left="1330" w:hanging="190"/>
    </w:pPr>
  </w:style>
  <w:style w:type="paragraph" w:styleId="Index8">
    <w:name w:val="index 8"/>
    <w:basedOn w:val="Normal"/>
    <w:next w:val="Normal"/>
    <w:autoRedefine/>
    <w:semiHidden/>
    <w:rsid w:val="00FC5C26"/>
    <w:pPr>
      <w:ind w:left="1520" w:hanging="190"/>
    </w:pPr>
  </w:style>
  <w:style w:type="paragraph" w:styleId="Index9">
    <w:name w:val="index 9"/>
    <w:basedOn w:val="Normal"/>
    <w:next w:val="Normal"/>
    <w:autoRedefine/>
    <w:semiHidden/>
    <w:rsid w:val="00FC5C26"/>
    <w:pPr>
      <w:ind w:left="1710" w:hanging="190"/>
    </w:pPr>
  </w:style>
  <w:style w:type="paragraph" w:styleId="List">
    <w:name w:val="List"/>
    <w:basedOn w:val="Normal"/>
    <w:rsid w:val="00FC5C26"/>
    <w:pPr>
      <w:ind w:left="360" w:hanging="360"/>
    </w:pPr>
  </w:style>
  <w:style w:type="paragraph" w:styleId="List2">
    <w:name w:val="List 2"/>
    <w:basedOn w:val="Normal"/>
    <w:rsid w:val="00FC5C26"/>
    <w:pPr>
      <w:ind w:left="720" w:hanging="360"/>
    </w:pPr>
  </w:style>
  <w:style w:type="paragraph" w:styleId="List3">
    <w:name w:val="List 3"/>
    <w:basedOn w:val="Normal"/>
    <w:rsid w:val="00FC5C26"/>
    <w:pPr>
      <w:ind w:left="1080" w:hanging="360"/>
    </w:pPr>
  </w:style>
  <w:style w:type="paragraph" w:styleId="List4">
    <w:name w:val="List 4"/>
    <w:basedOn w:val="Normal"/>
    <w:rsid w:val="00FC5C26"/>
    <w:pPr>
      <w:ind w:left="1440" w:hanging="360"/>
    </w:pPr>
  </w:style>
  <w:style w:type="paragraph" w:styleId="List5">
    <w:name w:val="List 5"/>
    <w:basedOn w:val="Normal"/>
    <w:rsid w:val="00FC5C26"/>
    <w:pPr>
      <w:ind w:left="1800" w:hanging="360"/>
    </w:pPr>
  </w:style>
  <w:style w:type="paragraph" w:styleId="ListBullet">
    <w:name w:val="List Bullet"/>
    <w:basedOn w:val="Normal"/>
    <w:autoRedefine/>
    <w:rsid w:val="00FC5C26"/>
    <w:pPr>
      <w:numPr>
        <w:numId w:val="1"/>
      </w:numPr>
    </w:pPr>
  </w:style>
  <w:style w:type="paragraph" w:styleId="ListBullet2">
    <w:name w:val="List Bullet 2"/>
    <w:basedOn w:val="Normal"/>
    <w:autoRedefine/>
    <w:rsid w:val="00FC5C26"/>
    <w:pPr>
      <w:numPr>
        <w:numId w:val="2"/>
      </w:numPr>
    </w:pPr>
  </w:style>
  <w:style w:type="paragraph" w:styleId="ListBullet3">
    <w:name w:val="List Bullet 3"/>
    <w:basedOn w:val="Normal"/>
    <w:autoRedefine/>
    <w:rsid w:val="00FC5C26"/>
    <w:pPr>
      <w:numPr>
        <w:numId w:val="3"/>
      </w:numPr>
    </w:pPr>
  </w:style>
  <w:style w:type="paragraph" w:styleId="ListBullet4">
    <w:name w:val="List Bullet 4"/>
    <w:basedOn w:val="Normal"/>
    <w:autoRedefine/>
    <w:rsid w:val="00FC5C26"/>
    <w:pPr>
      <w:numPr>
        <w:numId w:val="4"/>
      </w:numPr>
    </w:pPr>
  </w:style>
  <w:style w:type="paragraph" w:styleId="ListBullet5">
    <w:name w:val="List Bullet 5"/>
    <w:basedOn w:val="Normal"/>
    <w:autoRedefine/>
    <w:rsid w:val="00FC5C26"/>
    <w:pPr>
      <w:numPr>
        <w:numId w:val="5"/>
      </w:numPr>
    </w:pPr>
  </w:style>
  <w:style w:type="paragraph" w:styleId="ListContinue">
    <w:name w:val="List Continue"/>
    <w:basedOn w:val="Normal"/>
    <w:rsid w:val="00FC5C26"/>
    <w:pPr>
      <w:spacing w:after="120"/>
      <w:ind w:left="360"/>
    </w:pPr>
  </w:style>
  <w:style w:type="paragraph" w:styleId="ListContinue2">
    <w:name w:val="List Continue 2"/>
    <w:basedOn w:val="Normal"/>
    <w:rsid w:val="00FC5C26"/>
    <w:pPr>
      <w:spacing w:after="120"/>
      <w:ind w:left="720"/>
    </w:pPr>
  </w:style>
  <w:style w:type="paragraph" w:styleId="ListContinue3">
    <w:name w:val="List Continue 3"/>
    <w:basedOn w:val="Normal"/>
    <w:rsid w:val="00FC5C26"/>
    <w:pPr>
      <w:spacing w:after="120"/>
      <w:ind w:left="1080"/>
    </w:pPr>
  </w:style>
  <w:style w:type="paragraph" w:styleId="ListContinue4">
    <w:name w:val="List Continue 4"/>
    <w:basedOn w:val="Normal"/>
    <w:rsid w:val="00FC5C26"/>
    <w:pPr>
      <w:spacing w:after="120"/>
      <w:ind w:left="1440"/>
    </w:pPr>
  </w:style>
  <w:style w:type="paragraph" w:styleId="ListContinue5">
    <w:name w:val="List Continue 5"/>
    <w:basedOn w:val="Normal"/>
    <w:rsid w:val="00FC5C26"/>
    <w:pPr>
      <w:spacing w:after="120"/>
      <w:ind w:left="1800"/>
    </w:pPr>
  </w:style>
  <w:style w:type="paragraph" w:styleId="ListNumber">
    <w:name w:val="List Number"/>
    <w:basedOn w:val="Normal"/>
    <w:rsid w:val="00FC5C26"/>
    <w:pPr>
      <w:numPr>
        <w:numId w:val="6"/>
      </w:numPr>
    </w:pPr>
  </w:style>
  <w:style w:type="paragraph" w:styleId="ListNumber2">
    <w:name w:val="List Number 2"/>
    <w:basedOn w:val="Normal"/>
    <w:rsid w:val="00FC5C26"/>
    <w:pPr>
      <w:numPr>
        <w:numId w:val="7"/>
      </w:numPr>
    </w:pPr>
  </w:style>
  <w:style w:type="paragraph" w:styleId="ListNumber3">
    <w:name w:val="List Number 3"/>
    <w:basedOn w:val="Normal"/>
    <w:rsid w:val="00FC5C26"/>
    <w:pPr>
      <w:numPr>
        <w:numId w:val="8"/>
      </w:numPr>
    </w:pPr>
  </w:style>
  <w:style w:type="paragraph" w:styleId="ListNumber4">
    <w:name w:val="List Number 4"/>
    <w:basedOn w:val="Normal"/>
    <w:rsid w:val="00FC5C26"/>
    <w:pPr>
      <w:numPr>
        <w:numId w:val="9"/>
      </w:numPr>
    </w:pPr>
  </w:style>
  <w:style w:type="paragraph" w:styleId="ListNumber5">
    <w:name w:val="List Number 5"/>
    <w:basedOn w:val="Normal"/>
    <w:rsid w:val="00FC5C26"/>
    <w:pPr>
      <w:numPr>
        <w:numId w:val="10"/>
      </w:numPr>
    </w:pPr>
  </w:style>
  <w:style w:type="paragraph" w:styleId="MacroText">
    <w:name w:val="macro"/>
    <w:semiHidden/>
    <w:rsid w:val="00FC5C26"/>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rsid w:val="00FC5C2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rsid w:val="00FC5C26"/>
  </w:style>
  <w:style w:type="paragraph" w:styleId="Signature">
    <w:name w:val="Signature"/>
    <w:basedOn w:val="Normal"/>
    <w:rsid w:val="00FC5C26"/>
    <w:pPr>
      <w:ind w:left="4320"/>
    </w:pPr>
  </w:style>
  <w:style w:type="paragraph" w:styleId="Subtitle">
    <w:name w:val="Subtitle"/>
    <w:basedOn w:val="Normal"/>
    <w:qFormat/>
    <w:rsid w:val="00FC5C26"/>
    <w:pPr>
      <w:spacing w:after="60"/>
      <w:jc w:val="center"/>
      <w:outlineLvl w:val="1"/>
    </w:pPr>
    <w:rPr>
      <w:rFonts w:cs="Arial"/>
      <w:sz w:val="24"/>
    </w:rPr>
  </w:style>
  <w:style w:type="paragraph" w:styleId="TableofAuthorities">
    <w:name w:val="table of authorities"/>
    <w:basedOn w:val="Normal"/>
    <w:next w:val="Normal"/>
    <w:semiHidden/>
    <w:rsid w:val="00FC5C26"/>
    <w:pPr>
      <w:ind w:left="190" w:hanging="190"/>
    </w:pPr>
  </w:style>
  <w:style w:type="paragraph" w:styleId="TableofFigures">
    <w:name w:val="table of figures"/>
    <w:basedOn w:val="Normal"/>
    <w:next w:val="Normal"/>
    <w:semiHidden/>
    <w:rsid w:val="00FC5C26"/>
    <w:pPr>
      <w:ind w:left="380" w:hanging="380"/>
    </w:pPr>
  </w:style>
  <w:style w:type="paragraph" w:styleId="TOAHeading">
    <w:name w:val="toa heading"/>
    <w:basedOn w:val="Normal"/>
    <w:next w:val="Normal"/>
    <w:semiHidden/>
    <w:rsid w:val="00FC5C26"/>
    <w:pPr>
      <w:spacing w:before="120"/>
    </w:pPr>
    <w:rPr>
      <w:rFonts w:cs="Arial"/>
      <w:b/>
      <w:bCs/>
      <w:sz w:val="24"/>
    </w:rPr>
  </w:style>
  <w:style w:type="paragraph" w:styleId="TOC1">
    <w:name w:val="toc 1"/>
    <w:basedOn w:val="Normal"/>
    <w:next w:val="Normal"/>
    <w:autoRedefine/>
    <w:semiHidden/>
    <w:rsid w:val="00FC5C26"/>
  </w:style>
  <w:style w:type="paragraph" w:styleId="TOC2">
    <w:name w:val="toc 2"/>
    <w:basedOn w:val="Normal"/>
    <w:next w:val="Normal"/>
    <w:autoRedefine/>
    <w:semiHidden/>
    <w:rsid w:val="00FC5C26"/>
    <w:pPr>
      <w:ind w:left="190"/>
    </w:pPr>
  </w:style>
  <w:style w:type="paragraph" w:styleId="TOC3">
    <w:name w:val="toc 3"/>
    <w:basedOn w:val="Normal"/>
    <w:next w:val="Normal"/>
    <w:autoRedefine/>
    <w:semiHidden/>
    <w:rsid w:val="00FC5C26"/>
    <w:pPr>
      <w:ind w:left="380"/>
    </w:pPr>
  </w:style>
  <w:style w:type="paragraph" w:styleId="TOC4">
    <w:name w:val="toc 4"/>
    <w:basedOn w:val="Normal"/>
    <w:next w:val="Normal"/>
    <w:autoRedefine/>
    <w:semiHidden/>
    <w:rsid w:val="00FC5C26"/>
    <w:pPr>
      <w:ind w:left="570"/>
    </w:pPr>
  </w:style>
  <w:style w:type="paragraph" w:styleId="TOC5">
    <w:name w:val="toc 5"/>
    <w:basedOn w:val="Normal"/>
    <w:next w:val="Normal"/>
    <w:autoRedefine/>
    <w:semiHidden/>
    <w:rsid w:val="00FC5C26"/>
    <w:pPr>
      <w:ind w:left="760"/>
    </w:pPr>
  </w:style>
  <w:style w:type="paragraph" w:styleId="TOC6">
    <w:name w:val="toc 6"/>
    <w:basedOn w:val="Normal"/>
    <w:next w:val="Normal"/>
    <w:autoRedefine/>
    <w:semiHidden/>
    <w:rsid w:val="00FC5C26"/>
    <w:pPr>
      <w:ind w:left="950"/>
    </w:pPr>
  </w:style>
  <w:style w:type="paragraph" w:styleId="TOC7">
    <w:name w:val="toc 7"/>
    <w:basedOn w:val="Normal"/>
    <w:next w:val="Normal"/>
    <w:autoRedefine/>
    <w:semiHidden/>
    <w:rsid w:val="00FC5C26"/>
    <w:pPr>
      <w:ind w:left="1140"/>
    </w:pPr>
  </w:style>
  <w:style w:type="paragraph" w:styleId="TOC8">
    <w:name w:val="toc 8"/>
    <w:basedOn w:val="Normal"/>
    <w:next w:val="Normal"/>
    <w:autoRedefine/>
    <w:semiHidden/>
    <w:rsid w:val="00FC5C26"/>
    <w:pPr>
      <w:ind w:left="1330"/>
    </w:pPr>
  </w:style>
  <w:style w:type="paragraph" w:styleId="TOC9">
    <w:name w:val="toc 9"/>
    <w:basedOn w:val="Normal"/>
    <w:next w:val="Normal"/>
    <w:autoRedefine/>
    <w:semiHidden/>
    <w:rsid w:val="00FC5C26"/>
    <w:pPr>
      <w:ind w:left="1520"/>
    </w:pPr>
  </w:style>
  <w:style w:type="paragraph" w:customStyle="1" w:styleId="OFFICEBOX">
    <w:name w:val="OFFICE BOX"/>
    <w:basedOn w:val="BoldInstructions"/>
    <w:rsid w:val="00FC5C26"/>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FC5C26"/>
    <w:pPr>
      <w:spacing w:after="60"/>
    </w:pPr>
    <w:rPr>
      <w:b/>
      <w:i/>
    </w:rPr>
  </w:style>
  <w:style w:type="paragraph" w:customStyle="1" w:styleId="SignatureLine">
    <w:name w:val="Signature Line"/>
    <w:basedOn w:val="Normal"/>
    <w:rsid w:val="00FC5C26"/>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basedOn w:val="DefaultParagraphFont"/>
    <w:semiHidden/>
    <w:rsid w:val="00FC5C26"/>
    <w:rPr>
      <w:vertAlign w:val="superscript"/>
    </w:rPr>
  </w:style>
  <w:style w:type="character" w:styleId="EndnoteReference">
    <w:name w:val="endnote reference"/>
    <w:basedOn w:val="DefaultParagraphFont"/>
    <w:semiHidden/>
    <w:rsid w:val="00FC5C26"/>
    <w:rPr>
      <w:vertAlign w:val="superscript"/>
    </w:rPr>
  </w:style>
  <w:style w:type="paragraph" w:customStyle="1" w:styleId="aindenttext">
    <w:name w:val="a) indent text"/>
    <w:basedOn w:val="BodyText"/>
    <w:rsid w:val="00FC5C26"/>
    <w:pPr>
      <w:tabs>
        <w:tab w:val="left" w:pos="720"/>
      </w:tabs>
      <w:ind w:left="720"/>
    </w:pPr>
    <w:rPr>
      <w:noProof/>
    </w:rPr>
  </w:style>
  <w:style w:type="character" w:customStyle="1" w:styleId="BodyTextChar">
    <w:name w:val="Body Text Char"/>
    <w:basedOn w:val="DefaultParagraphFont"/>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basedOn w:val="DefaultParagraphFont"/>
    <w:rsid w:val="003E4A90"/>
    <w:rPr>
      <w:color w:val="0000FF"/>
      <w:u w:val="single"/>
    </w:rPr>
  </w:style>
  <w:style w:type="paragraph" w:styleId="BalloonText">
    <w:name w:val="Balloon Text"/>
    <w:basedOn w:val="Normal"/>
    <w:link w:val="BalloonTextChar"/>
    <w:rsid w:val="00C74BE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74BE1"/>
    <w:rPr>
      <w:rFonts w:ascii="Tahoma" w:hAnsi="Tahoma" w:cs="Tahoma"/>
      <w:sz w:val="16"/>
      <w:szCs w:val="16"/>
    </w:rPr>
  </w:style>
  <w:style w:type="character" w:styleId="CommentReference">
    <w:name w:val="annotation reference"/>
    <w:basedOn w:val="DefaultParagraphFont"/>
    <w:rsid w:val="00C74BE1"/>
    <w:rPr>
      <w:sz w:val="16"/>
      <w:szCs w:val="16"/>
    </w:rPr>
  </w:style>
  <w:style w:type="paragraph" w:styleId="CommentSubject">
    <w:name w:val="annotation subject"/>
    <w:basedOn w:val="CommentText"/>
    <w:next w:val="CommentText"/>
    <w:link w:val="CommentSubjectChar"/>
    <w:rsid w:val="00C74BE1"/>
    <w:rPr>
      <w:b/>
      <w:bCs/>
    </w:rPr>
  </w:style>
  <w:style w:type="character" w:customStyle="1" w:styleId="CommentTextChar">
    <w:name w:val="Comment Text Char"/>
    <w:basedOn w:val="DefaultParagraphFont"/>
    <w:link w:val="CommentText"/>
    <w:rsid w:val="00C74BE1"/>
    <w:rPr>
      <w:rFonts w:ascii="Myriad Roman" w:hAnsi="Myriad Roman"/>
    </w:rPr>
  </w:style>
  <w:style w:type="character" w:customStyle="1" w:styleId="CommentSubjectChar">
    <w:name w:val="Comment Subject Char"/>
    <w:basedOn w:val="CommentTextChar"/>
    <w:link w:val="CommentSubject"/>
    <w:rsid w:val="00C74BE1"/>
    <w:rPr>
      <w:rFonts w:ascii="Myriad Roman" w:hAnsi="Myriad Roman"/>
    </w:rPr>
  </w:style>
  <w:style w:type="paragraph" w:styleId="Revision">
    <w:name w:val="Revision"/>
    <w:hidden/>
    <w:uiPriority w:val="99"/>
    <w:semiHidden/>
    <w:rsid w:val="00F122F9"/>
    <w:rPr>
      <w:rFonts w:ascii="Myriad Roman" w:hAnsi="Myriad Roman"/>
      <w:sz w:val="19"/>
      <w:szCs w:val="24"/>
    </w:rPr>
  </w:style>
  <w:style w:type="character" w:customStyle="1" w:styleId="Heading2Char">
    <w:name w:val="Heading 2 Char"/>
    <w:basedOn w:val="DefaultParagraphFont"/>
    <w:link w:val="Heading2"/>
    <w:rsid w:val="009D29C7"/>
    <w:rPr>
      <w:rFonts w:ascii="Myriad Roman" w:hAnsi="Myriad Roman" w:cs="Arial"/>
      <w:b/>
      <w:bCs/>
      <w:iCs/>
      <w:color w:val="000000"/>
      <w:kern w:val="18"/>
      <w:sz w:val="22"/>
      <w:szCs w:val="28"/>
    </w:rPr>
  </w:style>
  <w:style w:type="character" w:customStyle="1" w:styleId="Heading3Char">
    <w:name w:val="Heading 3 Char"/>
    <w:basedOn w:val="DefaultParagraphFont"/>
    <w:link w:val="Heading3"/>
    <w:rsid w:val="009D29C7"/>
    <w:rPr>
      <w:rFonts w:ascii="Arial" w:hAnsi="Arial" w:cs="Arial"/>
      <w:b/>
      <w:bCs/>
      <w:sz w:val="26"/>
      <w:szCs w:val="26"/>
    </w:rPr>
  </w:style>
  <w:style w:type="paragraph" w:styleId="ListParagraph">
    <w:name w:val="List Paragraph"/>
    <w:basedOn w:val="Normal"/>
    <w:uiPriority w:val="34"/>
    <w:qFormat/>
    <w:rsid w:val="004109F6"/>
    <w:pPr>
      <w:spacing w:line="240" w:lineRule="auto"/>
      <w:ind w:left="720" w:right="0"/>
      <w:contextualSpacing/>
    </w:pPr>
  </w:style>
  <w:style w:type="character" w:customStyle="1" w:styleId="FooterChar">
    <w:name w:val="Footer Char"/>
    <w:basedOn w:val="DefaultParagraphFont"/>
    <w:link w:val="Footer"/>
    <w:uiPriority w:val="99"/>
    <w:rsid w:val="007B76DB"/>
    <w:rPr>
      <w:rFonts w:ascii="Arial" w:hAnsi="Arial"/>
      <w:sz w:val="18"/>
      <w:szCs w:val="24"/>
    </w:rPr>
  </w:style>
  <w:style w:type="paragraph" w:customStyle="1" w:styleId="paragraph">
    <w:name w:val="paragraph"/>
    <w:basedOn w:val="Normal"/>
    <w:rsid w:val="00544E4C"/>
    <w:pPr>
      <w:spacing w:before="100" w:beforeAutospacing="1" w:after="100" w:afterAutospacing="1" w:line="240" w:lineRule="auto"/>
      <w:ind w:right="0"/>
    </w:pPr>
    <w:rPr>
      <w:rFonts w:ascii="Times New Roman" w:hAnsi="Times New Roman"/>
      <w:sz w:val="24"/>
    </w:rPr>
  </w:style>
  <w:style w:type="character" w:customStyle="1" w:styleId="normaltextrun">
    <w:name w:val="normaltextrun"/>
    <w:basedOn w:val="DefaultParagraphFont"/>
    <w:rsid w:val="00544E4C"/>
  </w:style>
  <w:style w:type="character" w:customStyle="1" w:styleId="eop">
    <w:name w:val="eop"/>
    <w:basedOn w:val="DefaultParagraphFont"/>
    <w:rsid w:val="00544E4C"/>
  </w:style>
  <w:style w:type="character" w:styleId="UnresolvedMention">
    <w:name w:val="Unresolved Mention"/>
    <w:basedOn w:val="DefaultParagraphFont"/>
    <w:uiPriority w:val="99"/>
    <w:semiHidden/>
    <w:unhideWhenUsed/>
    <w:rsid w:val="00F77172"/>
    <w:rPr>
      <w:color w:val="605E5C"/>
      <w:shd w:val="clear" w:color="auto" w:fill="E1DFDD"/>
    </w:rPr>
  </w:style>
  <w:style w:type="character" w:styleId="FollowedHyperlink">
    <w:name w:val="FollowedHyperlink"/>
    <w:basedOn w:val="DefaultParagraphFont"/>
    <w:semiHidden/>
    <w:unhideWhenUsed/>
    <w:rsid w:val="00F771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6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s/labeling-logo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yccof.org/" TargetMode="External"/><Relationship Id="rId5" Type="http://schemas.openxmlformats.org/officeDocument/2006/relationships/numbering" Target="numbering.xml"/><Relationship Id="rId15" Type="http://schemas.openxmlformats.org/officeDocument/2006/relationships/hyperlink" Target="https://www.ccof.org/resource/exempt-handler-affidav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organic-claims-on-websites-and-other-marketin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D5CE02-4634-4954-82CF-5E425B0EC518}">
  <ds:schemaRefs>
    <ds:schemaRef ds:uri="http://schemas.microsoft.com/office/2006/metadata/properties"/>
    <ds:schemaRef ds:uri="09ababc6-fd81-4b54-b3d2-b3b9331a54f2"/>
    <ds:schemaRef ds:uri="http://schemas.microsoft.com/office/infopath/2007/PartnerControls"/>
    <ds:schemaRef ds:uri="85baac6e-00ee-4400-8471-a7ea50d0936d"/>
  </ds:schemaRefs>
</ds:datastoreItem>
</file>

<file path=customXml/itemProps2.xml><?xml version="1.0" encoding="utf-8"?>
<ds:datastoreItem xmlns:ds="http://schemas.openxmlformats.org/officeDocument/2006/customXml" ds:itemID="{3B257BBB-69CA-436E-A35B-BE6A8E787341}"/>
</file>

<file path=customXml/itemProps3.xml><?xml version="1.0" encoding="utf-8"?>
<ds:datastoreItem xmlns:ds="http://schemas.openxmlformats.org/officeDocument/2006/customXml" ds:itemID="{A801C0CC-0124-4DCF-8D2A-5A28BD937342}">
  <ds:schemaRefs>
    <ds:schemaRef ds:uri="http://schemas.openxmlformats.org/officeDocument/2006/bibliography"/>
  </ds:schemaRefs>
</ds:datastoreItem>
</file>

<file path=customXml/itemProps4.xml><?xml version="1.0" encoding="utf-8"?>
<ds:datastoreItem xmlns:ds="http://schemas.openxmlformats.org/officeDocument/2006/customXml" ds:itemID="{EA061DD9-30DB-4418-A876-8F33BBCDEF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415</TotalTime>
  <Pages>2</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R2.0 Retail Establishment Areas and Products</vt:lpstr>
    </vt:vector>
  </TitlesOfParts>
  <Company>Microsoft</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R2.0 Retail Establishment Areas and Products</dc:title>
  <dc:subject/>
  <dc:creator>Ray</dc:creator>
  <cp:keywords/>
  <cp:lastModifiedBy>Samantha Zamora [She Her Hers]</cp:lastModifiedBy>
  <cp:revision>171</cp:revision>
  <cp:lastPrinted>2017-09-08T15:43:00Z</cp:lastPrinted>
  <dcterms:created xsi:type="dcterms:W3CDTF">2024-02-07T22:03:00Z</dcterms:created>
  <dcterms:modified xsi:type="dcterms:W3CDTF">2025-03-06T20:48:00Z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29819000</vt:r8>
  </property>
  <property fmtid="{D5CDD505-2E9C-101B-9397-08002B2CF9AE}" pid="4" name="MediaServiceImageTags">
    <vt:lpwstr/>
  </property>
</Properties>
</file>