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235"/>
        <w:gridCol w:w="893"/>
        <w:gridCol w:w="1710"/>
      </w:tblGrid>
      <w:tr w:rsidR="001F513F" w:rsidRPr="00F3535C" w14:paraId="3B2A21D5" w14:textId="77777777" w:rsidTr="00D67D39">
        <w:trPr>
          <w:cantSplit/>
          <w:trHeight w:val="288"/>
        </w:trPr>
        <w:tc>
          <w:tcPr>
            <w:tcW w:w="2250" w:type="dxa"/>
          </w:tcPr>
          <w:p w14:paraId="648349A6" w14:textId="77777777" w:rsidR="001F513F" w:rsidRPr="00F3535C" w:rsidRDefault="00C71B57" w:rsidP="00F62C8A">
            <w:pPr>
              <w:spacing w:before="60"/>
              <w:ind w:left="-108" w:right="-36"/>
              <w:rPr>
                <w:rFonts w:cs="Arial"/>
                <w:sz w:val="20"/>
                <w:szCs w:val="20"/>
                <w:lang w:val="es-MX"/>
              </w:rPr>
            </w:pPr>
            <w:r w:rsidRPr="00F3535C">
              <w:rPr>
                <w:rFonts w:cs="Arial"/>
                <w:b/>
                <w:bCs/>
                <w:sz w:val="20"/>
                <w:szCs w:val="20"/>
                <w:lang w:val="es-MX"/>
              </w:rPr>
              <w:t>Nombre de</w:t>
            </w:r>
            <w:r w:rsidR="00D54C93">
              <w:rPr>
                <w:rFonts w:cs="Arial"/>
                <w:b/>
                <w:bCs/>
                <w:sz w:val="20"/>
                <w:szCs w:val="20"/>
                <w:lang w:val="es-MX"/>
              </w:rPr>
              <w:t xml:space="preserve"> </w:t>
            </w:r>
            <w:r w:rsidRPr="00F3535C">
              <w:rPr>
                <w:rFonts w:cs="Arial"/>
                <w:b/>
                <w:bCs/>
                <w:sz w:val="20"/>
                <w:szCs w:val="20"/>
                <w:lang w:val="es-MX"/>
              </w:rPr>
              <w:t>operación: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14:paraId="1BAD57B9" w14:textId="77777777" w:rsidR="001F513F" w:rsidRPr="00F3535C" w:rsidRDefault="002134C2" w:rsidP="00F62C8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640B15B1" w14:textId="77777777" w:rsidR="001F513F" w:rsidRPr="00F3535C" w:rsidRDefault="00C71B57" w:rsidP="00F62C8A">
            <w:pPr>
              <w:spacing w:before="60"/>
              <w:ind w:right="-36"/>
              <w:rPr>
                <w:rFonts w:cs="Arial"/>
                <w:b/>
                <w:sz w:val="20"/>
                <w:szCs w:val="20"/>
                <w:lang w:val="es-MX"/>
              </w:rPr>
            </w:pPr>
            <w:r w:rsidRPr="00F3535C">
              <w:rPr>
                <w:rFonts w:cs="Arial"/>
                <w:b/>
                <w:sz w:val="20"/>
                <w:szCs w:val="20"/>
                <w:lang w:val="es-MX"/>
              </w:rPr>
              <w:t>Fecha</w:t>
            </w:r>
            <w:r w:rsidR="001F513F" w:rsidRPr="00F3535C">
              <w:rPr>
                <w:rFonts w:cs="Arial"/>
                <w:b/>
                <w:sz w:val="20"/>
                <w:szCs w:val="20"/>
                <w:lang w:val="es-MX"/>
              </w:rPr>
              <w:t>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84C1E11" w14:textId="77777777" w:rsidR="001F513F" w:rsidRPr="00F3535C" w:rsidRDefault="002857F1" w:rsidP="00F62C8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A60AFEF" w14:textId="7AF1AD44" w:rsidR="00360B01" w:rsidRPr="00E41C75" w:rsidRDefault="00EB0BC3" w:rsidP="00360B01">
      <w:pPr>
        <w:numPr>
          <w:ilvl w:val="0"/>
          <w:numId w:val="25"/>
        </w:numPr>
        <w:spacing w:before="60"/>
        <w:ind w:right="-43"/>
        <w:rPr>
          <w:rFonts w:cs="Arial"/>
          <w:i/>
          <w:iCs/>
          <w:szCs w:val="18"/>
          <w:lang w:val="es-MX"/>
        </w:rPr>
      </w:pPr>
      <w:r w:rsidRPr="00E41C75">
        <w:rPr>
          <w:rFonts w:cs="Arial"/>
          <w:i/>
          <w:iCs/>
          <w:szCs w:val="18"/>
          <w:u w:val="single"/>
          <w:lang w:val="es-MX"/>
        </w:rPr>
        <w:t>Solicitantes de certificación</w:t>
      </w:r>
      <w:r w:rsidR="004002BE" w:rsidRPr="00E41C75">
        <w:rPr>
          <w:rFonts w:cs="Arial"/>
          <w:i/>
          <w:iCs/>
          <w:szCs w:val="18"/>
          <w:u w:val="single"/>
          <w:lang w:val="es-MX"/>
        </w:rPr>
        <w:t>:</w:t>
      </w:r>
      <w:r w:rsidR="004002BE" w:rsidRPr="00E41C75">
        <w:rPr>
          <w:rFonts w:cs="Arial"/>
          <w:i/>
          <w:iCs/>
          <w:szCs w:val="18"/>
          <w:lang w:val="es-MX"/>
        </w:rPr>
        <w:t xml:space="preserve"> </w:t>
      </w:r>
      <w:r w:rsidR="004002BE">
        <w:rPr>
          <w:rFonts w:cs="Arial"/>
          <w:i/>
          <w:iCs/>
          <w:szCs w:val="18"/>
          <w:lang w:val="es-MX"/>
        </w:rPr>
        <w:t>C</w:t>
      </w:r>
      <w:r w:rsidR="009F2BA7" w:rsidRPr="00E41C75">
        <w:rPr>
          <w:rFonts w:cs="Arial"/>
          <w:i/>
          <w:iCs/>
          <w:szCs w:val="18"/>
          <w:lang w:val="es-MX"/>
        </w:rPr>
        <w:t>omplete esta forma para describir sus parcelas</w:t>
      </w:r>
      <w:r w:rsidR="006569F9">
        <w:rPr>
          <w:rFonts w:cs="Arial"/>
          <w:i/>
          <w:iCs/>
          <w:szCs w:val="18"/>
          <w:lang w:val="es-MX"/>
        </w:rPr>
        <w:t xml:space="preserve"> utilizadas para la producción de cultivos orgánicos y/o el pastoreo de ganada</w:t>
      </w:r>
      <w:r w:rsidR="004313AF">
        <w:rPr>
          <w:rFonts w:cs="Arial"/>
          <w:i/>
          <w:iCs/>
          <w:szCs w:val="18"/>
          <w:lang w:val="es-MX"/>
        </w:rPr>
        <w:t xml:space="preserve"> o el acceso </w:t>
      </w:r>
      <w:r w:rsidR="00DB5B64">
        <w:rPr>
          <w:rFonts w:cs="Arial"/>
          <w:i/>
          <w:iCs/>
          <w:szCs w:val="18"/>
          <w:lang w:val="es-MX"/>
        </w:rPr>
        <w:t xml:space="preserve">zonas </w:t>
      </w:r>
      <w:r w:rsidR="004313AF">
        <w:rPr>
          <w:rFonts w:cs="Arial"/>
          <w:i/>
          <w:iCs/>
          <w:szCs w:val="18"/>
          <w:lang w:val="es-MX"/>
        </w:rPr>
        <w:t xml:space="preserve">al </w:t>
      </w:r>
      <w:r w:rsidR="00F511F0">
        <w:rPr>
          <w:rFonts w:cs="Arial"/>
          <w:i/>
          <w:iCs/>
          <w:szCs w:val="18"/>
          <w:lang w:val="es-MX"/>
        </w:rPr>
        <w:t>aire libre</w:t>
      </w:r>
      <w:r w:rsidR="009F2BA7" w:rsidRPr="00E41C75">
        <w:rPr>
          <w:rFonts w:cs="Arial"/>
          <w:i/>
          <w:iCs/>
          <w:szCs w:val="18"/>
          <w:lang w:val="es-MX"/>
        </w:rPr>
        <w:t xml:space="preserve">. </w:t>
      </w:r>
      <w:r w:rsidR="00360B01" w:rsidRPr="00E41C75">
        <w:rPr>
          <w:rFonts w:cs="Arial"/>
          <w:i/>
          <w:iCs/>
          <w:szCs w:val="18"/>
          <w:lang w:val="es-MX"/>
        </w:rPr>
        <w:t xml:space="preserve"> </w:t>
      </w:r>
    </w:p>
    <w:p w14:paraId="4A4A4F92" w14:textId="6A6CA414" w:rsidR="009F2BA7" w:rsidRPr="00EE7CE0" w:rsidRDefault="00D15F30" w:rsidP="00360B01">
      <w:pPr>
        <w:numPr>
          <w:ilvl w:val="0"/>
          <w:numId w:val="25"/>
        </w:numPr>
        <w:spacing w:before="60"/>
        <w:ind w:right="-43"/>
        <w:rPr>
          <w:rFonts w:cs="Arial"/>
          <w:szCs w:val="18"/>
          <w:lang w:val="es-MX"/>
        </w:rPr>
      </w:pPr>
      <w:r w:rsidRPr="00E41C75">
        <w:rPr>
          <w:rFonts w:cs="Arial"/>
          <w:i/>
          <w:iCs/>
          <w:szCs w:val="18"/>
          <w:u w:val="single"/>
          <w:lang w:val="es-MX"/>
        </w:rPr>
        <w:t>Operaciones certificadas:</w:t>
      </w:r>
      <w:r w:rsidRPr="00E41C75">
        <w:rPr>
          <w:rFonts w:cs="Arial"/>
          <w:i/>
          <w:iCs/>
          <w:szCs w:val="18"/>
          <w:lang w:val="es-MX"/>
        </w:rPr>
        <w:t xml:space="preserve"> </w:t>
      </w:r>
      <w:r w:rsidR="00976841" w:rsidRPr="00E41C75">
        <w:rPr>
          <w:rFonts w:cs="Arial"/>
          <w:i/>
          <w:iCs/>
          <w:szCs w:val="18"/>
          <w:lang w:val="es-MX"/>
        </w:rPr>
        <w:t>Complete esta forma para añadir una nueva parcela a su certificación</w:t>
      </w:r>
      <w:r w:rsidR="00652B77" w:rsidRPr="00E41C75">
        <w:rPr>
          <w:rFonts w:cs="Arial"/>
          <w:i/>
          <w:iCs/>
          <w:szCs w:val="18"/>
          <w:lang w:val="es-MX"/>
        </w:rPr>
        <w:t xml:space="preserve"> (incluidos los terrenos colindantes a las </w:t>
      </w:r>
      <w:r w:rsidR="00D903F1" w:rsidRPr="00E41C75">
        <w:rPr>
          <w:rFonts w:cs="Arial"/>
          <w:i/>
          <w:iCs/>
          <w:szCs w:val="18"/>
          <w:lang w:val="es-MX"/>
        </w:rPr>
        <w:t>parcelas existentes.</w:t>
      </w:r>
      <w:r w:rsidR="00D41554">
        <w:rPr>
          <w:rFonts w:cs="Arial"/>
          <w:i/>
          <w:iCs/>
          <w:szCs w:val="18"/>
          <w:lang w:val="es-MX"/>
        </w:rPr>
        <w:t xml:space="preserve"> </w:t>
      </w:r>
      <w:r w:rsidR="00D41554">
        <w:rPr>
          <w:rFonts w:cs="Arial"/>
          <w:b/>
          <w:bCs/>
          <w:i/>
          <w:iCs/>
          <w:szCs w:val="18"/>
          <w:lang w:val="es-MX"/>
        </w:rPr>
        <w:t xml:space="preserve">Esta forma y los documentos de apoyo (mapa, historial del terreno) deben ser revisados por CCOF antes de la inspección de una nueva parcela. </w:t>
      </w:r>
      <w:r w:rsidR="00A556A2">
        <w:rPr>
          <w:rFonts w:cs="Arial"/>
          <w:b/>
          <w:bCs/>
          <w:i/>
          <w:iCs/>
          <w:szCs w:val="18"/>
          <w:lang w:val="es-MX"/>
        </w:rPr>
        <w:t>Envíe esta forma y los documentos de apoyo a la oficina de CCOF.</w:t>
      </w:r>
      <w:r w:rsidR="00B41872">
        <w:rPr>
          <w:rFonts w:cs="Arial"/>
          <w:i/>
          <w:iCs/>
          <w:szCs w:val="18"/>
          <w:lang w:val="es-MX"/>
        </w:rPr>
        <w:t xml:space="preserve"> Consulte nuestras </w:t>
      </w:r>
      <w:hyperlink r:id="rId12" w:history="1">
        <w:r w:rsidR="00B41872"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Instrucciones de</w:t>
        </w:r>
        <w:r w:rsidR="00F22B47"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 xml:space="preserve"> Como Agregar</w:t>
        </w:r>
        <w:r w:rsidR="007600F6"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 xml:space="preserve"> Nuevo Terreno</w:t>
        </w:r>
      </w:hyperlink>
      <w:r w:rsidR="007600F6">
        <w:rPr>
          <w:rFonts w:cs="Arial"/>
          <w:i/>
          <w:iCs/>
          <w:szCs w:val="18"/>
          <w:lang w:val="es-MX"/>
        </w:rPr>
        <w:t xml:space="preserve"> disponible en </w:t>
      </w:r>
      <w:hyperlink r:id="rId13" w:history="1">
        <w:r w:rsidR="00EC5264" w:rsidRPr="00DD6309">
          <w:rPr>
            <w:rStyle w:val="Hyperlink"/>
            <w:rFonts w:cs="Arial"/>
            <w:i/>
            <w:iCs/>
            <w:szCs w:val="18"/>
            <w:lang w:val="es-MX"/>
          </w:rPr>
          <w:t>www.ccof.org/documents</w:t>
        </w:r>
      </w:hyperlink>
      <w:r w:rsidR="00EC5264">
        <w:rPr>
          <w:rFonts w:cs="Arial"/>
          <w:i/>
          <w:iCs/>
          <w:szCs w:val="18"/>
          <w:lang w:val="es-MX"/>
        </w:rPr>
        <w:t xml:space="preserve"> para ver las tarifas y otros detalles.</w:t>
      </w:r>
      <w:r w:rsidR="00B41872">
        <w:rPr>
          <w:rFonts w:cs="Arial"/>
          <w:i/>
          <w:iCs/>
          <w:szCs w:val="18"/>
          <w:lang w:val="es-MX"/>
        </w:rPr>
        <w:t xml:space="preserve"> </w:t>
      </w:r>
      <w:r w:rsidR="00D903F1">
        <w:rPr>
          <w:rFonts w:cs="Arial"/>
          <w:szCs w:val="18"/>
          <w:lang w:val="es-MX"/>
        </w:rPr>
        <w:t xml:space="preserve"> </w:t>
      </w:r>
    </w:p>
    <w:p w14:paraId="1FDB7586" w14:textId="45E6A32F" w:rsidR="00360B01" w:rsidRPr="00E41C75" w:rsidRDefault="009F2BA7" w:rsidP="00360B01">
      <w:pPr>
        <w:numPr>
          <w:ilvl w:val="0"/>
          <w:numId w:val="25"/>
        </w:numPr>
        <w:spacing w:before="60"/>
        <w:ind w:right="-43"/>
        <w:rPr>
          <w:rFonts w:cs="Arial"/>
          <w:i/>
          <w:iCs/>
          <w:szCs w:val="18"/>
          <w:lang w:val="es-MX"/>
        </w:rPr>
      </w:pPr>
      <w:r w:rsidRPr="00E41C75">
        <w:rPr>
          <w:rFonts w:cs="Arial"/>
          <w:i/>
          <w:iCs/>
          <w:szCs w:val="18"/>
          <w:lang w:val="es-MX"/>
        </w:rPr>
        <w:t xml:space="preserve">Para actualizar </w:t>
      </w:r>
      <w:r w:rsidR="00AC24F8" w:rsidRPr="00E41C75">
        <w:rPr>
          <w:rFonts w:cs="Arial"/>
          <w:i/>
          <w:iCs/>
          <w:szCs w:val="18"/>
          <w:lang w:val="es-MX"/>
        </w:rPr>
        <w:t>los</w:t>
      </w:r>
      <w:r w:rsidRPr="00E41C75">
        <w:rPr>
          <w:rFonts w:cs="Arial"/>
          <w:i/>
          <w:iCs/>
          <w:szCs w:val="18"/>
          <w:lang w:val="es-MX"/>
        </w:rPr>
        <w:t xml:space="preserve"> cultivos</w:t>
      </w:r>
      <w:r w:rsidR="006E060F">
        <w:rPr>
          <w:rFonts w:cs="Arial"/>
          <w:i/>
          <w:iCs/>
          <w:szCs w:val="18"/>
          <w:lang w:val="es-MX"/>
        </w:rPr>
        <w:t xml:space="preserve"> en parcelas</w:t>
      </w:r>
      <w:r w:rsidRPr="00E41C75">
        <w:rPr>
          <w:rFonts w:cs="Arial"/>
          <w:i/>
          <w:iCs/>
          <w:szCs w:val="18"/>
          <w:lang w:val="es-MX"/>
        </w:rPr>
        <w:t xml:space="preserve"> </w:t>
      </w:r>
      <w:r w:rsidR="00AC24F8" w:rsidRPr="00E41C75">
        <w:rPr>
          <w:rFonts w:cs="Arial"/>
          <w:i/>
          <w:iCs/>
          <w:szCs w:val="18"/>
          <w:lang w:val="es-MX"/>
        </w:rPr>
        <w:t>que aparecen en su Perfil de Cliente CCO</w:t>
      </w:r>
      <w:r w:rsidR="00A073CF" w:rsidRPr="00E41C75">
        <w:rPr>
          <w:rFonts w:cs="Arial"/>
          <w:i/>
          <w:iCs/>
          <w:szCs w:val="18"/>
          <w:lang w:val="es-MX"/>
        </w:rPr>
        <w:t xml:space="preserve">F, </w:t>
      </w:r>
      <w:r w:rsidRPr="00E41C75">
        <w:rPr>
          <w:rFonts w:cs="Arial"/>
          <w:i/>
          <w:iCs/>
          <w:szCs w:val="18"/>
          <w:lang w:val="es-MX"/>
        </w:rPr>
        <w:t xml:space="preserve">envíe una forma de </w:t>
      </w:r>
      <w:hyperlink r:id="rId14" w:history="1">
        <w:r w:rsidRPr="00E41C7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Actualización de Cultivos</w:t>
        </w:r>
      </w:hyperlink>
      <w:r w:rsidRPr="00E41C75">
        <w:rPr>
          <w:rFonts w:cs="Arial"/>
          <w:i/>
          <w:iCs/>
          <w:szCs w:val="18"/>
          <w:lang w:val="es-MX"/>
        </w:rPr>
        <w:t xml:space="preserve">.  </w:t>
      </w:r>
    </w:p>
    <w:p w14:paraId="41385538" w14:textId="77777777" w:rsidR="00162F65" w:rsidRPr="00F3535C" w:rsidRDefault="00F3535C" w:rsidP="00F62C8A">
      <w:pPr>
        <w:numPr>
          <w:ilvl w:val="0"/>
          <w:numId w:val="16"/>
        </w:numPr>
        <w:spacing w:before="120"/>
        <w:rPr>
          <w:rFonts w:cs="Arial"/>
          <w:b/>
          <w:sz w:val="22"/>
          <w:szCs w:val="22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>Ubicación de la Parcela</w:t>
      </w:r>
      <w:r w:rsidR="009F2BA7">
        <w:rPr>
          <w:rFonts w:cs="Arial"/>
          <w:b/>
          <w:sz w:val="22"/>
          <w:szCs w:val="22"/>
          <w:lang w:val="es-MX"/>
        </w:rPr>
        <w:t xml:space="preserve"> </w:t>
      </w:r>
      <w:r w:rsidRPr="00F3535C">
        <w:rPr>
          <w:rFonts w:cs="Arial"/>
          <w:b/>
          <w:sz w:val="22"/>
          <w:szCs w:val="22"/>
          <w:lang w:val="es-MX"/>
        </w:rPr>
        <w:t xml:space="preserve">y </w:t>
      </w:r>
      <w:r w:rsidR="009F2BA7">
        <w:rPr>
          <w:rFonts w:cs="Arial"/>
          <w:b/>
          <w:sz w:val="22"/>
          <w:szCs w:val="22"/>
          <w:lang w:val="es-MX"/>
        </w:rPr>
        <w:t>Cultivos</w:t>
      </w:r>
    </w:p>
    <w:p w14:paraId="292A2062" w14:textId="77777777" w:rsidR="00162F65" w:rsidRPr="00F3535C" w:rsidRDefault="00162F65" w:rsidP="00EE7CE0">
      <w:pPr>
        <w:numPr>
          <w:ilvl w:val="0"/>
          <w:numId w:val="26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Complete una copia de </w:t>
      </w:r>
      <w:r w:rsidR="009F2BA7">
        <w:rPr>
          <w:rFonts w:cs="Arial"/>
          <w:szCs w:val="18"/>
          <w:lang w:val="es-MX"/>
        </w:rPr>
        <w:t>esta forma</w:t>
      </w:r>
      <w:r w:rsidRPr="00F3535C">
        <w:rPr>
          <w:rFonts w:cs="Arial"/>
          <w:szCs w:val="18"/>
          <w:lang w:val="es-MX"/>
        </w:rPr>
        <w:t xml:space="preserve"> </w:t>
      </w:r>
      <w:r w:rsidR="009F2BA7">
        <w:rPr>
          <w:rFonts w:cs="Arial"/>
          <w:szCs w:val="18"/>
          <w:lang w:val="es-MX"/>
        </w:rPr>
        <w:t>separada</w:t>
      </w:r>
      <w:r w:rsidRPr="00F3535C">
        <w:rPr>
          <w:rFonts w:cs="Arial"/>
          <w:szCs w:val="18"/>
          <w:lang w:val="es-MX"/>
        </w:rPr>
        <w:t xml:space="preserve"> para cada:</w:t>
      </w:r>
    </w:p>
    <w:p w14:paraId="50291DAD" w14:textId="77777777" w:rsidR="00162F65" w:rsidRPr="00F3535C" w:rsidRDefault="00162F65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Área </w:t>
      </w:r>
      <w:r w:rsidR="009F2BA7" w:rsidRPr="00F3535C">
        <w:rPr>
          <w:rFonts w:cs="Arial"/>
          <w:szCs w:val="18"/>
          <w:lang w:val="es-MX"/>
        </w:rPr>
        <w:t xml:space="preserve">físicamente </w:t>
      </w:r>
      <w:r w:rsidRPr="00F3535C">
        <w:rPr>
          <w:rFonts w:cs="Arial"/>
          <w:szCs w:val="18"/>
          <w:lang w:val="es-MX"/>
        </w:rPr>
        <w:t xml:space="preserve">separada, no adyacente, que </w:t>
      </w:r>
      <w:r w:rsidR="00E563DD" w:rsidRPr="00F3535C">
        <w:rPr>
          <w:rFonts w:cs="Arial"/>
          <w:szCs w:val="18"/>
          <w:lang w:val="es-MX"/>
        </w:rPr>
        <w:t>dese</w:t>
      </w:r>
      <w:r w:rsidR="00E563DD">
        <w:rPr>
          <w:rFonts w:cs="Arial"/>
          <w:szCs w:val="18"/>
          <w:lang w:val="es-MX"/>
        </w:rPr>
        <w:t>e</w:t>
      </w:r>
      <w:r w:rsidR="00E563DD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certificar. </w:t>
      </w:r>
      <w:r w:rsidR="009F2BA7">
        <w:rPr>
          <w:rFonts w:cs="Arial"/>
          <w:szCs w:val="18"/>
          <w:lang w:val="es-MX"/>
        </w:rPr>
        <w:t xml:space="preserve"> </w:t>
      </w:r>
    </w:p>
    <w:p w14:paraId="54645A07" w14:textId="77777777" w:rsidR="00162F65" w:rsidRPr="00F3535C" w:rsidRDefault="00162F65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Área con fecha diferente de elegibilidad orgánica</w:t>
      </w:r>
      <w:r w:rsidRPr="00360B01">
        <w:rPr>
          <w:rFonts w:cs="Arial"/>
          <w:szCs w:val="18"/>
          <w:lang w:val="es-MX"/>
        </w:rPr>
        <w:t xml:space="preserve">, </w:t>
      </w:r>
      <w:r w:rsidR="009F2BA7">
        <w:rPr>
          <w:rFonts w:cs="Arial"/>
          <w:szCs w:val="18"/>
          <w:lang w:val="es-MX"/>
        </w:rPr>
        <w:t>incluso si es</w:t>
      </w:r>
      <w:r w:rsidRPr="00360B01">
        <w:rPr>
          <w:rFonts w:cs="Arial"/>
          <w:szCs w:val="18"/>
          <w:lang w:val="es-MX"/>
        </w:rPr>
        <w:t xml:space="preserve"> adyacente</w:t>
      </w:r>
      <w:r w:rsidRPr="00360B01">
        <w:rPr>
          <w:rFonts w:cs="Arial"/>
          <w:i/>
          <w:iCs/>
          <w:szCs w:val="18"/>
          <w:lang w:val="es-MX"/>
        </w:rPr>
        <w:t>.</w:t>
      </w:r>
    </w:p>
    <w:p w14:paraId="28DE92C4" w14:textId="5762CAD7" w:rsidR="00162F65" w:rsidRPr="00F3535C" w:rsidRDefault="00360B01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O</w:t>
      </w:r>
      <w:r w:rsidR="009F2BA7" w:rsidRPr="00EE7CE0">
        <w:rPr>
          <w:rFonts w:cs="Arial"/>
          <w:i/>
          <w:iCs/>
          <w:szCs w:val="18"/>
          <w:lang w:val="es-MX"/>
        </w:rPr>
        <w:t>peraciones en el Programa de Cumplimiento de México:</w:t>
      </w:r>
      <w:r w:rsidRPr="00EE7CE0">
        <w:rPr>
          <w:rFonts w:cs="Arial"/>
          <w:i/>
          <w:iCs/>
          <w:szCs w:val="18"/>
          <w:lang w:val="es-MX"/>
        </w:rPr>
        <w:t xml:space="preserve"> </w:t>
      </w:r>
      <w:r w:rsidR="00162F65" w:rsidRPr="00F3535C">
        <w:rPr>
          <w:rFonts w:cs="Arial"/>
          <w:szCs w:val="18"/>
          <w:lang w:val="es-MX"/>
        </w:rPr>
        <w:t>Área con un sistema de producción</w:t>
      </w:r>
      <w:r w:rsidR="00823666">
        <w:rPr>
          <w:rFonts w:cs="Arial"/>
          <w:szCs w:val="18"/>
          <w:lang w:val="es-MX"/>
        </w:rPr>
        <w:t xml:space="preserve"> de cultivos</w:t>
      </w:r>
      <w:r w:rsidR="00162F65" w:rsidRPr="00F3535C">
        <w:rPr>
          <w:rFonts w:cs="Arial"/>
          <w:szCs w:val="18"/>
          <w:lang w:val="es-MX"/>
        </w:rPr>
        <w:t xml:space="preserve"> diferente (</w:t>
      </w:r>
      <w:r w:rsidR="00DF485F">
        <w:rPr>
          <w:rFonts w:cs="Arial"/>
          <w:szCs w:val="18"/>
          <w:lang w:val="es-MX"/>
        </w:rPr>
        <w:t>por ejemplo,</w:t>
      </w:r>
      <w:r w:rsidR="009F2BA7">
        <w:rPr>
          <w:rFonts w:cs="Arial"/>
          <w:szCs w:val="18"/>
          <w:lang w:val="es-MX"/>
        </w:rPr>
        <w:t xml:space="preserve"> producción</w:t>
      </w:r>
      <w:r w:rsidR="00DF485F">
        <w:rPr>
          <w:rFonts w:cs="Arial"/>
          <w:szCs w:val="18"/>
          <w:lang w:val="es-MX"/>
        </w:rPr>
        <w:t xml:space="preserve"> </w:t>
      </w:r>
      <w:r w:rsidR="00162F65" w:rsidRPr="00F3535C">
        <w:rPr>
          <w:rFonts w:cs="Arial"/>
          <w:szCs w:val="18"/>
          <w:lang w:val="es-MX"/>
        </w:rPr>
        <w:t xml:space="preserve">en </w:t>
      </w:r>
      <w:r w:rsidR="009F2BA7">
        <w:rPr>
          <w:rFonts w:cs="Arial"/>
          <w:szCs w:val="18"/>
          <w:lang w:val="es-MX"/>
        </w:rPr>
        <w:t xml:space="preserve">el </w:t>
      </w:r>
      <w:r w:rsidR="00162F65" w:rsidRPr="00F3535C">
        <w:rPr>
          <w:rFonts w:cs="Arial"/>
          <w:szCs w:val="18"/>
          <w:lang w:val="es-MX"/>
        </w:rPr>
        <w:t>suelo vs.</w:t>
      </w:r>
      <w:r w:rsidR="00300C22" w:rsidRPr="00F3535C">
        <w:rPr>
          <w:rFonts w:cs="Arial"/>
          <w:szCs w:val="18"/>
          <w:lang w:val="es-MX"/>
        </w:rPr>
        <w:t xml:space="preserve"> c</w:t>
      </w:r>
      <w:r w:rsidR="00162F65" w:rsidRPr="00F3535C">
        <w:rPr>
          <w:rFonts w:cs="Arial"/>
          <w:szCs w:val="18"/>
          <w:lang w:val="es-MX"/>
        </w:rPr>
        <w:t xml:space="preserve">ontenedores), </w:t>
      </w:r>
      <w:r w:rsidR="009F2BA7">
        <w:rPr>
          <w:rFonts w:cs="Arial"/>
          <w:i/>
          <w:szCs w:val="18"/>
          <w:lang w:val="es-MX"/>
        </w:rPr>
        <w:t xml:space="preserve">incluso si es </w:t>
      </w:r>
      <w:r w:rsidR="00300C22" w:rsidRPr="00F3535C">
        <w:rPr>
          <w:rFonts w:cs="Arial"/>
          <w:i/>
          <w:szCs w:val="18"/>
          <w:lang w:val="es-MX"/>
        </w:rPr>
        <w:t>adyacente</w:t>
      </w:r>
      <w:r w:rsidR="00300C22" w:rsidRPr="00F3535C">
        <w:rPr>
          <w:rFonts w:cs="Arial"/>
          <w:szCs w:val="18"/>
          <w:lang w:val="es-MX"/>
        </w:rPr>
        <w:t>.</w:t>
      </w:r>
    </w:p>
    <w:tbl>
      <w:tblPr>
        <w:tblpPr w:leftFromText="180" w:rightFromText="180" w:vertAnchor="text" w:tblpX="25" w:tblpY="1"/>
        <w:tblOverlap w:val="never"/>
        <w:tblW w:w="1096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180"/>
        <w:gridCol w:w="65"/>
        <w:gridCol w:w="900"/>
        <w:gridCol w:w="2584"/>
        <w:gridCol w:w="638"/>
        <w:gridCol w:w="558"/>
        <w:gridCol w:w="630"/>
        <w:gridCol w:w="3582"/>
      </w:tblGrid>
      <w:tr w:rsidR="00367A6D" w:rsidRPr="00F3535C" w14:paraId="42FD4675" w14:textId="77777777" w:rsidTr="003E2DD1">
        <w:trPr>
          <w:cantSplit/>
          <w:trHeight w:val="360"/>
        </w:trPr>
        <w:tc>
          <w:tcPr>
            <w:tcW w:w="2970" w:type="dxa"/>
            <w:gridSpan w:val="4"/>
            <w:vAlign w:val="center"/>
          </w:tcPr>
          <w:p w14:paraId="7DB122F8" w14:textId="77777777" w:rsidR="00367A6D" w:rsidRPr="00F3535C" w:rsidRDefault="00C71B5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Nombre o código de</w:t>
            </w:r>
            <w:r w:rsidR="009F2BA7">
              <w:rPr>
                <w:rFonts w:cs="Arial"/>
                <w:szCs w:val="18"/>
                <w:lang w:val="es-MX"/>
              </w:rPr>
              <w:t xml:space="preserve"> la parcela</w:t>
            </w:r>
            <w:r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7992" w:type="dxa"/>
            <w:gridSpan w:val="5"/>
            <w:tcBorders>
              <w:bottom w:val="single" w:sz="4" w:space="0" w:color="auto"/>
            </w:tcBorders>
            <w:vAlign w:val="center"/>
          </w:tcPr>
          <w:p w14:paraId="0F978606" w14:textId="0A046C96" w:rsidR="00367A6D" w:rsidRPr="00F3535C" w:rsidRDefault="00C033E4" w:rsidP="00A34B3D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E230D8" w:rsidRPr="00F3535C" w14:paraId="3FCDDEA3" w14:textId="77777777" w:rsidTr="00A34B3D">
        <w:trPr>
          <w:cantSplit/>
          <w:trHeight w:val="360"/>
        </w:trPr>
        <w:tc>
          <w:tcPr>
            <w:tcW w:w="6750" w:type="dxa"/>
            <w:gridSpan w:val="7"/>
            <w:vAlign w:val="center"/>
          </w:tcPr>
          <w:p w14:paraId="0984CBC7" w14:textId="3C50F7D0" w:rsidR="00E230D8" w:rsidRPr="00EE7CE0" w:rsidRDefault="002E5BE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59" w:right="-43" w:hanging="374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Numeración de bloques/</w:t>
            </w:r>
            <w:r w:rsidR="009F2BA7" w:rsidRPr="00EE7CE0">
              <w:rPr>
                <w:rFonts w:cs="Arial"/>
                <w:szCs w:val="18"/>
                <w:lang w:val="es-MX"/>
              </w:rPr>
              <w:t>lote</w:t>
            </w:r>
            <w:r>
              <w:rPr>
                <w:rFonts w:cs="Arial"/>
                <w:szCs w:val="18"/>
                <w:lang w:val="es-MX"/>
              </w:rPr>
              <w:t>s</w:t>
            </w:r>
            <w:r w:rsidR="009F2BA7" w:rsidRPr="00EE7CE0">
              <w:rPr>
                <w:rFonts w:cs="Arial"/>
                <w:szCs w:val="18"/>
                <w:lang w:val="es-MX"/>
              </w:rPr>
              <w:t>, y/o de los invernad</w:t>
            </w:r>
            <w:r w:rsidR="00085F2C">
              <w:rPr>
                <w:rFonts w:cs="Arial"/>
                <w:szCs w:val="18"/>
                <w:lang w:val="es-MX"/>
              </w:rPr>
              <w:t>ero</w:t>
            </w:r>
            <w:r w:rsidR="009F2BA7" w:rsidRPr="00EE7CE0">
              <w:rPr>
                <w:rFonts w:cs="Arial"/>
                <w:szCs w:val="18"/>
                <w:lang w:val="es-MX"/>
              </w:rPr>
              <w:t>s/casas s</w:t>
            </w:r>
            <w:r w:rsidR="009F2BA7">
              <w:rPr>
                <w:rFonts w:cs="Arial"/>
                <w:szCs w:val="18"/>
                <w:lang w:val="es-MX"/>
              </w:rPr>
              <w:t>ombra</w:t>
            </w:r>
            <w:r w:rsidR="00FC09F7">
              <w:rPr>
                <w:rFonts w:cs="Arial"/>
                <w:szCs w:val="18"/>
                <w:lang w:val="es-MX"/>
              </w:rPr>
              <w:t>, si aplica</w:t>
            </w:r>
            <w:r w:rsidR="009F2BA7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212" w:type="dxa"/>
            <w:gridSpan w:val="2"/>
            <w:tcBorders>
              <w:bottom w:val="single" w:sz="4" w:space="0" w:color="auto"/>
            </w:tcBorders>
            <w:vAlign w:val="center"/>
          </w:tcPr>
          <w:p w14:paraId="468A3988" w14:textId="77777777" w:rsidR="00E230D8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B7320" w:rsidRPr="00F3535C" w14:paraId="69C3852E" w14:textId="77777777" w:rsidTr="00A34B3D">
        <w:trPr>
          <w:cantSplit/>
          <w:trHeight w:val="360"/>
        </w:trPr>
        <w:tc>
          <w:tcPr>
            <w:tcW w:w="1825" w:type="dxa"/>
            <w:vAlign w:val="center"/>
          </w:tcPr>
          <w:p w14:paraId="57E2F0F3" w14:textId="77777777" w:rsidR="007B7320" w:rsidRPr="00F3535C" w:rsidRDefault="00C71B5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59" w:right="-43" w:hanging="374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Dirección física:</w:t>
            </w:r>
          </w:p>
        </w:tc>
        <w:tc>
          <w:tcPr>
            <w:tcW w:w="9137" w:type="dxa"/>
            <w:gridSpan w:val="8"/>
            <w:tcBorders>
              <w:bottom w:val="single" w:sz="4" w:space="0" w:color="auto"/>
            </w:tcBorders>
            <w:vAlign w:val="center"/>
          </w:tcPr>
          <w:p w14:paraId="38427D09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B7320" w:rsidRPr="00F3535C" w14:paraId="1AE9D14D" w14:textId="77777777" w:rsidTr="00A34B3D">
        <w:trPr>
          <w:cantSplit/>
          <w:trHeight w:val="360"/>
        </w:trPr>
        <w:tc>
          <w:tcPr>
            <w:tcW w:w="2070" w:type="dxa"/>
            <w:gridSpan w:val="3"/>
            <w:vAlign w:val="center"/>
          </w:tcPr>
          <w:p w14:paraId="0CD9176C" w14:textId="31DD1C1F" w:rsidR="007B7320" w:rsidRPr="00F3535C" w:rsidRDefault="00C71B57" w:rsidP="00A34B3D">
            <w:pPr>
              <w:pStyle w:val="ColorfulList-Accent11"/>
              <w:spacing w:before="60"/>
              <w:ind w:left="27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Ciudad</w:t>
            </w:r>
            <w:r w:rsidR="00A14E44">
              <w:rPr>
                <w:rFonts w:cs="Arial"/>
                <w:szCs w:val="18"/>
                <w:lang w:val="es-MX"/>
              </w:rPr>
              <w:t>/Localidad</w:t>
            </w:r>
            <w:r w:rsidR="007B7320" w:rsidRPr="00F3535C">
              <w:rPr>
                <w:rFonts w:cs="Arial"/>
                <w:szCs w:val="18"/>
                <w:lang w:val="es-MX"/>
              </w:rPr>
              <w:t xml:space="preserve">: </w:t>
            </w:r>
            <w:bookmarkStart w:id="0" w:name="Text39"/>
          </w:p>
        </w:tc>
        <w:bookmarkEnd w:id="0"/>
        <w:tc>
          <w:tcPr>
            <w:tcW w:w="3484" w:type="dxa"/>
            <w:gridSpan w:val="2"/>
            <w:tcBorders>
              <w:bottom w:val="single" w:sz="4" w:space="0" w:color="auto"/>
            </w:tcBorders>
            <w:vAlign w:val="center"/>
          </w:tcPr>
          <w:p w14:paraId="7F643850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</w:tcBorders>
            <w:vAlign w:val="center"/>
          </w:tcPr>
          <w:p w14:paraId="42D14A1A" w14:textId="4F5BCA4C" w:rsidR="007B7320" w:rsidRPr="00F3535C" w:rsidRDefault="00C71B57" w:rsidP="00A34B3D">
            <w:pPr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Condado</w:t>
            </w:r>
            <w:r w:rsidR="00446C8C">
              <w:rPr>
                <w:rFonts w:cs="Arial"/>
                <w:szCs w:val="18"/>
                <w:lang w:val="es-MX"/>
              </w:rPr>
              <w:t>/Municipio</w:t>
            </w:r>
            <w:r w:rsidR="007B7320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96CB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1813D3" w:rsidRPr="00F3535C" w14:paraId="47B7B17D" w14:textId="77777777" w:rsidTr="00A34B3D">
        <w:trPr>
          <w:cantSplit/>
          <w:trHeight w:val="360"/>
        </w:trPr>
        <w:tc>
          <w:tcPr>
            <w:tcW w:w="2005" w:type="dxa"/>
            <w:gridSpan w:val="2"/>
            <w:vAlign w:val="center"/>
          </w:tcPr>
          <w:p w14:paraId="170F2BA6" w14:textId="77777777" w:rsidR="001813D3" w:rsidRPr="00F3535C" w:rsidRDefault="001813D3" w:rsidP="00A34B3D">
            <w:pPr>
              <w:pStyle w:val="ColorfulList-Accent11"/>
              <w:spacing w:before="60"/>
              <w:ind w:left="27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A4D61" w14:textId="77777777" w:rsidR="001813D3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8" w:type="dxa"/>
            <w:vAlign w:val="center"/>
          </w:tcPr>
          <w:p w14:paraId="7247666A" w14:textId="77777777" w:rsidR="001813D3" w:rsidRPr="00F3535C" w:rsidRDefault="001813D3" w:rsidP="00A34B3D">
            <w:pPr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4770" w:type="dxa"/>
            <w:gridSpan w:val="3"/>
            <w:tcBorders>
              <w:bottom w:val="single" w:sz="4" w:space="0" w:color="auto"/>
            </w:tcBorders>
            <w:vAlign w:val="center"/>
          </w:tcPr>
          <w:p w14:paraId="3830EB17" w14:textId="77777777" w:rsidR="001813D3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D20E3F8" w14:textId="77777777" w:rsidR="004B21BC" w:rsidRDefault="004B21BC" w:rsidP="00EE7CE0">
      <w:pPr>
        <w:numPr>
          <w:ilvl w:val="0"/>
          <w:numId w:val="2"/>
        </w:numPr>
        <w:spacing w:before="60"/>
        <w:ind w:right="-43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>Número de parcela del asesor del condado (APN), sección</w:t>
      </w:r>
      <w:r w:rsidR="00F933F8">
        <w:rPr>
          <w:rFonts w:cs="Arial"/>
          <w:szCs w:val="18"/>
          <w:lang w:val="es-MX"/>
        </w:rPr>
        <w:t xml:space="preserve">/municipio/rango </w:t>
      </w:r>
      <w:r w:rsidRPr="00F3535C">
        <w:rPr>
          <w:rFonts w:cs="Arial"/>
          <w:szCs w:val="18"/>
          <w:lang w:val="es-MX"/>
        </w:rPr>
        <w:t>u otra descripción legal:</w:t>
      </w:r>
    </w:p>
    <w:tbl>
      <w:tblPr>
        <w:tblpPr w:leftFromText="180" w:rightFromText="180" w:vertAnchor="text" w:tblpX="385" w:tblpY="1"/>
        <w:tblOverlap w:val="never"/>
        <w:tblW w:w="106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B21BC" w:rsidRPr="00F3535C" w14:paraId="41C2F4AF" w14:textId="77777777" w:rsidTr="004B29A6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1D69FF3" w14:textId="77777777" w:rsidR="004B21BC" w:rsidRPr="00F3535C" w:rsidRDefault="004B21BC" w:rsidP="004B29A6">
            <w:pPr>
              <w:pStyle w:val="ColorfulList-Accent11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F31BB62" w14:textId="77777777" w:rsidR="004B21BC" w:rsidRPr="00EE7CE0" w:rsidRDefault="00F933F8" w:rsidP="00EE7CE0">
      <w:pPr>
        <w:numPr>
          <w:ilvl w:val="0"/>
          <w:numId w:val="2"/>
        </w:numPr>
        <w:spacing w:before="60"/>
        <w:ind w:right="-43"/>
        <w:rPr>
          <w:rFonts w:cs="Arial"/>
          <w:i/>
          <w:szCs w:val="18"/>
          <w:lang w:val="es-MX"/>
        </w:rPr>
      </w:pPr>
      <w:r w:rsidRPr="00EE7CE0">
        <w:rPr>
          <w:rFonts w:cs="Arial"/>
          <w:szCs w:val="18"/>
          <w:lang w:val="es-MX"/>
        </w:rPr>
        <w:t>Coordenadas geográficas o latitud/longitud (en forma decimal), y/o información adicional sobre la ubicación, como la calle/carretera transversal:</w:t>
      </w:r>
    </w:p>
    <w:tbl>
      <w:tblPr>
        <w:tblpPr w:leftFromText="180" w:rightFromText="180" w:vertAnchor="text" w:tblpX="385" w:tblpY="1"/>
        <w:tblOverlap w:val="never"/>
        <w:tblW w:w="106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B21BC" w:rsidRPr="00F3535C" w14:paraId="16F0BD62" w14:textId="77777777" w:rsidTr="004B29A6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1EE8853" w14:textId="77777777" w:rsidR="004B21BC" w:rsidRPr="00F3535C" w:rsidRDefault="004B21BC" w:rsidP="004B29A6">
            <w:pPr>
              <w:pStyle w:val="ColorfulList-Accent11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385"/>
        <w:gridCol w:w="1595"/>
      </w:tblGrid>
      <w:tr w:rsidR="003F1FEE" w:rsidRPr="00D26339" w14:paraId="30B2B127" w14:textId="77777777" w:rsidTr="004B29A6">
        <w:trPr>
          <w:cantSplit/>
          <w:trHeight w:val="374"/>
        </w:trPr>
        <w:tc>
          <w:tcPr>
            <w:tcW w:w="9385" w:type="dxa"/>
            <w:vAlign w:val="center"/>
          </w:tcPr>
          <w:p w14:paraId="4889B2AF" w14:textId="77777777" w:rsidR="003F1FEE" w:rsidRPr="003F1FEE" w:rsidRDefault="003F1FEE" w:rsidP="0098089C">
            <w:pPr>
              <w:pStyle w:val="ListParagraph"/>
              <w:keepNext/>
              <w:numPr>
                <w:ilvl w:val="0"/>
                <w:numId w:val="2"/>
              </w:numPr>
              <w:spacing w:before="60"/>
              <w:ind w:left="240" w:right="-43"/>
              <w:rPr>
                <w:rFonts w:cs="Arial"/>
                <w:bCs/>
                <w:szCs w:val="18"/>
                <w:lang w:val="es-MX"/>
              </w:rPr>
            </w:pPr>
            <w:r w:rsidRPr="00EE7CE0">
              <w:rPr>
                <w:rFonts w:cs="Arial"/>
                <w:bCs/>
                <w:szCs w:val="18"/>
                <w:lang w:val="es-MX"/>
              </w:rPr>
              <w:t>En esta parcela, ¿cuándo espera comenzar a cosechar los cultivos que de</w:t>
            </w:r>
            <w:r>
              <w:rPr>
                <w:rFonts w:cs="Arial"/>
                <w:bCs/>
                <w:szCs w:val="18"/>
                <w:lang w:val="es-MX"/>
              </w:rPr>
              <w:t>sea comercializar como orgánicos?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6598C461" w14:textId="77777777" w:rsidR="003F1FEE" w:rsidRPr="002C5F94" w:rsidRDefault="003F1FEE" w:rsidP="0098089C">
            <w:pPr>
              <w:keepNext/>
              <w:spacing w:before="60"/>
              <w:ind w:left="-115" w:right="-43"/>
              <w:rPr>
                <w:rFonts w:cs="Arial"/>
                <w:bCs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F1FEE" w:rsidRPr="00D26339" w14:paraId="40EAD58E" w14:textId="77777777" w:rsidTr="004B29A6">
        <w:trPr>
          <w:cantSplit/>
        </w:trPr>
        <w:tc>
          <w:tcPr>
            <w:tcW w:w="9385" w:type="dxa"/>
            <w:vAlign w:val="center"/>
          </w:tcPr>
          <w:p w14:paraId="5242FEEE" w14:textId="77777777" w:rsidR="003F1FEE" w:rsidRPr="003F1FEE" w:rsidRDefault="003F1FEE" w:rsidP="003B5568">
            <w:pPr>
              <w:keepNext/>
              <w:ind w:left="240" w:right="-43"/>
              <w:rPr>
                <w:rFonts w:cs="Arial"/>
                <w:bCs/>
                <w:szCs w:val="18"/>
                <w:lang w:val="es-MX"/>
              </w:rPr>
            </w:pPr>
            <w:r>
              <w:rPr>
                <w:rFonts w:cs="Arial"/>
                <w:i/>
                <w:szCs w:val="18"/>
                <w:lang w:val="es-MX"/>
              </w:rPr>
              <w:t xml:space="preserve">Los cultivos </w:t>
            </w:r>
            <w:r w:rsidRPr="00F3535C">
              <w:rPr>
                <w:rFonts w:cs="Arial"/>
                <w:i/>
                <w:szCs w:val="18"/>
                <w:lang w:val="es-MX"/>
              </w:rPr>
              <w:t>cosechados antes de la inspección no se pueden certificar.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center"/>
          </w:tcPr>
          <w:p w14:paraId="6F3AE186" w14:textId="77777777" w:rsidR="003F1FEE" w:rsidRPr="00DB5DF1" w:rsidRDefault="003F1FEE" w:rsidP="003B5568">
            <w:pPr>
              <w:keepNext/>
              <w:ind w:left="-115" w:right="-43"/>
              <w:rPr>
                <w:rFonts w:cs="Arial"/>
                <w:bCs/>
                <w:i/>
                <w:iCs/>
                <w:color w:val="0070C0"/>
                <w:szCs w:val="18"/>
              </w:rPr>
            </w:pPr>
            <w:r w:rsidRPr="00DB5DF1">
              <w:rPr>
                <w:rFonts w:cs="Arial"/>
                <w:bCs/>
                <w:i/>
                <w:iCs/>
                <w:szCs w:val="18"/>
              </w:rPr>
              <w:t>DD/</w:t>
            </w:r>
            <w:r>
              <w:rPr>
                <w:rFonts w:cs="Arial"/>
                <w:bCs/>
                <w:i/>
                <w:iCs/>
                <w:szCs w:val="18"/>
              </w:rPr>
              <w:t>MM/AA</w:t>
            </w:r>
          </w:p>
        </w:tc>
      </w:tr>
    </w:tbl>
    <w:p w14:paraId="0C0F7671" w14:textId="77777777" w:rsidR="0098089C" w:rsidRPr="0098089C" w:rsidRDefault="0098089C" w:rsidP="0098089C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0987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27"/>
        <w:gridCol w:w="5760"/>
      </w:tblGrid>
      <w:tr w:rsidR="004B21BC" w:rsidRPr="00F3535C" w14:paraId="3C84CF49" w14:textId="77777777" w:rsidTr="00E55216">
        <w:trPr>
          <w:cantSplit/>
          <w:trHeight w:val="360"/>
        </w:trPr>
        <w:tc>
          <w:tcPr>
            <w:tcW w:w="5227" w:type="dxa"/>
            <w:vAlign w:val="center"/>
          </w:tcPr>
          <w:p w14:paraId="483F75F6" w14:textId="093FC0A1" w:rsidR="004B21BC" w:rsidRPr="00F3535C" w:rsidRDefault="0097053B" w:rsidP="00EE7CE0">
            <w:pPr>
              <w:pStyle w:val="ColorfulList-Accent11"/>
              <w:numPr>
                <w:ilvl w:val="0"/>
                <w:numId w:val="2"/>
              </w:numPr>
              <w:spacing w:before="60"/>
              <w:ind w:left="245" w:right="-43"/>
              <w:contextualSpacing w:val="0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Superficie de la parcela (a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cres totales </w:t>
            </w:r>
            <w:r w:rsidR="004B21BC">
              <w:rPr>
                <w:rFonts w:cs="Arial"/>
                <w:szCs w:val="18"/>
                <w:lang w:val="es-MX"/>
              </w:rPr>
              <w:t>a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 certificar como orgánic</w:t>
            </w:r>
            <w:r w:rsidR="004B21BC">
              <w:rPr>
                <w:rFonts w:cs="Arial"/>
                <w:szCs w:val="18"/>
                <w:lang w:val="es-MX"/>
              </w:rPr>
              <w:t>os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 en </w:t>
            </w:r>
            <w:r w:rsidR="00F933F8">
              <w:rPr>
                <w:rFonts w:cs="Arial"/>
                <w:szCs w:val="18"/>
                <w:lang w:val="es-MX"/>
              </w:rPr>
              <w:t>esta ubicación</w:t>
            </w:r>
            <w:r w:rsidR="004B21BC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459D3EF3" w14:textId="77777777" w:rsidR="004B21BC" w:rsidRPr="00F3535C" w:rsidRDefault="004B21BC" w:rsidP="00EE7CE0">
            <w:pPr>
              <w:spacing w:before="60"/>
              <w:ind w:left="-115" w:right="-43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E1109A5" w14:textId="77777777" w:rsidR="00360B01" w:rsidRPr="00B25667" w:rsidRDefault="00360B01" w:rsidP="00E55216">
      <w:pPr>
        <w:keepNext/>
        <w:spacing w:before="20"/>
        <w:ind w:left="360" w:right="-43"/>
        <w:rPr>
          <w:rFonts w:cs="Arial"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Inc</w:t>
      </w:r>
      <w:r w:rsidR="00F933F8" w:rsidRPr="00EE7CE0">
        <w:rPr>
          <w:rFonts w:cs="Arial"/>
          <w:i/>
          <w:iCs/>
          <w:szCs w:val="18"/>
          <w:lang w:val="es-MX"/>
        </w:rPr>
        <w:t>luya toda la superficie que planea utilizar para la producción de cultivos orgánicos. Excluya las áreas que no son de producción (por ejemplo, casas, áreas de estacionamiento, lugares de manejo/almacenamiento después de la cosecha).</w:t>
      </w:r>
    </w:p>
    <w:p w14:paraId="7EABEEE1" w14:textId="77777777" w:rsidR="00187ADA" w:rsidRPr="00F3535C" w:rsidRDefault="00187ADA" w:rsidP="00360B01">
      <w:pPr>
        <w:keepNext/>
        <w:numPr>
          <w:ilvl w:val="0"/>
          <w:numId w:val="2"/>
        </w:numPr>
        <w:spacing w:before="60" w:after="60"/>
        <w:ind w:right="-43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Enumere los cultivos </w:t>
      </w:r>
      <w:r w:rsidR="00F933F8">
        <w:rPr>
          <w:rFonts w:cs="Arial"/>
          <w:szCs w:val="18"/>
          <w:lang w:val="es-MX"/>
        </w:rPr>
        <w:t xml:space="preserve">actuales </w:t>
      </w:r>
      <w:r w:rsidRPr="00F3535C">
        <w:rPr>
          <w:rFonts w:cs="Arial"/>
          <w:szCs w:val="18"/>
          <w:lang w:val="es-MX"/>
        </w:rPr>
        <w:t xml:space="preserve">(o planeados), </w:t>
      </w:r>
      <w:r w:rsidR="00360B01">
        <w:rPr>
          <w:rFonts w:cs="Arial"/>
          <w:szCs w:val="18"/>
          <w:lang w:val="es-MX"/>
        </w:rPr>
        <w:t xml:space="preserve">y </w:t>
      </w:r>
      <w:r w:rsidRPr="00F3535C">
        <w:rPr>
          <w:rFonts w:cs="Arial"/>
          <w:szCs w:val="18"/>
          <w:lang w:val="es-MX"/>
        </w:rPr>
        <w:t xml:space="preserve">la </w:t>
      </w:r>
      <w:r w:rsidR="00F933F8">
        <w:rPr>
          <w:rFonts w:cs="Arial"/>
          <w:szCs w:val="18"/>
          <w:lang w:val="es-MX"/>
        </w:rPr>
        <w:t>superficie</w:t>
      </w:r>
      <w:r w:rsidR="00F933F8" w:rsidRPr="00F3535C">
        <w:rPr>
          <w:rFonts w:cs="Arial"/>
          <w:szCs w:val="18"/>
          <w:lang w:val="es-MX"/>
        </w:rPr>
        <w:t xml:space="preserve"> </w:t>
      </w:r>
      <w:r w:rsidR="00F933F8">
        <w:rPr>
          <w:rFonts w:cs="Arial"/>
          <w:szCs w:val="18"/>
          <w:lang w:val="es-MX"/>
        </w:rPr>
        <w:t>(</w:t>
      </w:r>
      <w:r w:rsidRPr="00F3535C">
        <w:rPr>
          <w:rFonts w:cs="Arial"/>
          <w:szCs w:val="18"/>
          <w:lang w:val="es-MX"/>
        </w:rPr>
        <w:t>en acres</w:t>
      </w:r>
      <w:r w:rsidR="00F933F8">
        <w:rPr>
          <w:rFonts w:cs="Arial"/>
          <w:szCs w:val="18"/>
          <w:lang w:val="es-MX"/>
        </w:rPr>
        <w:t>)</w:t>
      </w:r>
      <w:r w:rsidRPr="00F3535C">
        <w:rPr>
          <w:rFonts w:cs="Arial"/>
          <w:szCs w:val="18"/>
          <w:lang w:val="es-MX"/>
        </w:rPr>
        <w:t xml:space="preserve"> </w:t>
      </w:r>
      <w:r w:rsidR="00584302">
        <w:rPr>
          <w:rFonts w:cs="Arial"/>
          <w:szCs w:val="18"/>
          <w:lang w:val="es-MX"/>
        </w:rPr>
        <w:t xml:space="preserve">de </w:t>
      </w:r>
      <w:r w:rsidRPr="00F3535C">
        <w:rPr>
          <w:rFonts w:cs="Arial"/>
          <w:szCs w:val="18"/>
          <w:lang w:val="es-MX"/>
        </w:rPr>
        <w:t xml:space="preserve">cada </w:t>
      </w:r>
      <w:r w:rsidR="00584302">
        <w:rPr>
          <w:rFonts w:cs="Arial"/>
          <w:szCs w:val="18"/>
          <w:lang w:val="es-MX"/>
        </w:rPr>
        <w:t>uno</w:t>
      </w:r>
      <w:r w:rsidRPr="00F3535C">
        <w:rPr>
          <w:rFonts w:cs="Arial"/>
          <w:szCs w:val="18"/>
          <w:lang w:val="es-MX"/>
        </w:rPr>
        <w:t xml:space="preserve">. </w:t>
      </w:r>
      <w:r w:rsidR="00300C22" w:rsidRPr="00F3535C">
        <w:rPr>
          <w:rFonts w:cs="Arial"/>
          <w:szCs w:val="18"/>
          <w:lang w:val="es-MX"/>
        </w:rPr>
        <w:t>Adjunte</w:t>
      </w:r>
      <w:r w:rsidRPr="00F3535C">
        <w:rPr>
          <w:rFonts w:cs="Arial"/>
          <w:szCs w:val="18"/>
          <w:lang w:val="es-MX"/>
        </w:rPr>
        <w:t xml:space="preserve"> </w:t>
      </w:r>
      <w:r w:rsidR="00584302">
        <w:rPr>
          <w:rFonts w:cs="Arial"/>
          <w:szCs w:val="18"/>
          <w:lang w:val="es-MX"/>
        </w:rPr>
        <w:t>una</w:t>
      </w:r>
      <w:r w:rsidR="00584302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página </w:t>
      </w:r>
      <w:r w:rsidR="00584302">
        <w:rPr>
          <w:rFonts w:cs="Arial"/>
          <w:szCs w:val="18"/>
          <w:lang w:val="es-MX"/>
        </w:rPr>
        <w:t xml:space="preserve">adicional </w:t>
      </w:r>
      <w:r w:rsidRPr="00F3535C">
        <w:rPr>
          <w:rFonts w:cs="Arial"/>
          <w:szCs w:val="18"/>
          <w:lang w:val="es-MX"/>
        </w:rPr>
        <w:t>si es necesario.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70"/>
        <w:gridCol w:w="1260"/>
        <w:gridCol w:w="4050"/>
        <w:gridCol w:w="1140"/>
      </w:tblGrid>
      <w:tr w:rsidR="005D5226" w:rsidRPr="00F3535C" w14:paraId="66B9EFC3" w14:textId="77777777" w:rsidTr="004B29A6">
        <w:trPr>
          <w:cantSplit/>
          <w:tblHeader/>
        </w:trPr>
        <w:tc>
          <w:tcPr>
            <w:tcW w:w="4170" w:type="dxa"/>
            <w:vAlign w:val="center"/>
          </w:tcPr>
          <w:p w14:paraId="24F83C2E" w14:textId="77777777" w:rsidR="005D5226" w:rsidRPr="00F3535C" w:rsidRDefault="005D5226" w:rsidP="00B20C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Cultivo</w:t>
            </w:r>
          </w:p>
        </w:tc>
        <w:tc>
          <w:tcPr>
            <w:tcW w:w="1260" w:type="dxa"/>
            <w:vAlign w:val="center"/>
          </w:tcPr>
          <w:p w14:paraId="62296FB9" w14:textId="77777777" w:rsidR="005D5226" w:rsidRPr="00F3535C" w:rsidRDefault="005D5226" w:rsidP="00B20C93">
            <w:pPr>
              <w:pStyle w:val="TableText"/>
              <w:spacing w:before="20" w:line="240" w:lineRule="auto"/>
              <w:ind w:left="-119" w:right="-120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No. de Acres</w:t>
            </w:r>
          </w:p>
        </w:tc>
        <w:tc>
          <w:tcPr>
            <w:tcW w:w="4050" w:type="dxa"/>
            <w:vAlign w:val="center"/>
          </w:tcPr>
          <w:p w14:paraId="6AB00331" w14:textId="77777777" w:rsidR="005D5226" w:rsidRPr="00F3535C" w:rsidRDefault="005D5226" w:rsidP="00B20C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Cultivo</w:t>
            </w:r>
          </w:p>
        </w:tc>
        <w:tc>
          <w:tcPr>
            <w:tcW w:w="1140" w:type="dxa"/>
            <w:vAlign w:val="center"/>
          </w:tcPr>
          <w:p w14:paraId="7D7759B8" w14:textId="77777777" w:rsidR="005D5226" w:rsidRPr="00F3535C" w:rsidRDefault="005D5226" w:rsidP="00B20C93">
            <w:pPr>
              <w:pStyle w:val="TableText"/>
              <w:spacing w:before="20" w:line="240" w:lineRule="auto"/>
              <w:ind w:left="-119" w:right="-120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No. de Acres</w:t>
            </w:r>
          </w:p>
        </w:tc>
      </w:tr>
      <w:tr w:rsidR="005D5226" w:rsidRPr="00F3535C" w14:paraId="70721215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062FF8D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6AF4C6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173D3C8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2346DBFC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5D0854C6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632CB107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4904E0E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6F0F5A3B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3B057FE5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1CBD9811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23A90EF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7AEF35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7DB93400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450CF270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04507195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307F94C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97C4109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1ED7B177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53BFE8B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18D19E28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1D220938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DC863A3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4BA34A3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52621BCE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CAD22B9" w14:textId="77777777" w:rsidR="00097F59" w:rsidRPr="00F3535C" w:rsidRDefault="0073072A" w:rsidP="0000651F">
      <w:pPr>
        <w:pStyle w:val="ColorfulList-Accent11"/>
        <w:numPr>
          <w:ilvl w:val="0"/>
          <w:numId w:val="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¿</w:t>
      </w:r>
      <w:r w:rsidR="00584302">
        <w:rPr>
          <w:rFonts w:cs="Arial"/>
          <w:szCs w:val="18"/>
          <w:lang w:val="es-MX"/>
        </w:rPr>
        <w:t>La</w:t>
      </w:r>
      <w:r w:rsidRPr="00F3535C">
        <w:rPr>
          <w:rFonts w:cs="Arial"/>
          <w:szCs w:val="18"/>
          <w:lang w:val="es-MX"/>
        </w:rPr>
        <w:t xml:space="preserve"> producción en esta parcela </w:t>
      </w:r>
      <w:r w:rsidR="00584302">
        <w:rPr>
          <w:rFonts w:cs="Arial"/>
          <w:szCs w:val="18"/>
          <w:lang w:val="es-MX"/>
        </w:rPr>
        <w:t xml:space="preserve">se realiza </w:t>
      </w:r>
      <w:r w:rsidRPr="00F3535C">
        <w:rPr>
          <w:rFonts w:cs="Arial"/>
          <w:szCs w:val="18"/>
          <w:lang w:val="es-MX"/>
        </w:rPr>
        <w:t xml:space="preserve">en contenedores (no en el suelo)? </w:t>
      </w:r>
    </w:p>
    <w:p w14:paraId="5919E3E7" w14:textId="77777777" w:rsidR="008E074E" w:rsidRDefault="005D5226" w:rsidP="0000651F">
      <w:pPr>
        <w:pStyle w:val="ColorfulList-Accent11"/>
        <w:spacing w:before="60"/>
        <w:ind w:left="360" w:right="-43"/>
        <w:contextualSpacing w:val="0"/>
        <w:rPr>
          <w:rFonts w:cs="Arial"/>
          <w:i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Cs/>
          <w:szCs w:val="18"/>
          <w:lang w:val="es-MX"/>
        </w:rPr>
      </w:r>
      <w:r w:rsidRPr="00F3535C">
        <w:rPr>
          <w:rFonts w:cs="Arial"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Cs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 w:rsidR="00376E43">
        <w:rPr>
          <w:rFonts w:cs="Arial"/>
          <w:szCs w:val="18"/>
          <w:lang w:val="es-MX"/>
        </w:rPr>
        <w:t xml:space="preserve">    </w:t>
      </w:r>
      <w:r w:rsidR="00DF485F"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F485F" w:rsidRPr="00F3535C">
        <w:rPr>
          <w:rFonts w:cs="Arial"/>
          <w:szCs w:val="18"/>
          <w:lang w:val="es-MX"/>
        </w:rPr>
        <w:instrText xml:space="preserve"> FORMCHECKBOX </w:instrText>
      </w:r>
      <w:r w:rsidR="00DF485F" w:rsidRPr="00F3535C">
        <w:rPr>
          <w:rFonts w:cs="Arial"/>
          <w:bCs/>
          <w:szCs w:val="18"/>
          <w:lang w:val="es-MX"/>
        </w:rPr>
      </w:r>
      <w:r w:rsidR="00DF485F" w:rsidRPr="00F3535C">
        <w:rPr>
          <w:rFonts w:cs="Arial"/>
          <w:bCs/>
          <w:szCs w:val="18"/>
          <w:lang w:val="es-MX"/>
        </w:rPr>
        <w:fldChar w:fldCharType="separate"/>
      </w:r>
      <w:r w:rsidR="00DF485F" w:rsidRPr="00F3535C">
        <w:rPr>
          <w:rFonts w:cs="Arial"/>
          <w:szCs w:val="18"/>
          <w:lang w:val="es-MX"/>
        </w:rPr>
        <w:fldChar w:fldCharType="end"/>
      </w:r>
      <w:r w:rsidR="00DF485F" w:rsidRPr="00DF485F">
        <w:rPr>
          <w:rFonts w:cs="Arial"/>
          <w:szCs w:val="18"/>
          <w:lang w:val="es-MX"/>
        </w:rPr>
        <w:t xml:space="preserve"> </w:t>
      </w:r>
      <w:r w:rsidR="00DF485F" w:rsidRPr="00F3535C">
        <w:rPr>
          <w:rFonts w:cs="Arial"/>
          <w:szCs w:val="18"/>
          <w:lang w:val="es-MX"/>
        </w:rPr>
        <w:t>S</w:t>
      </w:r>
      <w:r w:rsidR="00085F2C">
        <w:rPr>
          <w:rFonts w:cs="Arial"/>
          <w:szCs w:val="18"/>
          <w:lang w:val="es-MX"/>
        </w:rPr>
        <w:t>í</w:t>
      </w:r>
      <w:r w:rsidR="00DF485F" w:rsidRPr="00F3535C">
        <w:rPr>
          <w:rFonts w:cs="Arial"/>
          <w:szCs w:val="18"/>
          <w:lang w:val="es-MX"/>
        </w:rPr>
        <w:t xml:space="preserve">. </w:t>
      </w:r>
      <w:r w:rsidR="00DF485F" w:rsidRPr="00A47457">
        <w:rPr>
          <w:rFonts w:cs="Arial"/>
          <w:bCs/>
          <w:szCs w:val="18"/>
          <w:lang w:val="es-MX"/>
        </w:rPr>
        <w:t>Complete o actualice</w:t>
      </w:r>
      <w:r w:rsidR="00085F2C">
        <w:rPr>
          <w:rFonts w:cs="Arial"/>
          <w:bCs/>
          <w:szCs w:val="18"/>
          <w:lang w:val="es-MX"/>
        </w:rPr>
        <w:t xml:space="preserve"> la forma</w:t>
      </w:r>
      <w:r w:rsidR="00DF485F" w:rsidRPr="00F3535C">
        <w:rPr>
          <w:rFonts w:cs="Arial"/>
          <w:b/>
          <w:szCs w:val="18"/>
          <w:lang w:val="es-MX"/>
        </w:rPr>
        <w:t xml:space="preserve"> </w:t>
      </w:r>
      <w:hyperlink r:id="rId15" w:history="1">
        <w:r w:rsidR="00DF485F" w:rsidRPr="00A47457">
          <w:rPr>
            <w:rStyle w:val="Hyperlink"/>
            <w:rFonts w:cs="Arial"/>
            <w:b/>
            <w:szCs w:val="18"/>
            <w:lang w:val="es-MX"/>
          </w:rPr>
          <w:t>G3.1 Producción en Contenedores e Invernaderos/Estructuras de Sombra</w:t>
        </w:r>
      </w:hyperlink>
      <w:r w:rsidR="00DF485F">
        <w:rPr>
          <w:rFonts w:cs="Arial"/>
          <w:iCs/>
          <w:szCs w:val="18"/>
          <w:lang w:val="es-MX"/>
        </w:rPr>
        <w:t>.</w:t>
      </w:r>
    </w:p>
    <w:p w14:paraId="514906CF" w14:textId="77777777" w:rsidR="00376E43" w:rsidRPr="00EE7CE0" w:rsidRDefault="00584302" w:rsidP="00C9082F">
      <w:pPr>
        <w:pStyle w:val="ListParagraph"/>
        <w:keepNext/>
        <w:numPr>
          <w:ilvl w:val="0"/>
          <w:numId w:val="2"/>
        </w:numPr>
        <w:spacing w:before="60"/>
        <w:ind w:right="-43"/>
        <w:contextualSpacing w:val="0"/>
        <w:rPr>
          <w:rFonts w:cs="Arial"/>
          <w:bCs/>
          <w:szCs w:val="18"/>
          <w:lang w:val="es-MX"/>
        </w:rPr>
      </w:pPr>
      <w:r w:rsidRPr="00EE7CE0">
        <w:rPr>
          <w:rFonts w:cs="Arial"/>
          <w:bCs/>
          <w:szCs w:val="18"/>
          <w:lang w:val="es-MX"/>
        </w:rPr>
        <w:lastRenderedPageBreak/>
        <w:t>¿Existen instalaciones de madera tratada con arseniato u otros materiales prohibidos dentro de los límites de esta parcela?</w:t>
      </w:r>
    </w:p>
    <w:p w14:paraId="799710A2" w14:textId="263A90D8" w:rsidR="00376E43" w:rsidRPr="00EE7CE0" w:rsidRDefault="00584302" w:rsidP="00C9082F">
      <w:pPr>
        <w:pStyle w:val="ListParagraph"/>
        <w:keepNext/>
        <w:spacing w:before="60"/>
        <w:ind w:left="360" w:right="-36"/>
        <w:contextualSpacing w:val="0"/>
        <w:rPr>
          <w:rFonts w:cs="Arial"/>
          <w:bCs/>
          <w:i/>
          <w:iCs/>
          <w:szCs w:val="18"/>
          <w:lang w:val="es-MX"/>
        </w:rPr>
      </w:pPr>
      <w:r w:rsidRPr="00EE7CE0">
        <w:rPr>
          <w:rFonts w:cs="Arial"/>
          <w:bCs/>
          <w:i/>
          <w:iCs/>
          <w:szCs w:val="18"/>
          <w:lang w:val="es-MX"/>
        </w:rPr>
        <w:t xml:space="preserve">La madera tratada con materiales prohibidos no puede utilizarse para </w:t>
      </w:r>
      <w:r w:rsidRPr="00EE7CE0">
        <w:rPr>
          <w:rFonts w:cs="Arial"/>
          <w:b/>
          <w:i/>
          <w:iCs/>
          <w:szCs w:val="18"/>
          <w:lang w:val="es-MX"/>
        </w:rPr>
        <w:t>nuevas instalaciones o sustituciones</w:t>
      </w:r>
      <w:r w:rsidRPr="00EE7CE0">
        <w:rPr>
          <w:rFonts w:cs="Arial"/>
          <w:bCs/>
          <w:i/>
          <w:iCs/>
          <w:szCs w:val="18"/>
          <w:lang w:val="es-MX"/>
        </w:rPr>
        <w:t xml:space="preserve"> en contacto con el suelo o el ganado.</w:t>
      </w:r>
    </w:p>
    <w:p w14:paraId="33660419" w14:textId="77777777" w:rsidR="00376E43" w:rsidRPr="00EE7CE0" w:rsidRDefault="00376E43" w:rsidP="00376E43">
      <w:pPr>
        <w:pStyle w:val="ListParagraph"/>
        <w:keepNext/>
        <w:spacing w:before="60"/>
        <w:ind w:left="360" w:right="-36"/>
        <w:contextualSpacing w:val="0"/>
        <w:rPr>
          <w:rFonts w:cs="Arial"/>
          <w:bCs/>
          <w:szCs w:val="18"/>
          <w:lang w:val="es-MX"/>
        </w:rPr>
      </w:pPr>
      <w:r w:rsidRPr="009A1EE0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9A1EE0">
        <w:rPr>
          <w:rFonts w:cs="Arial"/>
          <w:bCs/>
          <w:szCs w:val="18"/>
        </w:rPr>
      </w:r>
      <w:r w:rsidRPr="009A1EE0">
        <w:rPr>
          <w:rFonts w:cs="Arial"/>
          <w:bCs/>
          <w:szCs w:val="18"/>
        </w:rPr>
        <w:fldChar w:fldCharType="separate"/>
      </w:r>
      <w:r w:rsidRPr="009A1EE0">
        <w:rPr>
          <w:rFonts w:cs="Arial"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Pr="00EE7CE0">
        <w:rPr>
          <w:rFonts w:cs="Arial"/>
          <w:szCs w:val="18"/>
          <w:lang w:val="es-MX"/>
        </w:rPr>
        <w:t xml:space="preserve">No. </w:t>
      </w:r>
      <w:r w:rsidR="00584302" w:rsidRPr="00EE7CE0">
        <w:rPr>
          <w:rFonts w:cs="Arial"/>
          <w:szCs w:val="18"/>
          <w:lang w:val="es-MX"/>
        </w:rPr>
        <w:t>Pase a la sección B</w:t>
      </w:r>
      <w:r w:rsidRPr="00EE7CE0">
        <w:rPr>
          <w:rFonts w:cs="Arial"/>
          <w:szCs w:val="18"/>
          <w:lang w:val="es-MX"/>
        </w:rPr>
        <w:t>.</w:t>
      </w:r>
      <w:r w:rsidRPr="00EE7CE0">
        <w:rPr>
          <w:rFonts w:cs="Arial"/>
          <w:bCs/>
          <w:szCs w:val="18"/>
          <w:lang w:val="es-MX"/>
        </w:rPr>
        <w:t xml:space="preserve">  </w:t>
      </w:r>
    </w:p>
    <w:p w14:paraId="6BB806A0" w14:textId="77777777" w:rsidR="00376E43" w:rsidRPr="00EA3038" w:rsidRDefault="00376E43" w:rsidP="003B5568">
      <w:pPr>
        <w:pStyle w:val="ListParagraph"/>
        <w:spacing w:before="60"/>
        <w:ind w:left="634" w:right="-43" w:hanging="274"/>
        <w:contextualSpacing w:val="0"/>
        <w:rPr>
          <w:rStyle w:val="Hyperlink"/>
          <w:lang w:val="es-MX"/>
        </w:rPr>
      </w:pPr>
      <w:r w:rsidRPr="009A1EE0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9A1EE0">
        <w:rPr>
          <w:rFonts w:cs="Arial"/>
          <w:bCs/>
          <w:szCs w:val="18"/>
        </w:rPr>
      </w:r>
      <w:r w:rsidRPr="009A1EE0">
        <w:rPr>
          <w:rFonts w:cs="Arial"/>
          <w:bCs/>
          <w:szCs w:val="18"/>
        </w:rPr>
        <w:fldChar w:fldCharType="separate"/>
      </w:r>
      <w:r w:rsidRPr="009A1EE0">
        <w:rPr>
          <w:rFonts w:cs="Arial"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584302" w:rsidRPr="00EE7CE0">
        <w:rPr>
          <w:rFonts w:cs="Arial"/>
          <w:szCs w:val="18"/>
          <w:lang w:val="es-MX"/>
        </w:rPr>
        <w:t>Sí</w:t>
      </w:r>
      <w:r w:rsidRPr="00EE7CE0">
        <w:rPr>
          <w:rFonts w:cs="Arial"/>
          <w:szCs w:val="18"/>
          <w:lang w:val="es-MX"/>
        </w:rPr>
        <w:t xml:space="preserve">. </w:t>
      </w:r>
      <w:r w:rsidR="00584302" w:rsidRPr="00EE7CE0">
        <w:rPr>
          <w:rFonts w:cs="Arial"/>
          <w:szCs w:val="18"/>
          <w:lang w:val="es-MX"/>
        </w:rPr>
        <w:t>Identifique toda la madera tratada en el mapa de la parcela (consulte la sección E a continuación) Y complete o actualice</w:t>
      </w:r>
      <w:r w:rsidR="00584302">
        <w:rPr>
          <w:rFonts w:cs="Arial"/>
          <w:szCs w:val="18"/>
          <w:lang w:val="es-MX"/>
        </w:rPr>
        <w:t xml:space="preserve"> la forma</w:t>
      </w:r>
      <w:r w:rsidRPr="00EE7CE0">
        <w:rPr>
          <w:rFonts w:cs="Arial"/>
          <w:szCs w:val="18"/>
          <w:lang w:val="es-MX"/>
        </w:rPr>
        <w:t xml:space="preserve"> </w:t>
      </w:r>
      <w:hyperlink r:id="rId16" w:history="1">
        <w:r w:rsidRPr="00EE7CE0">
          <w:rPr>
            <w:rStyle w:val="Hyperlink"/>
            <w:b/>
            <w:bCs/>
            <w:lang w:val="es-MX"/>
          </w:rPr>
          <w:t xml:space="preserve">G6.0 </w:t>
        </w:r>
        <w:r w:rsidR="00584302" w:rsidRPr="00EE7CE0">
          <w:rPr>
            <w:rStyle w:val="Hyperlink"/>
            <w:b/>
            <w:bCs/>
            <w:lang w:val="es-MX"/>
          </w:rPr>
          <w:t>Producción</w:t>
        </w:r>
        <w:r w:rsidRPr="00EE7CE0">
          <w:rPr>
            <w:rStyle w:val="Hyperlink"/>
            <w:lang w:val="es-MX"/>
          </w:rPr>
          <w:t>.</w:t>
        </w:r>
      </w:hyperlink>
    </w:p>
    <w:tbl>
      <w:tblPr>
        <w:tblW w:w="0" w:type="auto"/>
        <w:tblInd w:w="468" w:type="dxa"/>
        <w:tblLook w:val="04A0" w:firstRow="1" w:lastRow="0" w:firstColumn="1" w:lastColumn="0" w:noHBand="0" w:noVBand="1"/>
      </w:tblPr>
      <w:tblGrid>
        <w:gridCol w:w="2140"/>
        <w:gridCol w:w="5132"/>
        <w:gridCol w:w="3204"/>
      </w:tblGrid>
      <w:tr w:rsidR="003B5568" w:rsidRPr="0098089C" w14:paraId="5C5D4AEB" w14:textId="77777777" w:rsidTr="00B325E9">
        <w:trPr>
          <w:cantSplit/>
          <w:trHeight w:val="360"/>
        </w:trPr>
        <w:tc>
          <w:tcPr>
            <w:tcW w:w="7272" w:type="dxa"/>
            <w:gridSpan w:val="2"/>
            <w:shd w:val="clear" w:color="auto" w:fill="auto"/>
            <w:vAlign w:val="center"/>
          </w:tcPr>
          <w:p w14:paraId="0DE31646" w14:textId="77777777" w:rsidR="003B5568" w:rsidRPr="0098089C" w:rsidRDefault="003B5568" w:rsidP="0098089C">
            <w:pPr>
              <w:pStyle w:val="ListParagraph"/>
              <w:numPr>
                <w:ilvl w:val="0"/>
                <w:numId w:val="42"/>
              </w:numPr>
              <w:spacing w:before="60"/>
              <w:ind w:left="25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szCs w:val="18"/>
                <w:lang w:val="es-MX"/>
              </w:rPr>
              <w:t>Describa la madera tratada existente (por ejemplo, postes espalderas, estacas, etc.):</w:t>
            </w:r>
          </w:p>
        </w:tc>
        <w:tc>
          <w:tcPr>
            <w:tcW w:w="3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A2F81" w14:textId="77777777" w:rsidR="003B5568" w:rsidRPr="0098089C" w:rsidRDefault="003B5568" w:rsidP="0098089C">
            <w:pPr>
              <w:pStyle w:val="ListParagraph"/>
              <w:spacing w:before="60"/>
              <w:ind w:left="-10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089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8089C">
              <w:rPr>
                <w:rFonts w:cs="Arial"/>
                <w:b/>
                <w:color w:val="0070C0"/>
                <w:szCs w:val="18"/>
              </w:rPr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B5568" w:rsidRPr="0098089C" w14:paraId="2C5AAD0F" w14:textId="77777777" w:rsidTr="00B325E9">
        <w:trPr>
          <w:cantSplit/>
          <w:trHeight w:val="360"/>
        </w:trPr>
        <w:tc>
          <w:tcPr>
            <w:tcW w:w="2140" w:type="dxa"/>
            <w:shd w:val="clear" w:color="auto" w:fill="auto"/>
            <w:vAlign w:val="center"/>
          </w:tcPr>
          <w:p w14:paraId="020FF829" w14:textId="77777777" w:rsidR="003B5568" w:rsidRPr="0098089C" w:rsidRDefault="003B5568" w:rsidP="0098089C">
            <w:pPr>
              <w:pStyle w:val="ListParagraph"/>
              <w:numPr>
                <w:ilvl w:val="0"/>
                <w:numId w:val="42"/>
              </w:numPr>
              <w:spacing w:before="60"/>
              <w:ind w:left="25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szCs w:val="18"/>
              </w:rPr>
              <w:t>Fecha de instalación:</w:t>
            </w:r>
          </w:p>
        </w:tc>
        <w:tc>
          <w:tcPr>
            <w:tcW w:w="8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FE7C1" w14:textId="77777777" w:rsidR="003B5568" w:rsidRPr="0098089C" w:rsidRDefault="003B5568" w:rsidP="0098089C">
            <w:pPr>
              <w:pStyle w:val="ListParagraph"/>
              <w:spacing w:before="60"/>
              <w:ind w:left="-10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089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8089C">
              <w:rPr>
                <w:rFonts w:cs="Arial"/>
                <w:b/>
                <w:color w:val="0070C0"/>
                <w:szCs w:val="18"/>
              </w:rPr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ADF00B" w14:textId="77777777" w:rsidR="00076562" w:rsidRPr="00F3535C" w:rsidRDefault="00F3535C" w:rsidP="008E074E">
      <w:pPr>
        <w:pStyle w:val="ColorfulList-Accent11"/>
        <w:keepNext/>
        <w:keepLines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 xml:space="preserve">Estatus </w:t>
      </w:r>
      <w:r w:rsidR="00584302">
        <w:rPr>
          <w:rFonts w:cs="Arial"/>
          <w:b/>
          <w:sz w:val="22"/>
          <w:szCs w:val="22"/>
          <w:lang w:val="es-MX"/>
        </w:rPr>
        <w:t>de Transición</w:t>
      </w:r>
      <w:r w:rsidR="00584302" w:rsidRPr="00F3535C">
        <w:rPr>
          <w:rFonts w:cs="Arial"/>
          <w:b/>
          <w:sz w:val="22"/>
          <w:szCs w:val="22"/>
          <w:lang w:val="es-MX"/>
        </w:rPr>
        <w:t xml:space="preserve"> </w:t>
      </w:r>
    </w:p>
    <w:p w14:paraId="04DE9670" w14:textId="6DCDA0B3" w:rsidR="00076562" w:rsidRPr="00F3535C" w:rsidRDefault="00622092" w:rsidP="00EE7CE0">
      <w:pPr>
        <w:pStyle w:val="ColorfulList-Accent11"/>
        <w:keepLines/>
        <w:spacing w:before="60"/>
        <w:ind w:left="360" w:right="-36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Después de la inspección y revisión, </w:t>
      </w:r>
      <w:r w:rsidR="00895379">
        <w:rPr>
          <w:rFonts w:cs="Arial"/>
          <w:szCs w:val="18"/>
          <w:lang w:val="es-MX"/>
        </w:rPr>
        <w:t xml:space="preserve">se otorgará </w:t>
      </w:r>
      <w:r w:rsidRPr="00F3535C">
        <w:rPr>
          <w:rFonts w:cs="Arial"/>
          <w:szCs w:val="18"/>
          <w:lang w:val="es-MX"/>
        </w:rPr>
        <w:t xml:space="preserve">el estatus de </w:t>
      </w:r>
      <w:r w:rsidR="00076562" w:rsidRPr="00F3535C">
        <w:rPr>
          <w:rFonts w:cs="Arial"/>
          <w:szCs w:val="18"/>
          <w:lang w:val="es-MX"/>
        </w:rPr>
        <w:t xml:space="preserve">“CCOF Certificado de </w:t>
      </w:r>
      <w:r w:rsidR="005A6456" w:rsidRPr="00F3535C">
        <w:rPr>
          <w:rFonts w:cs="Arial"/>
          <w:szCs w:val="18"/>
          <w:lang w:val="es-MX"/>
        </w:rPr>
        <w:t>Transición</w:t>
      </w:r>
      <w:r w:rsidR="00076562" w:rsidRPr="00F3535C">
        <w:rPr>
          <w:rFonts w:cs="Arial"/>
          <w:szCs w:val="18"/>
          <w:lang w:val="es-MX"/>
        </w:rPr>
        <w:t xml:space="preserve">” </w:t>
      </w:r>
      <w:r w:rsidR="005A6456" w:rsidRPr="00F3535C">
        <w:rPr>
          <w:rFonts w:cs="Arial"/>
          <w:szCs w:val="18"/>
          <w:lang w:val="es-MX"/>
        </w:rPr>
        <w:t xml:space="preserve">a parcelas </w:t>
      </w:r>
      <w:r w:rsidRPr="00F3535C">
        <w:rPr>
          <w:rFonts w:cs="Arial"/>
          <w:szCs w:val="18"/>
          <w:lang w:val="es-MX"/>
        </w:rPr>
        <w:t xml:space="preserve">que </w:t>
      </w:r>
      <w:r w:rsidR="00D54C93" w:rsidRPr="00F3535C">
        <w:rPr>
          <w:rFonts w:cs="Arial"/>
          <w:szCs w:val="18"/>
          <w:lang w:val="es-MX"/>
        </w:rPr>
        <w:t>ha</w:t>
      </w:r>
      <w:r w:rsidR="00D54C93">
        <w:rPr>
          <w:rFonts w:cs="Arial"/>
          <w:szCs w:val="18"/>
          <w:lang w:val="es-MX"/>
        </w:rPr>
        <w:t>yan</w:t>
      </w:r>
      <w:r w:rsidR="00895379">
        <w:rPr>
          <w:rFonts w:cs="Arial"/>
          <w:szCs w:val="18"/>
          <w:lang w:val="es-MX"/>
        </w:rPr>
        <w:t xml:space="preserve"> sido sometidas a un año de </w:t>
      </w:r>
      <w:r w:rsidRPr="00F3535C">
        <w:rPr>
          <w:rFonts w:cs="Arial"/>
          <w:szCs w:val="18"/>
          <w:lang w:val="es-MX"/>
        </w:rPr>
        <w:t xml:space="preserve">manejo orgánico </w:t>
      </w:r>
      <w:r w:rsidR="00895379">
        <w:rPr>
          <w:rFonts w:cs="Arial"/>
          <w:szCs w:val="18"/>
          <w:lang w:val="es-MX"/>
        </w:rPr>
        <w:t xml:space="preserve">documentado y que </w:t>
      </w:r>
      <w:r w:rsidR="00D54C93" w:rsidRPr="00F3535C">
        <w:rPr>
          <w:rFonts w:cs="Arial"/>
          <w:szCs w:val="18"/>
          <w:lang w:val="es-MX"/>
        </w:rPr>
        <w:t>cumpl</w:t>
      </w:r>
      <w:r w:rsidR="00D54C93">
        <w:rPr>
          <w:rFonts w:cs="Arial"/>
          <w:szCs w:val="18"/>
          <w:lang w:val="es-MX"/>
        </w:rPr>
        <w:t>a</w:t>
      </w:r>
      <w:r w:rsidR="00D54C93" w:rsidRPr="00F3535C">
        <w:rPr>
          <w:rFonts w:cs="Arial"/>
          <w:szCs w:val="18"/>
          <w:lang w:val="es-MX"/>
        </w:rPr>
        <w:t xml:space="preserve">n </w:t>
      </w:r>
      <w:r w:rsidR="009824FE" w:rsidRPr="00F3535C">
        <w:rPr>
          <w:rFonts w:cs="Arial"/>
          <w:szCs w:val="18"/>
          <w:lang w:val="es-MX"/>
        </w:rPr>
        <w:t>con todas</w:t>
      </w:r>
      <w:r w:rsidR="005A6456" w:rsidRPr="00F3535C">
        <w:rPr>
          <w:rFonts w:cs="Arial"/>
          <w:szCs w:val="18"/>
          <w:lang w:val="es-MX"/>
        </w:rPr>
        <w:t xml:space="preserve"> las normas </w:t>
      </w:r>
      <w:r w:rsidR="009824FE" w:rsidRPr="00F3535C">
        <w:rPr>
          <w:rFonts w:cs="Arial"/>
          <w:szCs w:val="18"/>
          <w:lang w:val="es-MX"/>
        </w:rPr>
        <w:t>de producción orgánica del NOP, con la excepción</w:t>
      </w:r>
      <w:r w:rsidR="008E074E">
        <w:rPr>
          <w:rFonts w:cs="Arial"/>
          <w:szCs w:val="18"/>
          <w:lang w:val="es-MX"/>
        </w:rPr>
        <w:t xml:space="preserve"> </w:t>
      </w:r>
      <w:r w:rsidR="009824FE" w:rsidRPr="00F3535C">
        <w:rPr>
          <w:rFonts w:cs="Arial"/>
          <w:szCs w:val="18"/>
          <w:lang w:val="es-MX"/>
        </w:rPr>
        <w:t xml:space="preserve">de la </w:t>
      </w:r>
      <w:r w:rsidR="00895379">
        <w:rPr>
          <w:rFonts w:cs="Arial"/>
          <w:szCs w:val="18"/>
          <w:lang w:val="es-MX"/>
        </w:rPr>
        <w:t>conclusión</w:t>
      </w:r>
      <w:r w:rsidR="00895379" w:rsidRPr="00F3535C">
        <w:rPr>
          <w:rFonts w:cs="Arial"/>
          <w:szCs w:val="18"/>
          <w:lang w:val="es-MX"/>
        </w:rPr>
        <w:t xml:space="preserve"> </w:t>
      </w:r>
      <w:r w:rsidR="009824FE" w:rsidRPr="00F3535C">
        <w:rPr>
          <w:rFonts w:cs="Arial"/>
          <w:szCs w:val="18"/>
          <w:lang w:val="es-MX"/>
        </w:rPr>
        <w:t>del periodo de transición de 3 años.</w:t>
      </w:r>
      <w:r w:rsidRPr="00F3535C">
        <w:rPr>
          <w:rFonts w:cs="Arial"/>
          <w:szCs w:val="18"/>
          <w:lang w:val="es-MX"/>
        </w:rPr>
        <w:t xml:space="preserve"> </w:t>
      </w:r>
      <w:r w:rsidR="00895379">
        <w:rPr>
          <w:rFonts w:cs="Arial"/>
          <w:szCs w:val="18"/>
          <w:lang w:val="es-MX"/>
        </w:rPr>
        <w:t>Consulte</w:t>
      </w:r>
      <w:r w:rsidR="009D7399" w:rsidRPr="00F3535C">
        <w:rPr>
          <w:rFonts w:cs="Arial"/>
          <w:szCs w:val="18"/>
          <w:lang w:val="es-MX"/>
        </w:rPr>
        <w:t xml:space="preserve"> el </w:t>
      </w:r>
      <w:hyperlink r:id="rId17" w:history="1">
        <w:r w:rsidR="00A47457" w:rsidRPr="00EE7CE0">
          <w:rPr>
            <w:rStyle w:val="Hyperlink"/>
            <w:rFonts w:cs="Arial"/>
            <w:b/>
            <w:bCs/>
            <w:szCs w:val="18"/>
            <w:lang w:val="es-MX"/>
          </w:rPr>
          <w:t>Manual de CCOF del Programa de Servicios de Certificación</w:t>
        </w:r>
      </w:hyperlink>
      <w:r w:rsidRPr="00F3535C">
        <w:rPr>
          <w:rFonts w:cs="Arial"/>
          <w:szCs w:val="18"/>
          <w:lang w:val="es-MX"/>
        </w:rPr>
        <w:t xml:space="preserve"> para </w:t>
      </w:r>
      <w:r w:rsidR="00895379">
        <w:rPr>
          <w:rFonts w:cs="Arial"/>
          <w:szCs w:val="18"/>
          <w:lang w:val="es-MX"/>
        </w:rPr>
        <w:t xml:space="preserve">obtener </w:t>
      </w:r>
      <w:r w:rsidRPr="00F3535C">
        <w:rPr>
          <w:rFonts w:cs="Arial"/>
          <w:szCs w:val="18"/>
          <w:lang w:val="es-MX"/>
        </w:rPr>
        <w:t>información adicional</w:t>
      </w:r>
      <w:r w:rsidR="00954816">
        <w:rPr>
          <w:rFonts w:cs="Arial"/>
          <w:szCs w:val="18"/>
          <w:lang w:val="es-MX"/>
        </w:rPr>
        <w:t xml:space="preserve"> y </w:t>
      </w:r>
      <w:r w:rsidR="00FA3634">
        <w:rPr>
          <w:rFonts w:cs="Arial"/>
          <w:szCs w:val="18"/>
          <w:lang w:val="es-MX"/>
        </w:rPr>
        <w:t>detalles sobre la tarifa reducida para las operaciones certificadas que añadan nuevas parcelas durante los dos primeros años de la transición de 3 años.</w:t>
      </w:r>
    </w:p>
    <w:p w14:paraId="6A3E0241" w14:textId="77777777" w:rsidR="003A2B60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>El Uso de Ganado</w:t>
      </w:r>
      <w:r w:rsidR="001813D3" w:rsidRPr="00F3535C">
        <w:rPr>
          <w:rFonts w:cs="Arial"/>
          <w:b/>
          <w:szCs w:val="22"/>
          <w:lang w:val="es-MX"/>
        </w:rPr>
        <w:t xml:space="preserve">    </w:t>
      </w:r>
      <w:r w:rsidR="005D3A5D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3A5D" w:rsidRPr="00F3535C">
        <w:rPr>
          <w:rFonts w:cs="Arial"/>
          <w:szCs w:val="18"/>
          <w:lang w:val="es-MX"/>
        </w:rPr>
        <w:instrText xml:space="preserve"> FORMCHECKBOX </w:instrText>
      </w:r>
      <w:r w:rsidR="005D3A5D" w:rsidRPr="00F3535C">
        <w:rPr>
          <w:rFonts w:cs="Arial"/>
          <w:b/>
          <w:bCs/>
          <w:szCs w:val="18"/>
          <w:lang w:val="es-MX"/>
        </w:rPr>
      </w:r>
      <w:r w:rsidR="005D3A5D" w:rsidRPr="00F3535C">
        <w:rPr>
          <w:rFonts w:cs="Arial"/>
          <w:b/>
          <w:bCs/>
          <w:szCs w:val="18"/>
          <w:lang w:val="es-MX"/>
        </w:rPr>
        <w:fldChar w:fldCharType="separate"/>
      </w:r>
      <w:r w:rsidR="005D3A5D" w:rsidRPr="00F3535C">
        <w:rPr>
          <w:rFonts w:cs="Arial"/>
          <w:b/>
          <w:bCs/>
          <w:szCs w:val="18"/>
          <w:lang w:val="es-MX"/>
        </w:rPr>
        <w:fldChar w:fldCharType="end"/>
      </w:r>
      <w:r w:rsidR="005D3A5D"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bCs/>
          <w:szCs w:val="18"/>
          <w:lang w:val="es-MX"/>
        </w:rPr>
        <w:t xml:space="preserve">No </w:t>
      </w:r>
      <w:r w:rsidR="00895379">
        <w:rPr>
          <w:rFonts w:cs="Arial"/>
          <w:bCs/>
          <w:szCs w:val="18"/>
          <w:lang w:val="es-MX"/>
        </w:rPr>
        <w:t>se utiliza para el ganado orgánico</w:t>
      </w:r>
    </w:p>
    <w:p w14:paraId="67E960F6" w14:textId="77777777" w:rsidR="00F83609" w:rsidRPr="00EE7CE0" w:rsidRDefault="00376E43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i/>
          <w:iCs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C</w:t>
      </w:r>
      <w:r w:rsidR="00F83609" w:rsidRPr="00EE7CE0">
        <w:rPr>
          <w:rFonts w:cs="Arial"/>
          <w:i/>
          <w:iCs/>
          <w:szCs w:val="18"/>
          <w:lang w:val="es-MX"/>
        </w:rPr>
        <w:t xml:space="preserve">omplete esta sección si </w:t>
      </w:r>
      <w:r w:rsidR="00895379">
        <w:rPr>
          <w:rFonts w:cs="Arial"/>
          <w:i/>
          <w:iCs/>
          <w:szCs w:val="18"/>
          <w:lang w:val="es-MX"/>
        </w:rPr>
        <w:t>tiene previsto utilizar esta</w:t>
      </w:r>
      <w:r w:rsidR="00F83609" w:rsidRPr="00EE7CE0">
        <w:rPr>
          <w:rFonts w:cs="Arial"/>
          <w:i/>
          <w:iCs/>
          <w:szCs w:val="18"/>
          <w:lang w:val="es-MX"/>
        </w:rPr>
        <w:t xml:space="preserve"> parcela para la producción </w:t>
      </w:r>
      <w:r w:rsidR="00895379">
        <w:rPr>
          <w:rFonts w:cs="Arial"/>
          <w:i/>
          <w:iCs/>
          <w:szCs w:val="18"/>
          <w:lang w:val="es-MX"/>
        </w:rPr>
        <w:t>orgánica de</w:t>
      </w:r>
      <w:r w:rsidR="00895379" w:rsidRPr="00EE7CE0">
        <w:rPr>
          <w:rFonts w:cs="Arial"/>
          <w:i/>
          <w:iCs/>
          <w:szCs w:val="18"/>
          <w:lang w:val="es-MX"/>
        </w:rPr>
        <w:t xml:space="preserve"> </w:t>
      </w:r>
      <w:r w:rsidR="00F83609" w:rsidRPr="00EE7CE0">
        <w:rPr>
          <w:rFonts w:cs="Arial"/>
          <w:i/>
          <w:iCs/>
          <w:szCs w:val="18"/>
          <w:lang w:val="es-MX"/>
        </w:rPr>
        <w:t xml:space="preserve">ganado, </w:t>
      </w:r>
      <w:r w:rsidR="00895379" w:rsidRPr="00EE7CE0">
        <w:rPr>
          <w:rFonts w:cs="Arial"/>
          <w:i/>
          <w:iCs/>
          <w:szCs w:val="18"/>
          <w:lang w:val="es-MX"/>
        </w:rPr>
        <w:t>pasto</w:t>
      </w:r>
      <w:r w:rsidR="00895379">
        <w:rPr>
          <w:rFonts w:cs="Arial"/>
          <w:i/>
          <w:iCs/>
          <w:szCs w:val="18"/>
          <w:lang w:val="es-MX"/>
        </w:rPr>
        <w:t>reo</w:t>
      </w:r>
      <w:r w:rsidR="00F83609" w:rsidRPr="00EE7CE0">
        <w:rPr>
          <w:rFonts w:cs="Arial"/>
          <w:i/>
          <w:iCs/>
          <w:szCs w:val="18"/>
          <w:lang w:val="es-MX"/>
        </w:rPr>
        <w:t>, etc. Tenga en cuenta que los productos de animales</w:t>
      </w:r>
      <w:r w:rsidR="004825FE" w:rsidRPr="00EE7CE0">
        <w:rPr>
          <w:rFonts w:cs="Arial"/>
          <w:i/>
          <w:iCs/>
          <w:szCs w:val="18"/>
          <w:lang w:val="es-MX"/>
        </w:rPr>
        <w:t xml:space="preserve"> </w:t>
      </w:r>
      <w:r w:rsidR="00895379">
        <w:rPr>
          <w:rFonts w:cs="Arial"/>
          <w:i/>
          <w:iCs/>
          <w:szCs w:val="18"/>
          <w:lang w:val="es-MX"/>
        </w:rPr>
        <w:t>orgánicos pastoreados</w:t>
      </w:r>
      <w:r w:rsidR="006E24A0" w:rsidRPr="00EE7CE0">
        <w:rPr>
          <w:rFonts w:cs="Arial"/>
          <w:i/>
          <w:iCs/>
          <w:szCs w:val="18"/>
          <w:lang w:val="es-MX"/>
        </w:rPr>
        <w:t xml:space="preserve"> </w:t>
      </w:r>
      <w:r w:rsidR="00F83609" w:rsidRPr="00EE7CE0">
        <w:rPr>
          <w:rFonts w:cs="Arial"/>
          <w:i/>
          <w:iCs/>
          <w:szCs w:val="18"/>
          <w:lang w:val="es-MX"/>
        </w:rPr>
        <w:t>antes de la inspección y la certificación no puede</w:t>
      </w:r>
      <w:r w:rsidR="00D54C93" w:rsidRPr="00EE7CE0">
        <w:rPr>
          <w:rFonts w:cs="Arial"/>
          <w:i/>
          <w:iCs/>
          <w:szCs w:val="18"/>
          <w:lang w:val="es-MX"/>
        </w:rPr>
        <w:t>n</w:t>
      </w:r>
      <w:r w:rsidR="00F83609" w:rsidRPr="00EE7CE0">
        <w:rPr>
          <w:rFonts w:cs="Arial"/>
          <w:i/>
          <w:iCs/>
          <w:szCs w:val="18"/>
          <w:lang w:val="es-MX"/>
        </w:rPr>
        <w:t xml:space="preserve"> ser vendido</w:t>
      </w:r>
      <w:r w:rsidR="004825FE" w:rsidRPr="00EE7CE0">
        <w:rPr>
          <w:rFonts w:cs="Arial"/>
          <w:i/>
          <w:iCs/>
          <w:szCs w:val="18"/>
          <w:lang w:val="es-MX"/>
        </w:rPr>
        <w:t>s</w:t>
      </w:r>
      <w:r w:rsidR="00F83609" w:rsidRPr="00EE7CE0">
        <w:rPr>
          <w:rFonts w:cs="Arial"/>
          <w:i/>
          <w:iCs/>
          <w:szCs w:val="18"/>
          <w:lang w:val="es-MX"/>
        </w:rPr>
        <w:t xml:space="preserve"> o representados como orgánicos.</w:t>
      </w:r>
    </w:p>
    <w:p w14:paraId="7F39A60A" w14:textId="7B3A13D5" w:rsidR="001813D3" w:rsidRPr="00F3535C" w:rsidRDefault="00895379" w:rsidP="00EE7CE0">
      <w:pPr>
        <w:pStyle w:val="ColorfulList-Accent11"/>
        <w:keepNext/>
        <w:numPr>
          <w:ilvl w:val="0"/>
          <w:numId w:val="8"/>
        </w:numPr>
        <w:spacing w:before="60"/>
        <w:ind w:right="-36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Uso previsto de </w:t>
      </w:r>
      <w:r w:rsidR="00F83609" w:rsidRPr="00F3535C">
        <w:rPr>
          <w:rFonts w:cs="Arial"/>
          <w:szCs w:val="18"/>
          <w:lang w:val="es-MX"/>
        </w:rPr>
        <w:t>pastoreo de ganado</w:t>
      </w:r>
      <w:r>
        <w:rPr>
          <w:rFonts w:cs="Arial"/>
          <w:szCs w:val="18"/>
          <w:lang w:val="es-MX"/>
        </w:rPr>
        <w:t>/</w:t>
      </w:r>
      <w:r w:rsidR="00F83609" w:rsidRPr="00F3535C">
        <w:rPr>
          <w:rFonts w:cs="Arial"/>
          <w:szCs w:val="18"/>
          <w:lang w:val="es-MX"/>
        </w:rPr>
        <w:t>acceso al aire libre:</w:t>
      </w:r>
    </w:p>
    <w:p w14:paraId="61A3C451" w14:textId="77777777" w:rsidR="003A2B60" w:rsidRPr="00F3535C" w:rsidRDefault="003A2B60" w:rsidP="00EE7CE0">
      <w:pPr>
        <w:pStyle w:val="ColorfulList-Accent11"/>
        <w:spacing w:before="60"/>
        <w:ind w:left="360" w:right="-36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Av</w:t>
      </w:r>
      <w:r w:rsidR="001813D3" w:rsidRPr="00F3535C">
        <w:rPr>
          <w:rFonts w:cs="Arial"/>
          <w:szCs w:val="18"/>
          <w:lang w:val="es-MX"/>
        </w:rPr>
        <w:t xml:space="preserve">es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1813D3" w:rsidRPr="00F3535C">
        <w:rPr>
          <w:rFonts w:cs="Arial"/>
          <w:bCs/>
          <w:szCs w:val="18"/>
          <w:lang w:val="es-MX"/>
        </w:rPr>
        <w:t xml:space="preserve">Rumiantes: Carne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Rumiantes: Lácteos</w:t>
      </w:r>
      <w:r w:rsidR="001813D3" w:rsidRPr="00F3535C">
        <w:rPr>
          <w:rFonts w:cs="Arial"/>
          <w:szCs w:val="18"/>
          <w:lang w:val="es-MX"/>
        </w:rPr>
        <w:t xml:space="preserve">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No rumiantes</w:t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900"/>
      </w:tblGrid>
      <w:tr w:rsidR="00A017FA" w:rsidRPr="00F3535C" w14:paraId="75AC9F0D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62AF4CD6" w14:textId="77777777" w:rsidR="00A017FA" w:rsidRPr="00F3535C" w:rsidRDefault="00A017FA" w:rsidP="00EE7CE0">
            <w:pPr>
              <w:pStyle w:val="ColorfulList-Accent11"/>
              <w:numPr>
                <w:ilvl w:val="0"/>
                <w:numId w:val="8"/>
              </w:numPr>
              <w:spacing w:before="60"/>
              <w:ind w:left="245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¿Cuándo planea utilizar esta parcela para el pastoreo o acceso de</w:t>
            </w:r>
            <w:r w:rsidR="00895379">
              <w:rPr>
                <w:rFonts w:cs="Arial"/>
                <w:bCs/>
                <w:szCs w:val="18"/>
                <w:lang w:val="es-MX"/>
              </w:rPr>
              <w:t>l</w:t>
            </w:r>
            <w:r w:rsidRPr="00F3535C">
              <w:rPr>
                <w:rFonts w:cs="Arial"/>
                <w:bCs/>
                <w:szCs w:val="18"/>
                <w:lang w:val="es-MX"/>
              </w:rPr>
              <w:t xml:space="preserve"> ganado?</w:t>
            </w:r>
          </w:p>
        </w:tc>
        <w:tc>
          <w:tcPr>
            <w:tcW w:w="450" w:type="dxa"/>
            <w:vAlign w:val="center"/>
          </w:tcPr>
          <w:p w14:paraId="7A239FC8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3B5A707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AD59C9F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FE65ADF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2339186C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06AA0ED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2B037DEA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7A5EB8B2" w14:textId="77777777" w:rsidR="00A017FA" w:rsidRPr="00F3535C" w:rsidRDefault="00A017FA" w:rsidP="00EE7CE0">
            <w:pPr>
              <w:pStyle w:val="ColorfulList-Accent11"/>
              <w:numPr>
                <w:ilvl w:val="0"/>
                <w:numId w:val="8"/>
              </w:numPr>
              <w:spacing w:before="60"/>
              <w:ind w:left="245" w:right="-43"/>
              <w:contextualSpacing w:val="0"/>
              <w:rPr>
                <w:lang w:val="es-MX"/>
              </w:rPr>
            </w:pPr>
            <w:r w:rsidRPr="005D5226">
              <w:rPr>
                <w:rFonts w:cs="Arial"/>
                <w:bCs/>
                <w:szCs w:val="18"/>
                <w:lang w:val="es-MX"/>
              </w:rPr>
              <w:t xml:space="preserve">¿Cuándo planea </w:t>
            </w:r>
            <w:r w:rsidR="00B731B9">
              <w:rPr>
                <w:rFonts w:cs="Arial"/>
                <w:bCs/>
                <w:szCs w:val="18"/>
                <w:lang w:val="es-MX"/>
              </w:rPr>
              <w:t>retira</w:t>
            </w:r>
            <w:r w:rsidR="00B731B9" w:rsidRPr="005D5226">
              <w:rPr>
                <w:rFonts w:cs="Arial"/>
                <w:bCs/>
                <w:szCs w:val="18"/>
                <w:lang w:val="es-MX"/>
              </w:rPr>
              <w:t xml:space="preserve">r </w:t>
            </w:r>
            <w:r w:rsidRPr="005D5226">
              <w:rPr>
                <w:rFonts w:cs="Arial"/>
                <w:bCs/>
                <w:szCs w:val="18"/>
                <w:lang w:val="es-MX"/>
              </w:rPr>
              <w:t>los animales de esta parcela?</w:t>
            </w:r>
          </w:p>
        </w:tc>
        <w:tc>
          <w:tcPr>
            <w:tcW w:w="450" w:type="dxa"/>
            <w:vAlign w:val="center"/>
          </w:tcPr>
          <w:p w14:paraId="1EE071FD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381AAFD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089689A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27EBABA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02CE6929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3A4F979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023427" w14:textId="77777777" w:rsidR="00A47457" w:rsidRDefault="00A47457" w:rsidP="00EE7CE0">
      <w:pPr>
        <w:pStyle w:val="ColorfulList-Accent11"/>
        <w:keepNext/>
        <w:numPr>
          <w:ilvl w:val="0"/>
          <w:numId w:val="8"/>
        </w:numPr>
        <w:spacing w:before="60"/>
        <w:ind w:right="-43"/>
        <w:contextualSpacing w:val="0"/>
        <w:rPr>
          <w:rFonts w:cs="Arial"/>
          <w:b/>
          <w:szCs w:val="22"/>
          <w:lang w:val="es-MX"/>
        </w:rPr>
      </w:pPr>
      <w:r w:rsidRPr="00F3535C">
        <w:rPr>
          <w:rFonts w:cs="Arial"/>
          <w:szCs w:val="18"/>
          <w:lang w:val="es-MX"/>
        </w:rPr>
        <w:t>Información adicional sobre sus planes:</w:t>
      </w:r>
    </w:p>
    <w:tbl>
      <w:tblPr>
        <w:tblW w:w="1053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530"/>
      </w:tblGrid>
      <w:tr w:rsidR="00A47457" w:rsidRPr="00F3535C" w14:paraId="651D9F80" w14:textId="77777777" w:rsidTr="008E074E">
        <w:trPr>
          <w:cantSplit/>
          <w:trHeight w:val="522"/>
        </w:trPr>
        <w:tc>
          <w:tcPr>
            <w:tcW w:w="10530" w:type="dxa"/>
            <w:tcBorders>
              <w:bottom w:val="single" w:sz="4" w:space="0" w:color="auto"/>
            </w:tcBorders>
            <w:vAlign w:val="center"/>
          </w:tcPr>
          <w:p w14:paraId="2F979436" w14:textId="77777777" w:rsidR="00A47457" w:rsidRPr="00F3535C" w:rsidRDefault="00A47457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C7CE112" w14:textId="77777777" w:rsidR="00376E43" w:rsidRPr="00EE7CE0" w:rsidRDefault="00B731B9" w:rsidP="00EE7CE0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lang w:val="es-MX"/>
        </w:rPr>
      </w:pPr>
      <w:r>
        <w:rPr>
          <w:rFonts w:cs="Arial"/>
          <w:b/>
          <w:sz w:val="22"/>
          <w:szCs w:val="22"/>
          <w:lang w:val="es-MX"/>
        </w:rPr>
        <w:t>Uso del Terreno</w:t>
      </w:r>
      <w:r w:rsidR="00376E43" w:rsidRPr="00F3535C">
        <w:rPr>
          <w:rFonts w:cs="Arial"/>
          <w:b/>
          <w:sz w:val="22"/>
          <w:szCs w:val="22"/>
          <w:lang w:val="es-MX"/>
        </w:rPr>
        <w:t xml:space="preserve"> </w:t>
      </w:r>
      <w:r w:rsidR="00F3535C" w:rsidRPr="00F3535C">
        <w:rPr>
          <w:rFonts w:cs="Arial"/>
          <w:b/>
          <w:sz w:val="22"/>
          <w:szCs w:val="22"/>
          <w:lang w:val="es-MX"/>
        </w:rPr>
        <w:t>y Zonas de Amortiguamiento (</w:t>
      </w:r>
      <w:r w:rsidR="00CE772C">
        <w:rPr>
          <w:rFonts w:cs="Arial"/>
          <w:b/>
          <w:sz w:val="22"/>
          <w:szCs w:val="22"/>
          <w:lang w:val="es-MX"/>
        </w:rPr>
        <w:t>Zona Buffer</w:t>
      </w:r>
      <w:r w:rsidR="00F3535C" w:rsidRPr="00F3535C">
        <w:rPr>
          <w:rFonts w:cs="Arial"/>
          <w:b/>
          <w:sz w:val="22"/>
          <w:szCs w:val="22"/>
          <w:lang w:val="es-MX"/>
        </w:rPr>
        <w:t>)</w:t>
      </w:r>
      <w:r>
        <w:rPr>
          <w:rFonts w:cs="Arial"/>
          <w:b/>
          <w:sz w:val="22"/>
          <w:szCs w:val="22"/>
          <w:lang w:val="es-MX"/>
        </w:rPr>
        <w:t xml:space="preserve"> Adyacentes</w:t>
      </w:r>
    </w:p>
    <w:p w14:paraId="1DD334C6" w14:textId="77777777" w:rsidR="00376E43" w:rsidRPr="00EE7CE0" w:rsidRDefault="00B731B9" w:rsidP="00EE7CE0">
      <w:pPr>
        <w:pStyle w:val="BodyText2"/>
        <w:keepNext/>
        <w:keepLines/>
        <w:spacing w:before="60" w:after="0" w:line="240" w:lineRule="auto"/>
        <w:ind w:left="360" w:right="-43"/>
        <w:rPr>
          <w:rFonts w:cs="Arial"/>
          <w:lang w:val="es-MX"/>
        </w:rPr>
      </w:pPr>
      <w:r w:rsidRPr="00EE7CE0">
        <w:rPr>
          <w:rFonts w:cs="Arial"/>
          <w:i/>
          <w:szCs w:val="18"/>
          <w:lang w:val="es-MX"/>
        </w:rPr>
        <w:t>Las parcelas orgánicas deben tener límites distintos (</w:t>
      </w:r>
      <w:r>
        <w:rPr>
          <w:rFonts w:cs="Arial"/>
          <w:i/>
          <w:szCs w:val="18"/>
          <w:lang w:val="es-MX"/>
        </w:rPr>
        <w:t>bordes</w:t>
      </w:r>
      <w:r w:rsidRPr="00EE7CE0">
        <w:rPr>
          <w:rFonts w:cs="Arial"/>
          <w:i/>
          <w:szCs w:val="18"/>
          <w:lang w:val="es-MX"/>
        </w:rPr>
        <w:t xml:space="preserve">). </w:t>
      </w:r>
      <w:r w:rsidRPr="00B731B9">
        <w:rPr>
          <w:rFonts w:cs="Arial"/>
          <w:i/>
          <w:szCs w:val="18"/>
          <w:lang w:val="es-MX"/>
        </w:rPr>
        <w:t>Las zonas de amortiguación</w:t>
      </w:r>
      <w:r>
        <w:rPr>
          <w:rFonts w:cs="Arial"/>
          <w:i/>
          <w:szCs w:val="18"/>
          <w:lang w:val="es-MX"/>
        </w:rPr>
        <w:t xml:space="preserve"> (zonas buffer)</w:t>
      </w:r>
      <w:r w:rsidRPr="00B731B9">
        <w:rPr>
          <w:rFonts w:cs="Arial"/>
          <w:i/>
          <w:szCs w:val="18"/>
          <w:lang w:val="es-MX"/>
        </w:rPr>
        <w:t xml:space="preserve"> son áreas entre las parcelas orgánicas y los terrenos adyacentes que no están bajo gestión orgánica.</w:t>
      </w:r>
      <w:r w:rsidRPr="00EE7CE0">
        <w:rPr>
          <w:rFonts w:cs="Arial"/>
          <w:i/>
          <w:szCs w:val="18"/>
          <w:lang w:val="es-MX"/>
        </w:rPr>
        <w:t xml:space="preserve"> </w:t>
      </w:r>
      <w:r w:rsidRPr="00B25667">
        <w:rPr>
          <w:rFonts w:cs="Arial"/>
          <w:i/>
          <w:szCs w:val="18"/>
          <w:lang w:val="es-MX"/>
        </w:rPr>
        <w:t>Deben ser manejad</w:t>
      </w:r>
      <w:r w:rsidRPr="00EE7CE0">
        <w:rPr>
          <w:rFonts w:cs="Arial"/>
          <w:i/>
          <w:szCs w:val="18"/>
          <w:lang w:val="es-MX"/>
        </w:rPr>
        <w:t>as orgánicamente y deben ser adecuadas para prevenir la contaminación de</w:t>
      </w:r>
      <w:r w:rsidR="00085F2C">
        <w:rPr>
          <w:rFonts w:cs="Arial"/>
          <w:i/>
          <w:szCs w:val="18"/>
          <w:lang w:val="es-MX"/>
        </w:rPr>
        <w:t>l</w:t>
      </w:r>
      <w:r w:rsidRPr="00EE7CE0">
        <w:rPr>
          <w:rFonts w:cs="Arial"/>
          <w:i/>
          <w:szCs w:val="18"/>
          <w:lang w:val="es-MX"/>
        </w:rPr>
        <w:t xml:space="preserve"> suelo, los cultivos y/o el </w:t>
      </w:r>
      <w:r w:rsidRPr="00B25667">
        <w:rPr>
          <w:rFonts w:cs="Arial"/>
          <w:i/>
          <w:szCs w:val="18"/>
          <w:lang w:val="es-MX"/>
        </w:rPr>
        <w:t>ganado</w:t>
      </w:r>
      <w:r w:rsidRPr="00EE7CE0">
        <w:rPr>
          <w:rFonts w:cs="Arial"/>
          <w:i/>
          <w:szCs w:val="18"/>
          <w:lang w:val="es-MX"/>
        </w:rPr>
        <w:t xml:space="preserve"> orgánico por materiales prohibidos aplicados a</w:t>
      </w:r>
      <w:r>
        <w:rPr>
          <w:rFonts w:cs="Arial"/>
          <w:i/>
          <w:szCs w:val="18"/>
          <w:lang w:val="es-MX"/>
        </w:rPr>
        <w:t>l terreno colindante y/o por cultivos producidos</w:t>
      </w:r>
      <w:r w:rsidR="00EC6904">
        <w:rPr>
          <w:rFonts w:cs="Arial"/>
          <w:i/>
          <w:szCs w:val="18"/>
          <w:lang w:val="es-MX"/>
        </w:rPr>
        <w:t xml:space="preserve"> por</w:t>
      </w:r>
      <w:r>
        <w:rPr>
          <w:rFonts w:cs="Arial"/>
          <w:i/>
          <w:szCs w:val="18"/>
          <w:lang w:val="es-MX"/>
        </w:rPr>
        <w:t xml:space="preserve"> ingeniería genética (por ejemplo, semillas OGM). </w:t>
      </w:r>
      <w:r w:rsidRPr="00EE7CE0">
        <w:rPr>
          <w:rFonts w:cs="Arial"/>
          <w:b/>
          <w:bCs/>
          <w:i/>
          <w:szCs w:val="18"/>
          <w:lang w:val="es-MX"/>
        </w:rPr>
        <w:t>Notifique a CCOF inmediatamente de cualquier aplicación o deriva de un material prohibido al suelo, los cultivos y/o ganado orgánico.</w:t>
      </w:r>
      <w:r>
        <w:rPr>
          <w:rFonts w:cs="Arial"/>
          <w:i/>
          <w:szCs w:val="18"/>
          <w:lang w:val="es-MX"/>
        </w:rPr>
        <w:t xml:space="preserve"> </w:t>
      </w:r>
    </w:p>
    <w:p w14:paraId="4A9C6379" w14:textId="77777777" w:rsidR="001126F7" w:rsidRPr="00B25667" w:rsidRDefault="00EC6904" w:rsidP="00EE7CE0">
      <w:pPr>
        <w:pStyle w:val="BodyText"/>
        <w:keepNext/>
        <w:numPr>
          <w:ilvl w:val="0"/>
          <w:numId w:val="11"/>
        </w:numPr>
        <w:spacing w:before="60" w:after="60"/>
        <w:ind w:right="-36"/>
        <w:rPr>
          <w:rFonts w:cs="Arial"/>
          <w:szCs w:val="18"/>
          <w:lang w:val="es-MX"/>
        </w:rPr>
      </w:pPr>
      <w:r w:rsidRPr="00EE7CE0">
        <w:rPr>
          <w:rFonts w:cs="Arial"/>
          <w:bCs/>
          <w:szCs w:val="18"/>
          <w:lang w:val="es-MX"/>
        </w:rPr>
        <w:t xml:space="preserve">Describa todos los usos del </w:t>
      </w:r>
      <w:r>
        <w:rPr>
          <w:rFonts w:cs="Arial"/>
          <w:bCs/>
          <w:szCs w:val="18"/>
          <w:lang w:val="es-MX"/>
        </w:rPr>
        <w:t>terreno</w:t>
      </w:r>
      <w:r w:rsidRPr="00EE7CE0">
        <w:rPr>
          <w:rFonts w:cs="Arial"/>
          <w:bCs/>
          <w:szCs w:val="18"/>
          <w:lang w:val="es-MX"/>
        </w:rPr>
        <w:t xml:space="preserve"> </w:t>
      </w:r>
      <w:r>
        <w:rPr>
          <w:rFonts w:cs="Arial"/>
          <w:bCs/>
          <w:szCs w:val="18"/>
          <w:lang w:val="es-MX"/>
        </w:rPr>
        <w:t>colindante y las zonas de amortiguación (zonas buffer) que colindan con esta parcela.</w:t>
      </w:r>
      <w:r w:rsidR="00376E43" w:rsidRPr="00EE7CE0">
        <w:rPr>
          <w:rFonts w:cs="Arial"/>
          <w:szCs w:val="18"/>
          <w:lang w:val="es-MX"/>
        </w:rPr>
        <w:t xml:space="preserve"> </w:t>
      </w:r>
    </w:p>
    <w:tbl>
      <w:tblPr>
        <w:tblW w:w="4842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27"/>
        <w:gridCol w:w="3611"/>
        <w:gridCol w:w="947"/>
        <w:gridCol w:w="3278"/>
        <w:gridCol w:w="881"/>
        <w:gridCol w:w="1044"/>
      </w:tblGrid>
      <w:tr w:rsidR="007227CD" w:rsidRPr="00F3535C" w14:paraId="15B10F9A" w14:textId="77777777" w:rsidTr="002365D7">
        <w:trPr>
          <w:cantSplit/>
          <w:trHeight w:val="515"/>
          <w:tblHeader/>
        </w:trPr>
        <w:tc>
          <w:tcPr>
            <w:tcW w:w="391" w:type="pct"/>
            <w:vMerge w:val="restart"/>
            <w:vAlign w:val="center"/>
          </w:tcPr>
          <w:p w14:paraId="6CA10719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Borde</w:t>
            </w:r>
          </w:p>
        </w:tc>
        <w:tc>
          <w:tcPr>
            <w:tcW w:w="2152" w:type="pct"/>
            <w:gridSpan w:val="2"/>
            <w:vAlign w:val="center"/>
          </w:tcPr>
          <w:p w14:paraId="789A4ABB" w14:textId="77777777" w:rsidR="007227CD" w:rsidRPr="00F3535C" w:rsidRDefault="00AB09F8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330FF3">
              <w:rPr>
                <w:rFonts w:ascii="Arial" w:hAnsi="Arial" w:cs="Arial"/>
                <w:noProof w:val="0"/>
                <w:szCs w:val="18"/>
                <w:lang w:val="es-MX"/>
              </w:rPr>
              <w:t>Uso de</w:t>
            </w:r>
            <w:r w:rsidR="00466377" w:rsidRPr="00330FF3">
              <w:rPr>
                <w:rFonts w:ascii="Arial" w:hAnsi="Arial" w:cs="Arial"/>
                <w:noProof w:val="0"/>
                <w:szCs w:val="18"/>
                <w:lang w:val="es-MX"/>
              </w:rPr>
              <w:t xml:space="preserve"> Terreno</w:t>
            </w:r>
            <w:r w:rsidRPr="00330FF3">
              <w:rPr>
                <w:rFonts w:ascii="Arial" w:hAnsi="Arial" w:cs="Arial"/>
                <w:noProof w:val="0"/>
                <w:szCs w:val="18"/>
                <w:lang w:val="es-MX"/>
              </w:rPr>
              <w:t xml:space="preserve"> Colindante</w:t>
            </w:r>
          </w:p>
        </w:tc>
        <w:tc>
          <w:tcPr>
            <w:tcW w:w="1548" w:type="pct"/>
            <w:vMerge w:val="restart"/>
            <w:vAlign w:val="center"/>
          </w:tcPr>
          <w:p w14:paraId="5231E37D" w14:textId="77777777" w:rsidR="007227CD" w:rsidRPr="00CE772C" w:rsidRDefault="00AB09F8" w:rsidP="007227CD">
            <w:pPr>
              <w:pStyle w:val="TableText"/>
              <w:spacing w:before="20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Tipo de Zona 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>Buffer</w:t>
            </w:r>
          </w:p>
          <w:p w14:paraId="5EF1207A" w14:textId="77777777" w:rsidR="007227CD" w:rsidRPr="00CE772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 xml:space="preserve">(calle, área de zacate, </w:t>
            </w:r>
            <w:r w:rsidR="00EC6904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 xml:space="preserve">canal, </w:t>
            </w: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terreno cultiva</w:t>
            </w:r>
            <w:r w:rsid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ble</w:t>
            </w:r>
            <w:r w:rsidR="00EC6904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, etc.</w:t>
            </w: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)</w:t>
            </w:r>
          </w:p>
        </w:tc>
        <w:tc>
          <w:tcPr>
            <w:tcW w:w="416" w:type="pct"/>
            <w:vMerge w:val="restart"/>
            <w:vAlign w:val="center"/>
          </w:tcPr>
          <w:p w14:paraId="6377E201" w14:textId="77777777" w:rsidR="007227CD" w:rsidRPr="00CE772C" w:rsidRDefault="00330FF3" w:rsidP="00330FF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>Anch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>o</w:t>
            </w:r>
            <w:r w:rsidR="007227CD"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 </w:t>
            </w: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>(ft) de Zona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 Buffer</w:t>
            </w:r>
          </w:p>
        </w:tc>
        <w:tc>
          <w:tcPr>
            <w:tcW w:w="493" w:type="pct"/>
            <w:vMerge w:val="restart"/>
            <w:vAlign w:val="center"/>
          </w:tcPr>
          <w:p w14:paraId="0926199B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¿</w:t>
            </w:r>
            <w:r w:rsidR="00AB09F8">
              <w:rPr>
                <w:rFonts w:ascii="Arial" w:hAnsi="Arial" w:cs="Arial"/>
                <w:noProof w:val="0"/>
                <w:szCs w:val="18"/>
                <w:lang w:val="es-MX"/>
              </w:rPr>
              <w:t>Tiene un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 </w:t>
            </w:r>
            <w:r w:rsidR="00AB09F8">
              <w:rPr>
                <w:rFonts w:ascii="Arial" w:hAnsi="Arial" w:cs="Arial"/>
                <w:noProof w:val="0"/>
                <w:szCs w:val="18"/>
                <w:lang w:val="es-MX"/>
              </w:rPr>
              <w:t xml:space="preserve">cultivo 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en la zona </w:t>
            </w:r>
            <w:r w:rsidR="00CE772C">
              <w:rPr>
                <w:rFonts w:ascii="Arial" w:hAnsi="Arial" w:cs="Arial"/>
                <w:noProof w:val="0"/>
                <w:szCs w:val="18"/>
                <w:lang w:val="es-MX"/>
              </w:rPr>
              <w:t>buffer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? </w:t>
            </w:r>
            <w:r w:rsidRPr="005D5226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(Sí/No)</w:t>
            </w:r>
          </w:p>
        </w:tc>
      </w:tr>
      <w:tr w:rsidR="007227CD" w:rsidRPr="00F3535C" w14:paraId="083E3CBF" w14:textId="77777777" w:rsidTr="002365D7">
        <w:trPr>
          <w:cantSplit/>
          <w:trHeight w:val="514"/>
          <w:tblHeader/>
        </w:trPr>
        <w:tc>
          <w:tcPr>
            <w:tcW w:w="391" w:type="pct"/>
            <w:vMerge/>
            <w:vAlign w:val="center"/>
          </w:tcPr>
          <w:p w14:paraId="44B03494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1705" w:type="pct"/>
            <w:vAlign w:val="center"/>
          </w:tcPr>
          <w:p w14:paraId="36DDDCFF" w14:textId="77777777" w:rsidR="007227CD" w:rsidRPr="00B25667" w:rsidRDefault="00376E43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</w:pP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 xml:space="preserve"> (</w:t>
            </w:r>
            <w:r w:rsidR="00EC6904"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terrenos con cultivos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 xml:space="preserve">, </w:t>
            </w:r>
            <w:r w:rsidR="00085F2C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campo abierto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, residen</w:t>
            </w:r>
            <w:r w:rsidR="00EC6904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ciales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, etc.)</w:t>
            </w:r>
          </w:p>
        </w:tc>
        <w:tc>
          <w:tcPr>
            <w:tcW w:w="447" w:type="pct"/>
            <w:vAlign w:val="center"/>
          </w:tcPr>
          <w:p w14:paraId="7873E432" w14:textId="77777777" w:rsidR="007227CD" w:rsidRPr="007227CD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</w:pPr>
            <w:r w:rsidRPr="007227CD"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  <w:t>Orgánico</w:t>
            </w:r>
          </w:p>
          <w:p w14:paraId="11064FE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7227CD"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  <w:t>(Sí/No)</w:t>
            </w:r>
          </w:p>
        </w:tc>
        <w:tc>
          <w:tcPr>
            <w:tcW w:w="1548" w:type="pct"/>
            <w:vMerge/>
            <w:vAlign w:val="center"/>
          </w:tcPr>
          <w:p w14:paraId="3A33D63D" w14:textId="77777777" w:rsidR="007227CD" w:rsidRPr="005D5226" w:rsidRDefault="007227CD" w:rsidP="007227CD">
            <w:pPr>
              <w:pStyle w:val="TableText"/>
              <w:spacing w:before="20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416" w:type="pct"/>
            <w:vMerge/>
          </w:tcPr>
          <w:p w14:paraId="71AEB80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493" w:type="pct"/>
            <w:vMerge/>
            <w:vAlign w:val="center"/>
          </w:tcPr>
          <w:p w14:paraId="56D6C48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</w:tr>
      <w:tr w:rsidR="007227CD" w:rsidRPr="00F3535C" w14:paraId="629E7866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56AD2CB9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N</w:t>
            </w:r>
          </w:p>
        </w:tc>
        <w:tc>
          <w:tcPr>
            <w:tcW w:w="1705" w:type="pct"/>
            <w:vAlign w:val="center"/>
          </w:tcPr>
          <w:p w14:paraId="4C999E08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3C50772B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75F8736D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57710F63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7682D4C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725223AC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747DDF4E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S</w:t>
            </w:r>
          </w:p>
        </w:tc>
        <w:tc>
          <w:tcPr>
            <w:tcW w:w="1705" w:type="pct"/>
            <w:vAlign w:val="center"/>
          </w:tcPr>
          <w:p w14:paraId="1BECB603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630F6289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0440C9E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2DA4E3FD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9CB2B8A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0A984DCB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542F75D1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E</w:t>
            </w:r>
          </w:p>
        </w:tc>
        <w:tc>
          <w:tcPr>
            <w:tcW w:w="1705" w:type="pct"/>
            <w:vAlign w:val="center"/>
          </w:tcPr>
          <w:p w14:paraId="3BC7C857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7A5D7D48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F9C1E87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534C061F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693AE74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558ABA23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0FED1A53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O</w:t>
            </w:r>
          </w:p>
        </w:tc>
        <w:tc>
          <w:tcPr>
            <w:tcW w:w="1705" w:type="pct"/>
            <w:vAlign w:val="center"/>
          </w:tcPr>
          <w:p w14:paraId="161790C3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21193B92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00F0264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3ADB9291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14928F28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613AAEE" w14:textId="77777777" w:rsidR="008B033D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Mapas</w:t>
      </w:r>
    </w:p>
    <w:p w14:paraId="5B2CC414" w14:textId="3D49DA1A" w:rsidR="00331F45" w:rsidRPr="00E41C75" w:rsidRDefault="00331F45" w:rsidP="00EE7CE0">
      <w:pPr>
        <w:keepNext/>
        <w:spacing w:before="60"/>
        <w:ind w:left="360" w:right="-43"/>
        <w:rPr>
          <w:rFonts w:cs="Arial"/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 xml:space="preserve">Nuestra </w:t>
      </w:r>
      <w:hyperlink r:id="rId18" w:history="1">
        <w:r w:rsidR="002B67F8" w:rsidRPr="0020445F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Guía para Crear Mapas</w:t>
        </w:r>
      </w:hyperlink>
      <w:r w:rsidR="002B67F8">
        <w:rPr>
          <w:rFonts w:cs="Arial"/>
          <w:i/>
          <w:iCs/>
          <w:szCs w:val="18"/>
          <w:lang w:val="es-MX"/>
        </w:rPr>
        <w:t xml:space="preserve"> está disponible en </w:t>
      </w:r>
      <w:hyperlink r:id="rId19" w:history="1">
        <w:r w:rsidR="00E3082F" w:rsidRPr="00E3082F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www.ccof.org/documentos</w:t>
        </w:r>
      </w:hyperlink>
      <w:r w:rsidR="002B67F8">
        <w:rPr>
          <w:rFonts w:cs="Arial"/>
          <w:i/>
          <w:iCs/>
          <w:szCs w:val="18"/>
          <w:lang w:val="es-MX"/>
        </w:rPr>
        <w:t>.</w:t>
      </w:r>
    </w:p>
    <w:p w14:paraId="7B913A9C" w14:textId="2CABF041" w:rsidR="00376E43" w:rsidRPr="00EE7CE0" w:rsidRDefault="00EC6904" w:rsidP="00EE7CE0">
      <w:pPr>
        <w:keepNext/>
        <w:spacing w:before="60"/>
        <w:ind w:left="360" w:right="-43"/>
        <w:rPr>
          <w:rFonts w:cs="Arial"/>
          <w:b/>
          <w:bCs/>
          <w:sz w:val="16"/>
          <w:szCs w:val="16"/>
          <w:lang w:val="es-MX"/>
        </w:rPr>
      </w:pPr>
      <w:r w:rsidRPr="00EE7CE0">
        <w:rPr>
          <w:rFonts w:cs="Arial"/>
          <w:szCs w:val="18"/>
          <w:lang w:val="es-MX"/>
        </w:rPr>
        <w:t>Adjunte un mapa de</w:t>
      </w:r>
      <w:r w:rsidR="00376E43" w:rsidRPr="00EE7CE0">
        <w:rPr>
          <w:rFonts w:cs="Arial"/>
          <w:szCs w:val="18"/>
          <w:lang w:val="es-MX"/>
        </w:rPr>
        <w:t xml:space="preserve"> 8 1/2” x 11” (</w:t>
      </w:r>
      <w:r w:rsidRPr="00EE7CE0">
        <w:rPr>
          <w:rFonts w:cs="Arial"/>
          <w:szCs w:val="18"/>
          <w:lang w:val="es-MX"/>
        </w:rPr>
        <w:t>página estándar</w:t>
      </w:r>
      <w:r w:rsidR="00376E43" w:rsidRPr="00EE7CE0">
        <w:rPr>
          <w:rFonts w:cs="Arial"/>
          <w:szCs w:val="18"/>
          <w:lang w:val="es-MX"/>
        </w:rPr>
        <w:t xml:space="preserve">) </w:t>
      </w:r>
      <w:r w:rsidRPr="00EE7CE0">
        <w:rPr>
          <w:rFonts w:cs="Arial"/>
          <w:szCs w:val="18"/>
          <w:lang w:val="es-MX"/>
        </w:rPr>
        <w:t>de la parcela indicada anteriormente</w:t>
      </w:r>
      <w:r>
        <w:rPr>
          <w:rFonts w:cs="Arial"/>
          <w:szCs w:val="18"/>
          <w:lang w:val="es-MX"/>
        </w:rPr>
        <w:t xml:space="preserve">. </w:t>
      </w:r>
      <w:r w:rsidRPr="00EE7CE0">
        <w:rPr>
          <w:rFonts w:cs="Arial"/>
          <w:b/>
          <w:bCs/>
          <w:szCs w:val="18"/>
          <w:lang w:val="es-MX"/>
        </w:rPr>
        <w:t>Se prefieren los mapas que utilicen imágenes de satélite</w:t>
      </w:r>
      <w:r w:rsidR="00376E43" w:rsidRPr="00EE7CE0">
        <w:rPr>
          <w:rFonts w:cs="Arial"/>
          <w:b/>
          <w:bCs/>
          <w:szCs w:val="18"/>
          <w:lang w:val="es-MX"/>
        </w:rPr>
        <w:t>;</w:t>
      </w:r>
      <w:r w:rsidR="00376E43" w:rsidRPr="00EE7CE0">
        <w:rPr>
          <w:rFonts w:cs="Arial"/>
          <w:szCs w:val="18"/>
          <w:lang w:val="es-MX"/>
        </w:rPr>
        <w:t xml:space="preserve"> </w:t>
      </w:r>
      <w:r w:rsidRPr="00EE7CE0">
        <w:rPr>
          <w:rFonts w:cs="Arial"/>
          <w:szCs w:val="18"/>
          <w:lang w:val="es-MX"/>
        </w:rPr>
        <w:t xml:space="preserve">sin embargo, también se aceptan los mapas de parcelas del Asesor </w:t>
      </w:r>
      <w:r w:rsidR="00085F2C" w:rsidRPr="00EE7CE0">
        <w:rPr>
          <w:rFonts w:cs="Arial"/>
          <w:szCs w:val="18"/>
          <w:lang w:val="es-MX"/>
        </w:rPr>
        <w:t>u</w:t>
      </w:r>
      <w:r w:rsidRPr="00EE7CE0">
        <w:rPr>
          <w:rFonts w:cs="Arial"/>
          <w:szCs w:val="18"/>
          <w:lang w:val="es-MX"/>
        </w:rPr>
        <w:t xml:space="preserve"> otros mapas </w:t>
      </w:r>
      <w:r w:rsidRPr="00EE7CE0">
        <w:rPr>
          <w:rFonts w:cs="Arial"/>
          <w:b/>
          <w:bCs/>
          <w:szCs w:val="18"/>
          <w:lang w:val="es-MX"/>
        </w:rPr>
        <w:t>dibujados a escala</w:t>
      </w:r>
      <w:r w:rsidRPr="00EE7CE0">
        <w:rPr>
          <w:rFonts w:cs="Arial"/>
          <w:szCs w:val="18"/>
          <w:lang w:val="es-MX"/>
        </w:rPr>
        <w:t xml:space="preserve"> que </w:t>
      </w:r>
      <w:r w:rsidRPr="00EE7CE0">
        <w:rPr>
          <w:rFonts w:cs="Arial"/>
          <w:b/>
          <w:bCs/>
          <w:szCs w:val="18"/>
          <w:lang w:val="es-MX"/>
        </w:rPr>
        <w:t>muestren claramente los límites</w:t>
      </w:r>
      <w:r w:rsidRPr="00EE7CE0">
        <w:rPr>
          <w:rFonts w:cs="Arial"/>
          <w:szCs w:val="18"/>
          <w:lang w:val="es-MX"/>
        </w:rPr>
        <w:t xml:space="preserve"> de la parcela. </w:t>
      </w:r>
      <w:r w:rsidR="00837E04" w:rsidRPr="00EE7CE0">
        <w:rPr>
          <w:rFonts w:cs="Arial"/>
          <w:b/>
          <w:bCs/>
          <w:szCs w:val="18"/>
          <w:lang w:val="es-MX"/>
        </w:rPr>
        <w:t>Incluya todas las siguientes marcas en su mapa</w:t>
      </w:r>
      <w:r w:rsidR="00837E04">
        <w:rPr>
          <w:rFonts w:cs="Arial"/>
          <w:b/>
          <w:bCs/>
          <w:szCs w:val="18"/>
          <w:lang w:val="es-MX"/>
        </w:rPr>
        <w:t>:</w:t>
      </w:r>
    </w:p>
    <w:p w14:paraId="0D825DD3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8A0951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8A0951">
        <w:rPr>
          <w:rFonts w:cs="Arial"/>
          <w:szCs w:val="18"/>
        </w:rPr>
      </w:r>
      <w:r w:rsidRPr="008A0951">
        <w:rPr>
          <w:rFonts w:cs="Arial"/>
          <w:szCs w:val="18"/>
        </w:rPr>
        <w:fldChar w:fldCharType="separate"/>
      </w:r>
      <w:r w:rsidRPr="008A0951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837E04">
        <w:rPr>
          <w:rFonts w:cs="Arial"/>
          <w:szCs w:val="18"/>
          <w:lang w:val="es-MX"/>
        </w:rPr>
        <w:t xml:space="preserve">Flecha de dirección </w:t>
      </w:r>
      <w:r w:rsidRPr="00EE7CE0">
        <w:rPr>
          <w:rFonts w:cs="Arial"/>
          <w:szCs w:val="18"/>
          <w:lang w:val="es-MX"/>
        </w:rPr>
        <w:t>(N/S/E/W).</w:t>
      </w:r>
    </w:p>
    <w:p w14:paraId="5D561189" w14:textId="77777777" w:rsidR="00376E43" w:rsidRPr="00EE7CE0" w:rsidRDefault="00376E43" w:rsidP="00E55216">
      <w:pPr>
        <w:pStyle w:val="ListParagraph"/>
        <w:keepNext/>
        <w:spacing w:before="60"/>
        <w:ind w:left="630" w:right="-36" w:hanging="270"/>
        <w:contextualSpacing w:val="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837E04" w:rsidRPr="00EE7CE0">
        <w:rPr>
          <w:rFonts w:cs="Arial"/>
          <w:szCs w:val="18"/>
          <w:lang w:val="es-MX"/>
        </w:rPr>
        <w:t>Límites de la parcela que delimitan toda la superficie que se pre</w:t>
      </w:r>
      <w:r w:rsidR="00837E04">
        <w:rPr>
          <w:rFonts w:cs="Arial"/>
          <w:szCs w:val="18"/>
          <w:lang w:val="es-MX"/>
        </w:rPr>
        <w:t xml:space="preserve">tende certificar. </w:t>
      </w:r>
      <w:r w:rsidRPr="00EE7CE0">
        <w:rPr>
          <w:rFonts w:cs="Arial"/>
          <w:i/>
          <w:iCs/>
          <w:szCs w:val="18"/>
          <w:lang w:val="es-MX"/>
        </w:rPr>
        <w:t>In</w:t>
      </w:r>
      <w:r w:rsidR="00837E04" w:rsidRPr="00EE7CE0">
        <w:rPr>
          <w:rFonts w:cs="Arial"/>
          <w:i/>
          <w:iCs/>
          <w:szCs w:val="18"/>
          <w:lang w:val="es-MX"/>
        </w:rPr>
        <w:t>cluya toda la superficie que planea utilizar para la producción de cultivos orgánicos. Excluya las áreas no productivas (por ejemplo, casas, áreas de estacionamiento, lugares de manejo/almacenamiento</w:t>
      </w:r>
      <w:r w:rsidR="00837E04">
        <w:rPr>
          <w:rFonts w:cs="Arial"/>
          <w:i/>
          <w:iCs/>
          <w:szCs w:val="18"/>
          <w:lang w:val="es-MX"/>
        </w:rPr>
        <w:t xml:space="preserve"> después de la cosecha</w:t>
      </w:r>
      <w:r w:rsidR="00837E04" w:rsidRPr="00EE7CE0">
        <w:rPr>
          <w:rFonts w:cs="Arial"/>
          <w:i/>
          <w:iCs/>
          <w:szCs w:val="18"/>
          <w:lang w:val="es-MX"/>
        </w:rPr>
        <w:t>).</w:t>
      </w:r>
    </w:p>
    <w:p w14:paraId="49EBA337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Anotación de la superficie total de la parcela.</w:t>
      </w:r>
    </w:p>
    <w:p w14:paraId="6FE144C7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Identificadores permanentes (si corresponde): numeración o nombres de </w:t>
      </w:r>
      <w:r w:rsidR="00B25667">
        <w:rPr>
          <w:rFonts w:cs="Arial"/>
          <w:szCs w:val="18"/>
          <w:lang w:val="es-MX"/>
        </w:rPr>
        <w:t>bloques</w:t>
      </w:r>
      <w:r w:rsidR="00B25667" w:rsidRPr="00EE7CE0">
        <w:rPr>
          <w:rFonts w:cs="Arial"/>
          <w:szCs w:val="18"/>
          <w:lang w:val="es-MX"/>
        </w:rPr>
        <w:t>/lotes, invernaderos/</w:t>
      </w:r>
      <w:r w:rsidR="00B25667">
        <w:rPr>
          <w:rFonts w:cs="Arial"/>
          <w:szCs w:val="18"/>
          <w:lang w:val="es-MX"/>
        </w:rPr>
        <w:t>casas sombra</w:t>
      </w:r>
      <w:r w:rsidR="00B25667" w:rsidRPr="00EE7CE0">
        <w:rPr>
          <w:rFonts w:cs="Arial"/>
          <w:szCs w:val="18"/>
          <w:lang w:val="es-MX"/>
        </w:rPr>
        <w:t>, potreros, etc.</w:t>
      </w:r>
    </w:p>
    <w:p w14:paraId="3018714B" w14:textId="77777777" w:rsidR="00376E43" w:rsidRPr="00EE7CE0" w:rsidRDefault="00376E43" w:rsidP="00F901AA">
      <w:pPr>
        <w:keepNext/>
        <w:spacing w:before="60"/>
        <w:ind w:left="360" w:right="54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Vías públicas más cercanas y otros puntos de referencia utilizados para llegar a la parcela (vías férreas, edificios, etc.)</w:t>
      </w:r>
    </w:p>
    <w:p w14:paraId="34BF0C69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Otras áreas asociadas con su operación orgánica (por ejemplo, la producción anual de plántulas, las áreas de almacenamiento de materiales y/o cultivos, los lugares de </w:t>
      </w:r>
      <w:r w:rsidR="00B25667">
        <w:rPr>
          <w:rFonts w:cs="Arial"/>
          <w:szCs w:val="18"/>
          <w:lang w:val="es-MX"/>
        </w:rPr>
        <w:t xml:space="preserve">manejo </w:t>
      </w:r>
      <w:proofErr w:type="gramStart"/>
      <w:r w:rsidR="00B25667">
        <w:rPr>
          <w:rFonts w:cs="Arial"/>
          <w:szCs w:val="18"/>
          <w:lang w:val="es-MX"/>
        </w:rPr>
        <w:t>post-cosecha</w:t>
      </w:r>
      <w:proofErr w:type="gramEnd"/>
      <w:r w:rsidR="00B25667">
        <w:rPr>
          <w:rFonts w:cs="Arial"/>
          <w:szCs w:val="18"/>
          <w:lang w:val="es-MX"/>
        </w:rPr>
        <w:t xml:space="preserve">, </w:t>
      </w:r>
      <w:r w:rsidR="00B25667" w:rsidRPr="00EE7CE0">
        <w:rPr>
          <w:rFonts w:cs="Arial"/>
          <w:szCs w:val="18"/>
          <w:lang w:val="es-MX"/>
        </w:rPr>
        <w:t>etc.)</w:t>
      </w:r>
    </w:p>
    <w:p w14:paraId="204BDA89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Usos </w:t>
      </w:r>
      <w:r w:rsidR="00085F2C">
        <w:rPr>
          <w:rFonts w:cs="Arial"/>
          <w:szCs w:val="18"/>
          <w:lang w:val="es-MX"/>
        </w:rPr>
        <w:t xml:space="preserve">de </w:t>
      </w:r>
      <w:r w:rsidR="00B25667">
        <w:rPr>
          <w:rFonts w:cs="Arial"/>
          <w:szCs w:val="18"/>
          <w:lang w:val="es-MX"/>
        </w:rPr>
        <w:t>terrenos</w:t>
      </w:r>
      <w:r w:rsidR="00B25667" w:rsidRPr="00EE7CE0">
        <w:rPr>
          <w:rFonts w:cs="Arial"/>
          <w:szCs w:val="18"/>
          <w:lang w:val="es-MX"/>
        </w:rPr>
        <w:t xml:space="preserve"> adyacentes (por ejemplo: "nueces no orgánicas", "pastos no orgánicos", "residencial", etc.).</w:t>
      </w:r>
    </w:p>
    <w:p w14:paraId="190B6AB3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Ubicación y ancho de las zonas de amortiguación (áreas entre el límite de la parcela orgánica y las tierras adyacentes que no están bajo manejo orgánico</w:t>
      </w:r>
      <w:r w:rsidR="00B25667">
        <w:rPr>
          <w:rFonts w:cs="Arial"/>
          <w:szCs w:val="18"/>
          <w:lang w:val="es-MX"/>
        </w:rPr>
        <w:t>)</w:t>
      </w:r>
      <w:r w:rsidR="00B25667" w:rsidRPr="00EE7CE0">
        <w:rPr>
          <w:rFonts w:cs="Arial"/>
          <w:szCs w:val="18"/>
          <w:lang w:val="es-MX"/>
        </w:rPr>
        <w:t xml:space="preserve">. </w:t>
      </w:r>
      <w:r w:rsidR="00B25667" w:rsidRPr="00EE7CE0">
        <w:rPr>
          <w:rFonts w:cs="Arial"/>
          <w:i/>
          <w:iCs/>
          <w:szCs w:val="18"/>
          <w:lang w:val="es-MX"/>
        </w:rPr>
        <w:t>Indique si se producirán cultivos en la zona de amortiguación.</w:t>
      </w:r>
    </w:p>
    <w:p w14:paraId="66091FF4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Recursos naturales (como vías fluviales, bosques, zonas ribereñas, cortavientos, hábitat ben</w:t>
      </w:r>
      <w:r w:rsidR="00085F2C">
        <w:rPr>
          <w:rFonts w:cs="Arial"/>
          <w:szCs w:val="18"/>
          <w:lang w:val="es-MX"/>
        </w:rPr>
        <w:t>éfico</w:t>
      </w:r>
      <w:r w:rsidR="00B25667" w:rsidRPr="00EE7CE0">
        <w:rPr>
          <w:rFonts w:cs="Arial"/>
          <w:szCs w:val="18"/>
          <w:lang w:val="es-MX"/>
        </w:rPr>
        <w:t>, zonas de conservación, corredores de vida silvestre, etc.)</w:t>
      </w:r>
    </w:p>
    <w:p w14:paraId="071BC60F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Necesidades de la ganadería certificada orgánica (si corresponde): agua, cercado permanente, sombra y refugio.</w:t>
      </w:r>
    </w:p>
    <w:p w14:paraId="4F89EEF0" w14:textId="77777777" w:rsidR="00376E43" w:rsidRPr="00EE7CE0" w:rsidRDefault="00376E43" w:rsidP="00EE7CE0">
      <w:pPr>
        <w:spacing w:before="60"/>
        <w:ind w:left="360" w:right="-43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Instalaciones existentes de madera tratada. </w:t>
      </w:r>
      <w:r w:rsidRPr="00EE7CE0">
        <w:rPr>
          <w:rFonts w:cs="Arial"/>
          <w:szCs w:val="18"/>
          <w:lang w:val="es-MX"/>
        </w:rPr>
        <w:t xml:space="preserve"> </w:t>
      </w:r>
    </w:p>
    <w:p w14:paraId="79A03D95" w14:textId="77777777" w:rsidR="00367A6D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Historia de la Tierra y Actividades</w:t>
      </w:r>
    </w:p>
    <w:p w14:paraId="13677983" w14:textId="77777777" w:rsidR="00F83609" w:rsidRDefault="00C93A1F" w:rsidP="00EE7CE0">
      <w:pPr>
        <w:pStyle w:val="BodyText2"/>
        <w:keepNext/>
        <w:spacing w:before="60" w:after="0" w:line="240" w:lineRule="auto"/>
        <w:ind w:left="360" w:right="-43"/>
        <w:rPr>
          <w:rFonts w:cs="Arial"/>
          <w:b/>
          <w:i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>Para vender o representar</w:t>
      </w:r>
      <w:r w:rsidR="00EC4234" w:rsidRPr="00F3535C">
        <w:rPr>
          <w:rFonts w:cs="Arial"/>
          <w:i/>
          <w:szCs w:val="18"/>
          <w:lang w:val="es-MX"/>
        </w:rPr>
        <w:t xml:space="preserve"> productos </w:t>
      </w:r>
      <w:r w:rsidRPr="00F3535C">
        <w:rPr>
          <w:rFonts w:cs="Arial"/>
          <w:i/>
          <w:szCs w:val="18"/>
          <w:lang w:val="es-MX"/>
        </w:rPr>
        <w:t xml:space="preserve">como </w:t>
      </w:r>
      <w:r w:rsidR="00B25667">
        <w:rPr>
          <w:rFonts w:cs="Arial"/>
          <w:i/>
          <w:szCs w:val="18"/>
          <w:lang w:val="es-MX"/>
        </w:rPr>
        <w:t>‘</w:t>
      </w:r>
      <w:r w:rsidR="006F714A" w:rsidRPr="00F3535C">
        <w:rPr>
          <w:rFonts w:cs="Arial"/>
          <w:i/>
          <w:szCs w:val="18"/>
          <w:lang w:val="es-MX"/>
        </w:rPr>
        <w:t>orgánico</w:t>
      </w:r>
      <w:r w:rsidR="00B25667">
        <w:rPr>
          <w:rFonts w:cs="Arial"/>
          <w:i/>
          <w:szCs w:val="18"/>
          <w:lang w:val="es-MX"/>
        </w:rPr>
        <w:t>s’</w:t>
      </w:r>
      <w:r w:rsidR="00EC4234" w:rsidRPr="00F3535C">
        <w:rPr>
          <w:rFonts w:cs="Arial"/>
          <w:i/>
          <w:szCs w:val="18"/>
          <w:lang w:val="es-MX"/>
        </w:rPr>
        <w:t>,</w:t>
      </w:r>
      <w:r w:rsidR="006F714A" w:rsidRPr="00F3535C">
        <w:rPr>
          <w:rFonts w:cs="Arial"/>
          <w:i/>
          <w:szCs w:val="18"/>
          <w:lang w:val="es-MX"/>
        </w:rPr>
        <w:t xml:space="preserve"> </w:t>
      </w:r>
      <w:r w:rsidR="00E73D1F">
        <w:rPr>
          <w:rFonts w:cs="Arial"/>
          <w:i/>
          <w:szCs w:val="18"/>
          <w:lang w:val="es-MX"/>
        </w:rPr>
        <w:t>no debe haberse aplicado ningún material prohibido al suelo o cultivo por un periodo mínimo de 3 años anteriores a la fecha de la cosecha</w:t>
      </w:r>
      <w:r w:rsidR="00EC4234" w:rsidRPr="00F3535C">
        <w:rPr>
          <w:rFonts w:cs="Arial"/>
          <w:i/>
          <w:szCs w:val="18"/>
          <w:lang w:val="es-MX"/>
        </w:rPr>
        <w:t>.</w:t>
      </w:r>
      <w:r w:rsidR="003E0424">
        <w:rPr>
          <w:rFonts w:cs="Arial"/>
          <w:i/>
          <w:szCs w:val="18"/>
          <w:lang w:val="es-MX"/>
        </w:rPr>
        <w:t xml:space="preserve"> Para los sistemas de contenedores </w:t>
      </w:r>
      <w:r w:rsidR="00A81BA1">
        <w:rPr>
          <w:rFonts w:cs="Arial"/>
          <w:i/>
          <w:szCs w:val="18"/>
          <w:lang w:val="es-MX"/>
        </w:rPr>
        <w:t>instalados</w:t>
      </w:r>
      <w:r w:rsidR="003E0424">
        <w:rPr>
          <w:rFonts w:cs="Arial"/>
          <w:i/>
          <w:szCs w:val="18"/>
          <w:lang w:val="es-MX"/>
        </w:rPr>
        <w:t xml:space="preserve"> y mantenidos sobre el suelo, esto incluye el terreno dentro de los límites de la parcela y los materiales utilizados dentro de los contenedores.</w:t>
      </w:r>
      <w:r w:rsidR="00EC4234" w:rsidRPr="00F3535C">
        <w:rPr>
          <w:rFonts w:cs="Arial"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La f</w:t>
      </w:r>
      <w:r w:rsidR="00A1534C" w:rsidRPr="00F3535C">
        <w:rPr>
          <w:rFonts w:cs="Arial"/>
          <w:b/>
          <w:i/>
          <w:szCs w:val="18"/>
          <w:lang w:val="es-MX"/>
        </w:rPr>
        <w:t>alta de</w:t>
      </w:r>
      <w:r w:rsidR="00F83609" w:rsidRPr="00F3535C">
        <w:rPr>
          <w:rFonts w:cs="Arial"/>
          <w:b/>
          <w:i/>
          <w:szCs w:val="18"/>
          <w:lang w:val="es-MX"/>
        </w:rPr>
        <w:t xml:space="preserve"> inform</w:t>
      </w:r>
      <w:r w:rsidR="00D562B3" w:rsidRPr="00F3535C">
        <w:rPr>
          <w:rFonts w:cs="Arial"/>
          <w:b/>
          <w:i/>
          <w:szCs w:val="18"/>
          <w:lang w:val="es-MX"/>
        </w:rPr>
        <w:t xml:space="preserve">ación precisa </w:t>
      </w:r>
      <w:r w:rsidR="004E25BE" w:rsidRPr="00F3535C">
        <w:rPr>
          <w:rFonts w:cs="Arial"/>
          <w:b/>
          <w:i/>
          <w:szCs w:val="18"/>
          <w:lang w:val="es-MX"/>
        </w:rPr>
        <w:t>podría</w:t>
      </w:r>
      <w:r w:rsidR="00D562B3" w:rsidRPr="00F3535C">
        <w:rPr>
          <w:rFonts w:cs="Arial"/>
          <w:b/>
          <w:i/>
          <w:szCs w:val="18"/>
          <w:lang w:val="es-MX"/>
        </w:rPr>
        <w:t xml:space="preserve"> resultar en CCOF no </w:t>
      </w:r>
      <w:r w:rsidR="004E25BE" w:rsidRPr="00F3535C">
        <w:rPr>
          <w:rFonts w:cs="Arial"/>
          <w:b/>
          <w:i/>
          <w:szCs w:val="18"/>
          <w:lang w:val="es-MX"/>
        </w:rPr>
        <w:t>reconociendo</w:t>
      </w:r>
      <w:r w:rsidR="00D562B3" w:rsidRPr="00F3535C">
        <w:rPr>
          <w:rFonts w:cs="Arial"/>
          <w:b/>
          <w:i/>
          <w:szCs w:val="18"/>
          <w:lang w:val="es-MX"/>
        </w:rPr>
        <w:t xml:space="preserve"> el</w:t>
      </w:r>
      <w:r w:rsidR="00F83609" w:rsidRPr="00F3535C">
        <w:rPr>
          <w:rFonts w:cs="Arial"/>
          <w:b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historial del terreno</w:t>
      </w:r>
      <w:r w:rsidR="00F83609" w:rsidRPr="00F3535C">
        <w:rPr>
          <w:rFonts w:cs="Arial"/>
          <w:b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que ha proporcionado</w:t>
      </w:r>
      <w:r w:rsidR="00F83609" w:rsidRPr="00F3535C">
        <w:rPr>
          <w:rFonts w:cs="Arial"/>
          <w:b/>
          <w:i/>
          <w:szCs w:val="18"/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875"/>
      </w:tblGrid>
      <w:tr w:rsidR="008E074E" w:rsidRPr="00F3535C" w14:paraId="76EB8744" w14:textId="77777777" w:rsidTr="00F901AA">
        <w:trPr>
          <w:cantSplit/>
          <w:trHeight w:val="360"/>
        </w:trPr>
        <w:tc>
          <w:tcPr>
            <w:tcW w:w="7045" w:type="dxa"/>
            <w:vAlign w:val="center"/>
          </w:tcPr>
          <w:p w14:paraId="03AD5E26" w14:textId="77777777" w:rsidR="008E074E" w:rsidRPr="00F3535C" w:rsidRDefault="008E074E" w:rsidP="00EE7CE0">
            <w:pPr>
              <w:pStyle w:val="ColorfulList-Accent11"/>
              <w:keepNext/>
              <w:numPr>
                <w:ilvl w:val="0"/>
                <w:numId w:val="31"/>
              </w:numPr>
              <w:spacing w:before="60"/>
              <w:ind w:left="253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 xml:space="preserve">¿Cuándo comenzó a manejar </w:t>
            </w:r>
            <w:r w:rsidR="00E73D1F">
              <w:rPr>
                <w:rFonts w:cs="Arial"/>
                <w:bCs/>
                <w:szCs w:val="18"/>
                <w:lang w:val="es-MX"/>
              </w:rPr>
              <w:t>esta</w:t>
            </w:r>
            <w:r w:rsidR="00E73D1F" w:rsidRPr="00F3535C"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bCs/>
                <w:szCs w:val="18"/>
                <w:lang w:val="es-MX"/>
              </w:rPr>
              <w:t>parcela?</w:t>
            </w:r>
          </w:p>
        </w:tc>
        <w:tc>
          <w:tcPr>
            <w:tcW w:w="450" w:type="dxa"/>
            <w:vAlign w:val="center"/>
          </w:tcPr>
          <w:p w14:paraId="2D019D31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1F81BEC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653EC47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C9C1478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7ACA0DAA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14:paraId="347B3D4D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4B122CE" w14:textId="77777777" w:rsidR="00A75190" w:rsidRDefault="00A75190" w:rsidP="00EE7CE0">
      <w:pPr>
        <w:pStyle w:val="ColorfulList-Accent11"/>
        <w:spacing w:before="60"/>
        <w:ind w:left="360" w:right="-43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t>(</w:t>
      </w:r>
      <w:r w:rsidRPr="00F3535C">
        <w:rPr>
          <w:rFonts w:cs="Arial"/>
          <w:bCs/>
          <w:i/>
          <w:szCs w:val="18"/>
          <w:lang w:val="es-MX"/>
        </w:rPr>
        <w:t xml:space="preserve">La fecha </w:t>
      </w:r>
      <w:r w:rsidR="00E73D1F">
        <w:rPr>
          <w:rFonts w:cs="Arial"/>
          <w:bCs/>
          <w:i/>
          <w:szCs w:val="18"/>
          <w:lang w:val="es-MX"/>
        </w:rPr>
        <w:t>en que</w:t>
      </w:r>
      <w:r w:rsidR="00E73D1F" w:rsidRPr="00F3535C">
        <w:rPr>
          <w:rFonts w:cs="Arial"/>
          <w:bCs/>
          <w:i/>
          <w:szCs w:val="18"/>
          <w:lang w:val="es-MX"/>
        </w:rPr>
        <w:t xml:space="preserve"> </w:t>
      </w:r>
      <w:r w:rsidRPr="00F3535C">
        <w:rPr>
          <w:rFonts w:cs="Arial"/>
          <w:bCs/>
          <w:i/>
          <w:szCs w:val="18"/>
          <w:lang w:val="es-MX"/>
        </w:rPr>
        <w:t xml:space="preserve">compró, empezó a arrendar, o </w:t>
      </w:r>
      <w:r w:rsidR="00E73D1F">
        <w:rPr>
          <w:rFonts w:cs="Arial"/>
          <w:bCs/>
          <w:i/>
          <w:szCs w:val="18"/>
          <w:lang w:val="es-MX"/>
        </w:rPr>
        <w:t xml:space="preserve">se hizo responsable de la gestión </w:t>
      </w:r>
      <w:r w:rsidRPr="00F3535C">
        <w:rPr>
          <w:rFonts w:cs="Arial"/>
          <w:bCs/>
          <w:i/>
          <w:szCs w:val="18"/>
          <w:lang w:val="es-MX"/>
        </w:rPr>
        <w:t>del terreno</w:t>
      </w:r>
      <w:r w:rsidRPr="00F3535C">
        <w:rPr>
          <w:rFonts w:cs="Arial"/>
          <w:bCs/>
          <w:szCs w:val="18"/>
          <w:lang w:val="es-MX"/>
        </w:rPr>
        <w:t>).</w:t>
      </w:r>
    </w:p>
    <w:p w14:paraId="5A911047" w14:textId="77777777" w:rsidR="00A75190" w:rsidRPr="00F3535C" w:rsidRDefault="00A75190" w:rsidP="00EE7CE0">
      <w:pPr>
        <w:keepNext/>
        <w:numPr>
          <w:ilvl w:val="0"/>
          <w:numId w:val="31"/>
        </w:numPr>
        <w:spacing w:before="60"/>
        <w:ind w:right="-36"/>
        <w:rPr>
          <w:rFonts w:cs="Arial"/>
          <w:b/>
          <w:szCs w:val="18"/>
          <w:lang w:val="es-MX"/>
        </w:rPr>
      </w:pPr>
      <w:r w:rsidRPr="00F3535C">
        <w:rPr>
          <w:rFonts w:cs="Arial"/>
          <w:szCs w:val="18"/>
          <w:lang w:val="es-MX"/>
        </w:rPr>
        <w:t>¿</w:t>
      </w:r>
      <w:r w:rsidR="00E73D1F" w:rsidRPr="00F3535C">
        <w:rPr>
          <w:rFonts w:cs="Arial"/>
          <w:szCs w:val="18"/>
          <w:lang w:val="es-MX"/>
        </w:rPr>
        <w:t>Est</w:t>
      </w:r>
      <w:r w:rsidR="00E73D1F">
        <w:rPr>
          <w:rFonts w:cs="Arial"/>
          <w:szCs w:val="18"/>
          <w:lang w:val="es-MX"/>
        </w:rPr>
        <w:t xml:space="preserve">a parcela está </w:t>
      </w:r>
      <w:r w:rsidRPr="00F3535C">
        <w:rPr>
          <w:rFonts w:cs="Arial"/>
          <w:szCs w:val="18"/>
          <w:lang w:val="es-MX"/>
        </w:rPr>
        <w:t>actualmente certificada</w:t>
      </w:r>
      <w:r w:rsidR="00E73D1F">
        <w:rPr>
          <w:rFonts w:cs="Arial"/>
          <w:szCs w:val="18"/>
          <w:lang w:val="es-MX"/>
        </w:rPr>
        <w:t xml:space="preserve"> como</w:t>
      </w:r>
      <w:r w:rsidRPr="00F3535C">
        <w:rPr>
          <w:rFonts w:cs="Arial"/>
          <w:szCs w:val="18"/>
          <w:lang w:val="es-MX"/>
        </w:rPr>
        <w:t xml:space="preserve"> orgánica? </w:t>
      </w:r>
    </w:p>
    <w:p w14:paraId="0A2A4CA9" w14:textId="77777777" w:rsidR="00A75190" w:rsidRDefault="00A75190" w:rsidP="00EE7CE0">
      <w:pPr>
        <w:pStyle w:val="ColorfulList-Accent11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Sí. </w:t>
      </w:r>
      <w:r w:rsidR="00E73D1F">
        <w:rPr>
          <w:rFonts w:cs="Arial"/>
          <w:szCs w:val="18"/>
          <w:lang w:val="es-MX"/>
        </w:rPr>
        <w:t xml:space="preserve">Pase </w:t>
      </w:r>
      <w:r>
        <w:rPr>
          <w:rFonts w:cs="Arial"/>
          <w:szCs w:val="18"/>
          <w:lang w:val="es-MX"/>
        </w:rPr>
        <w:t>a la sección G</w:t>
      </w:r>
      <w:r w:rsidRPr="00F3535C">
        <w:rPr>
          <w:rFonts w:cs="Arial"/>
          <w:szCs w:val="18"/>
          <w:lang w:val="es-MX"/>
        </w:rPr>
        <w:t xml:space="preserve">.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>. Complete esta sección.</w:t>
      </w:r>
    </w:p>
    <w:p w14:paraId="13CBB335" w14:textId="77777777" w:rsidR="008E074E" w:rsidRDefault="00A75190" w:rsidP="00EE7CE0">
      <w:pPr>
        <w:keepNext/>
        <w:numPr>
          <w:ilvl w:val="0"/>
          <w:numId w:val="31"/>
        </w:numPr>
        <w:spacing w:before="60"/>
        <w:ind w:right="-36"/>
        <w:rPr>
          <w:rFonts w:cs="Arial"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t>¿</w:t>
      </w:r>
      <w:bookmarkStart w:id="1" w:name="_Hlk21360766"/>
      <w:r>
        <w:rPr>
          <w:rFonts w:cs="Arial"/>
          <w:bCs/>
          <w:szCs w:val="18"/>
          <w:lang w:val="es-MX"/>
        </w:rPr>
        <w:t xml:space="preserve">Toda la producción en esta parcela se realiza en contenedores </w:t>
      </w:r>
      <w:r w:rsidR="00E73D1F">
        <w:rPr>
          <w:rFonts w:cs="Arial"/>
          <w:bCs/>
          <w:szCs w:val="18"/>
          <w:lang w:val="es-MX"/>
        </w:rPr>
        <w:t xml:space="preserve">Y </w:t>
      </w:r>
      <w:r>
        <w:rPr>
          <w:rFonts w:cs="Arial"/>
          <w:bCs/>
          <w:szCs w:val="18"/>
          <w:lang w:val="es-MX"/>
        </w:rPr>
        <w:t>sobre pisos permanentes, sólidos e impermeables</w:t>
      </w:r>
      <w:bookmarkEnd w:id="1"/>
      <w:r>
        <w:rPr>
          <w:rFonts w:cs="Arial"/>
          <w:bCs/>
          <w:szCs w:val="18"/>
          <w:lang w:val="es-MX"/>
        </w:rPr>
        <w:t xml:space="preserve"> (por ejemplo, concreto)? </w:t>
      </w:r>
    </w:p>
    <w:p w14:paraId="08A6BA7F" w14:textId="77777777" w:rsidR="00A75190" w:rsidRPr="008E074E" w:rsidRDefault="00A75190" w:rsidP="00EE7CE0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8E074E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074E">
        <w:rPr>
          <w:rFonts w:cs="Arial"/>
          <w:szCs w:val="18"/>
          <w:lang w:val="es-MX"/>
        </w:rPr>
        <w:instrText xml:space="preserve"> FORMCHECKBOX </w:instrText>
      </w:r>
      <w:r w:rsidRPr="008E074E">
        <w:rPr>
          <w:rFonts w:cs="Arial"/>
          <w:b/>
          <w:bCs/>
          <w:szCs w:val="18"/>
          <w:lang w:val="es-MX"/>
        </w:rPr>
      </w:r>
      <w:r w:rsidRPr="008E074E">
        <w:rPr>
          <w:rFonts w:cs="Arial"/>
          <w:b/>
          <w:bCs/>
          <w:szCs w:val="18"/>
          <w:lang w:val="es-MX"/>
        </w:rPr>
        <w:fldChar w:fldCharType="separate"/>
      </w:r>
      <w:r w:rsidRPr="008E074E">
        <w:rPr>
          <w:rFonts w:cs="Arial"/>
          <w:szCs w:val="18"/>
          <w:lang w:val="es-MX"/>
        </w:rPr>
        <w:fldChar w:fldCharType="end"/>
      </w:r>
      <w:r w:rsidRPr="008E074E">
        <w:rPr>
          <w:rFonts w:cs="Arial"/>
          <w:b/>
          <w:bCs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Sí. </w:t>
      </w:r>
      <w:r w:rsidR="00E73D1F">
        <w:rPr>
          <w:rFonts w:cs="Arial"/>
          <w:szCs w:val="18"/>
          <w:lang w:val="es-MX"/>
        </w:rPr>
        <w:t>Pase</w:t>
      </w:r>
      <w:r w:rsidR="00E73D1F" w:rsidRPr="008E074E">
        <w:rPr>
          <w:rFonts w:cs="Arial"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a la sección G.    </w:t>
      </w:r>
      <w:r w:rsidRPr="008E074E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074E">
        <w:rPr>
          <w:rFonts w:cs="Arial"/>
          <w:szCs w:val="18"/>
          <w:lang w:val="es-MX"/>
        </w:rPr>
        <w:instrText xml:space="preserve"> FORMCHECKBOX </w:instrText>
      </w:r>
      <w:r w:rsidRPr="008E074E">
        <w:rPr>
          <w:rFonts w:cs="Arial"/>
          <w:b/>
          <w:bCs/>
          <w:szCs w:val="18"/>
          <w:lang w:val="es-MX"/>
        </w:rPr>
      </w:r>
      <w:r w:rsidRPr="008E074E">
        <w:rPr>
          <w:rFonts w:cs="Arial"/>
          <w:b/>
          <w:bCs/>
          <w:szCs w:val="18"/>
          <w:lang w:val="es-MX"/>
        </w:rPr>
        <w:fldChar w:fldCharType="separate"/>
      </w:r>
      <w:r w:rsidRPr="008E074E">
        <w:rPr>
          <w:rFonts w:cs="Arial"/>
          <w:szCs w:val="18"/>
          <w:lang w:val="es-MX"/>
        </w:rPr>
        <w:fldChar w:fldCharType="end"/>
      </w:r>
      <w:r w:rsidRPr="008E074E">
        <w:rPr>
          <w:rFonts w:cs="Arial"/>
          <w:b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No, </w:t>
      </w:r>
      <w:r w:rsidR="00E73D1F">
        <w:rPr>
          <w:rFonts w:cs="Arial"/>
          <w:szCs w:val="18"/>
          <w:lang w:val="es-MX"/>
        </w:rPr>
        <w:t>toda la producción es</w:t>
      </w:r>
      <w:r w:rsidRPr="008E074E">
        <w:rPr>
          <w:rFonts w:cs="Arial"/>
          <w:szCs w:val="18"/>
          <w:lang w:val="es-MX"/>
        </w:rPr>
        <w:t xml:space="preserve"> directamente en </w:t>
      </w:r>
      <w:r w:rsidR="00E73D1F">
        <w:rPr>
          <w:rFonts w:cs="Arial"/>
          <w:szCs w:val="18"/>
          <w:lang w:val="es-MX"/>
        </w:rPr>
        <w:t>el suelo</w:t>
      </w:r>
      <w:r w:rsidRPr="008E074E">
        <w:rPr>
          <w:rFonts w:cs="Arial"/>
          <w:szCs w:val="18"/>
          <w:lang w:val="es-MX"/>
        </w:rPr>
        <w:t xml:space="preserve">. Complete esta sección. </w:t>
      </w:r>
    </w:p>
    <w:p w14:paraId="7F4D3D20" w14:textId="049AE66C" w:rsidR="00A75190" w:rsidRDefault="00A75190" w:rsidP="00EE7CE0">
      <w:pPr>
        <w:pStyle w:val="ColorfulList-Accent11"/>
        <w:spacing w:before="60"/>
        <w:ind w:left="630" w:right="-43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 xml:space="preserve">, la producción en contenedores se realiza en contenedores sobre suelo </w:t>
      </w:r>
      <w:r w:rsidR="0091508C">
        <w:rPr>
          <w:rFonts w:cs="Arial"/>
          <w:szCs w:val="18"/>
          <w:lang w:val="es-MX"/>
        </w:rPr>
        <w:t xml:space="preserve">O </w:t>
      </w:r>
      <w:r w:rsidR="00562157">
        <w:rPr>
          <w:rFonts w:cs="Arial"/>
          <w:szCs w:val="18"/>
          <w:lang w:val="es-MX"/>
        </w:rPr>
        <w:t>sobre una</w:t>
      </w:r>
      <w:r>
        <w:rPr>
          <w:rFonts w:cs="Arial"/>
          <w:szCs w:val="18"/>
          <w:lang w:val="es-MX"/>
        </w:rPr>
        <w:t xml:space="preserve"> superficie permeable</w:t>
      </w:r>
      <w:r w:rsidR="0032487E">
        <w:rPr>
          <w:rFonts w:cs="Arial"/>
          <w:szCs w:val="18"/>
          <w:lang w:val="es-MX"/>
        </w:rPr>
        <w:t xml:space="preserve"> o removible</w:t>
      </w:r>
      <w:r>
        <w:rPr>
          <w:rFonts w:cs="Arial"/>
          <w:szCs w:val="18"/>
          <w:lang w:val="es-MX"/>
        </w:rPr>
        <w:t>. Complete esta sección.</w:t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900"/>
      </w:tblGrid>
      <w:tr w:rsidR="008E074E" w:rsidRPr="00F3535C" w14:paraId="3C0E10F3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512EEE28" w14:textId="77777777" w:rsidR="008E074E" w:rsidRPr="00F3535C" w:rsidRDefault="008E074E" w:rsidP="00EE7CE0">
            <w:pPr>
              <w:pStyle w:val="ColorfulList-Accent11"/>
              <w:keepNext/>
              <w:numPr>
                <w:ilvl w:val="0"/>
                <w:numId w:val="31"/>
              </w:numPr>
              <w:spacing w:before="60"/>
              <w:ind w:left="253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Fecha de la última aplicación de material prohibido (DLPM, siglas en inglés)</w:t>
            </w:r>
            <w:r w:rsidRPr="00F3535C">
              <w:rPr>
                <w:rFonts w:cs="Arial"/>
                <w:i/>
                <w:szCs w:val="18"/>
                <w:lang w:val="es-MX"/>
              </w:rPr>
              <w:t>:</w:t>
            </w:r>
          </w:p>
        </w:tc>
        <w:tc>
          <w:tcPr>
            <w:tcW w:w="450" w:type="dxa"/>
            <w:vAlign w:val="center"/>
          </w:tcPr>
          <w:p w14:paraId="1073665A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62A3ACD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D1E957B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9593C57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1F6CB956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90EE904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2AD1399" w14:textId="77777777" w:rsidR="00A75190" w:rsidRDefault="00470825" w:rsidP="00EE7CE0">
      <w:pPr>
        <w:pStyle w:val="ColorfulList-Accent11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 xml:space="preserve">(La aplicación </w:t>
      </w:r>
      <w:r w:rsidR="00BD3008" w:rsidRPr="00F3535C">
        <w:rPr>
          <w:rFonts w:cs="Arial"/>
          <w:i/>
          <w:szCs w:val="18"/>
          <w:lang w:val="es-MX"/>
        </w:rPr>
        <w:t xml:space="preserve">más reciente </w:t>
      </w:r>
      <w:r w:rsidRPr="00F3535C">
        <w:rPr>
          <w:rFonts w:cs="Arial"/>
          <w:i/>
          <w:szCs w:val="18"/>
          <w:lang w:val="es-MX"/>
        </w:rPr>
        <w:t xml:space="preserve">de un material prohibido, </w:t>
      </w:r>
      <w:r w:rsidR="00BD3008" w:rsidRPr="00F3535C">
        <w:rPr>
          <w:rFonts w:cs="Arial"/>
          <w:i/>
          <w:szCs w:val="18"/>
          <w:lang w:val="es-MX"/>
        </w:rPr>
        <w:t>inclu</w:t>
      </w:r>
      <w:r w:rsidR="00BD3008">
        <w:rPr>
          <w:rFonts w:cs="Arial"/>
          <w:i/>
          <w:szCs w:val="18"/>
          <w:lang w:val="es-MX"/>
        </w:rPr>
        <w:t>idos los</w:t>
      </w:r>
      <w:r w:rsidR="00BD3008" w:rsidRPr="00F3535C">
        <w:rPr>
          <w:rFonts w:cs="Arial"/>
          <w:i/>
          <w:szCs w:val="18"/>
          <w:lang w:val="es-MX"/>
        </w:rPr>
        <w:t xml:space="preserve"> </w:t>
      </w:r>
      <w:r w:rsidRPr="00F3535C">
        <w:rPr>
          <w:rFonts w:cs="Arial"/>
          <w:i/>
          <w:szCs w:val="18"/>
          <w:lang w:val="es-MX"/>
        </w:rPr>
        <w:t>fertilizantes, plaguicidas, semilla tratada, coadyuvantes, etc.)</w:t>
      </w:r>
    </w:p>
    <w:tbl>
      <w:tblPr>
        <w:tblW w:w="1100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25"/>
        <w:gridCol w:w="7380"/>
      </w:tblGrid>
      <w:tr w:rsidR="00470825" w:rsidRPr="00F3535C" w14:paraId="00E9F5C6" w14:textId="77777777" w:rsidTr="00A34B3D">
        <w:trPr>
          <w:cantSplit/>
          <w:trHeight w:val="360"/>
        </w:trPr>
        <w:tc>
          <w:tcPr>
            <w:tcW w:w="3625" w:type="dxa"/>
            <w:tcBorders>
              <w:top w:val="nil"/>
              <w:bottom w:val="nil"/>
              <w:right w:val="nil"/>
            </w:tcBorders>
            <w:vAlign w:val="center"/>
          </w:tcPr>
          <w:p w14:paraId="44D5757A" w14:textId="77777777" w:rsidR="00470825" w:rsidRPr="00F3535C" w:rsidRDefault="00470825" w:rsidP="00EE7CE0">
            <w:pPr>
              <w:numPr>
                <w:ilvl w:val="0"/>
                <w:numId w:val="31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Material(es) aplicado(s) en el DLPM:</w:t>
            </w:r>
          </w:p>
        </w:tc>
        <w:tc>
          <w:tcPr>
            <w:tcW w:w="7380" w:type="dxa"/>
            <w:tcBorders>
              <w:top w:val="nil"/>
              <w:left w:val="nil"/>
            </w:tcBorders>
            <w:vAlign w:val="center"/>
          </w:tcPr>
          <w:p w14:paraId="4C089932" w14:textId="77777777" w:rsidR="00470825" w:rsidRPr="00F3535C" w:rsidRDefault="00470825" w:rsidP="00EE7CE0">
            <w:pPr>
              <w:spacing w:before="60"/>
              <w:ind w:left="-113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A8661E8" w14:textId="77777777" w:rsidR="00D92531" w:rsidRPr="00F3535C" w:rsidRDefault="00942714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usted no ha manejado la parcela </w:t>
      </w:r>
      <w:r w:rsidR="00BD3008">
        <w:rPr>
          <w:rFonts w:cs="Arial"/>
          <w:szCs w:val="18"/>
          <w:lang w:val="es-MX"/>
        </w:rPr>
        <w:t>durante</w:t>
      </w:r>
      <w:r w:rsidR="00BD3008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los </w:t>
      </w:r>
      <w:r w:rsidR="006F714A" w:rsidRPr="00F3535C">
        <w:rPr>
          <w:rFonts w:cs="Arial"/>
          <w:szCs w:val="18"/>
          <w:lang w:val="es-MX"/>
        </w:rPr>
        <w:t xml:space="preserve">últimos tres años </w:t>
      </w:r>
      <w:r w:rsidR="00F83609" w:rsidRPr="00F3535C">
        <w:rPr>
          <w:rFonts w:cs="Arial"/>
          <w:szCs w:val="18"/>
          <w:lang w:val="es-MX"/>
        </w:rPr>
        <w:t>(o desde el DLPM identificado anteriormente</w:t>
      </w:r>
      <w:r w:rsidR="00395E5D" w:rsidRPr="00F3535C">
        <w:rPr>
          <w:rFonts w:cs="Arial"/>
          <w:szCs w:val="18"/>
          <w:lang w:val="es-MX"/>
        </w:rPr>
        <w:t>,</w:t>
      </w:r>
      <w:r w:rsidR="00E8431F" w:rsidRPr="00F3535C">
        <w:rPr>
          <w:rFonts w:cs="Arial"/>
          <w:szCs w:val="18"/>
          <w:lang w:val="es-MX"/>
        </w:rPr>
        <w:t xml:space="preserve"> si</w:t>
      </w:r>
      <w:r w:rsidR="00BD3008">
        <w:rPr>
          <w:rFonts w:cs="Arial"/>
          <w:szCs w:val="18"/>
          <w:lang w:val="es-MX"/>
        </w:rPr>
        <w:t xml:space="preserve"> es</w:t>
      </w:r>
      <w:r w:rsidR="00E8431F" w:rsidRPr="00F3535C">
        <w:rPr>
          <w:rFonts w:cs="Arial"/>
          <w:szCs w:val="18"/>
          <w:lang w:val="es-MX"/>
        </w:rPr>
        <w:t xml:space="preserve"> &lt; 3 años atrás)</w:t>
      </w:r>
      <w:r w:rsidR="00F83609" w:rsidRPr="00F3535C">
        <w:rPr>
          <w:rFonts w:cs="Arial"/>
          <w:szCs w:val="18"/>
          <w:lang w:val="es-MX"/>
        </w:rPr>
        <w:t xml:space="preserve"> </w:t>
      </w:r>
      <w:r w:rsidR="006F714A" w:rsidRPr="00F3535C">
        <w:rPr>
          <w:rFonts w:cs="Arial"/>
          <w:szCs w:val="18"/>
          <w:lang w:val="es-MX"/>
        </w:rPr>
        <w:t xml:space="preserve">identifique la(s) persona(s) que han tenido control de la parcela </w:t>
      </w:r>
      <w:r w:rsidR="00BD3008">
        <w:rPr>
          <w:rFonts w:cs="Arial"/>
          <w:szCs w:val="18"/>
          <w:lang w:val="es-MX"/>
        </w:rPr>
        <w:t>previamente a su gestión</w:t>
      </w:r>
      <w:r w:rsidR="006F714A" w:rsidRPr="00F3535C">
        <w:rPr>
          <w:rFonts w:cs="Arial"/>
          <w:i/>
          <w:szCs w:val="18"/>
          <w:lang w:val="es-MX"/>
        </w:rPr>
        <w:t xml:space="preserve"> (</w:t>
      </w:r>
      <w:r w:rsidR="006F714A" w:rsidRPr="00F3535C">
        <w:rPr>
          <w:rFonts w:cs="Arial"/>
          <w:szCs w:val="18"/>
          <w:lang w:val="es-MX"/>
        </w:rPr>
        <w:t>o desde el DLPM si fue menos de tres años)</w:t>
      </w:r>
      <w:r w:rsidR="00F83609" w:rsidRPr="00F3535C">
        <w:rPr>
          <w:rFonts w:cs="Arial"/>
          <w:i/>
          <w:szCs w:val="18"/>
          <w:lang w:val="es-MX"/>
        </w:rPr>
        <w:t>.</w:t>
      </w:r>
      <w:r w:rsidR="00F83609" w:rsidRPr="00F3535C">
        <w:rPr>
          <w:rFonts w:cs="Arial"/>
          <w:szCs w:val="18"/>
          <w:lang w:val="es-MX"/>
        </w:rPr>
        <w:t xml:space="preserve"> Adjunte páginas adicionales si es necesario.</w:t>
      </w:r>
    </w:p>
    <w:p w14:paraId="0066C4DF" w14:textId="77777777" w:rsidR="004000AB" w:rsidRPr="00F3535C" w:rsidRDefault="006F714A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Cs/>
          <w:szCs w:val="18"/>
          <w:lang w:val="es-MX"/>
        </w:rPr>
        <w:instrText xml:space="preserve"> FORMCHECKBOX </w:instrText>
      </w:r>
      <w:r w:rsidRPr="00F3535C">
        <w:rPr>
          <w:rFonts w:cs="Arial"/>
          <w:bCs/>
          <w:szCs w:val="18"/>
          <w:lang w:val="es-MX"/>
        </w:rPr>
      </w:r>
      <w:r w:rsidRPr="00F3535C">
        <w:rPr>
          <w:rFonts w:cs="Arial"/>
          <w:bCs/>
          <w:szCs w:val="18"/>
          <w:lang w:val="es-MX"/>
        </w:rPr>
        <w:fldChar w:fldCharType="separate"/>
      </w:r>
      <w:r w:rsidRPr="00F3535C">
        <w:rPr>
          <w:rFonts w:cs="Arial"/>
          <w:bCs/>
          <w:szCs w:val="18"/>
          <w:lang w:val="es-MX"/>
        </w:rPr>
        <w:fldChar w:fldCharType="end"/>
      </w:r>
      <w:r w:rsidRPr="00F3535C">
        <w:rPr>
          <w:rFonts w:cs="Arial"/>
          <w:bCs/>
          <w:szCs w:val="18"/>
          <w:lang w:val="es-MX"/>
        </w:rPr>
        <w:t xml:space="preserve"> N/A, mi </w:t>
      </w:r>
      <w:r w:rsidR="004000AB" w:rsidRPr="00F3535C">
        <w:rPr>
          <w:rFonts w:cs="Arial"/>
          <w:bCs/>
          <w:szCs w:val="18"/>
          <w:lang w:val="es-MX"/>
        </w:rPr>
        <w:t>operación</w:t>
      </w:r>
      <w:r w:rsidRPr="00F3535C">
        <w:rPr>
          <w:rFonts w:cs="Arial"/>
          <w:bCs/>
          <w:szCs w:val="18"/>
          <w:lang w:val="es-MX"/>
        </w:rPr>
        <w:t xml:space="preserve"> ha tenido control de la parcela por los </w:t>
      </w:r>
      <w:r w:rsidR="004000AB" w:rsidRPr="00F3535C">
        <w:rPr>
          <w:rFonts w:cs="Arial"/>
          <w:bCs/>
          <w:szCs w:val="18"/>
          <w:lang w:val="es-MX"/>
        </w:rPr>
        <w:t>últimos</w:t>
      </w:r>
      <w:r w:rsidRPr="00F3535C">
        <w:rPr>
          <w:rFonts w:cs="Arial"/>
          <w:bCs/>
          <w:szCs w:val="18"/>
          <w:lang w:val="es-MX"/>
        </w:rPr>
        <w:t xml:space="preserve"> tres años (o desde el DLPM si </w:t>
      </w:r>
      <w:r w:rsidR="00BD3008">
        <w:rPr>
          <w:rFonts w:cs="Arial"/>
          <w:bCs/>
          <w:szCs w:val="18"/>
          <w:lang w:val="es-MX"/>
        </w:rPr>
        <w:t xml:space="preserve">es </w:t>
      </w:r>
      <w:r w:rsidR="00E8431F" w:rsidRPr="00F3535C">
        <w:rPr>
          <w:rFonts w:cs="Arial"/>
          <w:szCs w:val="18"/>
          <w:lang w:val="es-MX"/>
        </w:rPr>
        <w:t>&lt; 3 años atrás</w:t>
      </w:r>
      <w:r w:rsidR="004000AB" w:rsidRPr="00F3535C">
        <w:rPr>
          <w:rFonts w:cs="Arial"/>
          <w:bCs/>
          <w:szCs w:val="18"/>
          <w:lang w:val="es-MX"/>
        </w:rPr>
        <w:t xml:space="preserve">) </w:t>
      </w:r>
    </w:p>
    <w:p w14:paraId="019B57D9" w14:textId="77777777" w:rsidR="00BA7590" w:rsidRPr="00F3535C" w:rsidRDefault="00C45395" w:rsidP="008E074E">
      <w:pPr>
        <w:pStyle w:val="ColorfulList-Accent11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Página(s) adicional(es) adjuntas(s)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70"/>
        <w:gridCol w:w="5220"/>
        <w:gridCol w:w="1620"/>
        <w:gridCol w:w="1410"/>
      </w:tblGrid>
      <w:tr w:rsidR="009332B1" w:rsidRPr="00F3535C" w14:paraId="2E346C16" w14:textId="77777777" w:rsidTr="003E5683">
        <w:trPr>
          <w:cantSplit/>
          <w:trHeight w:val="374"/>
        </w:trPr>
        <w:tc>
          <w:tcPr>
            <w:tcW w:w="2370" w:type="dxa"/>
            <w:vAlign w:val="center"/>
          </w:tcPr>
          <w:p w14:paraId="3F85DDD6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Propietario o Gerente</w:t>
            </w:r>
          </w:p>
          <w:p w14:paraId="0D9C3B94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(marque uno)</w:t>
            </w:r>
          </w:p>
        </w:tc>
        <w:tc>
          <w:tcPr>
            <w:tcW w:w="5220" w:type="dxa"/>
            <w:vAlign w:val="center"/>
          </w:tcPr>
          <w:p w14:paraId="3DA64F45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Nombre</w:t>
            </w:r>
          </w:p>
        </w:tc>
        <w:tc>
          <w:tcPr>
            <w:tcW w:w="1620" w:type="dxa"/>
            <w:vAlign w:val="center"/>
          </w:tcPr>
          <w:p w14:paraId="303BCDE1" w14:textId="77777777" w:rsidR="00DF4B3D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 xml:space="preserve">Desde </w:t>
            </w:r>
          </w:p>
          <w:p w14:paraId="0155F2FB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(MM/AA)</w:t>
            </w:r>
          </w:p>
        </w:tc>
        <w:tc>
          <w:tcPr>
            <w:tcW w:w="1410" w:type="dxa"/>
            <w:vAlign w:val="center"/>
          </w:tcPr>
          <w:p w14:paraId="59572A2D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  <w:p w14:paraId="7FF9D384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(MM/AA)</w:t>
            </w:r>
          </w:p>
        </w:tc>
      </w:tr>
      <w:tr w:rsidR="00A017FA" w:rsidRPr="00F3535C" w14:paraId="4F99349C" w14:textId="77777777" w:rsidTr="003E5683">
        <w:trPr>
          <w:cantSplit/>
          <w:trHeight w:val="518"/>
        </w:trPr>
        <w:tc>
          <w:tcPr>
            <w:tcW w:w="2370" w:type="dxa"/>
            <w:vAlign w:val="center"/>
          </w:tcPr>
          <w:p w14:paraId="2C2348A8" w14:textId="77777777" w:rsidR="00A017FA" w:rsidRPr="00F3535C" w:rsidRDefault="00A017FA" w:rsidP="00486EA8">
            <w:pPr>
              <w:pStyle w:val="ColorfulList-Accent11"/>
              <w:spacing w:before="60"/>
              <w:ind w:left="-18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 w:rsidR="003210C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="003210C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vAlign w:val="center"/>
          </w:tcPr>
          <w:p w14:paraId="60A72581" w14:textId="77777777" w:rsidR="00A017FA" w:rsidRPr="00F3535C" w:rsidRDefault="002134C2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756A2DA" w14:textId="77777777" w:rsidR="00A017FA" w:rsidRPr="00F3535C" w:rsidRDefault="00906CD7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vAlign w:val="center"/>
          </w:tcPr>
          <w:p w14:paraId="21B248A2" w14:textId="77777777" w:rsidR="00A017FA" w:rsidRPr="00F3535C" w:rsidRDefault="00906CD7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486EA8" w:rsidRPr="00F3535C" w14:paraId="2DE631F1" w14:textId="77777777" w:rsidTr="003E5683">
        <w:trPr>
          <w:cantSplit/>
          <w:trHeight w:val="518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438422A2" w14:textId="77777777" w:rsidR="00486EA8" w:rsidRPr="00F3535C" w:rsidRDefault="00486EA8" w:rsidP="00486EA8">
            <w:pPr>
              <w:pStyle w:val="ColorfulList-Accent11"/>
              <w:spacing w:before="60"/>
              <w:ind w:left="-18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F317226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6F4F8B7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5EF6674F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486EA8" w:rsidRPr="00F3535C" w14:paraId="28D8F0CA" w14:textId="77777777" w:rsidTr="003E5683">
        <w:trPr>
          <w:cantSplit/>
          <w:trHeight w:val="518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7316C822" w14:textId="77777777" w:rsidR="00486EA8" w:rsidRPr="00F3535C" w:rsidRDefault="00486EA8" w:rsidP="00486EA8">
            <w:pPr>
              <w:pStyle w:val="ColorfulList-Accent11"/>
              <w:spacing w:before="60"/>
              <w:ind w:left="-1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C08BB89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60F41ED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1260DBB2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59A46E8" w14:textId="77777777" w:rsidR="004D235D" w:rsidRPr="00F3535C" w:rsidRDefault="009332B1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lastRenderedPageBreak/>
        <w:t xml:space="preserve">¿Qué producción de cultivos u otras actividades han ocurrido en esta parcela durante los últimos tres años (o desde el DLPM si </w:t>
      </w:r>
      <w:r w:rsidR="00DE2ACC">
        <w:rPr>
          <w:rFonts w:cs="Arial"/>
          <w:szCs w:val="18"/>
          <w:lang w:val="es-MX"/>
        </w:rPr>
        <w:t>es</w:t>
      </w:r>
      <w:r w:rsidR="00DE2ACC" w:rsidRPr="00F3535C">
        <w:rPr>
          <w:rFonts w:cs="Arial"/>
          <w:szCs w:val="18"/>
          <w:lang w:val="es-MX"/>
        </w:rPr>
        <w:t xml:space="preserve"> </w:t>
      </w:r>
      <w:r w:rsidR="00DE2ACC">
        <w:rPr>
          <w:rFonts w:cs="Arial"/>
          <w:szCs w:val="18"/>
          <w:lang w:val="es-MX"/>
        </w:rPr>
        <w:t>&lt;</w:t>
      </w:r>
      <w:r w:rsidRPr="00F3535C">
        <w:rPr>
          <w:rFonts w:cs="Arial"/>
          <w:szCs w:val="18"/>
          <w:lang w:val="es-MX"/>
        </w:rPr>
        <w:t>3 años)?</w:t>
      </w:r>
    </w:p>
    <w:tbl>
      <w:tblPr>
        <w:tblW w:w="10620" w:type="dxa"/>
        <w:tblInd w:w="47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760"/>
        <w:gridCol w:w="360"/>
        <w:gridCol w:w="720"/>
        <w:gridCol w:w="270"/>
        <w:gridCol w:w="720"/>
        <w:gridCol w:w="720"/>
        <w:gridCol w:w="270"/>
        <w:gridCol w:w="720"/>
        <w:gridCol w:w="270"/>
        <w:gridCol w:w="810"/>
      </w:tblGrid>
      <w:tr w:rsidR="00A017FA" w:rsidRPr="00F3535C" w14:paraId="55D3EE63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2A9EFDBC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Barbecho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3078EBC4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9F98935" w14:textId="77777777" w:rsidR="00A017FA" w:rsidRPr="00F3535C" w:rsidRDefault="002857F1" w:rsidP="00E55216">
            <w:pPr>
              <w:keepNext/>
              <w:spacing w:before="60"/>
              <w:ind w:left="-30"/>
              <w:rPr>
                <w:color w:val="0070C0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65118946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6CCC2628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6EE0C3AA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FBF49C4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87DCB88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7CF5E663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  <w:vAlign w:val="center"/>
          </w:tcPr>
          <w:p w14:paraId="009456D6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61B68BB7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3E6D30F8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Cultivos de cobertura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DFC79B3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59D5BF89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7821E02E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46A236C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81B4F4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ABCFD02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F4301A1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8A25767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FFE30F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21A3F310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331AE072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</w:t>
            </w:r>
            <w:r w:rsidR="00BD3008" w:rsidRPr="00F3535C">
              <w:rPr>
                <w:rFonts w:cs="Arial"/>
                <w:szCs w:val="18"/>
                <w:lang w:val="es-MX"/>
              </w:rPr>
              <w:t>Past</w:t>
            </w:r>
            <w:r w:rsidR="00BD3008">
              <w:rPr>
                <w:rFonts w:cs="Arial"/>
                <w:szCs w:val="18"/>
                <w:lang w:val="es-MX"/>
              </w:rPr>
              <w:t>izal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29213DA6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7B46C0AC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645A8F9A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143F06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266935C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D4178F3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43C9DD34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237EAB2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3385E2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1928F049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29B07CFD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</w:t>
            </w:r>
            <w:r w:rsidR="00BD3008">
              <w:rPr>
                <w:rFonts w:cs="Arial"/>
                <w:szCs w:val="18"/>
                <w:lang w:val="es-MX"/>
              </w:rPr>
              <w:t>P</w:t>
            </w:r>
            <w:r w:rsidRPr="00F3535C">
              <w:rPr>
                <w:rFonts w:cs="Arial"/>
                <w:szCs w:val="18"/>
                <w:lang w:val="es-MX"/>
              </w:rPr>
              <w:t>roducción de cultivos (enumere cultivos en el cuadro de abajo)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2B7B70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CF5351A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3602EAB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8F2E77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09A58AAF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EC60AA1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7E929F05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59EB8F88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CEE330B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3CD522B5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5296D857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Otros (describa en el cuadro de abajo) 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FF667CE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AF940C0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3735C36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496A628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42710E8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0647C550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A69473D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03DE92FB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B953EB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7A14668" w14:textId="77777777" w:rsidR="008E074E" w:rsidRPr="008E074E" w:rsidRDefault="00470825" w:rsidP="00EE7CE0">
      <w:pPr>
        <w:pStyle w:val="ColorfulList-Accent11"/>
        <w:keepNext/>
        <w:numPr>
          <w:ilvl w:val="0"/>
          <w:numId w:val="28"/>
        </w:numPr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>Información adicional en relación con las actividades mencionadas anteriormente: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260"/>
      </w:tblGrid>
      <w:tr w:rsidR="00470825" w:rsidRPr="00F3535C" w14:paraId="44359A76" w14:textId="77777777" w:rsidTr="00E55216">
        <w:trPr>
          <w:cantSplit/>
          <w:trHeight w:val="648"/>
        </w:trPr>
        <w:tc>
          <w:tcPr>
            <w:tcW w:w="10260" w:type="dxa"/>
            <w:vAlign w:val="center"/>
          </w:tcPr>
          <w:p w14:paraId="6116D6A6" w14:textId="77777777" w:rsidR="00470825" w:rsidRPr="00F3535C" w:rsidRDefault="00470825" w:rsidP="00EE7CE0">
            <w:pPr>
              <w:spacing w:before="60"/>
              <w:ind w:left="-107" w:right="-36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77379E2" w14:textId="77777777" w:rsidR="0053561C" w:rsidRPr="00F3535C" w:rsidRDefault="004E25BE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Desde el DLPM, </w:t>
      </w:r>
      <w:r w:rsidR="00BD3008">
        <w:rPr>
          <w:rFonts w:cs="Arial"/>
          <w:szCs w:val="18"/>
          <w:lang w:val="es-MX"/>
        </w:rPr>
        <w:t>¿</w:t>
      </w:r>
      <w:r w:rsidR="00BD3008" w:rsidRPr="00BD3008">
        <w:rPr>
          <w:rFonts w:cs="Arial"/>
          <w:szCs w:val="18"/>
          <w:lang w:val="es-MX"/>
        </w:rPr>
        <w:t xml:space="preserve">se han aplicado materiales prohibidos de algún tipo en los límites de las parcelas o en partes de las parcelas no presentadas para su certificación </w:t>
      </w:r>
      <w:r w:rsidR="00754C14" w:rsidRPr="00F3535C">
        <w:rPr>
          <w:rFonts w:cs="Arial"/>
          <w:szCs w:val="18"/>
          <w:lang w:val="es-MX"/>
        </w:rPr>
        <w:t>(p.ej. herbicidas u otros materiales prohibidos aplicados a los bloques o lotes asociados con el mismo APN, o a</w:t>
      </w:r>
      <w:r w:rsidR="00DE2ACC">
        <w:rPr>
          <w:rFonts w:cs="Arial"/>
          <w:szCs w:val="18"/>
          <w:lang w:val="es-MX"/>
        </w:rPr>
        <w:t xml:space="preserve"> </w:t>
      </w:r>
      <w:r w:rsidR="00754C14" w:rsidRPr="00F3535C">
        <w:rPr>
          <w:rFonts w:cs="Arial"/>
          <w:szCs w:val="18"/>
          <w:lang w:val="es-MX"/>
        </w:rPr>
        <w:t>l</w:t>
      </w:r>
      <w:r w:rsidR="00DE2ACC">
        <w:rPr>
          <w:rFonts w:cs="Arial"/>
          <w:szCs w:val="18"/>
          <w:lang w:val="es-MX"/>
        </w:rPr>
        <w:t>os</w:t>
      </w:r>
      <w:r w:rsidR="00754C14" w:rsidRPr="00F3535C">
        <w:rPr>
          <w:rFonts w:cs="Arial"/>
          <w:szCs w:val="18"/>
          <w:lang w:val="es-MX"/>
        </w:rPr>
        <w:t xml:space="preserve"> terreno</w:t>
      </w:r>
      <w:r w:rsidR="00BD3008">
        <w:rPr>
          <w:rFonts w:cs="Arial"/>
          <w:szCs w:val="18"/>
          <w:lang w:val="es-MX"/>
        </w:rPr>
        <w:t>s</w:t>
      </w:r>
      <w:r w:rsidR="00754C14" w:rsidRPr="00F3535C">
        <w:rPr>
          <w:rFonts w:cs="Arial"/>
          <w:szCs w:val="18"/>
          <w:lang w:val="es-MX"/>
        </w:rPr>
        <w:t xml:space="preserve"> </w:t>
      </w:r>
      <w:r w:rsidR="00BD3008">
        <w:rPr>
          <w:rFonts w:cs="Arial"/>
          <w:szCs w:val="18"/>
          <w:lang w:val="es-MX"/>
        </w:rPr>
        <w:t>incluidos</w:t>
      </w:r>
      <w:r w:rsidR="00754C14" w:rsidRPr="00F3535C">
        <w:rPr>
          <w:rFonts w:cs="Arial"/>
          <w:szCs w:val="18"/>
          <w:lang w:val="es-MX"/>
        </w:rPr>
        <w:t xml:space="preserve"> bajo el mismo ID del sitio de notificación de uso de pesticidas en CA)</w:t>
      </w:r>
      <w:r w:rsidR="00BD3008">
        <w:rPr>
          <w:rFonts w:cs="Arial"/>
          <w:szCs w:val="18"/>
          <w:lang w:val="es-MX"/>
        </w:rPr>
        <w:t>?</w:t>
      </w:r>
      <w:r w:rsidR="00754C14" w:rsidRPr="00F3535C">
        <w:rPr>
          <w:rFonts w:cs="Arial"/>
          <w:szCs w:val="18"/>
          <w:lang w:val="es-MX"/>
        </w:rPr>
        <w:t xml:space="preserve"> </w:t>
      </w:r>
    </w:p>
    <w:p w14:paraId="0417A4DA" w14:textId="77777777" w:rsidR="00231D9C" w:rsidRPr="00F3535C" w:rsidRDefault="006F7E95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 xml:space="preserve">. </w:t>
      </w:r>
      <w:r w:rsidR="006B6AA7">
        <w:rPr>
          <w:rFonts w:cs="Arial"/>
          <w:szCs w:val="18"/>
          <w:lang w:val="es-MX"/>
        </w:rPr>
        <w:t xml:space="preserve">Pase </w:t>
      </w:r>
      <w:r>
        <w:rPr>
          <w:rFonts w:cs="Arial"/>
          <w:szCs w:val="18"/>
          <w:lang w:val="es-MX"/>
        </w:rPr>
        <w:t>a la sección G</w:t>
      </w:r>
      <w:r w:rsidRPr="00B04097">
        <w:rPr>
          <w:rFonts w:cs="Arial"/>
          <w:szCs w:val="18"/>
          <w:lang w:val="es-MX"/>
        </w:rPr>
        <w:t>.</w:t>
      </w:r>
      <w:r>
        <w:rPr>
          <w:rFonts w:cs="Arial"/>
          <w:b/>
          <w:bCs/>
          <w:szCs w:val="18"/>
          <w:lang w:val="es-MX"/>
        </w:rPr>
        <w:t xml:space="preserve">    </w:t>
      </w:r>
      <w:r w:rsidR="00AF0876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F0876" w:rsidRPr="00F3535C">
        <w:rPr>
          <w:rFonts w:cs="Arial"/>
          <w:szCs w:val="18"/>
          <w:lang w:val="es-MX"/>
        </w:rPr>
        <w:instrText xml:space="preserve"> FORMCHECKBOX </w:instrText>
      </w:r>
      <w:r w:rsidR="00AF0876" w:rsidRPr="00F3535C">
        <w:rPr>
          <w:rFonts w:cs="Arial"/>
          <w:b/>
          <w:bCs/>
          <w:szCs w:val="18"/>
          <w:lang w:val="es-MX"/>
        </w:rPr>
      </w:r>
      <w:r w:rsidR="00AF0876" w:rsidRPr="00F3535C">
        <w:rPr>
          <w:rFonts w:cs="Arial"/>
          <w:b/>
          <w:bCs/>
          <w:szCs w:val="18"/>
          <w:lang w:val="es-MX"/>
        </w:rPr>
        <w:fldChar w:fldCharType="separate"/>
      </w:r>
      <w:r w:rsidR="00AF0876" w:rsidRPr="00F3535C">
        <w:rPr>
          <w:rFonts w:cs="Arial"/>
          <w:b/>
          <w:bCs/>
          <w:szCs w:val="18"/>
          <w:lang w:val="es-MX"/>
        </w:rPr>
        <w:fldChar w:fldCharType="end"/>
      </w:r>
      <w:r w:rsidR="00AF0876" w:rsidRPr="00F3535C">
        <w:rPr>
          <w:rFonts w:cs="Arial"/>
          <w:b/>
          <w:bCs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Sí</w:t>
      </w:r>
      <w:r w:rsidR="00090374">
        <w:rPr>
          <w:rFonts w:cs="Arial"/>
          <w:szCs w:val="18"/>
          <w:lang w:val="es-MX"/>
        </w:rPr>
        <w:t xml:space="preserve">. </w:t>
      </w:r>
      <w:r w:rsidR="00D54C93">
        <w:rPr>
          <w:rFonts w:cs="Arial"/>
          <w:szCs w:val="18"/>
          <w:lang w:val="es-MX"/>
        </w:rPr>
        <w:t>Conteste la siguiente pregunta</w:t>
      </w:r>
      <w:r w:rsidR="00DF4B3D">
        <w:rPr>
          <w:rFonts w:cs="Arial"/>
          <w:szCs w:val="18"/>
          <w:lang w:val="es-MX"/>
        </w:rPr>
        <w:t>.</w:t>
      </w:r>
    </w:p>
    <w:p w14:paraId="1A1BF931" w14:textId="77777777" w:rsidR="00231D9C" w:rsidRPr="00F3535C" w:rsidRDefault="00090374" w:rsidP="00EE7CE0">
      <w:pPr>
        <w:pStyle w:val="ColorfulList-Accent11"/>
        <w:keepNext/>
        <w:numPr>
          <w:ilvl w:val="0"/>
          <w:numId w:val="23"/>
        </w:numPr>
        <w:spacing w:before="60"/>
        <w:ind w:left="72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D</w:t>
      </w:r>
      <w:r w:rsidR="009332B1" w:rsidRPr="00F3535C">
        <w:rPr>
          <w:rFonts w:cs="Arial"/>
          <w:szCs w:val="18"/>
          <w:lang w:val="es-MX"/>
        </w:rPr>
        <w:t xml:space="preserve">escriba a continuación, </w:t>
      </w:r>
      <w:r w:rsidR="006B6AA7" w:rsidRPr="00F3535C">
        <w:rPr>
          <w:rFonts w:cs="Arial"/>
          <w:szCs w:val="18"/>
          <w:lang w:val="es-MX"/>
        </w:rPr>
        <w:t>incluy</w:t>
      </w:r>
      <w:r w:rsidR="006B6AA7">
        <w:rPr>
          <w:rFonts w:cs="Arial"/>
          <w:szCs w:val="18"/>
          <w:lang w:val="es-MX"/>
        </w:rPr>
        <w:t>endo</w:t>
      </w:r>
      <w:r w:rsidR="006B6AA7" w:rsidRPr="00F3535C">
        <w:rPr>
          <w:rFonts w:cs="Arial"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los nombres de los materiales utilizados y las fechas de aplicaci</w:t>
      </w:r>
      <w:r w:rsidR="006B6AA7">
        <w:rPr>
          <w:rFonts w:cs="Arial"/>
          <w:szCs w:val="18"/>
          <w:lang w:val="es-MX"/>
        </w:rPr>
        <w:t>ón</w:t>
      </w:r>
      <w:r w:rsidR="009332B1" w:rsidRPr="00F3535C">
        <w:rPr>
          <w:rFonts w:cs="Arial"/>
          <w:szCs w:val="18"/>
          <w:lang w:val="es-MX"/>
        </w:rPr>
        <w:t xml:space="preserve">, y </w:t>
      </w:r>
      <w:r w:rsidR="00CD4ACE" w:rsidRPr="00F3535C">
        <w:rPr>
          <w:rFonts w:cs="Arial"/>
          <w:szCs w:val="18"/>
          <w:lang w:val="es-MX"/>
        </w:rPr>
        <w:t>adjunte</w:t>
      </w:r>
      <w:r w:rsidR="009332B1" w:rsidRPr="00F3535C">
        <w:rPr>
          <w:rFonts w:cs="Arial"/>
          <w:szCs w:val="18"/>
          <w:lang w:val="es-MX"/>
        </w:rPr>
        <w:t xml:space="preserve"> un mapa que </w:t>
      </w:r>
      <w:r w:rsidR="00D54C93" w:rsidRPr="00F3535C">
        <w:rPr>
          <w:rFonts w:cs="Arial"/>
          <w:szCs w:val="18"/>
          <w:lang w:val="es-MX"/>
        </w:rPr>
        <w:t>muestr</w:t>
      </w:r>
      <w:r w:rsidR="00D54C93">
        <w:rPr>
          <w:rFonts w:cs="Arial"/>
          <w:szCs w:val="18"/>
          <w:lang w:val="es-MX"/>
        </w:rPr>
        <w:t>e</w:t>
      </w:r>
      <w:r w:rsidR="00D54C93" w:rsidRPr="00F3535C">
        <w:rPr>
          <w:rFonts w:cs="Arial"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claramente los lugares de uso.</w:t>
      </w:r>
      <w:r w:rsidR="0084436A" w:rsidRPr="00F3535C">
        <w:rPr>
          <w:rFonts w:cs="Arial"/>
          <w:szCs w:val="18"/>
          <w:lang w:val="es-MX"/>
        </w:rPr>
        <w:t xml:space="preserve">    </w:t>
      </w:r>
      <w:r w:rsidR="00BD3B88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D3B88" w:rsidRPr="00F3535C">
        <w:rPr>
          <w:rFonts w:cs="Arial"/>
          <w:szCs w:val="18"/>
          <w:lang w:val="es-MX"/>
        </w:rPr>
        <w:instrText xml:space="preserve"> FORMCHECKBOX </w:instrText>
      </w:r>
      <w:r w:rsidR="00BD3B88" w:rsidRPr="00F3535C">
        <w:rPr>
          <w:rFonts w:cs="Arial"/>
          <w:b/>
          <w:bCs/>
          <w:szCs w:val="18"/>
          <w:lang w:val="es-MX"/>
        </w:rPr>
      </w:r>
      <w:r w:rsidR="00BD3B88" w:rsidRPr="00F3535C">
        <w:rPr>
          <w:rFonts w:cs="Arial"/>
          <w:b/>
          <w:bCs/>
          <w:szCs w:val="18"/>
          <w:lang w:val="es-MX"/>
        </w:rPr>
        <w:fldChar w:fldCharType="separate"/>
      </w:r>
      <w:r w:rsidR="00BD3B88" w:rsidRPr="00F3535C">
        <w:rPr>
          <w:rFonts w:cs="Arial"/>
          <w:b/>
          <w:bCs/>
          <w:szCs w:val="18"/>
          <w:lang w:val="es-MX"/>
        </w:rPr>
        <w:fldChar w:fldCharType="end"/>
      </w:r>
      <w:r w:rsidR="00BD3B88" w:rsidRPr="00F3535C">
        <w:rPr>
          <w:rFonts w:cs="Arial"/>
          <w:b/>
          <w:bCs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Mapa adjunto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260"/>
      </w:tblGrid>
      <w:tr w:rsidR="00231D9C" w:rsidRPr="00F3535C" w14:paraId="5C310E68" w14:textId="77777777" w:rsidTr="00E55216">
        <w:trPr>
          <w:cantSplit/>
          <w:trHeight w:val="648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3E3396E8" w14:textId="77777777" w:rsidR="00231D9C" w:rsidRPr="00F3535C" w:rsidRDefault="00906CD7" w:rsidP="00EE7CE0">
            <w:pPr>
              <w:spacing w:before="60"/>
              <w:ind w:left="-121" w:right="-36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1029A99" w14:textId="77777777" w:rsidR="00C53B7E" w:rsidRPr="00F3535C" w:rsidRDefault="00F3535C" w:rsidP="006F7E95">
      <w:pPr>
        <w:pStyle w:val="ColorfulList-Accent11"/>
        <w:keepNext/>
        <w:keepLines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 xml:space="preserve">Verificación de la Historia de la Tierra y Actividades </w:t>
      </w:r>
    </w:p>
    <w:p w14:paraId="3BF1D239" w14:textId="500C59E5" w:rsidR="00AF0876" w:rsidRPr="00F3535C" w:rsidRDefault="00EC4234" w:rsidP="00EE7CE0">
      <w:pPr>
        <w:pStyle w:val="ColorfulList-Accent11"/>
        <w:keepNext/>
        <w:keepLines/>
        <w:spacing w:before="60"/>
        <w:ind w:left="360" w:right="-43"/>
        <w:contextualSpacing w:val="0"/>
        <w:rPr>
          <w:rFonts w:cs="Arial"/>
          <w:b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 xml:space="preserve">Su terreno no puede </w:t>
      </w:r>
      <w:r w:rsidR="001C4DB4" w:rsidRPr="00F3535C">
        <w:rPr>
          <w:rFonts w:cs="Arial"/>
          <w:i/>
          <w:szCs w:val="18"/>
          <w:lang w:val="es-MX"/>
        </w:rPr>
        <w:t>ser certificado orgánico</w:t>
      </w:r>
      <w:r w:rsidRPr="00F3535C">
        <w:rPr>
          <w:rFonts w:cs="Arial"/>
          <w:i/>
          <w:szCs w:val="18"/>
          <w:lang w:val="es-MX"/>
        </w:rPr>
        <w:t xml:space="preserve"> hasta </w:t>
      </w:r>
      <w:r w:rsidR="008349F8" w:rsidRPr="00F3535C">
        <w:rPr>
          <w:rFonts w:cs="Arial"/>
          <w:i/>
          <w:szCs w:val="18"/>
          <w:lang w:val="es-MX"/>
        </w:rPr>
        <w:t xml:space="preserve">que </w:t>
      </w:r>
      <w:r w:rsidRPr="00F3535C">
        <w:rPr>
          <w:rFonts w:cs="Arial"/>
          <w:i/>
          <w:szCs w:val="18"/>
          <w:lang w:val="es-MX"/>
        </w:rPr>
        <w:t>toda la documentación</w:t>
      </w:r>
      <w:r w:rsidR="00474479">
        <w:rPr>
          <w:rFonts w:cs="Arial"/>
          <w:i/>
          <w:szCs w:val="18"/>
          <w:lang w:val="es-MX"/>
        </w:rPr>
        <w:t xml:space="preserve"> de</w:t>
      </w:r>
      <w:r w:rsidR="00EC51EC">
        <w:rPr>
          <w:rFonts w:cs="Arial"/>
          <w:i/>
          <w:szCs w:val="18"/>
          <w:lang w:val="es-MX"/>
        </w:rPr>
        <w:t xml:space="preserve"> la</w:t>
      </w:r>
      <w:r w:rsidR="009B54FF">
        <w:rPr>
          <w:rFonts w:cs="Arial"/>
          <w:i/>
          <w:szCs w:val="18"/>
          <w:lang w:val="es-MX"/>
        </w:rPr>
        <w:t xml:space="preserve"> histor</w:t>
      </w:r>
      <w:r w:rsidR="00F469A8">
        <w:rPr>
          <w:rFonts w:cs="Arial"/>
          <w:i/>
          <w:szCs w:val="18"/>
          <w:lang w:val="es-MX"/>
        </w:rPr>
        <w:t>i</w:t>
      </w:r>
      <w:r w:rsidR="009B54FF">
        <w:rPr>
          <w:rFonts w:cs="Arial"/>
          <w:i/>
          <w:szCs w:val="18"/>
          <w:lang w:val="es-MX"/>
        </w:rPr>
        <w:t>a de la tierra</w:t>
      </w:r>
      <w:r w:rsidR="00F469A8">
        <w:rPr>
          <w:rFonts w:cs="Arial"/>
          <w:i/>
          <w:szCs w:val="18"/>
          <w:lang w:val="es-MX"/>
        </w:rPr>
        <w:t xml:space="preserve"> </w:t>
      </w:r>
      <w:r w:rsidR="001C4DB4" w:rsidRPr="00F3535C">
        <w:rPr>
          <w:rFonts w:cs="Arial"/>
          <w:i/>
          <w:szCs w:val="18"/>
          <w:lang w:val="es-MX"/>
        </w:rPr>
        <w:t>est</w:t>
      </w:r>
      <w:r w:rsidR="00474479">
        <w:rPr>
          <w:rFonts w:cs="Arial"/>
          <w:i/>
          <w:szCs w:val="18"/>
          <w:lang w:val="es-MX"/>
        </w:rPr>
        <w:t>é</w:t>
      </w:r>
      <w:r w:rsidR="001C4DB4" w:rsidRPr="00F3535C">
        <w:rPr>
          <w:rFonts w:cs="Arial"/>
          <w:i/>
          <w:szCs w:val="18"/>
          <w:lang w:val="es-MX"/>
        </w:rPr>
        <w:t xml:space="preserve"> completa, la parcela ha</w:t>
      </w:r>
      <w:r w:rsidR="00474479">
        <w:rPr>
          <w:rFonts w:cs="Arial"/>
          <w:i/>
          <w:szCs w:val="18"/>
          <w:lang w:val="es-MX"/>
        </w:rPr>
        <w:t>ya</w:t>
      </w:r>
      <w:r w:rsidR="001C4DB4" w:rsidRPr="00F3535C">
        <w:rPr>
          <w:rFonts w:cs="Arial"/>
          <w:i/>
          <w:szCs w:val="18"/>
          <w:lang w:val="es-MX"/>
        </w:rPr>
        <w:t xml:space="preserve"> sido inspeccionada y el reporte de inspección revisado. </w:t>
      </w:r>
      <w:r w:rsidR="00083BFD" w:rsidRPr="00F3535C">
        <w:rPr>
          <w:rFonts w:cs="Arial"/>
          <w:i/>
          <w:szCs w:val="18"/>
          <w:lang w:val="es-MX"/>
        </w:rPr>
        <w:t xml:space="preserve">Para establecer </w:t>
      </w:r>
      <w:r w:rsidR="00474479">
        <w:rPr>
          <w:rFonts w:cs="Arial"/>
          <w:i/>
          <w:szCs w:val="18"/>
          <w:lang w:val="es-MX"/>
        </w:rPr>
        <w:t>el</w:t>
      </w:r>
      <w:r w:rsidR="00474479" w:rsidRPr="00F3535C">
        <w:rPr>
          <w:rFonts w:cs="Arial"/>
          <w:i/>
          <w:szCs w:val="18"/>
          <w:lang w:val="es-MX"/>
        </w:rPr>
        <w:t xml:space="preserve"> </w:t>
      </w:r>
      <w:r w:rsidR="00083BFD" w:rsidRPr="00F3535C">
        <w:rPr>
          <w:rFonts w:cs="Arial"/>
          <w:i/>
          <w:szCs w:val="18"/>
          <w:lang w:val="es-MX"/>
        </w:rPr>
        <w:t>historia</w:t>
      </w:r>
      <w:r w:rsidR="00474479">
        <w:rPr>
          <w:rFonts w:cs="Arial"/>
          <w:i/>
          <w:szCs w:val="18"/>
          <w:lang w:val="es-MX"/>
        </w:rPr>
        <w:t>l</w:t>
      </w:r>
      <w:r w:rsidR="00083BFD" w:rsidRPr="00F3535C">
        <w:rPr>
          <w:rFonts w:cs="Arial"/>
          <w:i/>
          <w:szCs w:val="18"/>
          <w:lang w:val="es-MX"/>
        </w:rPr>
        <w:t xml:space="preserve"> de</w:t>
      </w:r>
      <w:r w:rsidR="00474479">
        <w:rPr>
          <w:rFonts w:cs="Arial"/>
          <w:i/>
          <w:szCs w:val="18"/>
          <w:lang w:val="es-MX"/>
        </w:rPr>
        <w:t xml:space="preserve">l terreno, </w:t>
      </w:r>
      <w:r w:rsidR="00083BFD" w:rsidRPr="00F3535C">
        <w:rPr>
          <w:rFonts w:cs="Arial"/>
          <w:i/>
          <w:szCs w:val="18"/>
          <w:lang w:val="es-MX"/>
        </w:rPr>
        <w:t xml:space="preserve">CCOF puede requerir verificación adicional </w:t>
      </w:r>
      <w:r w:rsidR="00474479">
        <w:rPr>
          <w:rFonts w:cs="Arial"/>
          <w:i/>
          <w:szCs w:val="18"/>
          <w:lang w:val="es-MX"/>
        </w:rPr>
        <w:t xml:space="preserve">de otras fuentes, </w:t>
      </w:r>
      <w:r w:rsidR="00083BFD" w:rsidRPr="00F3535C">
        <w:rPr>
          <w:rFonts w:cs="Arial"/>
          <w:i/>
          <w:szCs w:val="18"/>
          <w:lang w:val="es-MX"/>
        </w:rPr>
        <w:t xml:space="preserve">como </w:t>
      </w:r>
      <w:r w:rsidR="00474479">
        <w:rPr>
          <w:rFonts w:cs="Arial"/>
          <w:i/>
          <w:szCs w:val="18"/>
          <w:lang w:val="es-MX"/>
        </w:rPr>
        <w:t>reportes</w:t>
      </w:r>
      <w:r w:rsidR="00474479" w:rsidRPr="00F3535C">
        <w:rPr>
          <w:rFonts w:cs="Arial"/>
          <w:i/>
          <w:szCs w:val="18"/>
          <w:lang w:val="es-MX"/>
        </w:rPr>
        <w:t xml:space="preserve"> </w:t>
      </w:r>
      <w:r w:rsidR="00083BFD" w:rsidRPr="00F3535C">
        <w:rPr>
          <w:rFonts w:cs="Arial"/>
          <w:i/>
          <w:szCs w:val="18"/>
          <w:lang w:val="es-MX"/>
        </w:rPr>
        <w:t xml:space="preserve">del uso de pesticidas, o aplicadores de materiales </w:t>
      </w:r>
      <w:r w:rsidR="00474479">
        <w:rPr>
          <w:rFonts w:cs="Arial"/>
          <w:i/>
          <w:szCs w:val="18"/>
          <w:lang w:val="es-MX"/>
        </w:rPr>
        <w:t>contratados</w:t>
      </w:r>
      <w:r w:rsidR="00083BFD" w:rsidRPr="00F3535C">
        <w:rPr>
          <w:rFonts w:cs="Arial"/>
          <w:i/>
          <w:szCs w:val="18"/>
          <w:lang w:val="es-MX"/>
        </w:rPr>
        <w:t>.</w:t>
      </w:r>
      <w:r w:rsidR="001C4DB4" w:rsidRPr="00F3535C">
        <w:rPr>
          <w:rFonts w:cs="Arial"/>
          <w:i/>
          <w:szCs w:val="18"/>
          <w:lang w:val="es-MX"/>
        </w:rPr>
        <w:t xml:space="preserve"> </w:t>
      </w:r>
      <w:r w:rsidR="00305E93" w:rsidRPr="00F3535C">
        <w:rPr>
          <w:rFonts w:cs="Arial"/>
          <w:b/>
          <w:i/>
          <w:szCs w:val="18"/>
          <w:lang w:val="es-MX"/>
        </w:rPr>
        <w:t xml:space="preserve">Hacer una declaración falsa a un agente certificador acreditado estará sujeto a las disposiciones de la sección 1001 del título 18 del Código de los Estados Unidos. </w:t>
      </w:r>
      <w:r w:rsidR="001C4DB4" w:rsidRPr="00F3535C">
        <w:rPr>
          <w:rFonts w:cs="Arial"/>
          <w:b/>
          <w:i/>
          <w:szCs w:val="18"/>
          <w:lang w:val="es-MX"/>
        </w:rPr>
        <w:t>(NOP §205.100(c)(2)).</w:t>
      </w:r>
      <w:r w:rsidR="001C4DB4" w:rsidRPr="00F3535C">
        <w:rPr>
          <w:rFonts w:cs="Arial"/>
          <w:i/>
          <w:szCs w:val="18"/>
          <w:lang w:val="es-MX"/>
        </w:rPr>
        <w:t xml:space="preserve">  </w:t>
      </w:r>
    </w:p>
    <w:p w14:paraId="471AAB19" w14:textId="77777777" w:rsidR="00392CC8" w:rsidRPr="00F3535C" w:rsidRDefault="00C54308" w:rsidP="00EE7CE0">
      <w:pPr>
        <w:pStyle w:val="ColorfulList-Accent11"/>
        <w:keepNext/>
        <w:keepLines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Pr</w:t>
      </w:r>
      <w:r w:rsidR="00562157">
        <w:rPr>
          <w:rFonts w:cs="Arial"/>
          <w:szCs w:val="18"/>
          <w:lang w:val="es-MX"/>
        </w:rPr>
        <w:t>oporcione</w:t>
      </w:r>
      <w:r w:rsidR="004333B7" w:rsidRPr="00F3535C">
        <w:rPr>
          <w:rFonts w:cs="Arial"/>
          <w:szCs w:val="18"/>
          <w:lang w:val="es-MX"/>
        </w:rPr>
        <w:t xml:space="preserve"> </w:t>
      </w:r>
      <w:r w:rsidR="00C97924">
        <w:rPr>
          <w:rFonts w:cs="Arial"/>
          <w:szCs w:val="18"/>
          <w:lang w:val="es-MX"/>
        </w:rPr>
        <w:t xml:space="preserve">uno de </w:t>
      </w:r>
      <w:r w:rsidR="004333B7" w:rsidRPr="00F3535C">
        <w:rPr>
          <w:rFonts w:cs="Arial"/>
          <w:szCs w:val="18"/>
          <w:lang w:val="es-MX"/>
        </w:rPr>
        <w:t>lo</w:t>
      </w:r>
      <w:r w:rsidR="00C97924">
        <w:rPr>
          <w:rFonts w:cs="Arial"/>
          <w:szCs w:val="18"/>
          <w:lang w:val="es-MX"/>
        </w:rPr>
        <w:t>s</w:t>
      </w:r>
      <w:r w:rsidR="004333B7" w:rsidRPr="00F3535C">
        <w:rPr>
          <w:rFonts w:cs="Arial"/>
          <w:szCs w:val="18"/>
          <w:lang w:val="es-MX"/>
        </w:rPr>
        <w:t xml:space="preserve"> siguiente</w:t>
      </w:r>
      <w:r w:rsidR="00C97924">
        <w:rPr>
          <w:rFonts w:cs="Arial"/>
          <w:szCs w:val="18"/>
          <w:lang w:val="es-MX"/>
        </w:rPr>
        <w:t>s</w:t>
      </w:r>
      <w:r w:rsidR="004333B7" w:rsidRPr="00F3535C">
        <w:rPr>
          <w:rFonts w:cs="Arial"/>
          <w:szCs w:val="18"/>
          <w:lang w:val="es-MX"/>
        </w:rPr>
        <w:t xml:space="preserve"> </w:t>
      </w:r>
      <w:r w:rsidR="00474479">
        <w:rPr>
          <w:rFonts w:cs="Arial"/>
          <w:szCs w:val="18"/>
          <w:lang w:val="es-MX"/>
        </w:rPr>
        <w:t xml:space="preserve">datos </w:t>
      </w:r>
      <w:r w:rsidR="004333B7" w:rsidRPr="00F3535C">
        <w:rPr>
          <w:rFonts w:cs="Arial"/>
          <w:szCs w:val="18"/>
          <w:lang w:val="es-MX"/>
        </w:rPr>
        <w:t xml:space="preserve">para verificar </w:t>
      </w:r>
      <w:r w:rsidR="00474479">
        <w:rPr>
          <w:rFonts w:cs="Arial"/>
          <w:szCs w:val="18"/>
          <w:lang w:val="es-MX"/>
        </w:rPr>
        <w:t>el historial</w:t>
      </w:r>
      <w:r w:rsidR="004333B7" w:rsidRPr="00F3535C">
        <w:rPr>
          <w:rFonts w:cs="Arial"/>
          <w:szCs w:val="18"/>
          <w:lang w:val="es-MX"/>
        </w:rPr>
        <w:t xml:space="preserve"> de</w:t>
      </w:r>
      <w:r w:rsidR="00474479">
        <w:rPr>
          <w:rFonts w:cs="Arial"/>
          <w:szCs w:val="18"/>
          <w:lang w:val="es-MX"/>
        </w:rPr>
        <w:t xml:space="preserve"> la</w:t>
      </w:r>
      <w:r w:rsidR="004333B7" w:rsidRPr="00F3535C">
        <w:rPr>
          <w:rFonts w:cs="Arial"/>
          <w:szCs w:val="18"/>
          <w:lang w:val="es-MX"/>
        </w:rPr>
        <w:t xml:space="preserve"> tierra. </w:t>
      </w:r>
    </w:p>
    <w:p w14:paraId="6522C87A" w14:textId="77777777" w:rsidR="008D4DF8" w:rsidRPr="00F3535C" w:rsidRDefault="004333B7" w:rsidP="00EE7CE0">
      <w:pPr>
        <w:pStyle w:val="ColorfulList-Accent11"/>
        <w:keepNext/>
        <w:keepLines/>
        <w:numPr>
          <w:ilvl w:val="0"/>
          <w:numId w:val="4"/>
        </w:numPr>
        <w:spacing w:before="60"/>
        <w:ind w:right="-36"/>
        <w:contextualSpacing w:val="0"/>
        <w:rPr>
          <w:rFonts w:cs="Arial"/>
          <w:b/>
          <w:bCs/>
          <w:szCs w:val="18"/>
          <w:lang w:val="es-MX"/>
        </w:rPr>
      </w:pPr>
      <w:bookmarkStart w:id="2" w:name="Check3"/>
      <w:r w:rsidRPr="00F3535C">
        <w:rPr>
          <w:rFonts w:cs="Arial"/>
          <w:bCs/>
          <w:szCs w:val="18"/>
          <w:lang w:val="es-MX"/>
        </w:rPr>
        <w:t xml:space="preserve">Si </w:t>
      </w:r>
      <w:r w:rsidR="00DE2ACC">
        <w:rPr>
          <w:rFonts w:cs="Arial"/>
          <w:bCs/>
          <w:szCs w:val="18"/>
          <w:lang w:val="es-MX"/>
        </w:rPr>
        <w:t xml:space="preserve">la parcela </w:t>
      </w:r>
      <w:r w:rsidRPr="00F3535C">
        <w:rPr>
          <w:rFonts w:cs="Arial"/>
          <w:b/>
          <w:bCs/>
          <w:szCs w:val="18"/>
          <w:lang w:val="es-MX"/>
        </w:rPr>
        <w:t xml:space="preserve">está </w:t>
      </w:r>
      <w:r w:rsidR="00474479">
        <w:rPr>
          <w:rFonts w:cs="Arial"/>
          <w:b/>
          <w:bCs/>
          <w:szCs w:val="18"/>
          <w:lang w:val="es-MX"/>
        </w:rPr>
        <w:t xml:space="preserve">actualmente </w:t>
      </w:r>
      <w:r w:rsidR="00DE2ACC" w:rsidRPr="00F3535C">
        <w:rPr>
          <w:rFonts w:cs="Arial"/>
          <w:b/>
          <w:bCs/>
          <w:szCs w:val="18"/>
          <w:lang w:val="es-MX"/>
        </w:rPr>
        <w:t>certificad</w:t>
      </w:r>
      <w:r w:rsidR="00DE2ACC">
        <w:rPr>
          <w:rFonts w:cs="Arial"/>
          <w:b/>
          <w:bCs/>
          <w:szCs w:val="18"/>
          <w:lang w:val="es-MX"/>
        </w:rPr>
        <w:t xml:space="preserve">a </w:t>
      </w:r>
      <w:r w:rsidR="00DE2ACC" w:rsidRPr="00F3535C">
        <w:rPr>
          <w:rFonts w:cs="Arial"/>
          <w:b/>
          <w:bCs/>
          <w:szCs w:val="18"/>
          <w:lang w:val="es-MX"/>
        </w:rPr>
        <w:t>orgánic</w:t>
      </w:r>
      <w:r w:rsidR="00DE2ACC">
        <w:rPr>
          <w:rFonts w:cs="Arial"/>
          <w:b/>
          <w:bCs/>
          <w:szCs w:val="18"/>
          <w:lang w:val="es-MX"/>
        </w:rPr>
        <w:t>a</w:t>
      </w:r>
      <w:r w:rsidR="00C54308" w:rsidRPr="00F3535C">
        <w:rPr>
          <w:rFonts w:cs="Arial"/>
          <w:b/>
          <w:bCs/>
          <w:szCs w:val="18"/>
          <w:lang w:val="es-MX"/>
        </w:rPr>
        <w:t xml:space="preserve">, </w:t>
      </w:r>
      <w:r w:rsidR="00C54308" w:rsidRPr="00F3535C">
        <w:rPr>
          <w:rFonts w:cs="Arial"/>
          <w:bCs/>
          <w:szCs w:val="18"/>
          <w:lang w:val="es-MX"/>
        </w:rPr>
        <w:t>proporcione</w:t>
      </w:r>
      <w:r w:rsidRPr="00F3535C">
        <w:rPr>
          <w:rFonts w:cs="Arial"/>
          <w:bCs/>
          <w:szCs w:val="18"/>
          <w:lang w:val="es-MX"/>
        </w:rPr>
        <w:t xml:space="preserve"> </w:t>
      </w:r>
      <w:r w:rsidRPr="00F3535C">
        <w:rPr>
          <w:rFonts w:cs="Arial"/>
          <w:b/>
          <w:bCs/>
          <w:szCs w:val="18"/>
          <w:lang w:val="es-MX"/>
        </w:rPr>
        <w:t>ambos</w:t>
      </w:r>
      <w:r w:rsidRPr="00F3535C">
        <w:rPr>
          <w:rFonts w:cs="Arial"/>
          <w:bCs/>
          <w:szCs w:val="18"/>
          <w:lang w:val="es-MX"/>
        </w:rPr>
        <w:t xml:space="preserve"> </w:t>
      </w:r>
      <w:r w:rsidR="00474479">
        <w:rPr>
          <w:rFonts w:cs="Arial"/>
          <w:bCs/>
          <w:szCs w:val="18"/>
          <w:lang w:val="es-MX"/>
        </w:rPr>
        <w:t>datos</w:t>
      </w:r>
      <w:r w:rsidRPr="00F3535C">
        <w:rPr>
          <w:rFonts w:cs="Arial"/>
          <w:bCs/>
          <w:szCs w:val="18"/>
          <w:lang w:val="es-MX"/>
        </w:rPr>
        <w:t>:</w:t>
      </w:r>
    </w:p>
    <w:p w14:paraId="0271EDD4" w14:textId="77777777" w:rsidR="008D4DF8" w:rsidRPr="00F3535C" w:rsidRDefault="00C768AF" w:rsidP="00EE7CE0">
      <w:pPr>
        <w:pStyle w:val="ColorfulList-Accent11"/>
        <w:keepNext/>
        <w:keepLines/>
        <w:spacing w:before="60"/>
        <w:ind w:right="-36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 xml:space="preserve">Una copia del certificado orgánico </w:t>
      </w:r>
      <w:r w:rsidR="005E4745">
        <w:rPr>
          <w:rFonts w:cs="Arial"/>
          <w:bCs/>
          <w:szCs w:val="18"/>
          <w:lang w:val="es-MX"/>
        </w:rPr>
        <w:t>vigente</w:t>
      </w:r>
      <w:r w:rsidR="005E4745" w:rsidRPr="00F3535C">
        <w:rPr>
          <w:rFonts w:cs="Arial"/>
          <w:bCs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>listando ese campo</w:t>
      </w:r>
      <w:r w:rsidR="005E4745">
        <w:rPr>
          <w:rFonts w:cs="Arial"/>
          <w:bCs/>
          <w:szCs w:val="18"/>
          <w:lang w:val="es-MX"/>
        </w:rPr>
        <w:t>/</w:t>
      </w:r>
      <w:r w:rsidR="004333B7" w:rsidRPr="00F3535C">
        <w:rPr>
          <w:rFonts w:cs="Arial"/>
          <w:bCs/>
          <w:szCs w:val="18"/>
          <w:lang w:val="es-MX"/>
        </w:rPr>
        <w:t>parcela.</w:t>
      </w:r>
    </w:p>
    <w:p w14:paraId="67BD9B01" w14:textId="04E18115" w:rsidR="008D4DF8" w:rsidRPr="00F3535C" w:rsidRDefault="00C768AF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6E5440" w:rsidRPr="00F3535C">
        <w:rPr>
          <w:rFonts w:cs="Arial"/>
          <w:bCs/>
          <w:szCs w:val="18"/>
          <w:lang w:val="es-MX"/>
        </w:rPr>
        <w:t>V</w:t>
      </w:r>
      <w:r w:rsidR="004333B7" w:rsidRPr="00F3535C">
        <w:rPr>
          <w:rFonts w:cs="Arial"/>
          <w:bCs/>
          <w:szCs w:val="18"/>
          <w:lang w:val="es-MX"/>
        </w:rPr>
        <w:t xml:space="preserve">erificación de que no ha habido </w:t>
      </w:r>
      <w:r w:rsidR="005E4745">
        <w:rPr>
          <w:rFonts w:cs="Arial"/>
          <w:bCs/>
          <w:szCs w:val="18"/>
          <w:lang w:val="es-MX"/>
        </w:rPr>
        <w:t>un</w:t>
      </w:r>
      <w:r w:rsidR="005E4745" w:rsidRPr="00F3535C">
        <w:rPr>
          <w:rFonts w:cs="Arial"/>
          <w:bCs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>lapso en el</w:t>
      </w:r>
      <w:r w:rsidR="006E5440" w:rsidRPr="00F3535C">
        <w:rPr>
          <w:rFonts w:cs="Arial"/>
          <w:bCs/>
          <w:szCs w:val="18"/>
          <w:lang w:val="es-MX"/>
        </w:rPr>
        <w:t xml:space="preserve"> manejo orgánico (por ejemplo, confirmación </w:t>
      </w:r>
      <w:r w:rsidR="005E4745">
        <w:rPr>
          <w:rFonts w:cs="Arial"/>
          <w:bCs/>
          <w:szCs w:val="18"/>
          <w:lang w:val="es-MX"/>
        </w:rPr>
        <w:t>escrita</w:t>
      </w:r>
      <w:r w:rsidR="006E5440" w:rsidRPr="00F3535C">
        <w:rPr>
          <w:rFonts w:cs="Arial"/>
          <w:bCs/>
          <w:szCs w:val="18"/>
          <w:lang w:val="es-MX"/>
        </w:rPr>
        <w:t xml:space="preserve"> de la certificadora actual,</w:t>
      </w:r>
      <w:r w:rsidR="00E55216">
        <w:rPr>
          <w:rFonts w:cs="Arial"/>
          <w:bCs/>
          <w:szCs w:val="18"/>
          <w:lang w:val="es-MX"/>
        </w:rPr>
        <w:t xml:space="preserve"> </w:t>
      </w:r>
      <w:r w:rsidR="006E5440" w:rsidRPr="00F3535C">
        <w:rPr>
          <w:rFonts w:cs="Arial"/>
          <w:bCs/>
          <w:szCs w:val="18"/>
          <w:lang w:val="es-MX"/>
        </w:rPr>
        <w:t>Declaración Jurada de la Historia de la Tierra completada que cubre el periodo de tiempo relevante etc.)</w:t>
      </w:r>
      <w:bookmarkEnd w:id="2"/>
    </w:p>
    <w:p w14:paraId="6FF07005" w14:textId="77777777" w:rsidR="008D4DF8" w:rsidRPr="00F3535C" w:rsidRDefault="004333B7" w:rsidP="00EE7CE0">
      <w:pPr>
        <w:pStyle w:val="ColorfulList-Accent11"/>
        <w:keepNext/>
        <w:keepLines/>
        <w:numPr>
          <w:ilvl w:val="0"/>
          <w:numId w:val="4"/>
        </w:numPr>
        <w:spacing w:before="60"/>
        <w:ind w:right="-36"/>
        <w:contextualSpacing w:val="0"/>
        <w:rPr>
          <w:rFonts w:cs="Arial"/>
          <w:b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</w:t>
      </w:r>
      <w:r w:rsidR="00DE2ACC">
        <w:rPr>
          <w:rFonts w:cs="Arial"/>
          <w:szCs w:val="18"/>
          <w:lang w:val="es-MX"/>
        </w:rPr>
        <w:t>la parcela</w:t>
      </w:r>
      <w:r w:rsidRPr="00F3535C">
        <w:rPr>
          <w:rFonts w:cs="Arial"/>
          <w:b/>
          <w:szCs w:val="18"/>
          <w:lang w:val="es-MX"/>
        </w:rPr>
        <w:t xml:space="preserve"> no está </w:t>
      </w:r>
      <w:r w:rsidR="005E4745">
        <w:rPr>
          <w:rFonts w:cs="Arial"/>
          <w:b/>
          <w:szCs w:val="18"/>
          <w:lang w:val="es-MX"/>
        </w:rPr>
        <w:t xml:space="preserve">actualmente </w:t>
      </w:r>
      <w:r w:rsidR="00DE2ACC" w:rsidRPr="00F3535C">
        <w:rPr>
          <w:rFonts w:cs="Arial"/>
          <w:b/>
          <w:szCs w:val="18"/>
          <w:lang w:val="es-MX"/>
        </w:rPr>
        <w:t>certificad</w:t>
      </w:r>
      <w:r w:rsidR="00DE2ACC">
        <w:rPr>
          <w:rFonts w:cs="Arial"/>
          <w:b/>
          <w:szCs w:val="18"/>
          <w:lang w:val="es-MX"/>
        </w:rPr>
        <w:t>a</w:t>
      </w:r>
      <w:r w:rsidR="00DE2ACC" w:rsidRPr="00F3535C">
        <w:rPr>
          <w:rFonts w:cs="Arial"/>
          <w:b/>
          <w:szCs w:val="18"/>
          <w:lang w:val="es-MX"/>
        </w:rPr>
        <w:t xml:space="preserve"> </w:t>
      </w:r>
      <w:r w:rsidR="00C54308" w:rsidRPr="00F3535C">
        <w:rPr>
          <w:rFonts w:cs="Arial"/>
          <w:b/>
          <w:szCs w:val="18"/>
          <w:lang w:val="es-MX"/>
        </w:rPr>
        <w:t xml:space="preserve">como </w:t>
      </w:r>
      <w:r w:rsidR="00DE2ACC" w:rsidRPr="00F3535C">
        <w:rPr>
          <w:rFonts w:cs="Arial"/>
          <w:b/>
          <w:szCs w:val="18"/>
          <w:lang w:val="es-MX"/>
        </w:rPr>
        <w:t>orgánic</w:t>
      </w:r>
      <w:r w:rsidR="00DE2ACC">
        <w:rPr>
          <w:rFonts w:cs="Arial"/>
          <w:b/>
          <w:szCs w:val="18"/>
          <w:lang w:val="es-MX"/>
        </w:rPr>
        <w:t>a</w:t>
      </w:r>
      <w:r w:rsidR="00C54308" w:rsidRPr="00F3535C">
        <w:rPr>
          <w:rFonts w:cs="Arial"/>
          <w:b/>
          <w:szCs w:val="18"/>
          <w:lang w:val="es-MX"/>
        </w:rPr>
        <w:t>,</w:t>
      </w:r>
      <w:r w:rsidR="00C54308" w:rsidRPr="00F3535C">
        <w:rPr>
          <w:rFonts w:cs="Arial"/>
          <w:szCs w:val="18"/>
          <w:lang w:val="es-MX"/>
        </w:rPr>
        <w:t xml:space="preserve"> proporcione</w:t>
      </w:r>
      <w:r w:rsidRPr="00F3535C">
        <w:rPr>
          <w:rFonts w:cs="Arial"/>
          <w:szCs w:val="18"/>
          <w:lang w:val="es-MX"/>
        </w:rPr>
        <w:t xml:space="preserve"> </w:t>
      </w:r>
      <w:r w:rsidR="00FA24A8" w:rsidRPr="00F3535C">
        <w:rPr>
          <w:rFonts w:cs="Arial"/>
          <w:b/>
          <w:szCs w:val="18"/>
          <w:lang w:val="es-MX"/>
        </w:rPr>
        <w:t>uno</w:t>
      </w:r>
      <w:r w:rsidR="00FA24A8" w:rsidRPr="00F3535C">
        <w:rPr>
          <w:rFonts w:cs="Arial"/>
          <w:szCs w:val="18"/>
          <w:lang w:val="es-MX"/>
        </w:rPr>
        <w:t xml:space="preserve"> de los </w:t>
      </w:r>
      <w:r w:rsidRPr="00F3535C">
        <w:rPr>
          <w:rFonts w:cs="Arial"/>
          <w:szCs w:val="18"/>
          <w:lang w:val="es-MX"/>
        </w:rPr>
        <w:t>siguiente</w:t>
      </w:r>
      <w:r w:rsidR="00FA24A8" w:rsidRPr="00F3535C">
        <w:rPr>
          <w:rFonts w:cs="Arial"/>
          <w:szCs w:val="18"/>
          <w:lang w:val="es-MX"/>
        </w:rPr>
        <w:t>s</w:t>
      </w:r>
      <w:r w:rsidR="005E4745">
        <w:rPr>
          <w:rFonts w:cs="Arial"/>
          <w:szCs w:val="18"/>
          <w:lang w:val="es-MX"/>
        </w:rPr>
        <w:t xml:space="preserve"> datos</w:t>
      </w:r>
      <w:r w:rsidR="00FA24A8" w:rsidRPr="00F3535C">
        <w:rPr>
          <w:rFonts w:cs="Arial"/>
          <w:szCs w:val="18"/>
          <w:lang w:val="es-MX"/>
        </w:rPr>
        <w:t xml:space="preserve">: </w:t>
      </w:r>
      <w:r w:rsidRPr="00F3535C">
        <w:rPr>
          <w:rFonts w:cs="Arial"/>
          <w:szCs w:val="18"/>
          <w:lang w:val="es-MX"/>
        </w:rPr>
        <w:t xml:space="preserve"> </w:t>
      </w:r>
    </w:p>
    <w:p w14:paraId="76066DEB" w14:textId="77777777" w:rsidR="008D4DF8" w:rsidRPr="00F3535C" w:rsidRDefault="00C768AF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B806D2" w:rsidRPr="00F3535C">
        <w:rPr>
          <w:rFonts w:cs="Arial"/>
          <w:szCs w:val="18"/>
          <w:lang w:val="es-MX"/>
        </w:rPr>
        <w:t>Una o más copias de la Declaración Jurada de la Historia de la T</w:t>
      </w:r>
      <w:r w:rsidR="00C54308" w:rsidRPr="00F3535C">
        <w:rPr>
          <w:rFonts w:cs="Arial"/>
          <w:szCs w:val="18"/>
          <w:lang w:val="es-MX"/>
        </w:rPr>
        <w:t xml:space="preserve">ierra, fechada y firmada por la(s) persona(s) identificadas en </w:t>
      </w:r>
      <w:r w:rsidR="005E4745">
        <w:rPr>
          <w:rFonts w:cs="Arial"/>
          <w:szCs w:val="18"/>
          <w:lang w:val="es-MX"/>
        </w:rPr>
        <w:t xml:space="preserve">la pregunta </w:t>
      </w:r>
      <w:r w:rsidR="0096479E" w:rsidRPr="00F3535C">
        <w:rPr>
          <w:rFonts w:cs="Arial"/>
          <w:szCs w:val="18"/>
          <w:lang w:val="es-MX"/>
        </w:rPr>
        <w:t>F</w:t>
      </w:r>
      <w:r w:rsidR="00024985" w:rsidRPr="00F3535C">
        <w:rPr>
          <w:rFonts w:cs="Arial"/>
          <w:szCs w:val="18"/>
          <w:lang w:val="es-MX"/>
        </w:rPr>
        <w:t xml:space="preserve">6 </w:t>
      </w:r>
      <w:r w:rsidR="00B806D2" w:rsidRPr="00F3535C">
        <w:rPr>
          <w:rFonts w:cs="Arial"/>
          <w:szCs w:val="18"/>
          <w:lang w:val="es-MX"/>
        </w:rPr>
        <w:t>arriba</w:t>
      </w:r>
      <w:r w:rsidR="00470825">
        <w:rPr>
          <w:rFonts w:cs="Arial"/>
          <w:szCs w:val="18"/>
          <w:lang w:val="es-MX"/>
        </w:rPr>
        <w:t>.</w:t>
      </w:r>
      <w:r w:rsidR="00B806D2" w:rsidRPr="00F3535C">
        <w:rPr>
          <w:rFonts w:cs="Arial"/>
          <w:szCs w:val="18"/>
          <w:lang w:val="es-MX"/>
        </w:rPr>
        <w:t xml:space="preserve"> </w:t>
      </w:r>
    </w:p>
    <w:p w14:paraId="6FB3C52F" w14:textId="77777777" w:rsidR="008D4DF8" w:rsidRDefault="00AD325D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024985" w:rsidRPr="00F3535C">
        <w:rPr>
          <w:rFonts w:cs="Arial"/>
          <w:szCs w:val="18"/>
          <w:lang w:val="es-MX"/>
        </w:rPr>
        <w:t xml:space="preserve">O, </w:t>
      </w:r>
      <w:r w:rsidR="00C54308" w:rsidRPr="00F3535C">
        <w:rPr>
          <w:rFonts w:cs="Arial"/>
          <w:szCs w:val="18"/>
          <w:lang w:val="es-MX"/>
        </w:rPr>
        <w:t xml:space="preserve">Cualquier documento adicional, firmado y fechado por la(s) persona(s) identificadas en </w:t>
      </w:r>
      <w:r w:rsidR="005E4745">
        <w:rPr>
          <w:rFonts w:cs="Arial"/>
          <w:szCs w:val="18"/>
          <w:lang w:val="es-MX"/>
        </w:rPr>
        <w:t xml:space="preserve">la pregunta </w:t>
      </w:r>
      <w:r w:rsidR="00470825" w:rsidRPr="00F3535C">
        <w:rPr>
          <w:rFonts w:cs="Arial"/>
          <w:szCs w:val="18"/>
          <w:lang w:val="es-MX"/>
        </w:rPr>
        <w:t>F6</w:t>
      </w:r>
      <w:r w:rsidR="00470825">
        <w:rPr>
          <w:rFonts w:cs="Arial"/>
          <w:szCs w:val="18"/>
          <w:lang w:val="es-MX"/>
        </w:rPr>
        <w:t xml:space="preserve"> arriba</w:t>
      </w:r>
      <w:r w:rsidR="00C54308" w:rsidRPr="00F3535C">
        <w:rPr>
          <w:rFonts w:cs="Arial"/>
          <w:szCs w:val="18"/>
          <w:lang w:val="es-MX"/>
        </w:rPr>
        <w:t xml:space="preserve">, que </w:t>
      </w:r>
      <w:r w:rsidR="005E4745" w:rsidRPr="00F3535C">
        <w:rPr>
          <w:rFonts w:cs="Arial"/>
          <w:szCs w:val="18"/>
          <w:lang w:val="es-MX"/>
        </w:rPr>
        <w:t>cont</w:t>
      </w:r>
      <w:r w:rsidR="005E4745">
        <w:rPr>
          <w:rFonts w:cs="Arial"/>
          <w:szCs w:val="18"/>
          <w:lang w:val="es-MX"/>
        </w:rPr>
        <w:t>enga</w:t>
      </w:r>
      <w:r w:rsidR="005E4745" w:rsidRPr="00F3535C">
        <w:rPr>
          <w:rFonts w:cs="Arial"/>
          <w:szCs w:val="18"/>
          <w:lang w:val="es-MX"/>
        </w:rPr>
        <w:t xml:space="preserve"> </w:t>
      </w:r>
      <w:r w:rsidR="00C54308" w:rsidRPr="00F3535C">
        <w:rPr>
          <w:rFonts w:cs="Arial"/>
          <w:szCs w:val="18"/>
          <w:lang w:val="es-MX"/>
        </w:rPr>
        <w:t>toda l</w:t>
      </w:r>
      <w:r w:rsidR="00B806D2" w:rsidRPr="00F3535C">
        <w:rPr>
          <w:rFonts w:cs="Arial"/>
          <w:szCs w:val="18"/>
          <w:lang w:val="es-MX"/>
        </w:rPr>
        <w:t>a información solicitada en la Declaración Jurada de la Historia de la T</w:t>
      </w:r>
      <w:r w:rsidR="00C54308" w:rsidRPr="00F3535C">
        <w:rPr>
          <w:rFonts w:cs="Arial"/>
          <w:szCs w:val="18"/>
          <w:lang w:val="es-MX"/>
        </w:rPr>
        <w:t>ierra.</w:t>
      </w:r>
    </w:p>
    <w:p w14:paraId="5EA07CCE" w14:textId="77777777" w:rsidR="00C97924" w:rsidRDefault="00C97924" w:rsidP="00EE7CE0">
      <w:pPr>
        <w:pStyle w:val="ColorfulList-Accent11"/>
        <w:keepNext/>
        <w:keepLines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Para </w:t>
      </w:r>
      <w:r w:rsidRPr="00B20C93">
        <w:rPr>
          <w:rFonts w:cs="Arial"/>
          <w:b/>
          <w:bCs/>
          <w:szCs w:val="18"/>
          <w:lang w:val="es-MX"/>
        </w:rPr>
        <w:t>sistemas de contenedores</w:t>
      </w:r>
      <w:r>
        <w:rPr>
          <w:rFonts w:cs="Arial"/>
          <w:szCs w:val="18"/>
          <w:lang w:val="es-MX"/>
        </w:rPr>
        <w:t xml:space="preserve">: </w:t>
      </w:r>
      <w:r w:rsidR="00562157">
        <w:rPr>
          <w:rFonts w:cs="Arial"/>
          <w:szCs w:val="18"/>
          <w:lang w:val="es-MX"/>
        </w:rPr>
        <w:t>Envíe</w:t>
      </w:r>
      <w:r>
        <w:rPr>
          <w:rFonts w:cs="Arial"/>
          <w:szCs w:val="18"/>
          <w:lang w:val="es-MX"/>
        </w:rPr>
        <w:t xml:space="preserve"> un</w:t>
      </w:r>
      <w:r w:rsidR="00153B0F">
        <w:rPr>
          <w:rFonts w:cs="Arial"/>
          <w:szCs w:val="18"/>
          <w:lang w:val="es-MX"/>
        </w:rPr>
        <w:t>o</w:t>
      </w:r>
      <w:r>
        <w:rPr>
          <w:rFonts w:cs="Arial"/>
          <w:szCs w:val="18"/>
          <w:lang w:val="es-MX"/>
        </w:rPr>
        <w:t xml:space="preserve"> de l</w:t>
      </w:r>
      <w:r w:rsidR="00153B0F">
        <w:rPr>
          <w:rFonts w:cs="Arial"/>
          <w:szCs w:val="18"/>
          <w:lang w:val="es-MX"/>
        </w:rPr>
        <w:t>o</w:t>
      </w:r>
      <w:r>
        <w:rPr>
          <w:rFonts w:cs="Arial"/>
          <w:szCs w:val="18"/>
          <w:lang w:val="es-MX"/>
        </w:rPr>
        <w:t>s siguientes</w:t>
      </w:r>
      <w:r w:rsidR="00562157">
        <w:rPr>
          <w:rFonts w:cs="Arial"/>
          <w:szCs w:val="18"/>
          <w:lang w:val="es-MX"/>
        </w:rPr>
        <w:t xml:space="preserve"> documentos</w:t>
      </w:r>
      <w:r>
        <w:rPr>
          <w:rFonts w:cs="Arial"/>
          <w:szCs w:val="18"/>
          <w:lang w:val="es-MX"/>
        </w:rPr>
        <w:t xml:space="preserve">. </w:t>
      </w:r>
      <w:r w:rsidRPr="00F3535C">
        <w:rPr>
          <w:rFonts w:cs="Arial"/>
          <w:szCs w:val="18"/>
          <w:lang w:val="es-MX"/>
        </w:rPr>
        <w:t xml:space="preserve"> </w:t>
      </w:r>
      <w:r>
        <w:rPr>
          <w:rFonts w:cs="Arial"/>
          <w:b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0C93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b/>
          <w:bCs/>
          <w:szCs w:val="18"/>
        </w:rPr>
      </w:r>
      <w:r>
        <w:rPr>
          <w:rFonts w:cs="Arial"/>
          <w:b/>
          <w:bCs/>
          <w:szCs w:val="18"/>
        </w:rPr>
        <w:fldChar w:fldCharType="separate"/>
      </w:r>
      <w:r>
        <w:rPr>
          <w:rFonts w:cs="Arial"/>
          <w:b/>
          <w:bCs/>
          <w:szCs w:val="18"/>
        </w:rPr>
        <w:fldChar w:fldCharType="end"/>
      </w:r>
      <w:r w:rsidRPr="00B20C93">
        <w:rPr>
          <w:rFonts w:cs="Arial"/>
          <w:b/>
          <w:bCs/>
          <w:szCs w:val="18"/>
          <w:lang w:val="es-MX"/>
        </w:rPr>
        <w:t xml:space="preserve"> </w:t>
      </w:r>
      <w:r w:rsidRPr="00470825">
        <w:rPr>
          <w:rFonts w:cs="Arial"/>
          <w:szCs w:val="18"/>
          <w:lang w:val="es-MX"/>
        </w:rPr>
        <w:t>No Aplica, todos los cultivos se cultivan en el suelo.</w:t>
      </w:r>
    </w:p>
    <w:p w14:paraId="4DE0D7DB" w14:textId="77777777" w:rsidR="00771988" w:rsidRPr="00B20C93" w:rsidRDefault="00771988" w:rsidP="00EE7CE0">
      <w:pPr>
        <w:pStyle w:val="ColorfulList-Accent11"/>
        <w:keepNext/>
        <w:keepLines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>La parcela será evaluada para la certificación s</w:t>
      </w:r>
      <w:r>
        <w:rPr>
          <w:rFonts w:cs="Arial"/>
          <w:i/>
          <w:szCs w:val="18"/>
          <w:lang w:val="es-MX"/>
        </w:rPr>
        <w:t>ó</w:t>
      </w:r>
      <w:r w:rsidRPr="00F3535C">
        <w:rPr>
          <w:rFonts w:cs="Arial"/>
          <w:i/>
          <w:szCs w:val="18"/>
          <w:lang w:val="es-MX"/>
        </w:rPr>
        <w:t>lo para futura producción en contenedores.</w:t>
      </w:r>
    </w:p>
    <w:p w14:paraId="45C5D169" w14:textId="77777777" w:rsidR="00470825" w:rsidRDefault="00A81BA1" w:rsidP="00EE7CE0">
      <w:pPr>
        <w:keepNext/>
        <w:keepLines/>
        <w:numPr>
          <w:ilvl w:val="0"/>
          <w:numId w:val="4"/>
        </w:numPr>
        <w:spacing w:before="60"/>
        <w:ind w:right="-36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</w:t>
      </w:r>
      <w:r>
        <w:rPr>
          <w:rFonts w:cs="Arial"/>
          <w:szCs w:val="18"/>
          <w:lang w:val="es-MX"/>
        </w:rPr>
        <w:t xml:space="preserve">toda la producción en la parcela se </w:t>
      </w:r>
      <w:r w:rsidR="005E4745">
        <w:rPr>
          <w:rFonts w:cs="Arial"/>
          <w:szCs w:val="18"/>
          <w:lang w:val="es-MX"/>
        </w:rPr>
        <w:t xml:space="preserve">realiza </w:t>
      </w:r>
      <w:r>
        <w:rPr>
          <w:rFonts w:cs="Arial"/>
          <w:szCs w:val="18"/>
          <w:lang w:val="es-MX"/>
        </w:rPr>
        <w:t xml:space="preserve">en un </w:t>
      </w:r>
      <w:r w:rsidRPr="00470825">
        <w:rPr>
          <w:rFonts w:cs="Arial"/>
          <w:b/>
          <w:bCs/>
          <w:szCs w:val="18"/>
          <w:lang w:val="es-MX"/>
        </w:rPr>
        <w:t>sistema de contenedores instalado o mantenido sobre suelo</w:t>
      </w:r>
      <w:r>
        <w:rPr>
          <w:rFonts w:cs="Arial"/>
          <w:szCs w:val="18"/>
          <w:lang w:val="es-MX"/>
        </w:rPr>
        <w:t xml:space="preserve">, </w:t>
      </w:r>
      <w:r w:rsidR="00562157">
        <w:rPr>
          <w:rFonts w:cs="Arial"/>
          <w:szCs w:val="18"/>
          <w:lang w:val="es-MX"/>
        </w:rPr>
        <w:t>proporcione</w:t>
      </w:r>
      <w:r>
        <w:rPr>
          <w:rFonts w:cs="Arial"/>
          <w:szCs w:val="18"/>
          <w:lang w:val="es-MX"/>
        </w:rPr>
        <w:t xml:space="preserve"> </w:t>
      </w:r>
      <w:r w:rsidR="005E4745">
        <w:rPr>
          <w:rFonts w:cs="Arial"/>
          <w:szCs w:val="18"/>
          <w:lang w:val="es-MX"/>
        </w:rPr>
        <w:t>el historial</w:t>
      </w:r>
      <w:r>
        <w:rPr>
          <w:rFonts w:cs="Arial"/>
          <w:szCs w:val="18"/>
          <w:lang w:val="es-MX"/>
        </w:rPr>
        <w:t xml:space="preserve"> de la tierra </w:t>
      </w:r>
      <w:r w:rsidR="005E4745">
        <w:rPr>
          <w:rFonts w:cs="Arial"/>
          <w:szCs w:val="18"/>
          <w:lang w:val="es-MX"/>
        </w:rPr>
        <w:t xml:space="preserve">correspondiente, </w:t>
      </w:r>
      <w:r>
        <w:rPr>
          <w:rFonts w:cs="Arial"/>
          <w:szCs w:val="18"/>
          <w:lang w:val="es-MX"/>
        </w:rPr>
        <w:t xml:space="preserve">como se indica en uno de los dos puntos </w:t>
      </w:r>
      <w:r w:rsidR="003C6FED">
        <w:rPr>
          <w:rFonts w:cs="Arial"/>
          <w:szCs w:val="18"/>
          <w:lang w:val="es-MX"/>
        </w:rPr>
        <w:t>arriba</w:t>
      </w:r>
      <w:r>
        <w:rPr>
          <w:rFonts w:cs="Arial"/>
          <w:szCs w:val="18"/>
          <w:lang w:val="es-MX"/>
        </w:rPr>
        <w:t xml:space="preserve">, </w:t>
      </w:r>
      <w:r w:rsidRPr="00470825">
        <w:rPr>
          <w:rFonts w:cs="Arial"/>
          <w:b/>
          <w:bCs/>
          <w:szCs w:val="18"/>
          <w:lang w:val="es-MX"/>
        </w:rPr>
        <w:t>Y</w:t>
      </w:r>
      <w:r>
        <w:rPr>
          <w:rFonts w:cs="Arial"/>
          <w:szCs w:val="18"/>
          <w:lang w:val="es-MX"/>
        </w:rPr>
        <w:t>:</w:t>
      </w:r>
    </w:p>
    <w:p w14:paraId="50FF95B7" w14:textId="77777777" w:rsidR="00470825" w:rsidRDefault="00A81BA1" w:rsidP="00EE7CE0">
      <w:pPr>
        <w:keepNext/>
        <w:keepLines/>
        <w:spacing w:before="60"/>
        <w:ind w:left="720" w:right="-36"/>
        <w:rPr>
          <w:rFonts w:cs="Arial"/>
          <w:szCs w:val="18"/>
          <w:lang w:val="es-MX"/>
        </w:rPr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470825">
        <w:rPr>
          <w:rFonts w:cs="Arial"/>
          <w:szCs w:val="18"/>
          <w:lang w:val="es-MX"/>
        </w:rPr>
        <w:instrText xml:space="preserve"> FORMCHECKBOX </w:instrText>
      </w:r>
      <w:r>
        <w:fldChar w:fldCharType="separate"/>
      </w:r>
      <w:r>
        <w:fldChar w:fldCharType="end"/>
      </w:r>
      <w:r w:rsidRPr="00470825">
        <w:rPr>
          <w:rFonts w:cs="Arial"/>
          <w:lang w:val="es-MX"/>
        </w:rPr>
        <w:t xml:space="preserve"> Una declaración firmada y fechada por un representante autorizado de su operación listando:</w:t>
      </w:r>
    </w:p>
    <w:p w14:paraId="781F6EE2" w14:textId="77777777" w:rsidR="00771988" w:rsidRDefault="00BF3CD7" w:rsidP="00EE7CE0">
      <w:pPr>
        <w:keepNext/>
        <w:keepLines/>
        <w:numPr>
          <w:ilvl w:val="0"/>
          <w:numId w:val="29"/>
        </w:numPr>
        <w:spacing w:before="60"/>
        <w:ind w:left="1350" w:right="-36"/>
        <w:rPr>
          <w:rFonts w:cs="Arial"/>
          <w:szCs w:val="18"/>
          <w:lang w:val="es-MX"/>
        </w:rPr>
      </w:pPr>
      <w:r>
        <w:rPr>
          <w:lang w:val="es-MX"/>
        </w:rPr>
        <w:t>L</w:t>
      </w:r>
      <w:r w:rsidR="00743234" w:rsidRPr="00B20C93">
        <w:rPr>
          <w:lang w:val="es-MX"/>
        </w:rPr>
        <w:t xml:space="preserve">a fecha </w:t>
      </w:r>
      <w:r w:rsidR="005E4745">
        <w:rPr>
          <w:lang w:val="es-MX"/>
        </w:rPr>
        <w:t>de plantación de</w:t>
      </w:r>
      <w:r w:rsidR="00743234" w:rsidRPr="00B20C93">
        <w:rPr>
          <w:lang w:val="es-MX"/>
        </w:rPr>
        <w:t xml:space="preserve"> </w:t>
      </w:r>
      <w:r w:rsidR="00743234">
        <w:rPr>
          <w:lang w:val="es-MX"/>
        </w:rPr>
        <w:t>sus cultivos actuales</w:t>
      </w:r>
      <w:r w:rsidR="001D655A" w:rsidRPr="001D655A">
        <w:rPr>
          <w:lang w:val="es-MX"/>
        </w:rPr>
        <w:t xml:space="preserve"> </w:t>
      </w:r>
      <w:r w:rsidR="001D655A">
        <w:rPr>
          <w:lang w:val="es-MX"/>
        </w:rPr>
        <w:t>en contenedores</w:t>
      </w:r>
      <w:r w:rsidR="00743234">
        <w:rPr>
          <w:lang w:val="es-MX"/>
        </w:rPr>
        <w:t xml:space="preserve">, </w:t>
      </w:r>
      <w:r w:rsidR="00743234" w:rsidRPr="00B20C93">
        <w:rPr>
          <w:b/>
          <w:bCs/>
          <w:lang w:val="es-MX"/>
        </w:rPr>
        <w:t>y</w:t>
      </w:r>
    </w:p>
    <w:p w14:paraId="68EDD966" w14:textId="77777777" w:rsidR="00743234" w:rsidRPr="00771988" w:rsidRDefault="00BF3CD7" w:rsidP="00EE7CE0">
      <w:pPr>
        <w:keepNext/>
        <w:keepLines/>
        <w:numPr>
          <w:ilvl w:val="0"/>
          <w:numId w:val="29"/>
        </w:numPr>
        <w:spacing w:before="60"/>
        <w:ind w:left="1350" w:right="-36"/>
        <w:rPr>
          <w:rFonts w:cs="Arial"/>
          <w:szCs w:val="18"/>
          <w:lang w:val="es-MX"/>
        </w:rPr>
      </w:pPr>
      <w:r w:rsidRPr="00771988">
        <w:rPr>
          <w:lang w:val="es-MX"/>
        </w:rPr>
        <w:t>L</w:t>
      </w:r>
      <w:r w:rsidR="00743234" w:rsidRPr="00771988">
        <w:rPr>
          <w:lang w:val="es-MX"/>
        </w:rPr>
        <w:t xml:space="preserve">os nombres completos de </w:t>
      </w:r>
      <w:r w:rsidRPr="00771988">
        <w:rPr>
          <w:lang w:val="es-MX"/>
        </w:rPr>
        <w:t>cada</w:t>
      </w:r>
      <w:r w:rsidR="00743234" w:rsidRPr="00771988">
        <w:rPr>
          <w:lang w:val="es-MX"/>
        </w:rPr>
        <w:t xml:space="preserve"> material utilizado o aplicado desde </w:t>
      </w:r>
      <w:r w:rsidR="00562157">
        <w:rPr>
          <w:lang w:val="es-MX"/>
        </w:rPr>
        <w:t>la</w:t>
      </w:r>
      <w:r w:rsidR="00743234" w:rsidRPr="00771988">
        <w:rPr>
          <w:lang w:val="es-MX"/>
        </w:rPr>
        <w:t xml:space="preserve"> fecha </w:t>
      </w:r>
      <w:r w:rsidR="00562157">
        <w:rPr>
          <w:lang w:val="es-MX"/>
        </w:rPr>
        <w:t xml:space="preserve">de siembra </w:t>
      </w:r>
      <w:r w:rsidR="00743234" w:rsidRPr="00771988">
        <w:rPr>
          <w:lang w:val="es-MX"/>
        </w:rPr>
        <w:t xml:space="preserve">hasta el presente, incluyendo </w:t>
      </w:r>
      <w:r w:rsidR="00153B0F" w:rsidRPr="00771988">
        <w:rPr>
          <w:lang w:val="es-MX"/>
        </w:rPr>
        <w:t>los</w:t>
      </w:r>
      <w:r w:rsidR="00771988">
        <w:rPr>
          <w:lang w:val="es-MX"/>
        </w:rPr>
        <w:t xml:space="preserve"> </w:t>
      </w:r>
      <w:r w:rsidR="0030528B" w:rsidRPr="00771988">
        <w:rPr>
          <w:lang w:val="es-MX"/>
        </w:rPr>
        <w:t>s</w:t>
      </w:r>
      <w:r w:rsidR="00743234" w:rsidRPr="00771988">
        <w:rPr>
          <w:lang w:val="es-MX"/>
        </w:rPr>
        <w:t>ustrato</w:t>
      </w:r>
      <w:r w:rsidR="0030528B" w:rsidRPr="00771988">
        <w:rPr>
          <w:lang w:val="es-MX"/>
        </w:rPr>
        <w:t xml:space="preserve">s/medios de crecimiento, </w:t>
      </w:r>
      <w:r w:rsidR="00743234" w:rsidRPr="00771988">
        <w:rPr>
          <w:lang w:val="es-MX"/>
        </w:rPr>
        <w:t xml:space="preserve">materiales de fertilidad, control de plagas y cualquier otro material utilizado hasta la fecha. </w:t>
      </w:r>
    </w:p>
    <w:p w14:paraId="07B9FD4B" w14:textId="77777777" w:rsidR="008D4DF8" w:rsidRPr="00F3535C" w:rsidRDefault="00E417AD" w:rsidP="00EE7CE0">
      <w:pPr>
        <w:keepNext/>
        <w:keepLines/>
        <w:numPr>
          <w:ilvl w:val="0"/>
          <w:numId w:val="4"/>
        </w:numPr>
        <w:spacing w:before="60"/>
        <w:ind w:right="-43"/>
        <w:rPr>
          <w:rFonts w:cs="Arial"/>
          <w:szCs w:val="18"/>
          <w:lang w:val="es-MX"/>
        </w:rPr>
      </w:pPr>
      <w:r w:rsidRPr="00771988">
        <w:rPr>
          <w:rFonts w:cs="Arial"/>
          <w:bCs/>
          <w:szCs w:val="18"/>
          <w:lang w:val="es-MX"/>
        </w:rPr>
        <w:t xml:space="preserve">Si </w:t>
      </w:r>
      <w:r w:rsidR="00BF3CD7" w:rsidRPr="00771988">
        <w:rPr>
          <w:rFonts w:cs="Arial"/>
          <w:bCs/>
          <w:szCs w:val="18"/>
          <w:lang w:val="es-MX"/>
        </w:rPr>
        <w:t xml:space="preserve">toda </w:t>
      </w:r>
      <w:r w:rsidRPr="00771988">
        <w:rPr>
          <w:rFonts w:cs="Arial"/>
          <w:bCs/>
          <w:szCs w:val="18"/>
          <w:lang w:val="es-MX"/>
        </w:rPr>
        <w:t>la producción en</w:t>
      </w:r>
      <w:r w:rsidR="00BF3CD7" w:rsidRPr="00771988">
        <w:rPr>
          <w:rFonts w:cs="Arial"/>
          <w:bCs/>
          <w:szCs w:val="18"/>
          <w:lang w:val="es-MX"/>
        </w:rPr>
        <w:t xml:space="preserve"> esta parcela se realiza en</w:t>
      </w:r>
      <w:r w:rsidRPr="00F3535C">
        <w:rPr>
          <w:rFonts w:cs="Arial"/>
          <w:b/>
          <w:szCs w:val="18"/>
          <w:lang w:val="es-MX"/>
        </w:rPr>
        <w:t xml:space="preserve"> contenedores</w:t>
      </w:r>
      <w:r w:rsidR="00BF3CD7">
        <w:rPr>
          <w:rFonts w:cs="Arial"/>
          <w:b/>
          <w:szCs w:val="18"/>
          <w:lang w:val="es-MX"/>
        </w:rPr>
        <w:t xml:space="preserve"> y sobre pisos permanentes, sólidos e </w:t>
      </w:r>
      <w:r w:rsidR="003F1572">
        <w:rPr>
          <w:rFonts w:cs="Arial"/>
          <w:b/>
          <w:szCs w:val="18"/>
          <w:lang w:val="es-MX"/>
        </w:rPr>
        <w:t xml:space="preserve">impermeables, </w:t>
      </w:r>
      <w:r w:rsidR="00562157">
        <w:rPr>
          <w:rFonts w:cs="Arial"/>
          <w:b/>
          <w:szCs w:val="18"/>
          <w:lang w:val="es-MX"/>
        </w:rPr>
        <w:t>proporcione</w:t>
      </w:r>
      <w:r w:rsidRPr="00F3535C">
        <w:rPr>
          <w:rFonts w:cs="Arial"/>
          <w:szCs w:val="18"/>
          <w:lang w:val="es-MX"/>
        </w:rPr>
        <w:t xml:space="preserve"> lo siguiente</w:t>
      </w:r>
      <w:r w:rsidR="00BF3CD7">
        <w:rPr>
          <w:rFonts w:cs="Arial"/>
          <w:szCs w:val="18"/>
          <w:lang w:val="es-MX"/>
        </w:rPr>
        <w:t>:</w:t>
      </w:r>
    </w:p>
    <w:p w14:paraId="0536D48E" w14:textId="77777777" w:rsidR="00771988" w:rsidRDefault="004919F6" w:rsidP="00EE7CE0">
      <w:pPr>
        <w:keepNext/>
        <w:keepLines/>
        <w:spacing w:before="60"/>
        <w:ind w:left="990" w:right="-43" w:hanging="27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="00003C3F" w:rsidRPr="00F3535C">
        <w:rPr>
          <w:rFonts w:cs="Arial"/>
          <w:szCs w:val="18"/>
          <w:lang w:val="es-MX"/>
        </w:rPr>
        <w:t xml:space="preserve"> Una declaración fechada y firmada</w:t>
      </w:r>
      <w:r w:rsidRPr="00F3535C">
        <w:rPr>
          <w:rFonts w:cs="Arial"/>
          <w:szCs w:val="18"/>
          <w:lang w:val="es-MX"/>
        </w:rPr>
        <w:t xml:space="preserve"> por un repres</w:t>
      </w:r>
      <w:r w:rsidR="00DE2ACC">
        <w:rPr>
          <w:rFonts w:cs="Arial"/>
          <w:szCs w:val="18"/>
          <w:lang w:val="es-MX"/>
        </w:rPr>
        <w:t>e</w:t>
      </w:r>
      <w:r w:rsidRPr="00F3535C">
        <w:rPr>
          <w:rFonts w:cs="Arial"/>
          <w:szCs w:val="18"/>
          <w:lang w:val="es-MX"/>
        </w:rPr>
        <w:t>nta</w:t>
      </w:r>
      <w:r w:rsidR="00DE2ACC">
        <w:rPr>
          <w:rFonts w:cs="Arial"/>
          <w:szCs w:val="18"/>
          <w:lang w:val="es-MX"/>
        </w:rPr>
        <w:t>n</w:t>
      </w:r>
      <w:r w:rsidRPr="00F3535C">
        <w:rPr>
          <w:rFonts w:cs="Arial"/>
          <w:szCs w:val="18"/>
          <w:lang w:val="es-MX"/>
        </w:rPr>
        <w:t xml:space="preserve">te autorizado </w:t>
      </w:r>
      <w:r w:rsidR="0052129A" w:rsidRPr="00F3535C">
        <w:rPr>
          <w:rFonts w:cs="Arial"/>
          <w:szCs w:val="18"/>
          <w:lang w:val="es-MX"/>
        </w:rPr>
        <w:t>de su operación</w:t>
      </w:r>
      <w:r w:rsidR="00BF3CD7">
        <w:rPr>
          <w:rFonts w:cs="Arial"/>
          <w:szCs w:val="18"/>
          <w:lang w:val="es-MX"/>
        </w:rPr>
        <w:t>, listando:</w:t>
      </w:r>
      <w:r w:rsidR="0052129A" w:rsidRPr="00F3535C">
        <w:rPr>
          <w:rFonts w:cs="Arial"/>
          <w:szCs w:val="18"/>
          <w:lang w:val="es-MX"/>
        </w:rPr>
        <w:t xml:space="preserve"> </w:t>
      </w:r>
    </w:p>
    <w:p w14:paraId="238508CE" w14:textId="77777777" w:rsidR="00771988" w:rsidRDefault="00BF3CD7" w:rsidP="00EE7CE0">
      <w:pPr>
        <w:keepNext/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</w:t>
      </w:r>
      <w:r w:rsidR="0052129A" w:rsidRPr="00F3535C">
        <w:rPr>
          <w:rFonts w:cs="Arial"/>
          <w:szCs w:val="18"/>
          <w:lang w:val="es-MX"/>
        </w:rPr>
        <w:t xml:space="preserve">a fecha </w:t>
      </w:r>
      <w:r>
        <w:rPr>
          <w:rFonts w:cs="Arial"/>
          <w:szCs w:val="18"/>
          <w:lang w:val="es-MX"/>
        </w:rPr>
        <w:t xml:space="preserve">en </w:t>
      </w:r>
      <w:r w:rsidR="00B33506" w:rsidRPr="00F3535C">
        <w:rPr>
          <w:rFonts w:cs="Arial"/>
          <w:szCs w:val="18"/>
          <w:lang w:val="es-MX"/>
        </w:rPr>
        <w:t xml:space="preserve">que </w:t>
      </w:r>
      <w:r w:rsidR="006D0D45" w:rsidRPr="00F3535C">
        <w:rPr>
          <w:rFonts w:cs="Arial"/>
          <w:szCs w:val="18"/>
          <w:lang w:val="es-MX"/>
        </w:rPr>
        <w:t>sembró sus</w:t>
      </w:r>
      <w:r w:rsidR="0052129A" w:rsidRPr="00F3535C">
        <w:rPr>
          <w:rFonts w:cs="Arial"/>
          <w:szCs w:val="18"/>
          <w:lang w:val="es-MX"/>
        </w:rPr>
        <w:t xml:space="preserve"> cultivos en contenedores actuales, </w:t>
      </w:r>
      <w:r w:rsidR="0052129A" w:rsidRPr="00F3535C">
        <w:rPr>
          <w:rFonts w:cs="Arial"/>
          <w:b/>
          <w:szCs w:val="18"/>
          <w:lang w:val="es-MX"/>
        </w:rPr>
        <w:t xml:space="preserve">y </w:t>
      </w:r>
    </w:p>
    <w:p w14:paraId="41AF89AC" w14:textId="77777777" w:rsidR="00771988" w:rsidRDefault="00BF3CD7" w:rsidP="00EE7CE0">
      <w:pPr>
        <w:keepNext/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 w:rsidRPr="00771988">
        <w:rPr>
          <w:rFonts w:cs="Arial"/>
          <w:szCs w:val="18"/>
          <w:lang w:val="es-MX"/>
        </w:rPr>
        <w:t>L</w:t>
      </w:r>
      <w:r w:rsidR="0052129A" w:rsidRPr="00771988">
        <w:rPr>
          <w:rFonts w:cs="Arial"/>
          <w:szCs w:val="18"/>
          <w:lang w:val="es-MX"/>
        </w:rPr>
        <w:t xml:space="preserve">os nombres completos de cada material </w:t>
      </w:r>
      <w:r w:rsidR="0030528B" w:rsidRPr="00771988">
        <w:rPr>
          <w:rFonts w:cs="Arial"/>
          <w:szCs w:val="18"/>
          <w:lang w:val="es-MX"/>
        </w:rPr>
        <w:t xml:space="preserve">utilizado </w:t>
      </w:r>
      <w:r w:rsidR="0052129A" w:rsidRPr="00771988">
        <w:rPr>
          <w:rFonts w:cs="Arial"/>
          <w:szCs w:val="18"/>
          <w:lang w:val="es-MX"/>
        </w:rPr>
        <w:t xml:space="preserve">o aplicado desde </w:t>
      </w:r>
      <w:r w:rsidR="003C6FED">
        <w:rPr>
          <w:rFonts w:cs="Arial"/>
          <w:szCs w:val="18"/>
          <w:lang w:val="es-MX"/>
        </w:rPr>
        <w:t xml:space="preserve">la </w:t>
      </w:r>
      <w:r w:rsidR="0052129A" w:rsidRPr="00771988">
        <w:rPr>
          <w:rFonts w:cs="Arial"/>
          <w:szCs w:val="18"/>
          <w:lang w:val="es-MX"/>
        </w:rPr>
        <w:t>fecha</w:t>
      </w:r>
      <w:r w:rsidR="003C6FED">
        <w:rPr>
          <w:rFonts w:cs="Arial"/>
          <w:szCs w:val="18"/>
          <w:lang w:val="es-MX"/>
        </w:rPr>
        <w:t xml:space="preserve"> de </w:t>
      </w:r>
      <w:r w:rsidR="00DE2ACC">
        <w:rPr>
          <w:rFonts w:cs="Arial"/>
          <w:szCs w:val="18"/>
          <w:lang w:val="es-MX"/>
        </w:rPr>
        <w:t xml:space="preserve">la </w:t>
      </w:r>
      <w:r w:rsidR="003C6FED">
        <w:rPr>
          <w:rFonts w:cs="Arial"/>
          <w:szCs w:val="18"/>
          <w:lang w:val="es-MX"/>
        </w:rPr>
        <w:t>siembra</w:t>
      </w:r>
      <w:r w:rsidR="0052129A" w:rsidRPr="00771988">
        <w:rPr>
          <w:rFonts w:cs="Arial"/>
          <w:szCs w:val="18"/>
          <w:lang w:val="es-MX"/>
        </w:rPr>
        <w:t xml:space="preserve"> hasta el presente, incluyendo </w:t>
      </w:r>
      <w:r w:rsidR="00153B0F" w:rsidRPr="00771988">
        <w:rPr>
          <w:rFonts w:cs="Arial"/>
          <w:szCs w:val="18"/>
          <w:lang w:val="es-MX"/>
        </w:rPr>
        <w:t xml:space="preserve">los </w:t>
      </w:r>
      <w:r w:rsidR="00003C3F" w:rsidRPr="00771988">
        <w:rPr>
          <w:rFonts w:cs="Arial"/>
          <w:szCs w:val="18"/>
          <w:lang w:val="es-MX"/>
        </w:rPr>
        <w:t>sustrato</w:t>
      </w:r>
      <w:r w:rsidR="0030528B" w:rsidRPr="00771988">
        <w:rPr>
          <w:rFonts w:cs="Arial"/>
          <w:szCs w:val="18"/>
          <w:lang w:val="es-MX"/>
        </w:rPr>
        <w:t>s</w:t>
      </w:r>
      <w:r w:rsidR="00003C3F" w:rsidRPr="00771988">
        <w:rPr>
          <w:rFonts w:cs="Arial"/>
          <w:szCs w:val="18"/>
          <w:lang w:val="es-MX"/>
        </w:rPr>
        <w:t>/</w:t>
      </w:r>
      <w:r w:rsidR="00DE2ACC">
        <w:rPr>
          <w:rFonts w:cs="Arial"/>
          <w:szCs w:val="18"/>
          <w:lang w:val="es-MX"/>
        </w:rPr>
        <w:t>materia de producción</w:t>
      </w:r>
      <w:r w:rsidR="00003C3F" w:rsidRPr="00771988">
        <w:rPr>
          <w:rFonts w:cs="Arial"/>
          <w:szCs w:val="18"/>
          <w:lang w:val="es-MX"/>
        </w:rPr>
        <w:t xml:space="preserve">, </w:t>
      </w:r>
      <w:r w:rsidR="0030528B" w:rsidRPr="00771988">
        <w:rPr>
          <w:rFonts w:cs="Arial"/>
          <w:szCs w:val="18"/>
          <w:lang w:val="es-MX"/>
        </w:rPr>
        <w:t>materiales de</w:t>
      </w:r>
      <w:r w:rsidR="00003C3F" w:rsidRPr="00771988">
        <w:rPr>
          <w:rFonts w:cs="Arial"/>
          <w:szCs w:val="18"/>
          <w:lang w:val="es-MX"/>
        </w:rPr>
        <w:t xml:space="preserve"> fertilidad, control de plagas y </w:t>
      </w:r>
      <w:r w:rsidR="0030528B" w:rsidRPr="00771988">
        <w:rPr>
          <w:rFonts w:cs="Arial"/>
          <w:szCs w:val="18"/>
          <w:lang w:val="es-MX"/>
        </w:rPr>
        <w:t xml:space="preserve">cualquier </w:t>
      </w:r>
      <w:r w:rsidR="00003C3F" w:rsidRPr="00771988">
        <w:rPr>
          <w:rFonts w:cs="Arial"/>
          <w:szCs w:val="18"/>
          <w:lang w:val="es-MX"/>
        </w:rPr>
        <w:t xml:space="preserve">otro material </w:t>
      </w:r>
      <w:r w:rsidR="0030528B" w:rsidRPr="00771988">
        <w:rPr>
          <w:rFonts w:cs="Arial"/>
          <w:szCs w:val="18"/>
          <w:lang w:val="es-MX"/>
        </w:rPr>
        <w:t>utilizado</w:t>
      </w:r>
      <w:r w:rsidR="00003C3F" w:rsidRPr="00771988">
        <w:rPr>
          <w:rFonts w:cs="Arial"/>
          <w:szCs w:val="18"/>
          <w:lang w:val="es-MX"/>
        </w:rPr>
        <w:t xml:space="preserve"> hasta la fecha</w:t>
      </w:r>
      <w:r w:rsidR="0030528B" w:rsidRPr="00771988">
        <w:rPr>
          <w:rFonts w:cs="Arial"/>
          <w:szCs w:val="18"/>
          <w:lang w:val="es-MX"/>
        </w:rPr>
        <w:t xml:space="preserve">, </w:t>
      </w:r>
      <w:r w:rsidR="0030528B" w:rsidRPr="00771988">
        <w:rPr>
          <w:rFonts w:cs="Arial"/>
          <w:b/>
          <w:bCs/>
          <w:szCs w:val="18"/>
          <w:lang w:val="es-MX"/>
        </w:rPr>
        <w:t>y</w:t>
      </w:r>
    </w:p>
    <w:p w14:paraId="0641663A" w14:textId="77777777" w:rsidR="0030528B" w:rsidRDefault="0030528B" w:rsidP="00EE7CE0">
      <w:pPr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Una descripción de la </w:t>
      </w:r>
      <w:r w:rsidR="00DF485F">
        <w:rPr>
          <w:rFonts w:cs="Arial"/>
          <w:szCs w:val="18"/>
          <w:lang w:val="es-MX"/>
        </w:rPr>
        <w:t>eliminación de posibles fuentes de contaminación antes de la transición a la producción orgánica.</w:t>
      </w:r>
    </w:p>
    <w:p w14:paraId="15FB7146" w14:textId="77777777" w:rsidR="00C54308" w:rsidRPr="00F3535C" w:rsidRDefault="00A410E7" w:rsidP="00771988">
      <w:pPr>
        <w:jc w:val="center"/>
        <w:rPr>
          <w:rFonts w:cs="Arial"/>
          <w:b/>
          <w:sz w:val="28"/>
          <w:szCs w:val="28"/>
          <w:lang w:val="es-MX"/>
        </w:rPr>
      </w:pPr>
      <w:bookmarkStart w:id="3" w:name="_Hlk528334251"/>
      <w:r w:rsidRPr="00F3535C">
        <w:rPr>
          <w:rFonts w:cs="Arial"/>
          <w:b/>
          <w:sz w:val="28"/>
          <w:szCs w:val="28"/>
          <w:lang w:val="es-MX"/>
        </w:rPr>
        <w:lastRenderedPageBreak/>
        <w:t>Declaración J</w:t>
      </w:r>
      <w:r w:rsidR="00C54308" w:rsidRPr="00F3535C">
        <w:rPr>
          <w:rFonts w:cs="Arial"/>
          <w:b/>
          <w:sz w:val="28"/>
          <w:szCs w:val="28"/>
          <w:lang w:val="es-MX"/>
        </w:rPr>
        <w:t>urada de la Historia de la Tierra</w:t>
      </w:r>
    </w:p>
    <w:p w14:paraId="6A3558BA" w14:textId="77777777" w:rsidR="00DF4B3D" w:rsidRPr="003F1572" w:rsidRDefault="00F14E3F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F3535C">
        <w:rPr>
          <w:rFonts w:cs="Arial"/>
          <w:szCs w:val="18"/>
          <w:lang w:val="es-MX"/>
        </w:rPr>
        <w:t>Est</w:t>
      </w:r>
      <w:r w:rsidR="00CD0C5D">
        <w:rPr>
          <w:rFonts w:cs="Arial"/>
          <w:szCs w:val="18"/>
          <w:lang w:val="es-MX"/>
        </w:rPr>
        <w:t>e</w:t>
      </w:r>
      <w:r w:rsidRPr="00F3535C">
        <w:rPr>
          <w:rFonts w:cs="Arial"/>
          <w:szCs w:val="18"/>
          <w:lang w:val="es-MX"/>
        </w:rPr>
        <w:t xml:space="preserve"> </w:t>
      </w:r>
      <w:r w:rsidR="002669F7">
        <w:rPr>
          <w:rFonts w:cs="Arial"/>
          <w:szCs w:val="18"/>
          <w:lang w:val="es-MX"/>
        </w:rPr>
        <w:t>document</w:t>
      </w:r>
      <w:r w:rsidR="009B5456">
        <w:rPr>
          <w:rFonts w:cs="Arial"/>
          <w:szCs w:val="18"/>
          <w:lang w:val="es-MX"/>
        </w:rPr>
        <w:t>o</w:t>
      </w:r>
      <w:r w:rsidR="002669F7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es su atestación de </w:t>
      </w:r>
      <w:r w:rsidR="009B5456">
        <w:rPr>
          <w:rFonts w:cs="Arial"/>
          <w:szCs w:val="18"/>
          <w:lang w:val="es-MX"/>
        </w:rPr>
        <w:t xml:space="preserve">los </w:t>
      </w:r>
      <w:r w:rsidRPr="00F3535C">
        <w:rPr>
          <w:rFonts w:cs="Arial"/>
          <w:szCs w:val="18"/>
          <w:lang w:val="es-MX"/>
        </w:rPr>
        <w:t xml:space="preserve">materiales aplicados al terreno durante </w:t>
      </w:r>
      <w:r w:rsidR="009B5456">
        <w:rPr>
          <w:rFonts w:cs="Arial"/>
          <w:szCs w:val="18"/>
          <w:lang w:val="es-MX"/>
        </w:rPr>
        <w:t>su</w:t>
      </w:r>
      <w:r w:rsidRPr="00F3535C">
        <w:rPr>
          <w:rFonts w:cs="Arial"/>
          <w:szCs w:val="18"/>
          <w:lang w:val="es-MX"/>
        </w:rPr>
        <w:t xml:space="preserve"> control de </w:t>
      </w:r>
      <w:r w:rsidR="009B5456">
        <w:rPr>
          <w:rFonts w:cs="Arial"/>
          <w:szCs w:val="18"/>
          <w:lang w:val="es-MX"/>
        </w:rPr>
        <w:t>gestión</w:t>
      </w:r>
      <w:r w:rsidRPr="00F3535C">
        <w:rPr>
          <w:rFonts w:cs="Arial"/>
          <w:szCs w:val="18"/>
          <w:lang w:val="es-MX"/>
        </w:rPr>
        <w:t xml:space="preserve"> y es necesario para determinar la elegibilidad de la parcela para la certificación orgánica.</w:t>
      </w:r>
      <w:r w:rsidRPr="00F3535C">
        <w:rPr>
          <w:rFonts w:cs="Arial"/>
          <w:b/>
          <w:szCs w:val="18"/>
          <w:lang w:val="es-MX"/>
        </w:rPr>
        <w:t xml:space="preserve"> </w:t>
      </w:r>
      <w:r w:rsidR="003F1572" w:rsidRPr="003F1572">
        <w:rPr>
          <w:rFonts w:cs="Arial"/>
          <w:szCs w:val="18"/>
          <w:lang w:val="es-MX"/>
        </w:rPr>
        <w:t xml:space="preserve">Si tiene una situación especial con respecto a la verificación del uso de la tierra, comuníquese con CCOF para discutirlo. </w:t>
      </w:r>
    </w:p>
    <w:p w14:paraId="1B99D0A8" w14:textId="77777777" w:rsidR="00DF4B3D" w:rsidRDefault="00F14E3F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DF4B3D">
        <w:rPr>
          <w:rFonts w:cs="Arial"/>
          <w:szCs w:val="18"/>
          <w:lang w:val="es-MX"/>
        </w:rPr>
        <w:t>Cuando más de una parte deb</w:t>
      </w:r>
      <w:r w:rsidR="009B5456">
        <w:rPr>
          <w:rFonts w:cs="Arial"/>
          <w:szCs w:val="18"/>
          <w:lang w:val="es-MX"/>
        </w:rPr>
        <w:t>a</w:t>
      </w:r>
      <w:r w:rsidRPr="00DF4B3D">
        <w:rPr>
          <w:rFonts w:cs="Arial"/>
          <w:szCs w:val="18"/>
          <w:lang w:val="es-MX"/>
        </w:rPr>
        <w:t xml:space="preserve"> dar fe a las actividades, </w:t>
      </w:r>
      <w:r w:rsidR="009B5456">
        <w:rPr>
          <w:rFonts w:cs="Arial"/>
          <w:szCs w:val="18"/>
          <w:lang w:val="es-MX"/>
        </w:rPr>
        <w:t xml:space="preserve">utilice </w:t>
      </w:r>
      <w:r w:rsidRPr="00DF4B3D">
        <w:rPr>
          <w:rFonts w:cs="Arial"/>
          <w:szCs w:val="18"/>
          <w:lang w:val="es-MX"/>
        </w:rPr>
        <w:t xml:space="preserve">copias adicionales de esta </w:t>
      </w:r>
      <w:hyperlink r:id="rId20" w:history="1">
        <w:r w:rsidR="00EE7CE0" w:rsidRPr="00EE7CE0">
          <w:rPr>
            <w:rStyle w:val="Hyperlink"/>
            <w:rFonts w:cs="Arial"/>
            <w:b/>
            <w:bCs/>
            <w:szCs w:val="18"/>
            <w:lang w:val="es-MX"/>
          </w:rPr>
          <w:t>Declaración Jurada de la Historia de la Tierra</w:t>
        </w:r>
      </w:hyperlink>
      <w:r w:rsidR="00771988">
        <w:rPr>
          <w:rFonts w:cs="Arial"/>
          <w:szCs w:val="18"/>
          <w:lang w:val="es-MX"/>
        </w:rPr>
        <w:t>.</w:t>
      </w:r>
      <w:r w:rsidRPr="00DF4B3D">
        <w:rPr>
          <w:rFonts w:cs="Arial"/>
          <w:szCs w:val="18"/>
          <w:lang w:val="es-MX"/>
        </w:rPr>
        <w:t xml:space="preserve"> </w:t>
      </w:r>
    </w:p>
    <w:p w14:paraId="76E684E2" w14:textId="77777777" w:rsidR="002669F7" w:rsidRDefault="004C06FC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DF4B3D">
        <w:rPr>
          <w:rFonts w:cs="Arial"/>
          <w:szCs w:val="18"/>
          <w:lang w:val="es-MX"/>
        </w:rPr>
        <w:t xml:space="preserve">Para establecer </w:t>
      </w:r>
      <w:r w:rsidR="00944251">
        <w:rPr>
          <w:rFonts w:cs="Arial"/>
          <w:szCs w:val="18"/>
          <w:lang w:val="es-MX"/>
        </w:rPr>
        <w:t>el historial</w:t>
      </w:r>
      <w:r w:rsidRPr="00DF4B3D">
        <w:rPr>
          <w:rFonts w:cs="Arial"/>
          <w:szCs w:val="18"/>
          <w:lang w:val="es-MX"/>
        </w:rPr>
        <w:t xml:space="preserve"> de la tierra</w:t>
      </w:r>
      <w:r w:rsidR="002669F7">
        <w:rPr>
          <w:rFonts w:cs="Arial"/>
          <w:szCs w:val="18"/>
          <w:lang w:val="es-MX"/>
        </w:rPr>
        <w:t>,</w:t>
      </w:r>
      <w:r w:rsidRPr="00DF4B3D">
        <w:rPr>
          <w:rFonts w:cs="Arial"/>
          <w:szCs w:val="18"/>
          <w:lang w:val="es-MX"/>
        </w:rPr>
        <w:t xml:space="preserve"> CCOF puede requerir verificación adicional de </w:t>
      </w:r>
      <w:r w:rsidR="00944251">
        <w:rPr>
          <w:rFonts w:cs="Arial"/>
          <w:szCs w:val="18"/>
          <w:lang w:val="es-MX"/>
        </w:rPr>
        <w:t>organismos</w:t>
      </w:r>
      <w:r w:rsidRPr="00DF4B3D">
        <w:rPr>
          <w:rFonts w:cs="Arial"/>
          <w:szCs w:val="18"/>
          <w:lang w:val="es-MX"/>
        </w:rPr>
        <w:t xml:space="preserve"> gubernamentales</w:t>
      </w:r>
      <w:r w:rsidR="002669F7">
        <w:rPr>
          <w:rFonts w:cs="Arial"/>
          <w:szCs w:val="18"/>
          <w:lang w:val="es-MX"/>
        </w:rPr>
        <w:t xml:space="preserve"> </w:t>
      </w:r>
      <w:r w:rsidR="002669F7" w:rsidRPr="00EE7CE0">
        <w:rPr>
          <w:rFonts w:cs="Arial"/>
          <w:lang w:val="es-MX"/>
        </w:rPr>
        <w:t>(</w:t>
      </w:r>
      <w:r w:rsidR="00944251">
        <w:rPr>
          <w:rFonts w:cs="Arial"/>
          <w:lang w:val="es-MX"/>
        </w:rPr>
        <w:t>p. ej.</w:t>
      </w:r>
      <w:r w:rsidR="002669F7" w:rsidRPr="00EE7CE0">
        <w:rPr>
          <w:rFonts w:cs="Arial"/>
          <w:lang w:val="es-MX"/>
        </w:rPr>
        <w:t xml:space="preserve"> </w:t>
      </w:r>
      <w:r w:rsidR="00944251" w:rsidRPr="00944251">
        <w:rPr>
          <w:rFonts w:cs="Arial"/>
          <w:lang w:val="es-MX"/>
        </w:rPr>
        <w:t>R</w:t>
      </w:r>
      <w:r w:rsidR="00944251" w:rsidRPr="00EE7CE0">
        <w:rPr>
          <w:rFonts w:cs="Arial"/>
          <w:lang w:val="es-MX"/>
        </w:rPr>
        <w:t>eportes de Uso</w:t>
      </w:r>
      <w:r w:rsidR="00944251" w:rsidRPr="00944251">
        <w:rPr>
          <w:rFonts w:cs="Arial"/>
          <w:lang w:val="es-MX"/>
        </w:rPr>
        <w:t xml:space="preserve"> de </w:t>
      </w:r>
      <w:r w:rsidR="00944251" w:rsidRPr="00EE7CE0">
        <w:rPr>
          <w:rFonts w:cs="Arial"/>
          <w:lang w:val="es-MX"/>
        </w:rPr>
        <w:t>Plaguicidas del condado)</w:t>
      </w:r>
      <w:r w:rsidR="002669F7" w:rsidRPr="00EE7CE0">
        <w:rPr>
          <w:rFonts w:cs="Arial"/>
          <w:lang w:val="es-MX"/>
        </w:rPr>
        <w:t xml:space="preserve"> </w:t>
      </w:r>
      <w:r w:rsidR="00944251" w:rsidRPr="00EE7CE0">
        <w:rPr>
          <w:rFonts w:cs="Arial"/>
          <w:lang w:val="es-MX"/>
        </w:rPr>
        <w:t>u ot</w:t>
      </w:r>
      <w:r w:rsidR="00944251">
        <w:rPr>
          <w:rFonts w:cs="Arial"/>
          <w:lang w:val="es-MX"/>
        </w:rPr>
        <w:t>ras fuentes</w:t>
      </w:r>
      <w:r w:rsidR="002669F7" w:rsidRPr="00EE7CE0">
        <w:rPr>
          <w:rFonts w:cs="Arial"/>
          <w:lang w:val="es-MX"/>
        </w:rPr>
        <w:t xml:space="preserve"> (</w:t>
      </w:r>
      <w:r w:rsidR="00944251">
        <w:rPr>
          <w:rFonts w:cs="Arial"/>
          <w:lang w:val="es-MX"/>
        </w:rPr>
        <w:t>p. ej</w:t>
      </w:r>
      <w:r w:rsidR="002669F7" w:rsidRPr="00EE7CE0">
        <w:rPr>
          <w:rFonts w:cs="Arial"/>
          <w:lang w:val="es-MX"/>
        </w:rPr>
        <w:t xml:space="preserve">. </w:t>
      </w:r>
      <w:r w:rsidR="00944251">
        <w:rPr>
          <w:rFonts w:cs="Arial"/>
          <w:lang w:val="es-MX"/>
        </w:rPr>
        <w:t>aplicadores de materiales contratados</w:t>
      </w:r>
      <w:r w:rsidR="002669F7" w:rsidRPr="00EE7CE0">
        <w:rPr>
          <w:rFonts w:cs="Arial"/>
          <w:lang w:val="es-MX"/>
        </w:rPr>
        <w:t>)</w:t>
      </w:r>
      <w:r w:rsidRPr="00EE7CE0">
        <w:rPr>
          <w:rFonts w:cs="Arial"/>
          <w:szCs w:val="18"/>
          <w:lang w:val="es-MX"/>
        </w:rPr>
        <w:t>.</w:t>
      </w:r>
      <w:r w:rsidRPr="00EE7CE0">
        <w:rPr>
          <w:rFonts w:cs="Arial"/>
          <w:b/>
          <w:i/>
          <w:szCs w:val="18"/>
          <w:lang w:val="es-MX"/>
        </w:rPr>
        <w:t xml:space="preserve"> </w:t>
      </w:r>
      <w:r w:rsidRPr="00DF4B3D">
        <w:rPr>
          <w:rFonts w:cs="Arial"/>
          <w:b/>
          <w:szCs w:val="18"/>
          <w:lang w:val="es-MX"/>
        </w:rPr>
        <w:t xml:space="preserve">Hacer una declaración falsa a un agente certificador acreditado estará sujeto a las disposiciones de la sección 1001 del título 18 del Código de los Estados Unidos. (NOP sección 205.100, </w:t>
      </w:r>
      <w:r w:rsidR="00944251">
        <w:rPr>
          <w:rFonts w:cs="Arial"/>
          <w:b/>
          <w:szCs w:val="18"/>
          <w:lang w:val="es-MX"/>
        </w:rPr>
        <w:t>(</w:t>
      </w:r>
      <w:r w:rsidRPr="00DF4B3D">
        <w:rPr>
          <w:rFonts w:cs="Arial"/>
          <w:b/>
          <w:szCs w:val="18"/>
          <w:lang w:val="es-MX"/>
        </w:rPr>
        <w:t>c</w:t>
      </w:r>
      <w:r w:rsidR="00944251">
        <w:rPr>
          <w:rFonts w:cs="Arial"/>
          <w:b/>
          <w:szCs w:val="18"/>
          <w:lang w:val="es-MX"/>
        </w:rPr>
        <w:t>)</w:t>
      </w:r>
      <w:r w:rsidRPr="00DF4B3D">
        <w:rPr>
          <w:rFonts w:cs="Arial"/>
          <w:b/>
          <w:szCs w:val="18"/>
          <w:lang w:val="es-MX"/>
        </w:rPr>
        <w:t xml:space="preserve"> </w:t>
      </w:r>
      <w:r w:rsidR="00944251">
        <w:rPr>
          <w:rFonts w:cs="Arial"/>
          <w:b/>
          <w:szCs w:val="18"/>
          <w:lang w:val="es-MX"/>
        </w:rPr>
        <w:t>(</w:t>
      </w:r>
      <w:r w:rsidRPr="00DF4B3D">
        <w:rPr>
          <w:rFonts w:cs="Arial"/>
          <w:b/>
          <w:szCs w:val="18"/>
          <w:lang w:val="es-MX"/>
        </w:rPr>
        <w:t>2</w:t>
      </w:r>
      <w:r w:rsidR="00944251">
        <w:rPr>
          <w:rFonts w:cs="Arial"/>
          <w:b/>
          <w:szCs w:val="18"/>
          <w:lang w:val="es-MX"/>
        </w:rPr>
        <w:t>)</w:t>
      </w:r>
      <w:r w:rsidRPr="00DF4B3D">
        <w:rPr>
          <w:rFonts w:cs="Arial"/>
          <w:b/>
          <w:szCs w:val="18"/>
          <w:lang w:val="es-MX"/>
        </w:rPr>
        <w:t>).</w:t>
      </w:r>
    </w:p>
    <w:p w14:paraId="0484D9BA" w14:textId="77777777" w:rsidR="002669F7" w:rsidRPr="00BC6D02" w:rsidRDefault="004072E2" w:rsidP="00F00AA3">
      <w:pPr>
        <w:keepNext/>
        <w:numPr>
          <w:ilvl w:val="0"/>
          <w:numId w:val="37"/>
        </w:numPr>
        <w:spacing w:before="120"/>
        <w:ind w:right="-43"/>
        <w:rPr>
          <w:rFonts w:cs="Arial"/>
          <w:b/>
          <w:szCs w:val="18"/>
          <w:lang w:val="es-MX"/>
        </w:rPr>
      </w:pPr>
      <w:r w:rsidRPr="00BC6D02">
        <w:rPr>
          <w:rFonts w:cs="Arial"/>
          <w:b/>
          <w:szCs w:val="18"/>
          <w:lang w:val="es-MX"/>
        </w:rPr>
        <w:t>Esta Declaración Jurada de la Historia de la Tierra</w:t>
      </w:r>
      <w:r w:rsidR="002E5BE7" w:rsidRPr="00BC6D02">
        <w:rPr>
          <w:rFonts w:cs="Arial"/>
          <w:b/>
          <w:szCs w:val="18"/>
          <w:lang w:val="es-MX"/>
        </w:rPr>
        <w:t xml:space="preserve"> corresponde a la siguiente parcela</w:t>
      </w:r>
      <w:r w:rsidR="002669F7" w:rsidRPr="00BC6D02">
        <w:rPr>
          <w:rFonts w:cs="Arial"/>
          <w:b/>
          <w:szCs w:val="18"/>
          <w:lang w:val="es-MX"/>
        </w:rPr>
        <w:t>:</w:t>
      </w:r>
    </w:p>
    <w:tbl>
      <w:tblPr>
        <w:tblW w:w="1072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620"/>
        <w:gridCol w:w="198"/>
        <w:gridCol w:w="270"/>
        <w:gridCol w:w="90"/>
        <w:gridCol w:w="900"/>
        <w:gridCol w:w="1782"/>
        <w:gridCol w:w="1188"/>
        <w:gridCol w:w="270"/>
        <w:gridCol w:w="540"/>
        <w:gridCol w:w="900"/>
        <w:gridCol w:w="990"/>
        <w:gridCol w:w="630"/>
        <w:gridCol w:w="1350"/>
      </w:tblGrid>
      <w:tr w:rsidR="00BB31FA" w:rsidRPr="00F3535C" w14:paraId="526C1F21" w14:textId="77777777" w:rsidTr="00E42886">
        <w:trPr>
          <w:trHeight w:val="360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77A15F5A" w14:textId="77777777" w:rsidR="00BB31FA" w:rsidRPr="00F3535C" w:rsidRDefault="00447FA1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Nombre de parcela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891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3F509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F00AA3" w:rsidRPr="00F3535C" w14:paraId="229C6760" w14:textId="77777777" w:rsidTr="00E42886">
        <w:trPr>
          <w:trHeight w:val="360"/>
        </w:trPr>
        <w:tc>
          <w:tcPr>
            <w:tcW w:w="6318" w:type="dxa"/>
            <w:gridSpan w:val="8"/>
            <w:shd w:val="clear" w:color="auto" w:fill="auto"/>
            <w:vAlign w:val="center"/>
          </w:tcPr>
          <w:p w14:paraId="18F30C0F" w14:textId="77777777" w:rsidR="00F00AA3" w:rsidRPr="00EE7CE0" w:rsidRDefault="002E5BE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E7CE0">
              <w:rPr>
                <w:rFonts w:cs="Arial"/>
                <w:szCs w:val="18"/>
                <w:lang w:val="es-MX"/>
              </w:rPr>
              <w:t xml:space="preserve">Numeración </w:t>
            </w:r>
            <w:r w:rsidR="00F00AA3" w:rsidRPr="00EE7CE0">
              <w:rPr>
                <w:rFonts w:cs="Arial"/>
                <w:szCs w:val="18"/>
                <w:lang w:val="es-MX"/>
              </w:rPr>
              <w:t xml:space="preserve">de lotes/bloques </w:t>
            </w:r>
            <w:r w:rsidRPr="00EE7CE0">
              <w:rPr>
                <w:rFonts w:cs="Arial"/>
                <w:szCs w:val="18"/>
                <w:lang w:val="es-MX"/>
              </w:rPr>
              <w:t>o i</w:t>
            </w:r>
            <w:r>
              <w:rPr>
                <w:rFonts w:cs="Arial"/>
                <w:szCs w:val="18"/>
                <w:lang w:val="es-MX"/>
              </w:rPr>
              <w:t>nvernaderos/casas sombra, si corresponde</w:t>
            </w:r>
            <w:r w:rsidR="00F00AA3" w:rsidRPr="00EE7CE0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25179" w14:textId="77777777" w:rsidR="00F00AA3" w:rsidRPr="00F00AA3" w:rsidRDefault="00F00AA3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F00AA3" w:rsidRPr="00F3535C" w14:paraId="6694B3BB" w14:textId="77777777" w:rsidTr="00E42886">
        <w:trPr>
          <w:trHeight w:val="360"/>
        </w:trPr>
        <w:tc>
          <w:tcPr>
            <w:tcW w:w="2178" w:type="dxa"/>
            <w:gridSpan w:val="4"/>
            <w:shd w:val="clear" w:color="auto" w:fill="auto"/>
            <w:vAlign w:val="center"/>
          </w:tcPr>
          <w:p w14:paraId="65368E3D" w14:textId="77777777" w:rsidR="00F00AA3" w:rsidRPr="00F3535C" w:rsidRDefault="00F00AA3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Superficie de la parcela:</w:t>
            </w:r>
          </w:p>
        </w:tc>
        <w:tc>
          <w:tcPr>
            <w:tcW w:w="855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B951F" w14:textId="77777777" w:rsidR="00F00AA3" w:rsidRPr="00F3535C" w:rsidRDefault="00F00AA3" w:rsidP="00F00AA3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5293D" w:rsidRPr="00F3535C" w14:paraId="6FF72B1F" w14:textId="77777777" w:rsidTr="00E42886">
        <w:trPr>
          <w:trHeight w:val="360"/>
        </w:trPr>
        <w:tc>
          <w:tcPr>
            <w:tcW w:w="2088" w:type="dxa"/>
            <w:gridSpan w:val="3"/>
            <w:shd w:val="clear" w:color="auto" w:fill="auto"/>
            <w:vAlign w:val="center"/>
          </w:tcPr>
          <w:p w14:paraId="71BFF54E" w14:textId="77777777" w:rsidR="00D5293D" w:rsidRPr="00F3535C" w:rsidRDefault="00D5293D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Dirección de la parcela:</w:t>
            </w:r>
          </w:p>
        </w:tc>
        <w:tc>
          <w:tcPr>
            <w:tcW w:w="864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2B283" w14:textId="77777777" w:rsidR="00D5293D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4800F265" w14:textId="77777777" w:rsidTr="00E42886">
        <w:trPr>
          <w:trHeight w:val="360"/>
        </w:trPr>
        <w:tc>
          <w:tcPr>
            <w:tcW w:w="1620" w:type="dxa"/>
            <w:shd w:val="clear" w:color="auto" w:fill="auto"/>
            <w:vAlign w:val="center"/>
          </w:tcPr>
          <w:p w14:paraId="783E34E0" w14:textId="775E99EF" w:rsidR="00BB31FA" w:rsidRPr="00F3535C" w:rsidRDefault="00447FA1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Ciudad</w:t>
            </w:r>
            <w:r w:rsidR="00342E37">
              <w:rPr>
                <w:rFonts w:cs="Arial"/>
                <w:szCs w:val="22"/>
                <w:lang w:val="es-MX"/>
              </w:rPr>
              <w:t>/Localidad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4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F75E2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05DA0000" w14:textId="44BB5D33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Condado</w:t>
            </w:r>
            <w:r w:rsidR="00342E37">
              <w:rPr>
                <w:rFonts w:cs="Arial"/>
                <w:szCs w:val="22"/>
                <w:lang w:val="es-MX"/>
              </w:rPr>
              <w:t>/Municipio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EA983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59F9D231" w14:textId="77777777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Estado</w:t>
            </w:r>
            <w:r w:rsidR="00BB31FA" w:rsidRPr="00F3535C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18634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5866204" w14:textId="77777777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lang w:val="es-MX"/>
              </w:rPr>
              <w:t>País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B0738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5293D" w:rsidRPr="00F3535C" w14:paraId="65559AEE" w14:textId="77777777" w:rsidTr="00E42886">
        <w:trPr>
          <w:trHeight w:val="360"/>
        </w:trPr>
        <w:tc>
          <w:tcPr>
            <w:tcW w:w="7758" w:type="dxa"/>
            <w:gridSpan w:val="10"/>
            <w:shd w:val="clear" w:color="auto" w:fill="auto"/>
            <w:vAlign w:val="center"/>
          </w:tcPr>
          <w:p w14:paraId="675FDAB1" w14:textId="77777777" w:rsidR="00D5293D" w:rsidRPr="00F3535C" w:rsidRDefault="00D5293D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Coordinadas geográficas</w:t>
            </w:r>
            <w:r w:rsidR="002669F7">
              <w:rPr>
                <w:rFonts w:cs="Arial"/>
                <w:szCs w:val="18"/>
                <w:lang w:val="es-MX"/>
              </w:rPr>
              <w:t xml:space="preserve"> </w:t>
            </w:r>
            <w:r w:rsidR="002E5BE7">
              <w:rPr>
                <w:rFonts w:cs="Arial"/>
                <w:szCs w:val="18"/>
                <w:lang w:val="es-MX"/>
              </w:rPr>
              <w:t>o</w:t>
            </w:r>
            <w:r w:rsidR="002669F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>latitud/longitud</w:t>
            </w:r>
            <w:r w:rsidR="002669F7">
              <w:rPr>
                <w:rFonts w:cs="Arial"/>
                <w:szCs w:val="18"/>
                <w:lang w:val="es-MX"/>
              </w:rPr>
              <w:t>;</w:t>
            </w:r>
            <w:r w:rsidRPr="00F3535C">
              <w:rPr>
                <w:rFonts w:cs="Arial"/>
                <w:szCs w:val="18"/>
                <w:lang w:val="es-MX"/>
              </w:rPr>
              <w:t xml:space="preserve"> número de parcela del asesor del condado (APN), (</w:t>
            </w:r>
            <w:r w:rsidR="002E5BE7" w:rsidRPr="00F3535C">
              <w:rPr>
                <w:rFonts w:cs="Arial"/>
                <w:szCs w:val="18"/>
                <w:lang w:val="es-MX"/>
              </w:rPr>
              <w:t>S</w:t>
            </w:r>
            <w:r w:rsidR="002E5BE7">
              <w:rPr>
                <w:rFonts w:cs="Arial"/>
                <w:szCs w:val="18"/>
                <w:lang w:val="es-MX"/>
              </w:rPr>
              <w:t>ección</w:t>
            </w:r>
            <w:r w:rsidRPr="00F3535C">
              <w:rPr>
                <w:rFonts w:cs="Arial"/>
                <w:szCs w:val="18"/>
                <w:lang w:val="es-MX"/>
              </w:rPr>
              <w:t>/</w:t>
            </w:r>
            <w:r w:rsidR="002E5BE7">
              <w:rPr>
                <w:rFonts w:cs="Arial"/>
                <w:szCs w:val="18"/>
                <w:lang w:val="es-MX"/>
              </w:rPr>
              <w:t>Municipio</w:t>
            </w:r>
            <w:r w:rsidRPr="00F3535C">
              <w:rPr>
                <w:rFonts w:cs="Arial"/>
                <w:szCs w:val="18"/>
                <w:lang w:val="es-MX"/>
              </w:rPr>
              <w:t>/Ran</w:t>
            </w:r>
            <w:r w:rsidR="002E5BE7">
              <w:rPr>
                <w:rFonts w:cs="Arial"/>
                <w:szCs w:val="18"/>
                <w:lang w:val="es-MX"/>
              </w:rPr>
              <w:t>go</w:t>
            </w:r>
            <w:r w:rsidRPr="00F3535C">
              <w:rPr>
                <w:rFonts w:cs="Arial"/>
                <w:szCs w:val="18"/>
                <w:lang w:val="es-MX"/>
              </w:rPr>
              <w:t xml:space="preserve"> – S/T/R) u otra descripción de la ubicación de la parcela: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59582" w14:textId="77777777" w:rsidR="00D5293D" w:rsidRPr="00F3535C" w:rsidRDefault="00906CD7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0257C39" w14:textId="77777777" w:rsidR="00BB31FA" w:rsidRPr="00BC6D02" w:rsidRDefault="005964C4" w:rsidP="00F00AA3">
      <w:pPr>
        <w:keepNext/>
        <w:numPr>
          <w:ilvl w:val="0"/>
          <w:numId w:val="37"/>
        </w:numPr>
        <w:spacing w:before="120"/>
        <w:rPr>
          <w:rFonts w:cs="Arial"/>
          <w:i/>
          <w:szCs w:val="18"/>
          <w:lang w:val="es-MX"/>
        </w:rPr>
      </w:pPr>
      <w:r w:rsidRPr="00BC6D02">
        <w:rPr>
          <w:rFonts w:cs="Arial"/>
          <w:b/>
          <w:szCs w:val="18"/>
          <w:lang w:val="es-MX"/>
        </w:rPr>
        <w:t>Yo tengo conocimiento directo</w:t>
      </w:r>
      <w:r w:rsidR="00490382" w:rsidRPr="00BC6D02">
        <w:rPr>
          <w:rFonts w:cs="Arial"/>
          <w:b/>
          <w:szCs w:val="18"/>
          <w:lang w:val="es-MX"/>
        </w:rPr>
        <w:t xml:space="preserve"> y completo</w:t>
      </w:r>
      <w:r w:rsidRPr="00BC6D02">
        <w:rPr>
          <w:rFonts w:cs="Arial"/>
          <w:b/>
          <w:szCs w:val="18"/>
          <w:lang w:val="es-MX"/>
        </w:rPr>
        <w:t xml:space="preserve"> de las actividades y </w:t>
      </w:r>
      <w:r w:rsidR="00490382" w:rsidRPr="00BC6D02">
        <w:rPr>
          <w:rFonts w:cs="Arial"/>
          <w:b/>
          <w:szCs w:val="18"/>
          <w:lang w:val="es-MX"/>
        </w:rPr>
        <w:t>los</w:t>
      </w:r>
      <w:r w:rsidRPr="00BC6D02">
        <w:rPr>
          <w:rFonts w:cs="Arial"/>
          <w:b/>
          <w:szCs w:val="18"/>
          <w:lang w:val="es-MX"/>
        </w:rPr>
        <w:t xml:space="preserve"> materiales </w:t>
      </w:r>
      <w:r w:rsidR="00490382" w:rsidRPr="00BC6D02">
        <w:rPr>
          <w:rFonts w:cs="Arial"/>
          <w:b/>
          <w:szCs w:val="18"/>
          <w:lang w:val="es-MX"/>
        </w:rPr>
        <w:t xml:space="preserve">aplicados a </w:t>
      </w:r>
      <w:r w:rsidRPr="00BC6D02">
        <w:rPr>
          <w:rFonts w:cs="Arial"/>
          <w:b/>
          <w:szCs w:val="18"/>
          <w:lang w:val="es-MX"/>
        </w:rPr>
        <w:t xml:space="preserve">la parcela </w:t>
      </w:r>
      <w:r w:rsidR="00490382" w:rsidRPr="00BC6D02">
        <w:rPr>
          <w:rFonts w:cs="Arial"/>
          <w:b/>
          <w:szCs w:val="18"/>
          <w:lang w:val="es-MX"/>
        </w:rPr>
        <w:t>mencionada</w:t>
      </w:r>
      <w:r w:rsidRPr="00BC6D02">
        <w:rPr>
          <w:rFonts w:cs="Arial"/>
          <w:b/>
          <w:szCs w:val="18"/>
          <w:lang w:val="es-MX"/>
        </w:rPr>
        <w:t xml:space="preserve"> arriba </w:t>
      </w:r>
      <w:r w:rsidR="00490382" w:rsidRPr="00BC6D02">
        <w:rPr>
          <w:rFonts w:cs="Arial"/>
          <w:b/>
          <w:szCs w:val="18"/>
          <w:lang w:val="es-MX"/>
        </w:rPr>
        <w:t>de</w:t>
      </w:r>
      <w:r w:rsidRPr="00BC6D02">
        <w:rPr>
          <w:rFonts w:cs="Arial"/>
          <w:b/>
          <w:szCs w:val="18"/>
          <w:lang w:val="es-MX"/>
        </w:rPr>
        <w:t xml:space="preserve">: </w:t>
      </w:r>
    </w:p>
    <w:tbl>
      <w:tblPr>
        <w:tblW w:w="47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80"/>
        <w:gridCol w:w="900"/>
        <w:gridCol w:w="1890"/>
      </w:tblGrid>
      <w:tr w:rsidR="00F00AA3" w:rsidRPr="007E41A2" w14:paraId="254554B7" w14:textId="77777777" w:rsidTr="00E42886">
        <w:trPr>
          <w:trHeight w:val="360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B4F6D" w14:textId="77777777" w:rsidR="00F00AA3" w:rsidRPr="007E41A2" w:rsidRDefault="00F00AA3" w:rsidP="00F00AA3">
            <w:pPr>
              <w:keepNext/>
              <w:spacing w:before="60"/>
              <w:ind w:left="-105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7C2F5B2" w14:textId="775EF42A" w:rsidR="00F00AA3" w:rsidRPr="00274E66" w:rsidRDefault="00026454" w:rsidP="00F00AA3">
            <w:pPr>
              <w:keepNext/>
              <w:spacing w:before="60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hasta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8731F" w14:textId="77777777" w:rsidR="00F00AA3" w:rsidRPr="007E41A2" w:rsidRDefault="00F00AA3" w:rsidP="00F00AA3">
            <w:pPr>
              <w:keepNext/>
              <w:spacing w:before="60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9DB0CE1" w14:textId="77777777" w:rsidTr="00E42886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FCFABE5" w14:textId="77777777" w:rsidR="00F00AA3" w:rsidRPr="00E1110B" w:rsidRDefault="00F00AA3" w:rsidP="00F00AA3">
            <w:pPr>
              <w:spacing w:before="60"/>
              <w:ind w:left="-105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DD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MM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AA</w:t>
            </w:r>
          </w:p>
        </w:tc>
        <w:tc>
          <w:tcPr>
            <w:tcW w:w="900" w:type="dxa"/>
            <w:shd w:val="clear" w:color="auto" w:fill="auto"/>
          </w:tcPr>
          <w:p w14:paraId="0D0271F8" w14:textId="77777777" w:rsidR="00F00AA3" w:rsidRPr="007E41A2" w:rsidRDefault="00F00AA3" w:rsidP="00F00AA3">
            <w:pPr>
              <w:spacing w:before="60"/>
              <w:rPr>
                <w:rFonts w:cs="Arial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1DB01A6" w14:textId="77777777" w:rsidR="00F00AA3" w:rsidRPr="00E1110B" w:rsidRDefault="00F00AA3" w:rsidP="00F00AA3">
            <w:pPr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DD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MM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AA</w:t>
            </w:r>
          </w:p>
        </w:tc>
      </w:tr>
    </w:tbl>
    <w:p w14:paraId="2389E9D5" w14:textId="77777777" w:rsidR="00BB31FA" w:rsidRPr="00F3535C" w:rsidRDefault="00A63FF2" w:rsidP="00F00AA3">
      <w:pPr>
        <w:keepNext/>
        <w:spacing w:before="60"/>
        <w:ind w:left="360"/>
        <w:rPr>
          <w:rFonts w:cs="Arial"/>
          <w:i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t>Tengo este conocimiento porque</w:t>
      </w:r>
      <w:r w:rsidR="00490382">
        <w:rPr>
          <w:rFonts w:cs="Arial"/>
          <w:b/>
          <w:szCs w:val="18"/>
          <w:lang w:val="es-MX"/>
        </w:rPr>
        <w:t>:</w:t>
      </w:r>
      <w:r w:rsidRPr="00F3535C">
        <w:rPr>
          <w:rFonts w:cs="Arial"/>
          <w:b/>
          <w:szCs w:val="18"/>
          <w:lang w:val="es-MX"/>
        </w:rPr>
        <w:t xml:space="preserve"> </w:t>
      </w:r>
    </w:p>
    <w:p w14:paraId="7CDC5EE6" w14:textId="77777777" w:rsidR="00F00AA3" w:rsidRDefault="006818C7" w:rsidP="00F00AA3">
      <w:pPr>
        <w:keepNext/>
        <w:spacing w:before="60"/>
        <w:ind w:left="720"/>
        <w:rPr>
          <w:rFonts w:cs="Arial"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szCs w:val="18"/>
          <w:lang w:val="es-MX"/>
        </w:rPr>
      </w:r>
      <w:r w:rsidRPr="00F3535C">
        <w:rPr>
          <w:rFonts w:cs="Arial"/>
          <w:b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Yo </w:t>
      </w:r>
      <w:r w:rsidR="00490382">
        <w:rPr>
          <w:rFonts w:cs="Arial"/>
          <w:szCs w:val="18"/>
          <w:lang w:val="es-MX"/>
        </w:rPr>
        <w:t xml:space="preserve">era </w:t>
      </w:r>
      <w:r w:rsidRPr="00F3535C">
        <w:rPr>
          <w:rFonts w:cs="Arial"/>
          <w:szCs w:val="18"/>
          <w:lang w:val="es-MX"/>
        </w:rPr>
        <w:t xml:space="preserve">el propietario de la parcela y </w:t>
      </w:r>
      <w:r w:rsidR="00490382">
        <w:rPr>
          <w:rFonts w:cs="Arial"/>
          <w:szCs w:val="18"/>
          <w:lang w:val="es-MX"/>
        </w:rPr>
        <w:t>controlaba</w:t>
      </w:r>
      <w:r w:rsidRPr="00F3535C">
        <w:rPr>
          <w:rFonts w:cs="Arial"/>
          <w:szCs w:val="18"/>
          <w:lang w:val="es-MX"/>
        </w:rPr>
        <w:t xml:space="preserve"> las actividades que</w:t>
      </w:r>
      <w:r w:rsidR="00490382">
        <w:rPr>
          <w:rFonts w:cs="Arial"/>
          <w:szCs w:val="18"/>
          <w:lang w:val="es-MX"/>
        </w:rPr>
        <w:t xml:space="preserve"> se realizaban en ella durante ese periodo</w:t>
      </w:r>
      <w:r w:rsidRPr="00F3535C">
        <w:rPr>
          <w:rFonts w:cs="Arial"/>
          <w:szCs w:val="18"/>
          <w:lang w:val="es-MX"/>
        </w:rPr>
        <w:t>.</w:t>
      </w:r>
    </w:p>
    <w:p w14:paraId="2D31AB8C" w14:textId="77777777" w:rsidR="006818C7" w:rsidRPr="00F00AA3" w:rsidRDefault="006818C7" w:rsidP="00F00AA3">
      <w:pPr>
        <w:keepNext/>
        <w:spacing w:before="60"/>
        <w:ind w:left="720"/>
        <w:rPr>
          <w:rFonts w:cs="Arial"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szCs w:val="18"/>
          <w:lang w:val="es-MX"/>
        </w:rPr>
      </w:r>
      <w:r w:rsidRPr="00F3535C">
        <w:rPr>
          <w:rFonts w:cs="Arial"/>
          <w:b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Yo </w:t>
      </w:r>
      <w:r w:rsidR="00490382">
        <w:rPr>
          <w:rFonts w:cs="Arial"/>
          <w:szCs w:val="18"/>
          <w:lang w:val="es-MX"/>
        </w:rPr>
        <w:t>gestioné</w:t>
      </w:r>
      <w:r w:rsidR="00490382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la parcela y </w:t>
      </w:r>
      <w:r w:rsidR="00490382">
        <w:rPr>
          <w:rFonts w:cs="Arial"/>
          <w:szCs w:val="18"/>
          <w:lang w:val="es-MX"/>
        </w:rPr>
        <w:t xml:space="preserve">controlaba </w:t>
      </w:r>
      <w:r w:rsidRPr="00F3535C">
        <w:rPr>
          <w:rFonts w:cs="Arial"/>
          <w:szCs w:val="18"/>
          <w:lang w:val="es-MX"/>
        </w:rPr>
        <w:t xml:space="preserve">las actividades que </w:t>
      </w:r>
      <w:r w:rsidR="00490382">
        <w:rPr>
          <w:rFonts w:cs="Arial"/>
          <w:szCs w:val="18"/>
          <w:lang w:val="es-MX"/>
        </w:rPr>
        <w:t>se realizaban en ella durante ese periodo</w:t>
      </w:r>
      <w:r w:rsidRPr="00F3535C">
        <w:rPr>
          <w:rFonts w:cs="Arial"/>
          <w:szCs w:val="18"/>
          <w:lang w:val="es-MX"/>
        </w:rPr>
        <w:t xml:space="preserve">.  </w:t>
      </w:r>
    </w:p>
    <w:tbl>
      <w:tblPr>
        <w:tblW w:w="103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8748"/>
      </w:tblGrid>
      <w:tr w:rsidR="006818C7" w:rsidRPr="00F3535C" w14:paraId="676AEF96" w14:textId="77777777" w:rsidTr="006767F8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ED56D" w14:textId="77777777" w:rsidR="006818C7" w:rsidRPr="00F3535C" w:rsidRDefault="006818C7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b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szCs w:val="18"/>
                <w:lang w:val="es-MX"/>
              </w:rPr>
            </w:r>
            <w:r w:rsidRPr="00F3535C">
              <w:rPr>
                <w:rFonts w:cs="Arial"/>
                <w:b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E9FF3" w14:textId="77777777" w:rsidR="006818C7" w:rsidRPr="00F3535C" w:rsidRDefault="00906CD7" w:rsidP="00F00AA3">
            <w:pPr>
              <w:spacing w:before="60"/>
              <w:ind w:left="-10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C76442F" w14:textId="77777777" w:rsidR="00692CA1" w:rsidRDefault="001E0AF5" w:rsidP="00F00AA3">
      <w:pPr>
        <w:keepNext/>
        <w:numPr>
          <w:ilvl w:val="0"/>
          <w:numId w:val="37"/>
        </w:numPr>
        <w:spacing w:before="120"/>
        <w:rPr>
          <w:rFonts w:cs="Arial"/>
          <w:b/>
          <w:bCs/>
          <w:szCs w:val="18"/>
          <w:lang w:val="es-MX"/>
        </w:rPr>
      </w:pPr>
      <w:r>
        <w:rPr>
          <w:rFonts w:cs="Arial"/>
          <w:b/>
          <w:bCs/>
          <w:szCs w:val="18"/>
          <w:lang w:val="es-MX"/>
        </w:rPr>
        <w:t>Declaración del Uso de Materiales:</w:t>
      </w:r>
    </w:p>
    <w:p w14:paraId="302267C3" w14:textId="77777777" w:rsidR="00692CA1" w:rsidRPr="00EE7CE0" w:rsidRDefault="00960A31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lang w:val="es-MX"/>
        </w:rPr>
      </w:pPr>
      <w:r w:rsidRPr="00EE7CE0">
        <w:rPr>
          <w:rFonts w:cs="Arial"/>
          <w:bCs/>
          <w:i/>
          <w:iCs/>
          <w:lang w:val="es-MX"/>
        </w:rPr>
        <w:t>Las normas del Programa Nacional Orgánico (NOP) requieren que el terreno utilizado para la</w:t>
      </w:r>
      <w:r>
        <w:rPr>
          <w:rFonts w:cs="Arial"/>
          <w:bCs/>
          <w:i/>
          <w:iCs/>
          <w:lang w:val="es-MX"/>
        </w:rPr>
        <w:t xml:space="preserve"> producción orgánica complete una transición de tres años</w:t>
      </w:r>
      <w:r w:rsidR="00F61220">
        <w:rPr>
          <w:rFonts w:cs="Arial"/>
          <w:bCs/>
          <w:i/>
          <w:iCs/>
          <w:lang w:val="es-MX"/>
        </w:rPr>
        <w:t xml:space="preserve"> libre de aplicaciones de materiales prohibidos.</w:t>
      </w:r>
      <w:r w:rsidRPr="00EE7CE0">
        <w:rPr>
          <w:rFonts w:cs="Arial"/>
          <w:bCs/>
          <w:i/>
          <w:iCs/>
          <w:lang w:val="es-MX"/>
        </w:rPr>
        <w:t xml:space="preserve"> </w:t>
      </w:r>
    </w:p>
    <w:p w14:paraId="32F36F85" w14:textId="77777777" w:rsidR="00692CA1" w:rsidRPr="00EE7CE0" w:rsidRDefault="00692CA1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lang w:val="es-MX"/>
        </w:rPr>
      </w:pPr>
      <w:r w:rsidRPr="00EE7CE0">
        <w:rPr>
          <w:rFonts w:cs="Arial"/>
          <w:bCs/>
          <w:i/>
          <w:iCs/>
          <w:lang w:val="es-MX"/>
        </w:rPr>
        <w:t>Complete</w:t>
      </w:r>
      <w:r w:rsidR="00F61220" w:rsidRPr="00EE7CE0">
        <w:rPr>
          <w:rFonts w:cs="Arial"/>
          <w:bCs/>
          <w:i/>
          <w:iCs/>
          <w:lang w:val="es-MX"/>
        </w:rPr>
        <w:t xml:space="preserve"> esta sección para dar fe de </w:t>
      </w:r>
      <w:r w:rsidR="00F61220" w:rsidRPr="00EE7CE0">
        <w:rPr>
          <w:rFonts w:cs="Arial"/>
          <w:b/>
          <w:i/>
          <w:iCs/>
          <w:lang w:val="es-MX"/>
        </w:rPr>
        <w:t>todos los materiales utilizados</w:t>
      </w:r>
      <w:r w:rsidR="00F61220" w:rsidRPr="00EE7CE0">
        <w:rPr>
          <w:rFonts w:cs="Arial"/>
          <w:bCs/>
          <w:i/>
          <w:iCs/>
          <w:lang w:val="es-MX"/>
        </w:rPr>
        <w:t xml:space="preserve"> durante el período de tiempo indicado en la parte B de arriba, </w:t>
      </w:r>
      <w:r w:rsidR="00F61220" w:rsidRPr="00EE7CE0">
        <w:rPr>
          <w:rFonts w:cs="Arial"/>
          <w:b/>
          <w:i/>
          <w:iCs/>
          <w:lang w:val="es-MX"/>
        </w:rPr>
        <w:t>inclu</w:t>
      </w:r>
      <w:r w:rsidR="00F61220">
        <w:rPr>
          <w:rFonts w:cs="Arial"/>
          <w:b/>
          <w:i/>
          <w:iCs/>
          <w:lang w:val="es-MX"/>
        </w:rPr>
        <w:t>yendo</w:t>
      </w:r>
      <w:r w:rsidR="00F61220" w:rsidRPr="00EE7CE0">
        <w:rPr>
          <w:rFonts w:cs="Arial"/>
          <w:b/>
          <w:i/>
          <w:iCs/>
          <w:lang w:val="es-MX"/>
        </w:rPr>
        <w:t xml:space="preserve"> el ciclo de cultivo actual</w:t>
      </w:r>
      <w:r w:rsidR="00F61220" w:rsidRPr="00EE7CE0">
        <w:rPr>
          <w:rFonts w:cs="Arial"/>
          <w:bCs/>
          <w:i/>
          <w:iCs/>
          <w:lang w:val="es-MX"/>
        </w:rPr>
        <w:t xml:space="preserve"> si su operación gestiona la parcela</w:t>
      </w:r>
      <w:r w:rsidR="00503608" w:rsidRPr="00503608">
        <w:rPr>
          <w:rFonts w:cs="Arial"/>
          <w:bCs/>
          <w:i/>
          <w:iCs/>
          <w:lang w:val="es-MX"/>
        </w:rPr>
        <w:t xml:space="preserve"> </w:t>
      </w:r>
      <w:r w:rsidR="00503608" w:rsidRPr="003B5EBA">
        <w:rPr>
          <w:rFonts w:cs="Arial"/>
          <w:bCs/>
          <w:i/>
          <w:iCs/>
          <w:lang w:val="es-MX"/>
        </w:rPr>
        <w:t>actualmente</w:t>
      </w:r>
      <w:r w:rsidR="00F61220" w:rsidRPr="00EE7CE0">
        <w:rPr>
          <w:rFonts w:cs="Arial"/>
          <w:bCs/>
          <w:i/>
          <w:iCs/>
          <w:lang w:val="es-MX"/>
        </w:rPr>
        <w:t xml:space="preserve">, </w:t>
      </w:r>
      <w:r w:rsidR="00F61220" w:rsidRPr="00EE7CE0">
        <w:rPr>
          <w:rFonts w:cs="Arial"/>
          <w:b/>
          <w:i/>
          <w:iCs/>
          <w:lang w:val="es-MX"/>
        </w:rPr>
        <w:t>pero excluyendo cualquier material utilizado hace más de 3 años</w:t>
      </w:r>
      <w:r w:rsidR="00F61220" w:rsidRPr="00EE7CE0">
        <w:rPr>
          <w:rFonts w:cs="Arial"/>
          <w:bCs/>
          <w:i/>
          <w:iCs/>
          <w:lang w:val="es-MX"/>
        </w:rPr>
        <w:t xml:space="preserve">. </w:t>
      </w:r>
    </w:p>
    <w:p w14:paraId="400A0653" w14:textId="77777777" w:rsidR="00F61220" w:rsidRPr="00EE7CE0" w:rsidRDefault="00503608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i/>
          <w:iCs/>
          <w:lang w:val="es-MX"/>
        </w:rPr>
      </w:pPr>
      <w:r>
        <w:rPr>
          <w:rFonts w:cs="Arial"/>
          <w:bCs/>
          <w:i/>
          <w:iCs/>
          <w:lang w:val="es-MX"/>
        </w:rPr>
        <w:t xml:space="preserve">Liste </w:t>
      </w:r>
      <w:r w:rsidR="00F61220" w:rsidRPr="00EE7CE0">
        <w:rPr>
          <w:rFonts w:cs="Arial"/>
          <w:bCs/>
          <w:i/>
          <w:iCs/>
          <w:lang w:val="es-MX"/>
        </w:rPr>
        <w:t xml:space="preserve">el nombre completo de la marca del producto, el nombre del fabricante y la fecha de aplicación de </w:t>
      </w:r>
      <w:r w:rsidR="00F61220" w:rsidRPr="00EE7CE0">
        <w:rPr>
          <w:rFonts w:cs="Arial"/>
          <w:b/>
          <w:i/>
          <w:iCs/>
          <w:lang w:val="es-MX"/>
        </w:rPr>
        <w:t>todos</w:t>
      </w:r>
      <w:r w:rsidR="00F61220" w:rsidRPr="00EE7CE0">
        <w:rPr>
          <w:rFonts w:cs="Arial"/>
          <w:bCs/>
          <w:i/>
          <w:iCs/>
          <w:lang w:val="es-MX"/>
        </w:rPr>
        <w:t xml:space="preserve"> los materiales aplicados a esta parcela durante el período de tiempo correspondiente, incluidos, entre otros, los siguientes: fertilizantes, materiales para el control de plagas o enfermedades, herbicidas, composta y estiércol, tratamientos de semillas (incluidos los recubrimientos, materiales de peletización e inoculantes), adyuvantes, etc.</w:t>
      </w:r>
    </w:p>
    <w:p w14:paraId="5BA18328" w14:textId="77777777" w:rsidR="00692CA1" w:rsidRPr="00EE7CE0" w:rsidRDefault="00F61220" w:rsidP="00EE7CE0">
      <w:pPr>
        <w:pStyle w:val="ListParagraph"/>
        <w:keepNext/>
        <w:spacing w:before="120"/>
        <w:ind w:left="360"/>
        <w:contextualSpacing w:val="0"/>
        <w:rPr>
          <w:rFonts w:cs="Arial"/>
          <w:b/>
          <w:lang w:val="es-MX"/>
        </w:rPr>
      </w:pPr>
      <w:r w:rsidRPr="00EE7CE0">
        <w:rPr>
          <w:rFonts w:cs="Arial"/>
          <w:b/>
          <w:lang w:val="es-MX"/>
        </w:rPr>
        <w:t>Durante</w:t>
      </w:r>
      <w:r w:rsidR="00692CA1" w:rsidRPr="00EE7CE0">
        <w:rPr>
          <w:rFonts w:cs="Arial"/>
          <w:b/>
          <w:lang w:val="es-MX"/>
        </w:rPr>
        <w:t xml:space="preserve"> </w:t>
      </w:r>
      <w:r w:rsidRPr="00EE7CE0">
        <w:rPr>
          <w:rFonts w:cs="Arial"/>
          <w:b/>
          <w:lang w:val="es-MX"/>
        </w:rPr>
        <w:t xml:space="preserve">el periodo de tiempo indicado en la parte B de arriba (excluyendo las fechas de hace más de 3 años, si </w:t>
      </w:r>
      <w:r w:rsidR="00503608">
        <w:rPr>
          <w:rFonts w:cs="Arial"/>
          <w:b/>
          <w:lang w:val="es-MX"/>
        </w:rPr>
        <w:t>corresponde</w:t>
      </w:r>
      <w:r w:rsidRPr="00EE7CE0">
        <w:rPr>
          <w:rFonts w:cs="Arial"/>
          <w:b/>
          <w:lang w:val="es-MX"/>
        </w:rPr>
        <w:t>), doy fe de lo siguiente</w:t>
      </w:r>
      <w:r w:rsidR="00692CA1" w:rsidRPr="00EE7CE0">
        <w:rPr>
          <w:rFonts w:cs="Arial"/>
          <w:b/>
          <w:lang w:val="es-MX"/>
        </w:rPr>
        <w:t>:</w:t>
      </w:r>
    </w:p>
    <w:p w14:paraId="5E3169AD" w14:textId="77777777" w:rsidR="00692CA1" w:rsidRPr="00EE7CE0" w:rsidRDefault="00692CA1" w:rsidP="00EE7CE0">
      <w:pPr>
        <w:keepNext/>
        <w:spacing w:before="60"/>
        <w:ind w:left="36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Pr="00F1414D">
        <w:rPr>
          <w:rFonts w:cs="Arial"/>
          <w:bCs/>
          <w:szCs w:val="18"/>
        </w:rPr>
      </w:r>
      <w:r w:rsidRPr="00F1414D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Pr="00EE7CE0">
        <w:rPr>
          <w:rFonts w:cs="Arial"/>
          <w:bCs/>
          <w:lang w:val="es-MX"/>
        </w:rPr>
        <w:t xml:space="preserve">No </w:t>
      </w:r>
      <w:r w:rsidR="0029161B" w:rsidRPr="00EE7CE0">
        <w:rPr>
          <w:rFonts w:cs="Arial"/>
          <w:bCs/>
          <w:lang w:val="es-MX"/>
        </w:rPr>
        <w:t xml:space="preserve">se han utilizado materiales de ningún tipo (incluso durante el ciclo de cultivo actual, si corresponde). </w:t>
      </w:r>
    </w:p>
    <w:p w14:paraId="28AFEB04" w14:textId="77777777" w:rsidR="00692CA1" w:rsidRPr="00EE7CE0" w:rsidRDefault="00692CA1" w:rsidP="00EE7CE0">
      <w:pPr>
        <w:keepNext/>
        <w:spacing w:before="60"/>
        <w:ind w:left="630" w:hanging="27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Pr="00F1414D">
        <w:rPr>
          <w:rFonts w:cs="Arial"/>
          <w:bCs/>
          <w:szCs w:val="18"/>
        </w:rPr>
      </w:r>
      <w:r w:rsidRPr="00F1414D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29161B" w:rsidRPr="00EE7CE0">
        <w:rPr>
          <w:rFonts w:cs="Arial"/>
          <w:bCs/>
          <w:lang w:val="es-MX"/>
        </w:rPr>
        <w:t>Todos los materiales utilizados (incluso durante el ciclo de</w:t>
      </w:r>
      <w:r w:rsidR="00503608">
        <w:rPr>
          <w:rFonts w:cs="Arial"/>
          <w:bCs/>
          <w:lang w:val="es-MX"/>
        </w:rPr>
        <w:t>l</w:t>
      </w:r>
      <w:r w:rsidR="0029161B" w:rsidRPr="00EE7CE0">
        <w:rPr>
          <w:rFonts w:cs="Arial"/>
          <w:bCs/>
          <w:lang w:val="es-MX"/>
        </w:rPr>
        <w:t xml:space="preserve"> cultivo actual, si corresponde) se enumeran en la Tabla de </w:t>
      </w:r>
      <w:r w:rsidR="0029161B">
        <w:rPr>
          <w:rFonts w:cs="Arial"/>
          <w:bCs/>
          <w:lang w:val="es-MX"/>
        </w:rPr>
        <w:t>M</w:t>
      </w:r>
      <w:r w:rsidR="0029161B" w:rsidRPr="00EE7CE0">
        <w:rPr>
          <w:rFonts w:cs="Arial"/>
          <w:bCs/>
          <w:lang w:val="es-MX"/>
        </w:rPr>
        <w:t xml:space="preserve">ateriales </w:t>
      </w:r>
      <w:r w:rsidR="0029161B">
        <w:rPr>
          <w:rFonts w:cs="Arial"/>
          <w:bCs/>
          <w:lang w:val="es-MX"/>
        </w:rPr>
        <w:t>U</w:t>
      </w:r>
      <w:r w:rsidR="0029161B" w:rsidRPr="00EE7CE0">
        <w:rPr>
          <w:rFonts w:cs="Arial"/>
          <w:bCs/>
          <w:lang w:val="es-MX"/>
        </w:rPr>
        <w:t>tilizados de la página siguiente.</w:t>
      </w:r>
    </w:p>
    <w:p w14:paraId="7FD7B1C5" w14:textId="77777777" w:rsidR="00692CA1" w:rsidRPr="00EE7CE0" w:rsidRDefault="00692CA1" w:rsidP="00EE7CE0">
      <w:pPr>
        <w:keepNext/>
        <w:spacing w:before="60"/>
        <w:ind w:left="630" w:hanging="27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Pr="00F1414D">
        <w:rPr>
          <w:rFonts w:cs="Arial"/>
          <w:bCs/>
          <w:szCs w:val="18"/>
        </w:rPr>
      </w:r>
      <w:r w:rsidRPr="00F1414D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29161B" w:rsidRPr="00EE7CE0">
        <w:rPr>
          <w:rFonts w:cs="Arial"/>
          <w:bCs/>
          <w:lang w:val="es-MX"/>
        </w:rPr>
        <w:t>Todos los materiales utilizados (incluso durante el ciclo de</w:t>
      </w:r>
      <w:r w:rsidR="00503608">
        <w:rPr>
          <w:rFonts w:cs="Arial"/>
          <w:bCs/>
          <w:lang w:val="es-MX"/>
        </w:rPr>
        <w:t>l</w:t>
      </w:r>
      <w:r w:rsidR="0029161B" w:rsidRPr="00EE7CE0">
        <w:rPr>
          <w:rFonts w:cs="Arial"/>
          <w:bCs/>
          <w:lang w:val="es-MX"/>
        </w:rPr>
        <w:t xml:space="preserve"> cultivo actual, si corresponde) se enumeran en las páginas </w:t>
      </w:r>
      <w:r w:rsidR="0029161B">
        <w:rPr>
          <w:rFonts w:cs="Arial"/>
          <w:bCs/>
          <w:lang w:val="es-MX"/>
        </w:rPr>
        <w:t>anexas</w:t>
      </w:r>
      <w:r w:rsidR="0029161B" w:rsidRPr="00EE7CE0">
        <w:rPr>
          <w:rFonts w:cs="Arial"/>
          <w:bCs/>
          <w:lang w:val="es-MX"/>
        </w:rPr>
        <w:t>, incluyendo los nombres completos del producto/fabricante y las fechas de aplicación.</w:t>
      </w:r>
    </w:p>
    <w:p w14:paraId="10CBD10C" w14:textId="77777777" w:rsidR="00BB31FA" w:rsidRPr="00EE7CE0" w:rsidRDefault="00B4095C" w:rsidP="00EE7CE0">
      <w:pPr>
        <w:keepNext/>
        <w:spacing w:before="120"/>
        <w:ind w:left="360"/>
        <w:rPr>
          <w:rFonts w:cs="Arial"/>
          <w:b/>
          <w:szCs w:val="18"/>
          <w:lang w:val="es-MX"/>
        </w:rPr>
      </w:pPr>
      <w:r w:rsidRPr="00EE7CE0">
        <w:rPr>
          <w:rFonts w:cs="Arial"/>
          <w:b/>
          <w:szCs w:val="18"/>
          <w:lang w:val="es-MX"/>
        </w:rPr>
        <w:t xml:space="preserve">Doy fe de que la información proporcionada es completa y correcta </w:t>
      </w:r>
      <w:r w:rsidR="008201E6">
        <w:rPr>
          <w:rFonts w:cs="Arial"/>
          <w:b/>
          <w:szCs w:val="18"/>
          <w:lang w:val="es-MX"/>
        </w:rPr>
        <w:t>según</w:t>
      </w:r>
      <w:r w:rsidRPr="00EE7CE0">
        <w:rPr>
          <w:rFonts w:cs="Arial"/>
          <w:b/>
          <w:szCs w:val="18"/>
          <w:lang w:val="es-MX"/>
        </w:rPr>
        <w:t xml:space="preserve"> mi leal saber y entender. Entiendo que hacer una declaración falsa a un agente certificador acreditado estará sujeto a las disposiciones de la sección 1001 del título 18 del Código de los Estados Unidos, según NOP §205.100(c)(2).</w:t>
      </w:r>
    </w:p>
    <w:tbl>
      <w:tblPr>
        <w:tblW w:w="1072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30"/>
        <w:gridCol w:w="270"/>
        <w:gridCol w:w="720"/>
        <w:gridCol w:w="288"/>
        <w:gridCol w:w="4320"/>
        <w:gridCol w:w="90"/>
        <w:gridCol w:w="720"/>
        <w:gridCol w:w="270"/>
        <w:gridCol w:w="3402"/>
        <w:gridCol w:w="18"/>
      </w:tblGrid>
      <w:tr w:rsidR="00BB31FA" w:rsidRPr="00F3535C" w14:paraId="3B199251" w14:textId="77777777" w:rsidTr="00E42886">
        <w:trPr>
          <w:cantSplit/>
          <w:trHeight w:val="346"/>
        </w:trPr>
        <w:tc>
          <w:tcPr>
            <w:tcW w:w="1620" w:type="dxa"/>
            <w:gridSpan w:val="3"/>
            <w:shd w:val="clear" w:color="auto" w:fill="auto"/>
            <w:vAlign w:val="center"/>
          </w:tcPr>
          <w:p w14:paraId="761F8436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Nombre (</w:t>
            </w:r>
            <w:r w:rsidR="008201E6">
              <w:rPr>
                <w:rFonts w:cs="Arial"/>
                <w:szCs w:val="22"/>
                <w:lang w:val="es-MX"/>
              </w:rPr>
              <w:t>en letra</w:t>
            </w:r>
            <w:r w:rsidRPr="00F3535C">
              <w:rPr>
                <w:rFonts w:cs="Arial"/>
                <w:szCs w:val="22"/>
                <w:lang w:val="es-MX"/>
              </w:rPr>
              <w:t>)</w:t>
            </w:r>
            <w:r w:rsidR="008372CA" w:rsidRPr="00F3535C">
              <w:rPr>
                <w:rFonts w:cs="Arial"/>
                <w:szCs w:val="22"/>
                <w:lang w:val="es-MX"/>
              </w:rPr>
              <w:t>: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FF711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560CF0" w14:textId="77777777" w:rsidR="00BB31FA" w:rsidRPr="00F3535C" w:rsidRDefault="00BB31FA" w:rsidP="00EE7CE0">
            <w:pPr>
              <w:keepNext/>
              <w:spacing w:before="60"/>
              <w:ind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Título: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B0AC8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6847D4AC" w14:textId="77777777" w:rsidTr="00E42886">
        <w:trPr>
          <w:cantSplit/>
          <w:trHeight w:val="346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5F0F0A69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Empresa:</w:t>
            </w:r>
          </w:p>
        </w:tc>
        <w:tc>
          <w:tcPr>
            <w:tcW w:w="982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F47F1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1FFC20D5" w14:textId="77777777" w:rsidTr="00E42886">
        <w:trPr>
          <w:cantSplit/>
          <w:trHeight w:val="346"/>
        </w:trPr>
        <w:tc>
          <w:tcPr>
            <w:tcW w:w="1620" w:type="dxa"/>
            <w:gridSpan w:val="3"/>
            <w:shd w:val="clear" w:color="auto" w:fill="auto"/>
            <w:vAlign w:val="center"/>
          </w:tcPr>
          <w:p w14:paraId="26B6A872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Correo electrónico</w:t>
            </w:r>
            <w:r w:rsidR="00771988">
              <w:rPr>
                <w:rFonts w:cs="Arial"/>
                <w:szCs w:val="22"/>
                <w:lang w:val="es-MX"/>
              </w:rPr>
              <w:t>: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8EEB6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C9A9906" w14:textId="77777777" w:rsidR="00BB31FA" w:rsidRPr="00F3535C" w:rsidRDefault="00BB31FA" w:rsidP="00EE7CE0">
            <w:pPr>
              <w:keepNext/>
              <w:spacing w:before="60"/>
              <w:ind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Teléfono: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D845F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200976" w:rsidRPr="00F3535C" w14:paraId="4C4E0A55" w14:textId="77777777" w:rsidTr="00E42886">
        <w:trPr>
          <w:cantSplit/>
          <w:trHeight w:val="346"/>
        </w:trPr>
        <w:tc>
          <w:tcPr>
            <w:tcW w:w="630" w:type="dxa"/>
            <w:shd w:val="clear" w:color="auto" w:fill="auto"/>
            <w:vAlign w:val="center"/>
          </w:tcPr>
          <w:p w14:paraId="26844992" w14:textId="77777777" w:rsidR="00200976" w:rsidRPr="00F3535C" w:rsidRDefault="00200976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Firma:</w:t>
            </w:r>
          </w:p>
        </w:tc>
        <w:tc>
          <w:tcPr>
            <w:tcW w:w="559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736BD" w14:textId="77777777" w:rsidR="00200976" w:rsidRPr="00F3535C" w:rsidRDefault="00200976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7BCBBC2F" w14:textId="77777777" w:rsidR="00200976" w:rsidRPr="00F3535C" w:rsidRDefault="00200976" w:rsidP="00EE7CE0">
            <w:pPr>
              <w:spacing w:before="60"/>
              <w:ind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Fecha: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5ADF" w14:textId="77777777" w:rsidR="00200976" w:rsidRPr="00F3535C" w:rsidRDefault="00906CD7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3"/>
      <w:tr w:rsidR="007176B1" w:rsidRPr="007E41A2" w14:paraId="70C18AB1" w14:textId="77777777" w:rsidTr="00E42886">
        <w:tblPrEx>
          <w:tblCellMar>
            <w:left w:w="115" w:type="dxa"/>
            <w:right w:w="115" w:type="dxa"/>
          </w:tblCellMar>
        </w:tblPrEx>
        <w:trPr>
          <w:gridAfter w:val="1"/>
          <w:wAfter w:w="18" w:type="dxa"/>
          <w:cantSplit/>
          <w:trHeight w:val="360"/>
        </w:trPr>
        <w:tc>
          <w:tcPr>
            <w:tcW w:w="1908" w:type="dxa"/>
            <w:gridSpan w:val="4"/>
            <w:shd w:val="clear" w:color="auto" w:fill="auto"/>
            <w:vAlign w:val="center"/>
          </w:tcPr>
          <w:p w14:paraId="0CF2A709" w14:textId="77777777" w:rsidR="007176B1" w:rsidRPr="005B2C00" w:rsidRDefault="007176B1" w:rsidP="002E337E">
            <w:pPr>
              <w:pStyle w:val="ListParagraph"/>
              <w:keepNext/>
              <w:spacing w:before="60"/>
              <w:ind w:left="-120" w:right="-43"/>
              <w:contextualSpacing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lang w:val="es-MX"/>
              </w:rPr>
              <w:lastRenderedPageBreak/>
              <w:t>Nombre de parcela:</w:t>
            </w:r>
          </w:p>
        </w:tc>
        <w:tc>
          <w:tcPr>
            <w:tcW w:w="88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ECB13" w14:textId="77777777" w:rsidR="007176B1" w:rsidRPr="007E41A2" w:rsidRDefault="007176B1" w:rsidP="002E337E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EF393E" w14:textId="3655C9B0" w:rsidR="00F00AA3" w:rsidRPr="00BC6D02" w:rsidRDefault="008201E6" w:rsidP="007176B1">
      <w:pPr>
        <w:pStyle w:val="ListParagraph"/>
        <w:keepNext/>
        <w:numPr>
          <w:ilvl w:val="0"/>
          <w:numId w:val="37"/>
        </w:numPr>
        <w:spacing w:before="120"/>
        <w:contextualSpacing w:val="0"/>
        <w:rPr>
          <w:rFonts w:cs="Arial"/>
          <w:b/>
          <w:szCs w:val="18"/>
        </w:rPr>
      </w:pPr>
      <w:r w:rsidRPr="00BC6D02">
        <w:rPr>
          <w:rFonts w:cs="Arial"/>
          <w:b/>
          <w:szCs w:val="18"/>
        </w:rPr>
        <w:t>Tabla de Materiales Utilizados</w:t>
      </w:r>
    </w:p>
    <w:p w14:paraId="3C73DB9C" w14:textId="1AB09EB0" w:rsidR="00F00AA3" w:rsidRPr="00EE7CE0" w:rsidRDefault="008201E6" w:rsidP="00EE7CE0">
      <w:pPr>
        <w:keepNext/>
        <w:spacing w:before="60" w:after="60"/>
        <w:ind w:left="360"/>
        <w:rPr>
          <w:rFonts w:cs="Arial"/>
          <w:b/>
          <w:lang w:val="es-MX"/>
        </w:rPr>
      </w:pPr>
      <w:r w:rsidRPr="00EE7CE0">
        <w:rPr>
          <w:rFonts w:cs="Arial"/>
          <w:bCs/>
          <w:lang w:val="es-MX"/>
        </w:rPr>
        <w:t xml:space="preserve">Esta es una lista de </w:t>
      </w:r>
      <w:r w:rsidRPr="00EE7CE0">
        <w:rPr>
          <w:rFonts w:cs="Arial"/>
          <w:b/>
          <w:lang w:val="es-MX"/>
        </w:rPr>
        <w:t xml:space="preserve">todos los materiales (fertilizantes, materiales para el control de plagas o enfermedades, herbicidas, composta y estiércol, tratamientos de semillas (incluyendo recubrimientos, materiales de peletización e inoculantes), adyuvantes, etc.) </w:t>
      </w:r>
      <w:r w:rsidRPr="00EE7CE0">
        <w:rPr>
          <w:rFonts w:cs="Arial"/>
          <w:bCs/>
          <w:lang w:val="es-MX"/>
        </w:rPr>
        <w:t xml:space="preserve">utilizados en </w:t>
      </w:r>
      <w:r w:rsidR="0029577B">
        <w:rPr>
          <w:rFonts w:cs="Arial"/>
          <w:bCs/>
          <w:lang w:val="es-MX"/>
        </w:rPr>
        <w:t>esta</w:t>
      </w:r>
      <w:r w:rsidR="0029577B" w:rsidRPr="00EE7CE0">
        <w:rPr>
          <w:rFonts w:cs="Arial"/>
          <w:bCs/>
          <w:lang w:val="es-MX"/>
        </w:rPr>
        <w:t xml:space="preserve"> </w:t>
      </w:r>
      <w:r w:rsidRPr="00EE7CE0">
        <w:rPr>
          <w:rFonts w:cs="Arial"/>
          <w:bCs/>
          <w:lang w:val="es-MX"/>
        </w:rPr>
        <w:t xml:space="preserve">parcela durante el período de tiempo indicado en la </w:t>
      </w:r>
      <w:r>
        <w:rPr>
          <w:rFonts w:cs="Arial"/>
          <w:bCs/>
          <w:lang w:val="es-MX"/>
        </w:rPr>
        <w:t>parte</w:t>
      </w:r>
      <w:r w:rsidRPr="00EE7CE0">
        <w:rPr>
          <w:rFonts w:cs="Arial"/>
          <w:bCs/>
          <w:lang w:val="es-MX"/>
        </w:rPr>
        <w:t xml:space="preserve"> B de la Declaración Jurada del Historial de la Tierra</w:t>
      </w:r>
      <w:r w:rsidR="00692719">
        <w:rPr>
          <w:rFonts w:cs="Arial"/>
          <w:bCs/>
          <w:lang w:val="es-MX"/>
        </w:rPr>
        <w:t xml:space="preserve"> de esta parcela</w:t>
      </w:r>
      <w:r w:rsidRPr="00EE7CE0">
        <w:rPr>
          <w:rFonts w:cs="Arial"/>
          <w:bCs/>
          <w:lang w:val="es-MX"/>
        </w:rPr>
        <w:t>.</w:t>
      </w:r>
      <w:r w:rsidRPr="00EE7CE0">
        <w:rPr>
          <w:rFonts w:cs="Arial"/>
          <w:b/>
          <w:lang w:val="es-MX"/>
        </w:rPr>
        <w:t xml:space="preserve"> 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60"/>
        <w:gridCol w:w="3150"/>
        <w:gridCol w:w="2430"/>
        <w:gridCol w:w="1800"/>
      </w:tblGrid>
      <w:tr w:rsidR="00F00AA3" w:rsidRPr="007E41A2" w14:paraId="3E6E535F" w14:textId="77777777" w:rsidTr="006767F8"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BCD294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Nombre Completo del Producto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7489D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Nombre Completo del Fabricante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D9887F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Fecha(s) de Aplicación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0566BB1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Tipo</w:t>
            </w:r>
          </w:p>
        </w:tc>
      </w:tr>
      <w:tr w:rsidR="00F00AA3" w:rsidRPr="007E41A2" w14:paraId="10BE4172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8136E9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D24427D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31797F1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B2CCCEB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177528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E15F5E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A1498C0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334E47B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F2DF75C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2CCAB14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A4CD52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2658DF1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D033781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F7551B7" w14:textId="77777777" w:rsidR="00F00AA3" w:rsidRPr="00E67D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05F2FF4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BF0B0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ADD6248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A1055E6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FBC2833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F6771A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BF6E31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0F343BE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7A7FE7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9899D60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141E21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C372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01CA85B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67390E2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A8A2889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B05A7C7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8C644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FEFC74A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CBD575E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6CDAA28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D48BB6A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2890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34FEEF8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8F6BA0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5209033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623EAB3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4A7E8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6E55457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6E17023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197C317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601301BB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EFA85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71A4308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58A8EE7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F991DA4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52DCFAD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36452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1083B1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3D0C616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B4C322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7DB06AC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84E5D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A71E8E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EFFEB0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AE8964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AA9971D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9BFAA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2ECCB5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141922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B91FD2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2CC56B8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16F42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6A0392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BC881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ABDEA2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E65009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27C36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48062A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C55231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92F15D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CB251B7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D5736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EB8431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DF327B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448820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985EBA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F5B24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C4E446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F7617C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07B695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50FDC23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470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F8B5CB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71C68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7D928C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0B4E9BA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119E1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8EB17D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DFFAA5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436ADC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1FBC4919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77875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F8F2D4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2C8EA7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0D8944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64DFC751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4D028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665A7B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4E0E33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78870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180BCF1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EE50BB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C9C12C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A88B45B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97BE80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BDDED1F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DD3B1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C30135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63608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E7AE63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F9522C9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DE99E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5C2EC0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1E518A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CF008F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75734C8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6422D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799067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49AE3B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51DE7E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C4BF05" w14:textId="77777777" w:rsidR="00F00AA3" w:rsidRPr="00E55216" w:rsidRDefault="00F00AA3" w:rsidP="00E55216">
      <w:pPr>
        <w:spacing w:before="60"/>
        <w:rPr>
          <w:rFonts w:cs="Arial"/>
          <w:bCs/>
          <w:sz w:val="10"/>
          <w:szCs w:val="10"/>
          <w:lang w:val="es-MX"/>
        </w:rPr>
      </w:pPr>
    </w:p>
    <w:sectPr w:rsidR="00F00AA3" w:rsidRPr="00E55216" w:rsidSect="0053269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157CE" w14:textId="77777777" w:rsidR="00E4068D" w:rsidRDefault="00E4068D" w:rsidP="00A967D8">
      <w:r>
        <w:separator/>
      </w:r>
    </w:p>
  </w:endnote>
  <w:endnote w:type="continuationSeparator" w:id="0">
    <w:p w14:paraId="6E43C563" w14:textId="77777777" w:rsidR="00E4068D" w:rsidRDefault="00E4068D" w:rsidP="00A9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nlo Bold">
    <w:charset w:val="00"/>
    <w:family w:val="auto"/>
    <w:pitch w:val="variable"/>
    <w:sig w:usb0="E60022FF" w:usb1="D000F1FB" w:usb2="00000028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FD252" w14:textId="77777777" w:rsidR="00383758" w:rsidRDefault="00383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4C9AD" w14:textId="094140A1" w:rsidR="004825FE" w:rsidRPr="00B20C93" w:rsidRDefault="00383758" w:rsidP="003242CF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i/>
        <w:noProof/>
      </w:rPr>
      <w:drawing>
        <wp:anchor distT="0" distB="0" distL="114300" distR="114300" simplePos="0" relativeHeight="251658240" behindDoc="1" locked="0" layoutInCell="1" allowOverlap="1" wp14:anchorId="06C86528" wp14:editId="718F0F3F">
          <wp:simplePos x="0" y="0"/>
          <wp:positionH relativeFrom="page">
            <wp:align>right</wp:align>
          </wp:positionH>
          <wp:positionV relativeFrom="page">
            <wp:posOffset>9601200</wp:posOffset>
          </wp:positionV>
          <wp:extent cx="7762875" cy="453390"/>
          <wp:effectExtent l="0" t="0" r="952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5992" w:rsidRPr="00B20C93">
      <w:rPr>
        <w:rFonts w:cs="Arial"/>
        <w:i/>
        <w:sz w:val="16"/>
        <w:szCs w:val="16"/>
        <w:lang w:val="es-MX"/>
      </w:rPr>
      <w:t>NOPB</w:t>
    </w:r>
    <w:r w:rsidR="004967BC">
      <w:rPr>
        <w:rFonts w:cs="Arial"/>
        <w:i/>
        <w:sz w:val="16"/>
        <w:szCs w:val="16"/>
        <w:lang w:val="es-MX"/>
      </w:rPr>
      <w:t xml:space="preserve">49-sp, </w:t>
    </w:r>
    <w:r w:rsidR="00183F70">
      <w:rPr>
        <w:rFonts w:cs="Arial"/>
        <w:i/>
        <w:sz w:val="16"/>
        <w:szCs w:val="16"/>
        <w:lang w:val="es-MX"/>
      </w:rPr>
      <w:t>V1, R12, 09/28/2022</w:t>
    </w:r>
    <w:r w:rsidR="004825FE" w:rsidRPr="00B20C93">
      <w:rPr>
        <w:rFonts w:cs="Arial"/>
        <w:i/>
        <w:sz w:val="16"/>
        <w:szCs w:val="16"/>
        <w:lang w:val="es-MX"/>
      </w:rPr>
      <w:tab/>
      <w:t xml:space="preserve">Página </w:t>
    </w:r>
    <w:r w:rsidR="004825FE" w:rsidRPr="00B20C93">
      <w:rPr>
        <w:rFonts w:cs="Arial"/>
        <w:b/>
        <w:i/>
        <w:sz w:val="16"/>
        <w:szCs w:val="16"/>
      </w:rPr>
      <w:fldChar w:fldCharType="begin"/>
    </w:r>
    <w:r w:rsidR="004825FE" w:rsidRPr="00B20C93">
      <w:rPr>
        <w:rFonts w:cs="Arial"/>
        <w:b/>
        <w:i/>
        <w:sz w:val="16"/>
        <w:szCs w:val="16"/>
        <w:lang w:val="es-MX"/>
      </w:rPr>
      <w:instrText xml:space="preserve"> PAGE </w:instrText>
    </w:r>
    <w:r w:rsidR="004825FE" w:rsidRPr="00B20C93">
      <w:rPr>
        <w:rFonts w:cs="Arial"/>
        <w:b/>
        <w:i/>
        <w:sz w:val="16"/>
        <w:szCs w:val="16"/>
      </w:rPr>
      <w:fldChar w:fldCharType="separate"/>
    </w:r>
    <w:r w:rsidR="004800B2">
      <w:rPr>
        <w:rFonts w:cs="Arial"/>
        <w:b/>
        <w:i/>
        <w:noProof/>
        <w:sz w:val="16"/>
        <w:szCs w:val="16"/>
        <w:lang w:val="es-MX"/>
      </w:rPr>
      <w:t>1</w:t>
    </w:r>
    <w:r w:rsidR="004825FE" w:rsidRPr="00B20C93">
      <w:rPr>
        <w:rFonts w:cs="Arial"/>
        <w:i/>
        <w:sz w:val="16"/>
        <w:szCs w:val="16"/>
      </w:rPr>
      <w:fldChar w:fldCharType="end"/>
    </w:r>
    <w:r w:rsidR="004825FE" w:rsidRPr="00B20C93">
      <w:rPr>
        <w:rFonts w:cs="Arial"/>
        <w:i/>
        <w:sz w:val="16"/>
        <w:szCs w:val="16"/>
        <w:lang w:val="es-MX"/>
      </w:rPr>
      <w:t xml:space="preserve"> de </w:t>
    </w:r>
    <w:r w:rsidR="004825FE" w:rsidRPr="00B20C93">
      <w:rPr>
        <w:rFonts w:cs="Arial"/>
        <w:b/>
        <w:i/>
        <w:sz w:val="16"/>
        <w:szCs w:val="16"/>
      </w:rPr>
      <w:fldChar w:fldCharType="begin"/>
    </w:r>
    <w:r w:rsidR="004825FE" w:rsidRPr="00B20C93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4825FE" w:rsidRPr="00B20C93">
      <w:rPr>
        <w:rFonts w:cs="Arial"/>
        <w:b/>
        <w:i/>
        <w:sz w:val="16"/>
        <w:szCs w:val="16"/>
      </w:rPr>
      <w:fldChar w:fldCharType="separate"/>
    </w:r>
    <w:r w:rsidR="004800B2">
      <w:rPr>
        <w:rFonts w:cs="Arial"/>
        <w:b/>
        <w:i/>
        <w:noProof/>
        <w:sz w:val="16"/>
        <w:szCs w:val="16"/>
        <w:lang w:val="es-MX"/>
      </w:rPr>
      <w:t>1</w:t>
    </w:r>
    <w:r w:rsidR="004825FE" w:rsidRPr="00B20C93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591DD" w14:textId="77777777" w:rsidR="00383758" w:rsidRDefault="00383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58CBA" w14:textId="77777777" w:rsidR="00E4068D" w:rsidRDefault="00E4068D" w:rsidP="00A967D8">
      <w:r>
        <w:separator/>
      </w:r>
    </w:p>
  </w:footnote>
  <w:footnote w:type="continuationSeparator" w:id="0">
    <w:p w14:paraId="52B5868A" w14:textId="77777777" w:rsidR="00E4068D" w:rsidRDefault="00E4068D" w:rsidP="00A9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62F6B" w14:textId="77777777" w:rsidR="00383758" w:rsidRDefault="00383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953F" w14:textId="4C8B8335" w:rsidR="003B5568" w:rsidRDefault="00DB477C" w:rsidP="003B5568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425660B2" wp14:editId="758A0FC2">
          <wp:simplePos x="0" y="0"/>
          <wp:positionH relativeFrom="column">
            <wp:posOffset>-125730</wp:posOffset>
          </wp:positionH>
          <wp:positionV relativeFrom="paragraph">
            <wp:posOffset>81280</wp:posOffset>
          </wp:positionV>
          <wp:extent cx="590550" cy="714375"/>
          <wp:effectExtent l="0" t="0" r="0" b="0"/>
          <wp:wrapNone/>
          <wp:docPr id="4" name="Picture 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7087"/>
      <w:gridCol w:w="1620"/>
      <w:gridCol w:w="1463"/>
    </w:tblGrid>
    <w:tr w:rsidR="003B5568" w:rsidRPr="003B73EE" w14:paraId="410C2390" w14:textId="77777777" w:rsidTr="00E55216">
      <w:trPr>
        <w:cantSplit/>
        <w:trHeight w:val="525"/>
      </w:trPr>
      <w:tc>
        <w:tcPr>
          <w:tcW w:w="7087" w:type="dxa"/>
          <w:tcBorders>
            <w:right w:val="nil"/>
          </w:tcBorders>
          <w:vAlign w:val="center"/>
        </w:tcPr>
        <w:p w14:paraId="48737DC9" w14:textId="77777777" w:rsidR="003B5568" w:rsidRPr="003B73EE" w:rsidRDefault="003B5568" w:rsidP="003B5568">
          <w:pPr>
            <w:ind w:right="-1112"/>
            <w:rPr>
              <w:rFonts w:cs="Arial"/>
              <w:b/>
              <w:bCs/>
            </w:rPr>
          </w:pPr>
          <w:r w:rsidRPr="003B73EE">
            <w:rPr>
              <w:rFonts w:cs="Arial"/>
              <w:b/>
              <w:bCs/>
              <w:sz w:val="16"/>
            </w:rPr>
            <w:t>NOP§ 205.202</w:t>
          </w:r>
        </w:p>
      </w:tc>
      <w:tc>
        <w:tcPr>
          <w:tcW w:w="3083" w:type="dxa"/>
          <w:gridSpan w:val="2"/>
          <w:tcBorders>
            <w:left w:val="nil"/>
          </w:tcBorders>
          <w:vAlign w:val="center"/>
        </w:tcPr>
        <w:p w14:paraId="11AD5114" w14:textId="77777777" w:rsidR="003B5568" w:rsidRPr="005A5C1A" w:rsidRDefault="003B5568" w:rsidP="003B5568">
          <w:pPr>
            <w:ind w:right="-108"/>
            <w:rPr>
              <w:rFonts w:cs="Arial"/>
              <w:b/>
              <w:bCs/>
              <w:sz w:val="22"/>
            </w:rPr>
          </w:pPr>
          <w:r w:rsidRPr="00F62C8A">
            <w:rPr>
              <w:rFonts w:cs="Arial"/>
              <w:b/>
              <w:bCs/>
              <w:sz w:val="22"/>
              <w:szCs w:val="22"/>
              <w:lang w:val="es-MX"/>
            </w:rPr>
            <w:t>SOLICITUD DE PARCELA</w:t>
          </w:r>
        </w:p>
      </w:tc>
    </w:tr>
    <w:tr w:rsidR="003B5568" w14:paraId="4E0444A7" w14:textId="77777777" w:rsidTr="00E55216">
      <w:trPr>
        <w:cantSplit/>
        <w:trHeight w:val="360"/>
        <w:tblHeader/>
      </w:trPr>
      <w:tc>
        <w:tcPr>
          <w:tcW w:w="8707" w:type="dxa"/>
          <w:gridSpan w:val="2"/>
          <w:tcBorders>
            <w:right w:val="nil"/>
          </w:tcBorders>
          <w:vAlign w:val="center"/>
        </w:tcPr>
        <w:p w14:paraId="09BD271A" w14:textId="77777777" w:rsidR="003B5568" w:rsidRPr="00FC4C39" w:rsidRDefault="003B5568" w:rsidP="003B5568">
          <w:pPr>
            <w:ind w:right="-1112"/>
            <w:rPr>
              <w:rFonts w:cs="Arial"/>
              <w:szCs w:val="18"/>
              <w:lang w:val="es-MX"/>
            </w:rPr>
          </w:pP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EE7CE0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EE7CE0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463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891D77A" w14:textId="77777777" w:rsidR="003B5568" w:rsidRPr="003B73EE" w:rsidRDefault="003B5568" w:rsidP="003B5568">
          <w:pPr>
            <w:jc w:val="right"/>
            <w:rPr>
              <w:rFonts w:cs="Arial"/>
            </w:rPr>
          </w:pP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4800B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4800B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14CA92A3" w14:textId="77777777" w:rsidR="004825FE" w:rsidRPr="003B5568" w:rsidRDefault="004825FE" w:rsidP="003B55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E25E" w14:textId="77777777" w:rsidR="00383758" w:rsidRDefault="00383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91A3D28"/>
    <w:lvl w:ilvl="0">
      <w:start w:val="1"/>
      <w:numFmt w:val="bullet"/>
      <w:lvlText w:val=""/>
      <w:lvlJc w:val="left"/>
      <w:pPr>
        <w:tabs>
          <w:tab w:val="num" w:pos="270"/>
        </w:tabs>
        <w:ind w:left="27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135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10"/>
        </w:tabs>
        <w:ind w:left="207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430"/>
        </w:tabs>
        <w:ind w:left="279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150"/>
        </w:tabs>
        <w:ind w:left="351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70"/>
        </w:tabs>
        <w:ind w:left="423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90"/>
        </w:tabs>
        <w:ind w:left="495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310"/>
        </w:tabs>
        <w:ind w:left="567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6030"/>
        </w:tabs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0352D2D"/>
    <w:multiLevelType w:val="hybridMultilevel"/>
    <w:tmpl w:val="B6B0F034"/>
    <w:lvl w:ilvl="0" w:tplc="BB70560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2D6481"/>
    <w:multiLevelType w:val="hybridMultilevel"/>
    <w:tmpl w:val="3A1CBBF0"/>
    <w:lvl w:ilvl="0" w:tplc="767AAF94">
      <w:start w:val="1"/>
      <w:numFmt w:val="lowerLetter"/>
      <w:lvlText w:val="%1."/>
      <w:lvlJc w:val="left"/>
      <w:pPr>
        <w:ind w:left="720" w:hanging="360"/>
      </w:pPr>
      <w:rPr>
        <w:rFonts w:cs="Menlo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5F65057"/>
    <w:multiLevelType w:val="hybridMultilevel"/>
    <w:tmpl w:val="F182B1CE"/>
    <w:lvl w:ilvl="0" w:tplc="DCA2B8DA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011821"/>
    <w:multiLevelType w:val="hybridMultilevel"/>
    <w:tmpl w:val="6C323BE2"/>
    <w:lvl w:ilvl="0" w:tplc="1276956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9FE7BEC"/>
    <w:multiLevelType w:val="hybridMultilevel"/>
    <w:tmpl w:val="98C089BE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D027D"/>
    <w:multiLevelType w:val="hybridMultilevel"/>
    <w:tmpl w:val="320A384A"/>
    <w:lvl w:ilvl="0" w:tplc="F22282E6">
      <w:start w:val="1"/>
      <w:numFmt w:val="upperLetter"/>
      <w:lvlText w:val="%1."/>
      <w:lvlJc w:val="left"/>
      <w:pPr>
        <w:ind w:left="27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90" w:hanging="360"/>
      </w:pPr>
    </w:lvl>
    <w:lvl w:ilvl="2" w:tplc="080A001B" w:tentative="1">
      <w:start w:val="1"/>
      <w:numFmt w:val="lowerRoman"/>
      <w:lvlText w:val="%3."/>
      <w:lvlJc w:val="right"/>
      <w:pPr>
        <w:ind w:left="1710" w:hanging="180"/>
      </w:pPr>
    </w:lvl>
    <w:lvl w:ilvl="3" w:tplc="080A000F" w:tentative="1">
      <w:start w:val="1"/>
      <w:numFmt w:val="decimal"/>
      <w:lvlText w:val="%4."/>
      <w:lvlJc w:val="left"/>
      <w:pPr>
        <w:ind w:left="2430" w:hanging="360"/>
      </w:pPr>
    </w:lvl>
    <w:lvl w:ilvl="4" w:tplc="080A0019" w:tentative="1">
      <w:start w:val="1"/>
      <w:numFmt w:val="lowerLetter"/>
      <w:lvlText w:val="%5."/>
      <w:lvlJc w:val="left"/>
      <w:pPr>
        <w:ind w:left="3150" w:hanging="360"/>
      </w:pPr>
    </w:lvl>
    <w:lvl w:ilvl="5" w:tplc="080A001B" w:tentative="1">
      <w:start w:val="1"/>
      <w:numFmt w:val="lowerRoman"/>
      <w:lvlText w:val="%6."/>
      <w:lvlJc w:val="right"/>
      <w:pPr>
        <w:ind w:left="3870" w:hanging="180"/>
      </w:pPr>
    </w:lvl>
    <w:lvl w:ilvl="6" w:tplc="080A000F" w:tentative="1">
      <w:start w:val="1"/>
      <w:numFmt w:val="decimal"/>
      <w:lvlText w:val="%7."/>
      <w:lvlJc w:val="left"/>
      <w:pPr>
        <w:ind w:left="4590" w:hanging="360"/>
      </w:pPr>
    </w:lvl>
    <w:lvl w:ilvl="7" w:tplc="080A0019" w:tentative="1">
      <w:start w:val="1"/>
      <w:numFmt w:val="lowerLetter"/>
      <w:lvlText w:val="%8."/>
      <w:lvlJc w:val="left"/>
      <w:pPr>
        <w:ind w:left="5310" w:hanging="360"/>
      </w:pPr>
    </w:lvl>
    <w:lvl w:ilvl="8" w:tplc="080A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18ED5EEE"/>
    <w:multiLevelType w:val="hybridMultilevel"/>
    <w:tmpl w:val="3BFEFC24"/>
    <w:lvl w:ilvl="0" w:tplc="942023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02956"/>
    <w:multiLevelType w:val="hybridMultilevel"/>
    <w:tmpl w:val="BE322D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A0A61"/>
    <w:multiLevelType w:val="hybridMultilevel"/>
    <w:tmpl w:val="BEC28F42"/>
    <w:lvl w:ilvl="0" w:tplc="004E1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F474E8"/>
    <w:multiLevelType w:val="hybridMultilevel"/>
    <w:tmpl w:val="AF7CB5E2"/>
    <w:lvl w:ilvl="0" w:tplc="2D904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02F44"/>
    <w:multiLevelType w:val="hybridMultilevel"/>
    <w:tmpl w:val="C52E1F62"/>
    <w:lvl w:ilvl="0" w:tplc="C986A340">
      <w:start w:val="1"/>
      <w:numFmt w:val="upperLetter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C671B1"/>
    <w:multiLevelType w:val="hybridMultilevel"/>
    <w:tmpl w:val="72CA3978"/>
    <w:lvl w:ilvl="0" w:tplc="412A74E4">
      <w:start w:val="1"/>
      <w:numFmt w:val="decimal"/>
      <w:lvlText w:val="%1)"/>
      <w:lvlJc w:val="left"/>
      <w:pPr>
        <w:ind w:left="360" w:hanging="360"/>
      </w:pPr>
      <w:rPr>
        <w:rFonts w:cs="Arial" w:hint="default"/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22F25"/>
    <w:multiLevelType w:val="hybridMultilevel"/>
    <w:tmpl w:val="147E658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B861F7"/>
    <w:multiLevelType w:val="hybridMultilevel"/>
    <w:tmpl w:val="067C221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4A2DA2"/>
    <w:multiLevelType w:val="hybridMultilevel"/>
    <w:tmpl w:val="500C3AB8"/>
    <w:lvl w:ilvl="0" w:tplc="21F4DD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E053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6E4A52"/>
    <w:multiLevelType w:val="hybridMultilevel"/>
    <w:tmpl w:val="D6A87266"/>
    <w:lvl w:ilvl="0" w:tplc="55FAA9A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42460"/>
    <w:multiLevelType w:val="hybridMultilevel"/>
    <w:tmpl w:val="72DCF23A"/>
    <w:lvl w:ilvl="0" w:tplc="04090011">
      <w:start w:val="1"/>
      <w:numFmt w:val="decimal"/>
      <w:lvlText w:val="%1)"/>
      <w:lvlJc w:val="left"/>
      <w:pPr>
        <w:ind w:left="582" w:hanging="360"/>
      </w:p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0" w15:restartNumberingAfterBreak="0">
    <w:nsid w:val="3D3734AF"/>
    <w:multiLevelType w:val="hybridMultilevel"/>
    <w:tmpl w:val="B268BCB2"/>
    <w:lvl w:ilvl="0" w:tplc="4B960B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5865B2"/>
    <w:multiLevelType w:val="hybridMultilevel"/>
    <w:tmpl w:val="48A654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2034F"/>
    <w:multiLevelType w:val="hybridMultilevel"/>
    <w:tmpl w:val="67ACBFE8"/>
    <w:lvl w:ilvl="0" w:tplc="D78824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17F45"/>
    <w:multiLevelType w:val="hybridMultilevel"/>
    <w:tmpl w:val="D50A974E"/>
    <w:lvl w:ilvl="0" w:tplc="9C283A5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AA4769"/>
    <w:multiLevelType w:val="hybridMultilevel"/>
    <w:tmpl w:val="D1B4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34529"/>
    <w:multiLevelType w:val="hybridMultilevel"/>
    <w:tmpl w:val="D2AA4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36BCF"/>
    <w:multiLevelType w:val="hybridMultilevel"/>
    <w:tmpl w:val="A5180AA2"/>
    <w:lvl w:ilvl="0" w:tplc="6C9067EE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 w15:restartNumberingAfterBreak="0">
    <w:nsid w:val="51D22F7F"/>
    <w:multiLevelType w:val="hybridMultilevel"/>
    <w:tmpl w:val="F182B1CE"/>
    <w:lvl w:ilvl="0" w:tplc="DCA2B8DA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A002D1"/>
    <w:multiLevelType w:val="hybridMultilevel"/>
    <w:tmpl w:val="350A3442"/>
    <w:lvl w:ilvl="0" w:tplc="6F52400A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E70CE3"/>
    <w:multiLevelType w:val="hybridMultilevel"/>
    <w:tmpl w:val="1F58CE56"/>
    <w:lvl w:ilvl="0" w:tplc="2364F6B8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E3111"/>
    <w:multiLevelType w:val="hybridMultilevel"/>
    <w:tmpl w:val="B6C63F4C"/>
    <w:lvl w:ilvl="0" w:tplc="D9343526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27DEFDE8">
      <w:start w:val="1"/>
      <w:numFmt w:val="lowerLetter"/>
      <w:lvlText w:val="%2)"/>
      <w:lvlJc w:val="left"/>
      <w:pPr>
        <w:ind w:left="1080" w:hanging="360"/>
      </w:pPr>
      <w:rPr>
        <w:i w:val="0"/>
        <w:iCs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B67A5F"/>
    <w:multiLevelType w:val="hybridMultilevel"/>
    <w:tmpl w:val="B2E44DE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62A49"/>
    <w:multiLevelType w:val="hybridMultilevel"/>
    <w:tmpl w:val="C9ECFC6C"/>
    <w:lvl w:ilvl="0" w:tplc="D9B0CD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66856"/>
    <w:multiLevelType w:val="hybridMultilevel"/>
    <w:tmpl w:val="F87C4E54"/>
    <w:lvl w:ilvl="0" w:tplc="B55E5A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92443"/>
    <w:multiLevelType w:val="hybridMultilevel"/>
    <w:tmpl w:val="14AA3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9615A"/>
    <w:multiLevelType w:val="hybridMultilevel"/>
    <w:tmpl w:val="1CAA2ADE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CB78F7"/>
    <w:multiLevelType w:val="hybridMultilevel"/>
    <w:tmpl w:val="D18ED0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E16FC"/>
    <w:multiLevelType w:val="hybridMultilevel"/>
    <w:tmpl w:val="B1E07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6368D"/>
    <w:multiLevelType w:val="hybridMultilevel"/>
    <w:tmpl w:val="DC74EBF0"/>
    <w:lvl w:ilvl="0" w:tplc="16F649AA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30D6F"/>
    <w:multiLevelType w:val="hybridMultilevel"/>
    <w:tmpl w:val="AF7CB5E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D1939"/>
    <w:multiLevelType w:val="hybridMultilevel"/>
    <w:tmpl w:val="F10E6462"/>
    <w:lvl w:ilvl="0" w:tplc="E5E8AD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8A6E2F"/>
    <w:multiLevelType w:val="hybridMultilevel"/>
    <w:tmpl w:val="89A4D1F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0259910">
    <w:abstractNumId w:val="3"/>
  </w:num>
  <w:num w:numId="2" w16cid:durableId="1963344871">
    <w:abstractNumId w:val="28"/>
  </w:num>
  <w:num w:numId="3" w16cid:durableId="1322852012">
    <w:abstractNumId w:val="12"/>
  </w:num>
  <w:num w:numId="4" w16cid:durableId="1400860709">
    <w:abstractNumId w:val="24"/>
  </w:num>
  <w:num w:numId="5" w16cid:durableId="1388143848">
    <w:abstractNumId w:val="22"/>
  </w:num>
  <w:num w:numId="6" w16cid:durableId="33117757">
    <w:abstractNumId w:val="7"/>
  </w:num>
  <w:num w:numId="7" w16cid:durableId="180242004">
    <w:abstractNumId w:val="33"/>
  </w:num>
  <w:num w:numId="8" w16cid:durableId="1052650950">
    <w:abstractNumId w:val="8"/>
  </w:num>
  <w:num w:numId="9" w16cid:durableId="842932830">
    <w:abstractNumId w:val="32"/>
  </w:num>
  <w:num w:numId="10" w16cid:durableId="1615600608">
    <w:abstractNumId w:val="30"/>
  </w:num>
  <w:num w:numId="11" w16cid:durableId="613557289">
    <w:abstractNumId w:val="20"/>
  </w:num>
  <w:num w:numId="12" w16cid:durableId="1387143337">
    <w:abstractNumId w:val="2"/>
  </w:num>
  <w:num w:numId="13" w16cid:durableId="1356882560">
    <w:abstractNumId w:val="9"/>
  </w:num>
  <w:num w:numId="14" w16cid:durableId="1153524377">
    <w:abstractNumId w:val="19"/>
  </w:num>
  <w:num w:numId="15" w16cid:durableId="225645718">
    <w:abstractNumId w:val="35"/>
  </w:num>
  <w:num w:numId="16" w16cid:durableId="1244609349">
    <w:abstractNumId w:val="39"/>
  </w:num>
  <w:num w:numId="17" w16cid:durableId="1383403705">
    <w:abstractNumId w:val="37"/>
  </w:num>
  <w:num w:numId="18" w16cid:durableId="1827748600">
    <w:abstractNumId w:val="21"/>
  </w:num>
  <w:num w:numId="19" w16cid:durableId="1153792377">
    <w:abstractNumId w:val="26"/>
  </w:num>
  <w:num w:numId="20" w16cid:durableId="638190701">
    <w:abstractNumId w:val="0"/>
  </w:num>
  <w:num w:numId="21" w16cid:durableId="1830749956">
    <w:abstractNumId w:val="25"/>
  </w:num>
  <w:num w:numId="22" w16cid:durableId="539826981">
    <w:abstractNumId w:val="1"/>
  </w:num>
  <w:num w:numId="23" w16cid:durableId="265961585">
    <w:abstractNumId w:val="5"/>
  </w:num>
  <w:num w:numId="24" w16cid:durableId="1360354399">
    <w:abstractNumId w:val="23"/>
  </w:num>
  <w:num w:numId="25" w16cid:durableId="1901935198">
    <w:abstractNumId w:val="15"/>
  </w:num>
  <w:num w:numId="26" w16cid:durableId="1213419016">
    <w:abstractNumId w:val="6"/>
  </w:num>
  <w:num w:numId="27" w16cid:durableId="1785345004">
    <w:abstractNumId w:val="27"/>
  </w:num>
  <w:num w:numId="28" w16cid:durableId="631208574">
    <w:abstractNumId w:val="18"/>
  </w:num>
  <w:num w:numId="29" w16cid:durableId="739983547">
    <w:abstractNumId w:val="10"/>
  </w:num>
  <w:num w:numId="30" w16cid:durableId="3867794">
    <w:abstractNumId w:val="41"/>
  </w:num>
  <w:num w:numId="31" w16cid:durableId="2010667866">
    <w:abstractNumId w:val="13"/>
  </w:num>
  <w:num w:numId="32" w16cid:durableId="1940989021">
    <w:abstractNumId w:val="36"/>
  </w:num>
  <w:num w:numId="33" w16cid:durableId="748887418">
    <w:abstractNumId w:val="14"/>
  </w:num>
  <w:num w:numId="34" w16cid:durableId="191771760">
    <w:abstractNumId w:val="4"/>
  </w:num>
  <w:num w:numId="35" w16cid:durableId="1384063658">
    <w:abstractNumId w:val="31"/>
  </w:num>
  <w:num w:numId="36" w16cid:durableId="1150174532">
    <w:abstractNumId w:val="17"/>
  </w:num>
  <w:num w:numId="37" w16cid:durableId="1370690805">
    <w:abstractNumId w:val="29"/>
  </w:num>
  <w:num w:numId="38" w16cid:durableId="1414156193">
    <w:abstractNumId w:val="11"/>
  </w:num>
  <w:num w:numId="39" w16cid:durableId="103768820">
    <w:abstractNumId w:val="42"/>
  </w:num>
  <w:num w:numId="40" w16cid:durableId="309750967">
    <w:abstractNumId w:val="16"/>
  </w:num>
  <w:num w:numId="41" w16cid:durableId="1426072993">
    <w:abstractNumId w:val="34"/>
  </w:num>
  <w:num w:numId="42" w16cid:durableId="2112895731">
    <w:abstractNumId w:val="38"/>
  </w:num>
  <w:num w:numId="43" w16cid:durableId="1664815823">
    <w:abstractNumId w:val="4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QJvnkI9Lf+RycwIM70+OeDJ7ZjdcB+r7Ve+P37eL9hVIhoyI/SIR0pTF/8oqVLSjAwyAhhKlQxYsdSTPlHrBg==" w:salt="QG08l6LiTQwgcodnY7GoGw=="/>
  <w:defaultTabStop w:val="36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6D"/>
    <w:rsid w:val="00003425"/>
    <w:rsid w:val="00003C3F"/>
    <w:rsid w:val="000048AC"/>
    <w:rsid w:val="0000651F"/>
    <w:rsid w:val="00016779"/>
    <w:rsid w:val="00023727"/>
    <w:rsid w:val="00024985"/>
    <w:rsid w:val="00026454"/>
    <w:rsid w:val="000304D9"/>
    <w:rsid w:val="00031624"/>
    <w:rsid w:val="0005207A"/>
    <w:rsid w:val="000562E9"/>
    <w:rsid w:val="0005797C"/>
    <w:rsid w:val="000630DC"/>
    <w:rsid w:val="00070CCA"/>
    <w:rsid w:val="000719FF"/>
    <w:rsid w:val="00076562"/>
    <w:rsid w:val="0007694F"/>
    <w:rsid w:val="00083BFD"/>
    <w:rsid w:val="00084EFA"/>
    <w:rsid w:val="00085B58"/>
    <w:rsid w:val="00085C9A"/>
    <w:rsid w:val="00085F2C"/>
    <w:rsid w:val="00090374"/>
    <w:rsid w:val="00093829"/>
    <w:rsid w:val="00093925"/>
    <w:rsid w:val="00097F59"/>
    <w:rsid w:val="000A0040"/>
    <w:rsid w:val="000A451C"/>
    <w:rsid w:val="000A68A2"/>
    <w:rsid w:val="000B0AE0"/>
    <w:rsid w:val="000B114A"/>
    <w:rsid w:val="000B75C6"/>
    <w:rsid w:val="000C0AA6"/>
    <w:rsid w:val="000C1A26"/>
    <w:rsid w:val="000C1CD2"/>
    <w:rsid w:val="000C35E8"/>
    <w:rsid w:val="000C42E6"/>
    <w:rsid w:val="000D5CC1"/>
    <w:rsid w:val="000D76F8"/>
    <w:rsid w:val="000E458A"/>
    <w:rsid w:val="000F3A31"/>
    <w:rsid w:val="001004C8"/>
    <w:rsid w:val="00101B23"/>
    <w:rsid w:val="00107070"/>
    <w:rsid w:val="001109F1"/>
    <w:rsid w:val="00111091"/>
    <w:rsid w:val="00111DCE"/>
    <w:rsid w:val="001126F7"/>
    <w:rsid w:val="00116061"/>
    <w:rsid w:val="0011624E"/>
    <w:rsid w:val="00117CF7"/>
    <w:rsid w:val="00124B4F"/>
    <w:rsid w:val="00125612"/>
    <w:rsid w:val="001316D9"/>
    <w:rsid w:val="00153B0F"/>
    <w:rsid w:val="0015450F"/>
    <w:rsid w:val="00155293"/>
    <w:rsid w:val="00162F65"/>
    <w:rsid w:val="00171484"/>
    <w:rsid w:val="00174B37"/>
    <w:rsid w:val="001778A6"/>
    <w:rsid w:val="00177B84"/>
    <w:rsid w:val="001813D3"/>
    <w:rsid w:val="00183F70"/>
    <w:rsid w:val="00185964"/>
    <w:rsid w:val="00187ADA"/>
    <w:rsid w:val="00192808"/>
    <w:rsid w:val="00193E0D"/>
    <w:rsid w:val="00195F00"/>
    <w:rsid w:val="001B13C0"/>
    <w:rsid w:val="001B5564"/>
    <w:rsid w:val="001C4DB4"/>
    <w:rsid w:val="001D2DC3"/>
    <w:rsid w:val="001D655A"/>
    <w:rsid w:val="001D778E"/>
    <w:rsid w:val="001D7B3E"/>
    <w:rsid w:val="001E0AF5"/>
    <w:rsid w:val="001E1F86"/>
    <w:rsid w:val="001E3FAD"/>
    <w:rsid w:val="001F0FA4"/>
    <w:rsid w:val="001F225B"/>
    <w:rsid w:val="001F513F"/>
    <w:rsid w:val="001F6697"/>
    <w:rsid w:val="00200976"/>
    <w:rsid w:val="00200F5D"/>
    <w:rsid w:val="0020445F"/>
    <w:rsid w:val="00210FC6"/>
    <w:rsid w:val="002134C2"/>
    <w:rsid w:val="002151F1"/>
    <w:rsid w:val="00215759"/>
    <w:rsid w:val="0022321F"/>
    <w:rsid w:val="00223572"/>
    <w:rsid w:val="00225C53"/>
    <w:rsid w:val="00231D9C"/>
    <w:rsid w:val="002365D7"/>
    <w:rsid w:val="00240DA1"/>
    <w:rsid w:val="00245EAB"/>
    <w:rsid w:val="00247A04"/>
    <w:rsid w:val="00255A27"/>
    <w:rsid w:val="002669F7"/>
    <w:rsid w:val="002721D7"/>
    <w:rsid w:val="00272909"/>
    <w:rsid w:val="00276940"/>
    <w:rsid w:val="00282560"/>
    <w:rsid w:val="002857F1"/>
    <w:rsid w:val="00287D99"/>
    <w:rsid w:val="0029161B"/>
    <w:rsid w:val="002930E6"/>
    <w:rsid w:val="0029577B"/>
    <w:rsid w:val="002A01EC"/>
    <w:rsid w:val="002A11B6"/>
    <w:rsid w:val="002B46EB"/>
    <w:rsid w:val="002B61BE"/>
    <w:rsid w:val="002B67F8"/>
    <w:rsid w:val="002B69A2"/>
    <w:rsid w:val="002B6D1F"/>
    <w:rsid w:val="002C2DA0"/>
    <w:rsid w:val="002C5F94"/>
    <w:rsid w:val="002D3660"/>
    <w:rsid w:val="002E5BE7"/>
    <w:rsid w:val="002F6DB1"/>
    <w:rsid w:val="00300C22"/>
    <w:rsid w:val="00301889"/>
    <w:rsid w:val="00304575"/>
    <w:rsid w:val="0030528B"/>
    <w:rsid w:val="00305A0B"/>
    <w:rsid w:val="00305E93"/>
    <w:rsid w:val="003131DA"/>
    <w:rsid w:val="003210C7"/>
    <w:rsid w:val="003222F2"/>
    <w:rsid w:val="00323F3A"/>
    <w:rsid w:val="003242CF"/>
    <w:rsid w:val="0032487E"/>
    <w:rsid w:val="00330FF3"/>
    <w:rsid w:val="00331F45"/>
    <w:rsid w:val="0033643C"/>
    <w:rsid w:val="003364D8"/>
    <w:rsid w:val="00340904"/>
    <w:rsid w:val="0034278C"/>
    <w:rsid w:val="00342E37"/>
    <w:rsid w:val="00350A5C"/>
    <w:rsid w:val="00351104"/>
    <w:rsid w:val="0035600D"/>
    <w:rsid w:val="00360B01"/>
    <w:rsid w:val="0036461B"/>
    <w:rsid w:val="00367A6D"/>
    <w:rsid w:val="003744D8"/>
    <w:rsid w:val="00375031"/>
    <w:rsid w:val="00375FD7"/>
    <w:rsid w:val="003769B8"/>
    <w:rsid w:val="00376E43"/>
    <w:rsid w:val="00380561"/>
    <w:rsid w:val="003834A5"/>
    <w:rsid w:val="00383758"/>
    <w:rsid w:val="0038427C"/>
    <w:rsid w:val="00391DA7"/>
    <w:rsid w:val="00392CC8"/>
    <w:rsid w:val="00395E5D"/>
    <w:rsid w:val="00397627"/>
    <w:rsid w:val="003A1257"/>
    <w:rsid w:val="003A2B60"/>
    <w:rsid w:val="003A3732"/>
    <w:rsid w:val="003B002F"/>
    <w:rsid w:val="003B465D"/>
    <w:rsid w:val="003B5568"/>
    <w:rsid w:val="003B73EE"/>
    <w:rsid w:val="003C0F94"/>
    <w:rsid w:val="003C5EF3"/>
    <w:rsid w:val="003C6FED"/>
    <w:rsid w:val="003D0E16"/>
    <w:rsid w:val="003D53CA"/>
    <w:rsid w:val="003E0424"/>
    <w:rsid w:val="003E2DD1"/>
    <w:rsid w:val="003E5683"/>
    <w:rsid w:val="003F083D"/>
    <w:rsid w:val="003F1572"/>
    <w:rsid w:val="003F1FEE"/>
    <w:rsid w:val="003F2E07"/>
    <w:rsid w:val="003F3F76"/>
    <w:rsid w:val="004000AB"/>
    <w:rsid w:val="004002BE"/>
    <w:rsid w:val="00400FE1"/>
    <w:rsid w:val="004051F7"/>
    <w:rsid w:val="004072E2"/>
    <w:rsid w:val="00410FFD"/>
    <w:rsid w:val="00417AD1"/>
    <w:rsid w:val="004255BA"/>
    <w:rsid w:val="004313AF"/>
    <w:rsid w:val="004316E2"/>
    <w:rsid w:val="004333B7"/>
    <w:rsid w:val="00433686"/>
    <w:rsid w:val="004337D7"/>
    <w:rsid w:val="0043671D"/>
    <w:rsid w:val="00442F46"/>
    <w:rsid w:val="00446C8C"/>
    <w:rsid w:val="00447FA1"/>
    <w:rsid w:val="004542E6"/>
    <w:rsid w:val="0045469B"/>
    <w:rsid w:val="00454E54"/>
    <w:rsid w:val="00465B6C"/>
    <w:rsid w:val="00466377"/>
    <w:rsid w:val="00470825"/>
    <w:rsid w:val="00474479"/>
    <w:rsid w:val="004800B2"/>
    <w:rsid w:val="004825FE"/>
    <w:rsid w:val="00482664"/>
    <w:rsid w:val="00486EA8"/>
    <w:rsid w:val="00490382"/>
    <w:rsid w:val="00490A4D"/>
    <w:rsid w:val="004919F6"/>
    <w:rsid w:val="004967BC"/>
    <w:rsid w:val="004A3B12"/>
    <w:rsid w:val="004B21BC"/>
    <w:rsid w:val="004B29A6"/>
    <w:rsid w:val="004B2AAA"/>
    <w:rsid w:val="004C06FC"/>
    <w:rsid w:val="004C1F38"/>
    <w:rsid w:val="004C2DE8"/>
    <w:rsid w:val="004C5D66"/>
    <w:rsid w:val="004C638B"/>
    <w:rsid w:val="004C75A1"/>
    <w:rsid w:val="004D235D"/>
    <w:rsid w:val="004E25BE"/>
    <w:rsid w:val="00503608"/>
    <w:rsid w:val="00504A91"/>
    <w:rsid w:val="00504E11"/>
    <w:rsid w:val="0050543B"/>
    <w:rsid w:val="00512632"/>
    <w:rsid w:val="0051273B"/>
    <w:rsid w:val="005158EE"/>
    <w:rsid w:val="0052129A"/>
    <w:rsid w:val="00522350"/>
    <w:rsid w:val="00523E58"/>
    <w:rsid w:val="0052620A"/>
    <w:rsid w:val="0053061B"/>
    <w:rsid w:val="00532695"/>
    <w:rsid w:val="005353EF"/>
    <w:rsid w:val="0053561C"/>
    <w:rsid w:val="00536B4A"/>
    <w:rsid w:val="005442E9"/>
    <w:rsid w:val="005552BE"/>
    <w:rsid w:val="00562157"/>
    <w:rsid w:val="00563271"/>
    <w:rsid w:val="005709AC"/>
    <w:rsid w:val="0057677D"/>
    <w:rsid w:val="00582C3D"/>
    <w:rsid w:val="00584302"/>
    <w:rsid w:val="00584E5A"/>
    <w:rsid w:val="0059302F"/>
    <w:rsid w:val="00594428"/>
    <w:rsid w:val="005964C4"/>
    <w:rsid w:val="00597B8F"/>
    <w:rsid w:val="005A6456"/>
    <w:rsid w:val="005B4CFB"/>
    <w:rsid w:val="005B5003"/>
    <w:rsid w:val="005B72DA"/>
    <w:rsid w:val="005B77C4"/>
    <w:rsid w:val="005C00C5"/>
    <w:rsid w:val="005D3A5D"/>
    <w:rsid w:val="005D4584"/>
    <w:rsid w:val="005D5226"/>
    <w:rsid w:val="005E3B23"/>
    <w:rsid w:val="005E4745"/>
    <w:rsid w:val="005E5013"/>
    <w:rsid w:val="005F4196"/>
    <w:rsid w:val="005F4BD6"/>
    <w:rsid w:val="005F641E"/>
    <w:rsid w:val="00601E49"/>
    <w:rsid w:val="00604D56"/>
    <w:rsid w:val="00607312"/>
    <w:rsid w:val="00607B78"/>
    <w:rsid w:val="00614040"/>
    <w:rsid w:val="00620D8A"/>
    <w:rsid w:val="00622092"/>
    <w:rsid w:val="00623514"/>
    <w:rsid w:val="00624289"/>
    <w:rsid w:val="0062625A"/>
    <w:rsid w:val="0062645F"/>
    <w:rsid w:val="00626E4D"/>
    <w:rsid w:val="0062750B"/>
    <w:rsid w:val="006306CF"/>
    <w:rsid w:val="006365F2"/>
    <w:rsid w:val="00643E29"/>
    <w:rsid w:val="00652825"/>
    <w:rsid w:val="00652B77"/>
    <w:rsid w:val="0065372A"/>
    <w:rsid w:val="00656769"/>
    <w:rsid w:val="006569F9"/>
    <w:rsid w:val="0066347F"/>
    <w:rsid w:val="00663708"/>
    <w:rsid w:val="006749BB"/>
    <w:rsid w:val="006767F8"/>
    <w:rsid w:val="00680BB1"/>
    <w:rsid w:val="006818C7"/>
    <w:rsid w:val="00686073"/>
    <w:rsid w:val="00692719"/>
    <w:rsid w:val="00692CA1"/>
    <w:rsid w:val="00694972"/>
    <w:rsid w:val="006A4799"/>
    <w:rsid w:val="006A78AE"/>
    <w:rsid w:val="006B3707"/>
    <w:rsid w:val="006B559B"/>
    <w:rsid w:val="006B6AA7"/>
    <w:rsid w:val="006C145B"/>
    <w:rsid w:val="006C1FB5"/>
    <w:rsid w:val="006C3A73"/>
    <w:rsid w:val="006C3E88"/>
    <w:rsid w:val="006C6B17"/>
    <w:rsid w:val="006D0D45"/>
    <w:rsid w:val="006E05E4"/>
    <w:rsid w:val="006E060F"/>
    <w:rsid w:val="006E24A0"/>
    <w:rsid w:val="006E4558"/>
    <w:rsid w:val="006E5440"/>
    <w:rsid w:val="006F378F"/>
    <w:rsid w:val="006F714A"/>
    <w:rsid w:val="006F7E95"/>
    <w:rsid w:val="00712A22"/>
    <w:rsid w:val="007176B1"/>
    <w:rsid w:val="007227CD"/>
    <w:rsid w:val="0072515F"/>
    <w:rsid w:val="0073072A"/>
    <w:rsid w:val="0073360E"/>
    <w:rsid w:val="00734F0B"/>
    <w:rsid w:val="00743234"/>
    <w:rsid w:val="00754C14"/>
    <w:rsid w:val="007600F6"/>
    <w:rsid w:val="007641F7"/>
    <w:rsid w:val="00764570"/>
    <w:rsid w:val="00771988"/>
    <w:rsid w:val="007744DB"/>
    <w:rsid w:val="00780DA5"/>
    <w:rsid w:val="00784E6C"/>
    <w:rsid w:val="00787174"/>
    <w:rsid w:val="00787EFE"/>
    <w:rsid w:val="00792EBD"/>
    <w:rsid w:val="00797C0A"/>
    <w:rsid w:val="007A50F3"/>
    <w:rsid w:val="007A7B98"/>
    <w:rsid w:val="007B7320"/>
    <w:rsid w:val="007C0AB0"/>
    <w:rsid w:val="007C2883"/>
    <w:rsid w:val="007C30AA"/>
    <w:rsid w:val="007C3274"/>
    <w:rsid w:val="007D1563"/>
    <w:rsid w:val="007D52B0"/>
    <w:rsid w:val="007E4326"/>
    <w:rsid w:val="00805A29"/>
    <w:rsid w:val="008138DA"/>
    <w:rsid w:val="00815398"/>
    <w:rsid w:val="008201E6"/>
    <w:rsid w:val="00821F9E"/>
    <w:rsid w:val="008232A7"/>
    <w:rsid w:val="00823666"/>
    <w:rsid w:val="008349F8"/>
    <w:rsid w:val="008372CA"/>
    <w:rsid w:val="00837E04"/>
    <w:rsid w:val="0084436A"/>
    <w:rsid w:val="00851764"/>
    <w:rsid w:val="008720C7"/>
    <w:rsid w:val="0087227D"/>
    <w:rsid w:val="008756F5"/>
    <w:rsid w:val="00883505"/>
    <w:rsid w:val="0088560B"/>
    <w:rsid w:val="00895189"/>
    <w:rsid w:val="00895379"/>
    <w:rsid w:val="00895433"/>
    <w:rsid w:val="008A5709"/>
    <w:rsid w:val="008B033D"/>
    <w:rsid w:val="008B0A9F"/>
    <w:rsid w:val="008B1B28"/>
    <w:rsid w:val="008B4C24"/>
    <w:rsid w:val="008C2049"/>
    <w:rsid w:val="008C20EA"/>
    <w:rsid w:val="008C46F1"/>
    <w:rsid w:val="008D4DF8"/>
    <w:rsid w:val="008D6CB0"/>
    <w:rsid w:val="008D7565"/>
    <w:rsid w:val="008E074E"/>
    <w:rsid w:val="008E12E5"/>
    <w:rsid w:val="008E7AE4"/>
    <w:rsid w:val="008F02D4"/>
    <w:rsid w:val="008F1B26"/>
    <w:rsid w:val="00906CD7"/>
    <w:rsid w:val="00912241"/>
    <w:rsid w:val="009130B0"/>
    <w:rsid w:val="00913BA5"/>
    <w:rsid w:val="0091508C"/>
    <w:rsid w:val="00924545"/>
    <w:rsid w:val="009332B1"/>
    <w:rsid w:val="00942714"/>
    <w:rsid w:val="00944251"/>
    <w:rsid w:val="00944516"/>
    <w:rsid w:val="00954816"/>
    <w:rsid w:val="0095595A"/>
    <w:rsid w:val="009606D2"/>
    <w:rsid w:val="00960A31"/>
    <w:rsid w:val="009637AB"/>
    <w:rsid w:val="0096479E"/>
    <w:rsid w:val="0097053B"/>
    <w:rsid w:val="0097184C"/>
    <w:rsid w:val="009730D5"/>
    <w:rsid w:val="00976841"/>
    <w:rsid w:val="0098089C"/>
    <w:rsid w:val="009824FE"/>
    <w:rsid w:val="009933DA"/>
    <w:rsid w:val="009A4A50"/>
    <w:rsid w:val="009A7AE1"/>
    <w:rsid w:val="009B28ED"/>
    <w:rsid w:val="009B431C"/>
    <w:rsid w:val="009B5456"/>
    <w:rsid w:val="009B54FF"/>
    <w:rsid w:val="009C14CA"/>
    <w:rsid w:val="009C36B4"/>
    <w:rsid w:val="009D5EFE"/>
    <w:rsid w:val="009D7112"/>
    <w:rsid w:val="009D7399"/>
    <w:rsid w:val="009F0AF9"/>
    <w:rsid w:val="009F2BA7"/>
    <w:rsid w:val="009F2ECB"/>
    <w:rsid w:val="009F59AD"/>
    <w:rsid w:val="009F71FD"/>
    <w:rsid w:val="00A017FA"/>
    <w:rsid w:val="00A073CF"/>
    <w:rsid w:val="00A14E44"/>
    <w:rsid w:val="00A1534C"/>
    <w:rsid w:val="00A16CD2"/>
    <w:rsid w:val="00A17DBB"/>
    <w:rsid w:val="00A21B23"/>
    <w:rsid w:val="00A27D23"/>
    <w:rsid w:val="00A30FA0"/>
    <w:rsid w:val="00A3285F"/>
    <w:rsid w:val="00A34B3D"/>
    <w:rsid w:val="00A410E7"/>
    <w:rsid w:val="00A47457"/>
    <w:rsid w:val="00A51B6B"/>
    <w:rsid w:val="00A556A2"/>
    <w:rsid w:val="00A569BC"/>
    <w:rsid w:val="00A60A69"/>
    <w:rsid w:val="00A610F0"/>
    <w:rsid w:val="00A617F5"/>
    <w:rsid w:val="00A63FF2"/>
    <w:rsid w:val="00A64DBE"/>
    <w:rsid w:val="00A73381"/>
    <w:rsid w:val="00A75190"/>
    <w:rsid w:val="00A77BCD"/>
    <w:rsid w:val="00A77D3D"/>
    <w:rsid w:val="00A81A65"/>
    <w:rsid w:val="00A81BA1"/>
    <w:rsid w:val="00A82446"/>
    <w:rsid w:val="00A83E7F"/>
    <w:rsid w:val="00A932D4"/>
    <w:rsid w:val="00A9486D"/>
    <w:rsid w:val="00A94EE5"/>
    <w:rsid w:val="00A967D8"/>
    <w:rsid w:val="00AA301D"/>
    <w:rsid w:val="00AA4B69"/>
    <w:rsid w:val="00AA6215"/>
    <w:rsid w:val="00AB09F8"/>
    <w:rsid w:val="00AB0FC9"/>
    <w:rsid w:val="00AB7736"/>
    <w:rsid w:val="00AC24F8"/>
    <w:rsid w:val="00AC4FEB"/>
    <w:rsid w:val="00AD1D6B"/>
    <w:rsid w:val="00AD325D"/>
    <w:rsid w:val="00AD421B"/>
    <w:rsid w:val="00AD7F4F"/>
    <w:rsid w:val="00AF0876"/>
    <w:rsid w:val="00AF2FF1"/>
    <w:rsid w:val="00AF6301"/>
    <w:rsid w:val="00B04097"/>
    <w:rsid w:val="00B0529B"/>
    <w:rsid w:val="00B0565B"/>
    <w:rsid w:val="00B20C93"/>
    <w:rsid w:val="00B20D0C"/>
    <w:rsid w:val="00B22C9A"/>
    <w:rsid w:val="00B239E9"/>
    <w:rsid w:val="00B25667"/>
    <w:rsid w:val="00B260B0"/>
    <w:rsid w:val="00B3040D"/>
    <w:rsid w:val="00B309CB"/>
    <w:rsid w:val="00B325E9"/>
    <w:rsid w:val="00B33506"/>
    <w:rsid w:val="00B35BAD"/>
    <w:rsid w:val="00B4095C"/>
    <w:rsid w:val="00B41872"/>
    <w:rsid w:val="00B42406"/>
    <w:rsid w:val="00B42BD5"/>
    <w:rsid w:val="00B5209B"/>
    <w:rsid w:val="00B56DB3"/>
    <w:rsid w:val="00B731B9"/>
    <w:rsid w:val="00B74BB8"/>
    <w:rsid w:val="00B806D2"/>
    <w:rsid w:val="00B82466"/>
    <w:rsid w:val="00B84BF2"/>
    <w:rsid w:val="00B957C8"/>
    <w:rsid w:val="00BA1134"/>
    <w:rsid w:val="00BA7590"/>
    <w:rsid w:val="00BB22F6"/>
    <w:rsid w:val="00BB31FA"/>
    <w:rsid w:val="00BC2BCF"/>
    <w:rsid w:val="00BC317F"/>
    <w:rsid w:val="00BC3B4D"/>
    <w:rsid w:val="00BC6D02"/>
    <w:rsid w:val="00BC7714"/>
    <w:rsid w:val="00BD1D5F"/>
    <w:rsid w:val="00BD3008"/>
    <w:rsid w:val="00BD3B88"/>
    <w:rsid w:val="00BD62AE"/>
    <w:rsid w:val="00BE7A0D"/>
    <w:rsid w:val="00BF1446"/>
    <w:rsid w:val="00BF3CD7"/>
    <w:rsid w:val="00BF7CEB"/>
    <w:rsid w:val="00C033E4"/>
    <w:rsid w:val="00C034CA"/>
    <w:rsid w:val="00C15D70"/>
    <w:rsid w:val="00C163CC"/>
    <w:rsid w:val="00C16E64"/>
    <w:rsid w:val="00C216AB"/>
    <w:rsid w:val="00C23436"/>
    <w:rsid w:val="00C2572C"/>
    <w:rsid w:val="00C27261"/>
    <w:rsid w:val="00C276FA"/>
    <w:rsid w:val="00C316CF"/>
    <w:rsid w:val="00C45395"/>
    <w:rsid w:val="00C51E7D"/>
    <w:rsid w:val="00C53B7E"/>
    <w:rsid w:val="00C54308"/>
    <w:rsid w:val="00C60DFE"/>
    <w:rsid w:val="00C61508"/>
    <w:rsid w:val="00C61521"/>
    <w:rsid w:val="00C62378"/>
    <w:rsid w:val="00C6393C"/>
    <w:rsid w:val="00C71B57"/>
    <w:rsid w:val="00C768AF"/>
    <w:rsid w:val="00C83A1F"/>
    <w:rsid w:val="00C8509F"/>
    <w:rsid w:val="00C9082F"/>
    <w:rsid w:val="00C93A1F"/>
    <w:rsid w:val="00C93A4B"/>
    <w:rsid w:val="00C95A81"/>
    <w:rsid w:val="00C97924"/>
    <w:rsid w:val="00CB14BF"/>
    <w:rsid w:val="00CB4178"/>
    <w:rsid w:val="00CD0C5D"/>
    <w:rsid w:val="00CD0C82"/>
    <w:rsid w:val="00CD16D0"/>
    <w:rsid w:val="00CD2574"/>
    <w:rsid w:val="00CD2855"/>
    <w:rsid w:val="00CD48D1"/>
    <w:rsid w:val="00CD4ACE"/>
    <w:rsid w:val="00CE4009"/>
    <w:rsid w:val="00CE772C"/>
    <w:rsid w:val="00CF54D2"/>
    <w:rsid w:val="00D024F1"/>
    <w:rsid w:val="00D15F30"/>
    <w:rsid w:val="00D179DE"/>
    <w:rsid w:val="00D2665F"/>
    <w:rsid w:val="00D26787"/>
    <w:rsid w:val="00D32823"/>
    <w:rsid w:val="00D35D21"/>
    <w:rsid w:val="00D41554"/>
    <w:rsid w:val="00D434AE"/>
    <w:rsid w:val="00D47062"/>
    <w:rsid w:val="00D506B8"/>
    <w:rsid w:val="00D5293D"/>
    <w:rsid w:val="00D54C93"/>
    <w:rsid w:val="00D562B3"/>
    <w:rsid w:val="00D57093"/>
    <w:rsid w:val="00D61E97"/>
    <w:rsid w:val="00D62D3E"/>
    <w:rsid w:val="00D63638"/>
    <w:rsid w:val="00D67D39"/>
    <w:rsid w:val="00D72870"/>
    <w:rsid w:val="00D8405D"/>
    <w:rsid w:val="00D85348"/>
    <w:rsid w:val="00D903F1"/>
    <w:rsid w:val="00D92531"/>
    <w:rsid w:val="00DA0847"/>
    <w:rsid w:val="00DA6D39"/>
    <w:rsid w:val="00DB01D0"/>
    <w:rsid w:val="00DB477C"/>
    <w:rsid w:val="00DB505F"/>
    <w:rsid w:val="00DB5B64"/>
    <w:rsid w:val="00DC0D5F"/>
    <w:rsid w:val="00DC2944"/>
    <w:rsid w:val="00DC5992"/>
    <w:rsid w:val="00DD1248"/>
    <w:rsid w:val="00DD34DF"/>
    <w:rsid w:val="00DD75F7"/>
    <w:rsid w:val="00DE2ACC"/>
    <w:rsid w:val="00DF17A7"/>
    <w:rsid w:val="00DF186B"/>
    <w:rsid w:val="00DF19A5"/>
    <w:rsid w:val="00DF215D"/>
    <w:rsid w:val="00DF485F"/>
    <w:rsid w:val="00DF4B3D"/>
    <w:rsid w:val="00E17EA3"/>
    <w:rsid w:val="00E230D8"/>
    <w:rsid w:val="00E3082F"/>
    <w:rsid w:val="00E40167"/>
    <w:rsid w:val="00E4068D"/>
    <w:rsid w:val="00E417AD"/>
    <w:rsid w:val="00E41C75"/>
    <w:rsid w:val="00E42886"/>
    <w:rsid w:val="00E46DDE"/>
    <w:rsid w:val="00E55216"/>
    <w:rsid w:val="00E563DD"/>
    <w:rsid w:val="00E56CE4"/>
    <w:rsid w:val="00E60929"/>
    <w:rsid w:val="00E60C31"/>
    <w:rsid w:val="00E62EF7"/>
    <w:rsid w:val="00E724D8"/>
    <w:rsid w:val="00E73D1F"/>
    <w:rsid w:val="00E76850"/>
    <w:rsid w:val="00E8431F"/>
    <w:rsid w:val="00E9471E"/>
    <w:rsid w:val="00E96F7C"/>
    <w:rsid w:val="00EA10C9"/>
    <w:rsid w:val="00EA3038"/>
    <w:rsid w:val="00EA4A7F"/>
    <w:rsid w:val="00EA5308"/>
    <w:rsid w:val="00EA77FA"/>
    <w:rsid w:val="00EB0011"/>
    <w:rsid w:val="00EB0BC3"/>
    <w:rsid w:val="00EC4234"/>
    <w:rsid w:val="00EC51EC"/>
    <w:rsid w:val="00EC5264"/>
    <w:rsid w:val="00EC6904"/>
    <w:rsid w:val="00ED26B4"/>
    <w:rsid w:val="00EE7CE0"/>
    <w:rsid w:val="00EF064C"/>
    <w:rsid w:val="00F00AA3"/>
    <w:rsid w:val="00F00D72"/>
    <w:rsid w:val="00F1219B"/>
    <w:rsid w:val="00F13711"/>
    <w:rsid w:val="00F14E3F"/>
    <w:rsid w:val="00F162D7"/>
    <w:rsid w:val="00F17431"/>
    <w:rsid w:val="00F178CE"/>
    <w:rsid w:val="00F22B47"/>
    <w:rsid w:val="00F25ACB"/>
    <w:rsid w:val="00F32C94"/>
    <w:rsid w:val="00F3535C"/>
    <w:rsid w:val="00F4205F"/>
    <w:rsid w:val="00F4692A"/>
    <w:rsid w:val="00F469A8"/>
    <w:rsid w:val="00F511F0"/>
    <w:rsid w:val="00F52647"/>
    <w:rsid w:val="00F52F37"/>
    <w:rsid w:val="00F540C6"/>
    <w:rsid w:val="00F5739C"/>
    <w:rsid w:val="00F61213"/>
    <w:rsid w:val="00F61220"/>
    <w:rsid w:val="00F61782"/>
    <w:rsid w:val="00F62C8A"/>
    <w:rsid w:val="00F654A4"/>
    <w:rsid w:val="00F76062"/>
    <w:rsid w:val="00F80278"/>
    <w:rsid w:val="00F82148"/>
    <w:rsid w:val="00F83609"/>
    <w:rsid w:val="00F901AA"/>
    <w:rsid w:val="00F916BF"/>
    <w:rsid w:val="00F920CA"/>
    <w:rsid w:val="00F933F8"/>
    <w:rsid w:val="00F95B9B"/>
    <w:rsid w:val="00F95F23"/>
    <w:rsid w:val="00FA24A8"/>
    <w:rsid w:val="00FA3634"/>
    <w:rsid w:val="00FA6675"/>
    <w:rsid w:val="00FB7D8D"/>
    <w:rsid w:val="00FC09F7"/>
    <w:rsid w:val="00FC15C8"/>
    <w:rsid w:val="00FC3A2A"/>
    <w:rsid w:val="00FC7841"/>
    <w:rsid w:val="00FD0F4F"/>
    <w:rsid w:val="00FD6C17"/>
    <w:rsid w:val="00FD727F"/>
    <w:rsid w:val="00FE49D2"/>
    <w:rsid w:val="00FE7728"/>
    <w:rsid w:val="00FF11E7"/>
    <w:rsid w:val="00FF26D7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5D320"/>
  <w15:chartTrackingRefBased/>
  <w15:docId w15:val="{B91EA510-1B5E-4EEB-B3F0-D7D2FF71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B8F"/>
    <w:rPr>
      <w:rFonts w:ascii="Arial" w:eastAsia="Times New Roman" w:hAnsi="Arial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8596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67A6D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367A6D"/>
    <w:rPr>
      <w:rFonts w:ascii="Arial" w:eastAsia="Times New Roman" w:hAnsi="Arial" w:cs="Arial"/>
      <w:b/>
      <w:bCs/>
      <w:sz w:val="32"/>
      <w:szCs w:val="24"/>
    </w:rPr>
  </w:style>
  <w:style w:type="paragraph" w:styleId="Header">
    <w:name w:val="header"/>
    <w:basedOn w:val="Normal"/>
    <w:link w:val="HeaderChar"/>
    <w:rsid w:val="00367A6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67A6D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367A6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67A6D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367A6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367A6D"/>
    <w:pPr>
      <w:spacing w:after="120" w:line="480" w:lineRule="auto"/>
    </w:pPr>
  </w:style>
  <w:style w:type="character" w:customStyle="1" w:styleId="BodyText2Char">
    <w:name w:val="Body Text 2 Char"/>
    <w:link w:val="BodyText2"/>
    <w:rsid w:val="00367A6D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367A6D"/>
    <w:pPr>
      <w:spacing w:after="0" w:line="23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character" w:styleId="Hyperlink">
    <w:name w:val="Hyperlink"/>
    <w:rsid w:val="00367A6D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185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Indentwithtabs">
    <w:name w:val="Indent with tabs"/>
    <w:basedOn w:val="Normal"/>
    <w:rsid w:val="00185964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185964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185964"/>
    <w:pPr>
      <w:spacing w:after="120"/>
    </w:pPr>
  </w:style>
  <w:style w:type="character" w:customStyle="1" w:styleId="BodyTextChar">
    <w:name w:val="Body Text Char"/>
    <w:link w:val="BodyText"/>
    <w:uiPriority w:val="99"/>
    <w:rsid w:val="00185964"/>
    <w:rPr>
      <w:rFonts w:ascii="Garamond" w:eastAsia="Times New Roman" w:hAnsi="Garamond" w:cs="Times New Roman"/>
      <w:szCs w:val="24"/>
    </w:rPr>
  </w:style>
  <w:style w:type="character" w:styleId="CommentReference">
    <w:name w:val="annotation reference"/>
    <w:uiPriority w:val="99"/>
    <w:semiHidden/>
    <w:unhideWhenUsed/>
    <w:rsid w:val="00764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41F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641F7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1F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641F7"/>
    <w:rPr>
      <w:rFonts w:ascii="Garamond" w:eastAsia="Times New Roman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1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41F7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96F7C"/>
    <w:pPr>
      <w:ind w:left="720"/>
      <w:contextualSpacing/>
    </w:pPr>
  </w:style>
  <w:style w:type="paragraph" w:customStyle="1" w:styleId="ColorfulShading-Accent11">
    <w:name w:val="Colorful Shading - Accent 11"/>
    <w:hidden/>
    <w:uiPriority w:val="99"/>
    <w:semiHidden/>
    <w:rsid w:val="00BD3B88"/>
    <w:rPr>
      <w:rFonts w:ascii="Garamond" w:eastAsia="Times New Roman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155293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A47457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EE7CE0"/>
    <w:rPr>
      <w:color w:val="954F72"/>
      <w:u w:val="single"/>
    </w:rPr>
  </w:style>
  <w:style w:type="table" w:styleId="TableGrid">
    <w:name w:val="Table Grid"/>
    <w:basedOn w:val="TableNormal"/>
    <w:uiPriority w:val="59"/>
    <w:rsid w:val="003B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B0BC3"/>
    <w:rPr>
      <w:rFonts w:ascii="Arial" w:eastAsia="Times New Roman" w:hAnsi="Arial"/>
      <w:sz w:val="18"/>
      <w:szCs w:val="24"/>
    </w:rPr>
  </w:style>
  <w:style w:type="character" w:customStyle="1" w:styleId="UnresolvedMention2">
    <w:name w:val="Unresolved Mention2"/>
    <w:uiPriority w:val="99"/>
    <w:semiHidden/>
    <w:unhideWhenUsed/>
    <w:rsid w:val="00EC5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documents" TargetMode="External"/><Relationship Id="rId18" Type="http://schemas.openxmlformats.org/officeDocument/2006/relationships/hyperlink" Target="https://www.ccof.org/resource/gua-para-crear-mapas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ccof.org/es/resource/instrucciones-para-agregar-terreno-nuevo" TargetMode="External"/><Relationship Id="rId17" Type="http://schemas.openxmlformats.org/officeDocument/2006/relationships/hyperlink" Target="https://www.ccof.org/es/resource/manual-de-ccof-del-programa-de-servicios-de-certificacion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es/resource/g60-produccion" TargetMode="External"/><Relationship Id="rId20" Type="http://schemas.openxmlformats.org/officeDocument/2006/relationships/hyperlink" Target="https://www.ccof.org/es/resource/declaracion-jurada-de-la-historia-de-la-tierra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g31-produccion-en-contenedores-e-invernaderosestructuras-de-sombra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es/resources/resource-library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actualizacin-de-cultivos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FB02DE-B931-43C8-9431-745D86915B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2B453A-054C-483B-9535-D47DF22FB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6FF3D9-4DE9-494C-BC38-205B4D63128A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4F5529EE-28BA-430F-B27C-A5CB670262B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CE092CE-368B-4563-A1B5-5861B0DF1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3589</Words>
  <Characters>20460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Parcela</vt:lpstr>
    </vt:vector>
  </TitlesOfParts>
  <Company>Microsoft</Company>
  <LinksUpToDate>false</LinksUpToDate>
  <CharactersWithSpaces>24001</CharactersWithSpaces>
  <SharedDoc>false</SharedDoc>
  <HLinks>
    <vt:vector size="42" baseType="variant">
      <vt:variant>
        <vt:i4>2228348</vt:i4>
      </vt:variant>
      <vt:variant>
        <vt:i4>456</vt:i4>
      </vt:variant>
      <vt:variant>
        <vt:i4>0</vt:i4>
      </vt:variant>
      <vt:variant>
        <vt:i4>5</vt:i4>
      </vt:variant>
      <vt:variant>
        <vt:lpwstr>https://www.ccof.org/es/resource/declaracion-jurada-de-la-historia-de-la-tierra</vt:lpwstr>
      </vt:variant>
      <vt:variant>
        <vt:lpwstr/>
      </vt:variant>
      <vt:variant>
        <vt:i4>2949155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https://www.ccof.org/es/resource/manual-de-ccof-del-programa-de-servicios-de-certificacion</vt:lpwstr>
      </vt:variant>
      <vt:variant>
        <vt:lpwstr/>
      </vt:variant>
      <vt:variant>
        <vt:i4>7995507</vt:i4>
      </vt:variant>
      <vt:variant>
        <vt:i4>117</vt:i4>
      </vt:variant>
      <vt:variant>
        <vt:i4>0</vt:i4>
      </vt:variant>
      <vt:variant>
        <vt:i4>5</vt:i4>
      </vt:variant>
      <vt:variant>
        <vt:lpwstr>https://ccof.org/es/resource/g60-produccion</vt:lpwstr>
      </vt:variant>
      <vt:variant>
        <vt:lpwstr/>
      </vt:variant>
      <vt:variant>
        <vt:i4>3407990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2359353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https://www.ccof.org/es/resource/actualizacion-de-cultivos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Parcela</dc:title>
  <dc:subject/>
  <dc:creator>ggregory</dc:creator>
  <cp:keywords/>
  <cp:lastModifiedBy>Andy Elvin</cp:lastModifiedBy>
  <cp:revision>40</cp:revision>
  <cp:lastPrinted>2019-10-10T19:52:00Z</cp:lastPrinted>
  <dcterms:created xsi:type="dcterms:W3CDTF">2022-06-03T00:05:00Z</dcterms:created>
  <dcterms:modified xsi:type="dcterms:W3CDTF">2025-04-10T21:38:00Z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29902000.0000000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MediaServiceImageTags">
    <vt:lpwstr/>
  </property>
</Properties>
</file>